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350886" wp14:editId="3094F03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5CD071A1" wp14:editId="43A40C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078BC9C0" wp14:editId="18C78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3D5E04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San José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9–17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AE3AC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5E04">
              <w:rPr>
                <w:lang w:val="en-CA"/>
              </w:rPr>
              <w:t>P01</w:t>
            </w:r>
            <w:r w:rsidR="00AE3AC6">
              <w:rPr>
                <w:lang w:val="en-CA"/>
              </w:rPr>
              <w:t>29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900"/>
        <w:gridCol w:w="3636"/>
      </w:tblGrid>
      <w:tr w:rsidR="00E61DAC" w:rsidRPr="005B217D" w:rsidTr="00AE3AC6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006" w:type="dxa"/>
            <w:gridSpan w:val="3"/>
          </w:tcPr>
          <w:p w:rsidR="00E61DAC" w:rsidRPr="00EA35CC" w:rsidRDefault="00AE3AC6" w:rsidP="00AE3AC6">
            <w:pPr>
              <w:spacing w:before="60" w:after="60"/>
              <w:rPr>
                <w:b/>
                <w:szCs w:val="22"/>
                <w:lang w:val="en-CA"/>
              </w:rPr>
            </w:pPr>
            <w:r w:rsidRPr="00AE3AC6">
              <w:t>Non-SCE1: Cross-check report of Asymmetric 3D LUT for Color Gamut Scalability (JCTVC-P0063)</w:t>
            </w:r>
          </w:p>
        </w:tc>
      </w:tr>
      <w:tr w:rsidR="00E61DAC" w:rsidRPr="005B217D" w:rsidTr="00AE3AC6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006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:rsidTr="00AE3AC6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006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:rsidTr="00AE3AC6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470" w:type="dxa"/>
          </w:tcPr>
          <w:p w:rsidR="001F2C2E" w:rsidRPr="005B217D" w:rsidRDefault="00AE3AC6" w:rsidP="00932BCE">
            <w:pPr>
              <w:spacing w:before="60" w:after="60"/>
              <w:rPr>
                <w:szCs w:val="22"/>
                <w:lang w:val="en-CA"/>
              </w:rPr>
            </w:pPr>
            <w:r w:rsidRPr="001955F3">
              <w:rPr>
                <w:szCs w:val="22"/>
                <w:lang w:val="fr-FR"/>
              </w:rPr>
              <w:t>Philippe Bordes</w:t>
            </w:r>
            <w:r w:rsidR="001F2C2E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636" w:type="dxa"/>
          </w:tcPr>
          <w:p w:rsidR="001F2C2E" w:rsidRDefault="001F2C2E" w:rsidP="001D1B54">
            <w:pPr>
              <w:spacing w:before="60" w:after="60"/>
            </w:pPr>
            <w:r>
              <w:t>+</w:t>
            </w:r>
            <w:r w:rsidR="008B0C50">
              <w:t>33</w:t>
            </w:r>
            <w:r>
              <w:t xml:space="preserve"> </w:t>
            </w:r>
            <w:r w:rsidR="008B0C50">
              <w:t>299273242</w:t>
            </w:r>
          </w:p>
          <w:p w:rsidR="00E61DAC" w:rsidRPr="005B217D" w:rsidRDefault="00491187" w:rsidP="00932BCE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AE3AC6">
                <w:rPr>
                  <w:rStyle w:val="Hyperlink"/>
                  <w:szCs w:val="22"/>
                </w:rPr>
                <w:t>philippe.bordes@technicolor.com</w:t>
              </w:r>
            </w:hyperlink>
          </w:p>
        </w:tc>
      </w:tr>
      <w:tr w:rsidR="00E61DAC" w:rsidRPr="005B217D" w:rsidTr="00AE3AC6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006" w:type="dxa"/>
            <w:gridSpan w:val="3"/>
          </w:tcPr>
          <w:p w:rsidR="00E61DAC" w:rsidRPr="005B217D" w:rsidRDefault="00AE3AC6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932BCE" w:rsidP="00932BCE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</w:t>
      </w:r>
      <w:r w:rsidR="001F2788">
        <w:rPr>
          <w:szCs w:val="22"/>
        </w:rPr>
        <w:t xml:space="preserve">the </w:t>
      </w:r>
      <w:r>
        <w:rPr>
          <w:szCs w:val="22"/>
        </w:rPr>
        <w:t xml:space="preserve">crosschecking results </w:t>
      </w:r>
      <w:r w:rsidR="00557BA9">
        <w:rPr>
          <w:szCs w:val="22"/>
        </w:rPr>
        <w:t xml:space="preserve">for </w:t>
      </w:r>
      <w:r w:rsidR="00EA35CC">
        <w:t>JCTVC-</w:t>
      </w:r>
      <w:r w:rsidR="003D5E04">
        <w:t>P</w:t>
      </w:r>
      <w:r w:rsidR="00557BA9">
        <w:t>0</w:t>
      </w:r>
      <w:r w:rsidR="00AE3AC6">
        <w:t>063</w:t>
      </w:r>
      <w:r w:rsidR="00EA35CC">
        <w:t xml:space="preserve"> on </w:t>
      </w:r>
      <w:r w:rsidR="00AE3AC6" w:rsidRPr="00AE3AC6">
        <w:t xml:space="preserve">Asymmetric 3D LUT </w:t>
      </w:r>
      <w:r w:rsidR="00AE3AC6">
        <w:t xml:space="preserve">for </w:t>
      </w:r>
      <w:r w:rsidR="003D5E04">
        <w:t>color gamut and bit-depth scalability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8C55F3" w:rsidRDefault="00932BCE" w:rsidP="00DC5C7C">
      <w:pPr>
        <w:jc w:val="both"/>
        <w:rPr>
          <w:lang w:val="en-CA"/>
        </w:rPr>
      </w:pPr>
      <w:r>
        <w:rPr>
          <w:lang w:val="en-CA"/>
        </w:rPr>
        <w:t>JCTVC-</w:t>
      </w:r>
      <w:r w:rsidR="003D5E04">
        <w:rPr>
          <w:lang w:val="en-CA"/>
        </w:rPr>
        <w:t>P0</w:t>
      </w:r>
      <w:r w:rsidR="008C55F3">
        <w:rPr>
          <w:lang w:val="en-CA"/>
        </w:rPr>
        <w:t xml:space="preserve">063 proposes to use 8x2x2 LUTs (asymmetric), where each </w:t>
      </w:r>
      <w:r w:rsidR="003A71E1">
        <w:rPr>
          <w:lang w:val="en-CA"/>
        </w:rPr>
        <w:t>partition</w:t>
      </w:r>
      <w:r w:rsidR="008C55F3">
        <w:rPr>
          <w:lang w:val="en-CA"/>
        </w:rPr>
        <w:t xml:space="preserve"> </w:t>
      </w:r>
      <w:r w:rsidR="003A71E1">
        <w:rPr>
          <w:lang w:val="en-CA"/>
        </w:rPr>
        <w:t xml:space="preserve">or cuboid </w:t>
      </w:r>
      <w:r w:rsidR="008C55F3">
        <w:rPr>
          <w:lang w:val="en-CA"/>
        </w:rPr>
        <w:t>has 4 parameters (</w:t>
      </w:r>
      <w:proofErr w:type="spellStart"/>
      <w:r w:rsidR="008C55F3">
        <w:rPr>
          <w:lang w:val="en-CA"/>
        </w:rPr>
        <w:t>a,b,c,d</w:t>
      </w:r>
      <w:proofErr w:type="spellEnd"/>
      <w:r w:rsidR="008C55F3">
        <w:rPr>
          <w:lang w:val="en-CA"/>
        </w:rPr>
        <w:t xml:space="preserve">). This representation is equivalent to have 4 vertices per </w:t>
      </w:r>
      <w:r w:rsidR="003A71E1">
        <w:rPr>
          <w:lang w:val="en-CA"/>
        </w:rPr>
        <w:t>cuboid, each one composed of 3 components values (Y,U,V)</w:t>
      </w:r>
      <w:r w:rsidR="008C55F3">
        <w:rPr>
          <w:lang w:val="en-CA"/>
        </w:rPr>
        <w:t xml:space="preserve">, as depicted in </w:t>
      </w:r>
      <w:r w:rsidR="003A71E1">
        <w:rPr>
          <w:lang w:val="en-CA"/>
        </w:rPr>
        <w:fldChar w:fldCharType="begin"/>
      </w:r>
      <w:r w:rsidR="003A71E1">
        <w:rPr>
          <w:lang w:val="en-CA"/>
        </w:rPr>
        <w:instrText xml:space="preserve"> REF _Ref376780067 \h </w:instrText>
      </w:r>
      <w:r w:rsidR="003A71E1">
        <w:rPr>
          <w:lang w:val="en-CA"/>
        </w:rPr>
      </w:r>
      <w:r w:rsidR="003A71E1">
        <w:rPr>
          <w:lang w:val="en-CA"/>
        </w:rPr>
        <w:fldChar w:fldCharType="separate"/>
      </w:r>
      <w:r w:rsidR="003A71E1">
        <w:t xml:space="preserve">Figure </w:t>
      </w:r>
      <w:r w:rsidR="003A71E1">
        <w:rPr>
          <w:noProof/>
        </w:rPr>
        <w:t>1</w:t>
      </w:r>
      <w:r w:rsidR="003A71E1">
        <w:rPr>
          <w:lang w:val="en-CA"/>
        </w:rPr>
        <w:fldChar w:fldCharType="end"/>
      </w:r>
      <w:r w:rsidR="003A71E1">
        <w:rPr>
          <w:lang w:val="en-CA"/>
        </w:rPr>
        <w:t>. Then, the interpolation process is same as the traditional tetrahedral LUT interpolation, but using always the same set of 4 vertices.</w:t>
      </w:r>
    </w:p>
    <w:p w:rsidR="008C55F3" w:rsidRDefault="003A71E1" w:rsidP="008C55F3">
      <w:pPr>
        <w:jc w:val="center"/>
      </w:pPr>
      <w:r>
        <w:object w:dxaOrig="4704" w:dyaOrig="40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138pt" o:ole="">
            <v:imagedata r:id="rId12" o:title=""/>
          </v:shape>
          <o:OLEObject Type="Embed" ProgID="Visio.Drawing.11" ShapeID="_x0000_i1025" DrawAspect="Content" ObjectID="_1450528150" r:id="rId13"/>
        </w:object>
      </w:r>
    </w:p>
    <w:p w:rsidR="008C55F3" w:rsidRDefault="008C55F3" w:rsidP="003A71E1">
      <w:pPr>
        <w:pStyle w:val="Caption"/>
        <w:jc w:val="center"/>
        <w:rPr>
          <w:lang w:val="en-CA"/>
        </w:rPr>
      </w:pPr>
      <w:bookmarkStart w:id="0" w:name="_Ref37678006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0"/>
      <w:r>
        <w:t xml:space="preserve">: Each </w:t>
      </w:r>
      <w:r w:rsidR="003A71E1">
        <w:t>cuboid has 4 vertices associated with.</w:t>
      </w:r>
    </w:p>
    <w:p w:rsidR="003A71E1" w:rsidRDefault="003A71E1" w:rsidP="003A71E1">
      <w:pPr>
        <w:jc w:val="both"/>
        <w:rPr>
          <w:lang w:val="en-CA"/>
        </w:rPr>
      </w:pPr>
      <w:r>
        <w:rPr>
          <w:lang w:val="en-CA"/>
        </w:rPr>
        <w:t>The vertices color components values are derived for each cuboid by minimizing the distortion between converted samples and original enhancement signal.</w:t>
      </w:r>
    </w:p>
    <w:p w:rsidR="00F07E33" w:rsidRDefault="00F07E33" w:rsidP="003A71E1">
      <w:pPr>
        <w:jc w:val="both"/>
        <w:rPr>
          <w:lang w:val="en-CA"/>
        </w:rPr>
      </w:pPr>
      <w:r>
        <w:rPr>
          <w:lang w:val="en-CA"/>
        </w:rPr>
        <w:t>The color mapping is made after up-sampling</w:t>
      </w:r>
      <w:r w:rsidR="00E727C5">
        <w:rPr>
          <w:lang w:val="en-CA"/>
        </w:rPr>
        <w:t xml:space="preserve">: this is probably the reason why </w:t>
      </w:r>
      <w:r>
        <w:rPr>
          <w:lang w:val="en-CA"/>
        </w:rPr>
        <w:t>the decoding time is increased compared to anchors.</w:t>
      </w:r>
    </w:p>
    <w:p w:rsidR="00DC5C7C" w:rsidRPr="00FC7B65" w:rsidRDefault="00DC5C7C" w:rsidP="00DC5C7C">
      <w:pPr>
        <w:jc w:val="both"/>
      </w:pPr>
      <w:r>
        <w:t xml:space="preserve">The lookup table is signaled in the </w:t>
      </w:r>
      <w:r w:rsidR="002F1D78">
        <w:t>slice header</w:t>
      </w:r>
      <w:r>
        <w:t xml:space="preserve">. </w:t>
      </w:r>
    </w:p>
    <w:p w:rsidR="00932BCE" w:rsidRPr="00E1734F" w:rsidRDefault="00932BCE" w:rsidP="00E1734F">
      <w:pPr>
        <w:pStyle w:val="Heading1"/>
        <w:ind w:left="360" w:hanging="360"/>
        <w:rPr>
          <w:lang w:val="en-CA"/>
        </w:rPr>
      </w:pPr>
      <w:r w:rsidRPr="00E1734F">
        <w:rPr>
          <w:lang w:val="en-CA"/>
        </w:rPr>
        <w:t>Experimental results</w:t>
      </w:r>
    </w:p>
    <w:p w:rsidR="00932BCE" w:rsidRDefault="00932BCE" w:rsidP="00932BCE">
      <w:pPr>
        <w:jc w:val="both"/>
      </w:pPr>
      <w:r>
        <w:t xml:space="preserve">We received the source code from the proponents, implemented </w:t>
      </w:r>
      <w:r w:rsidR="002F1D78">
        <w:t xml:space="preserve">on top of </w:t>
      </w:r>
      <w:r>
        <w:t>SHM-</w:t>
      </w:r>
      <w:r w:rsidR="00DC5C7C">
        <w:t>4</w:t>
      </w:r>
      <w:r>
        <w:t>.0</w:t>
      </w:r>
      <w:r w:rsidR="00DC5C7C">
        <w:t xml:space="preserve"> SCE1 anchor</w:t>
      </w:r>
      <w:r w:rsidR="002F1D78">
        <w:t xml:space="preserve"> software (</w:t>
      </w:r>
      <w:r w:rsidR="002F1D78">
        <w:rPr>
          <w:i/>
        </w:rPr>
        <w:t>SHM4.0_irap_2013_11_28</w:t>
      </w:r>
      <w:r w:rsidR="002F1D78">
        <w:t>)</w:t>
      </w:r>
      <w:r>
        <w:t xml:space="preserve">, and did a code study to verify that the proposed method was implemented as described. We ran simulations </w:t>
      </w:r>
      <w:r w:rsidR="00802024">
        <w:t xml:space="preserve">for </w:t>
      </w:r>
      <w:r w:rsidR="00A0414C">
        <w:t>the cases of AI-2x, RA-2x with SCE</w:t>
      </w:r>
      <w:r w:rsidR="00AE3AC6">
        <w:t>1</w:t>
      </w:r>
      <w:r w:rsidR="00A0414C">
        <w:t xml:space="preserve"> test sequences</w:t>
      </w:r>
      <w:r w:rsidR="0036651B">
        <w:t xml:space="preserve"> </w:t>
      </w:r>
      <w:r w:rsidR="0036651B">
        <w:fldChar w:fldCharType="begin"/>
      </w:r>
      <w:r w:rsidR="0036651B">
        <w:instrText xml:space="preserve"> REF _Ref376613276 \r \h </w:instrText>
      </w:r>
      <w:r w:rsidR="0036651B">
        <w:fldChar w:fldCharType="separate"/>
      </w:r>
      <w:r w:rsidR="0036651B">
        <w:t>[1]</w:t>
      </w:r>
      <w:r w:rsidR="0036651B">
        <w:fldChar w:fldCharType="end"/>
      </w:r>
      <w:r>
        <w:t>.</w:t>
      </w:r>
    </w:p>
    <w:p w:rsidR="00932BCE" w:rsidRDefault="00356C3E" w:rsidP="00932BCE">
      <w:pPr>
        <w:jc w:val="both"/>
      </w:pPr>
      <w:r>
        <w:lastRenderedPageBreak/>
        <w:t>The results</w:t>
      </w:r>
      <w:r w:rsidR="00802024">
        <w:t xml:space="preserve"> </w:t>
      </w:r>
      <w:r w:rsidR="00932BCE">
        <w:t>match</w:t>
      </w:r>
      <w:r w:rsidR="001F2788">
        <w:t>ed</w:t>
      </w:r>
      <w:r w:rsidR="00932BCE">
        <w:t xml:space="preserve"> what w</w:t>
      </w:r>
      <w:r w:rsidR="0036651B">
        <w:t>ere</w:t>
      </w:r>
      <w:r w:rsidR="00932BCE">
        <w:t xml:space="preserve"> provided by the proponents and are summarized as follows</w:t>
      </w:r>
      <w:r w:rsidR="00AE3AC6">
        <w:t>.</w:t>
      </w:r>
    </w:p>
    <w:p w:rsidR="002F1D78" w:rsidRDefault="002F1D78" w:rsidP="00F07E33">
      <w:pPr>
        <w:spacing w:after="120"/>
        <w:jc w:val="both"/>
      </w:pPr>
      <w:r>
        <w:t xml:space="preserve">Two use cases has been considered. For all the considered use cases, the </w:t>
      </w:r>
      <w:r>
        <w:rPr>
          <w:lang w:val="en-CA"/>
        </w:rPr>
        <w:t>LUTs are derived and up-dated for each frames.</w:t>
      </w:r>
    </w:p>
    <w:p w:rsidR="002F1D78" w:rsidRPr="002F1D78" w:rsidRDefault="002F1D78" w:rsidP="002F1D78">
      <w:pPr>
        <w:pStyle w:val="ListParagraph"/>
        <w:numPr>
          <w:ilvl w:val="0"/>
          <w:numId w:val="19"/>
        </w:numPr>
        <w:jc w:val="both"/>
        <w:rPr>
          <w:rFonts w:ascii="Times New Roman" w:eastAsia="Times New Roman" w:hAnsi="Times New Roman"/>
          <w:szCs w:val="20"/>
          <w:lang w:eastAsia="en-US"/>
        </w:rPr>
      </w:pPr>
      <w:r w:rsidRPr="002F1D78">
        <w:rPr>
          <w:rFonts w:ascii="Times New Roman" w:eastAsia="Times New Roman" w:hAnsi="Times New Roman"/>
          <w:szCs w:val="20"/>
          <w:u w:val="single"/>
          <w:lang w:eastAsia="en-US"/>
        </w:rPr>
        <w:t>Use case A:</w:t>
      </w:r>
      <w:r w:rsidRPr="002F1D78">
        <w:rPr>
          <w:rFonts w:ascii="Times New Roman" w:eastAsia="Times New Roman" w:hAnsi="Times New Roman"/>
          <w:szCs w:val="20"/>
          <w:lang w:eastAsia="en-US"/>
        </w:rPr>
        <w:t xml:space="preserve"> one single SPS, PPS is inserted at the beginning of the sequence.</w:t>
      </w:r>
    </w:p>
    <w:p w:rsidR="002F1D78" w:rsidRPr="002F1D78" w:rsidRDefault="002F1D78" w:rsidP="002F1D78">
      <w:pPr>
        <w:pStyle w:val="ListParagraph"/>
        <w:numPr>
          <w:ilvl w:val="0"/>
          <w:numId w:val="19"/>
        </w:numPr>
        <w:jc w:val="both"/>
        <w:rPr>
          <w:rFonts w:ascii="Times New Roman" w:eastAsia="Times New Roman" w:hAnsi="Times New Roman"/>
          <w:szCs w:val="20"/>
          <w:lang w:eastAsia="en-US"/>
        </w:rPr>
      </w:pPr>
      <w:r w:rsidRPr="002F1D78">
        <w:rPr>
          <w:rFonts w:ascii="Times New Roman" w:eastAsia="Times New Roman" w:hAnsi="Times New Roman"/>
          <w:szCs w:val="20"/>
          <w:u w:val="single"/>
          <w:lang w:eastAsia="en-US"/>
        </w:rPr>
        <w:t>Use case B:</w:t>
      </w:r>
      <w:r w:rsidRPr="002F1D78">
        <w:rPr>
          <w:rFonts w:ascii="Times New Roman" w:eastAsia="Times New Roman" w:hAnsi="Times New Roman"/>
          <w:szCs w:val="20"/>
          <w:lang w:eastAsia="en-US"/>
        </w:rPr>
        <w:t xml:space="preserve"> one SPS, PPS is inserted every second.</w:t>
      </w:r>
    </w:p>
    <w:p w:rsidR="00932BCE" w:rsidRDefault="00BE0D67" w:rsidP="00932BCE">
      <w:pPr>
        <w:pStyle w:val="Heading2"/>
      </w:pPr>
      <w:r>
        <w:t xml:space="preserve">Use case </w:t>
      </w:r>
      <w:r w:rsidR="00476646">
        <w:t>A</w:t>
      </w:r>
    </w:p>
    <w:p w:rsidR="00476646" w:rsidRPr="000B4A1A" w:rsidRDefault="00476646" w:rsidP="00476646">
      <w:pPr>
        <w:pStyle w:val="Caption"/>
        <w:spacing w:after="120"/>
        <w:jc w:val="center"/>
      </w:pPr>
      <w:r>
        <w:t xml:space="preserve">Table </w:t>
      </w:r>
      <w:r w:rsidR="00491187">
        <w:fldChar w:fldCharType="begin"/>
      </w:r>
      <w:r w:rsidR="00491187">
        <w:instrText xml:space="preserve"> SEQ Table \* ARABIC </w:instrText>
      </w:r>
      <w:r w:rsidR="00491187">
        <w:fldChar w:fldCharType="separate"/>
      </w:r>
      <w:r>
        <w:rPr>
          <w:noProof/>
        </w:rPr>
        <w:t>3</w:t>
      </w:r>
      <w:r w:rsidR="00491187">
        <w:rPr>
          <w:noProof/>
        </w:rPr>
        <w:fldChar w:fldCharType="end"/>
      </w:r>
      <w:r>
        <w:t>: Results of use case A.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46"/>
        <w:gridCol w:w="1031"/>
        <w:gridCol w:w="1007"/>
        <w:gridCol w:w="1030"/>
        <w:gridCol w:w="986"/>
        <w:gridCol w:w="963"/>
        <w:gridCol w:w="1113"/>
      </w:tblGrid>
      <w:tr w:rsidR="00476646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2x 10-bit base</w:t>
            </w:r>
          </w:p>
        </w:tc>
        <w:tc>
          <w:tcPr>
            <w:tcW w:w="1599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2x 8-bit base</w:t>
            </w:r>
          </w:p>
        </w:tc>
      </w:tr>
      <w:tr w:rsidR="00476646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76646" w:rsidRPr="006521D8" w:rsidTr="00805899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899" w:rsidRPr="006521D8" w:rsidTr="00805899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bookmarkStart w:id="1" w:name="_GoBack" w:colFirst="1" w:colLast="6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5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-8.2%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-11.4%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-15.0%</w:t>
            </w:r>
          </w:p>
        </w:tc>
        <w:tc>
          <w:tcPr>
            <w:tcW w:w="51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-8.2%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-11.4%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-14.9%</w:t>
            </w:r>
          </w:p>
        </w:tc>
      </w:tr>
      <w:tr w:rsidR="00805899" w:rsidRPr="006521D8" w:rsidTr="00D324FD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8.7%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8.6%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11.2%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10.3%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</w:tr>
      <w:tr w:rsidR="00805899" w:rsidRPr="006521D8" w:rsidTr="00D324FD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18.5%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22.8%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18.1%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21.2%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24.7%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19.4%</w:t>
            </w:r>
          </w:p>
        </w:tc>
      </w:tr>
      <w:tr w:rsidR="00805899" w:rsidRPr="006521D8" w:rsidTr="00D324FD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D174F2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-16.2%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-18.9%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-22.5%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-16.1%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-18.9%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-22.4%</w:t>
            </w:r>
          </w:p>
        </w:tc>
      </w:tr>
      <w:tr w:rsidR="00805899" w:rsidRPr="006521D8" w:rsidTr="00D324FD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 xml:space="preserve">Overall (Test EL+BL </w:t>
            </w:r>
            <w:proofErr w:type="spellStart"/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 xml:space="preserve"> single EL+BL)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-28.8%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-28.2%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-34.9%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-27.2%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-27.1%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-34.2%</w:t>
            </w:r>
          </w:p>
        </w:tc>
      </w:tr>
      <w:tr w:rsidR="00805899" w:rsidRPr="00BF527F" w:rsidTr="00D324FD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BF527F" w:rsidRDefault="00805899" w:rsidP="002E0406">
            <w:pPr>
              <w:spacing w:before="0"/>
              <w:jc w:val="center"/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</w:pPr>
            <w:proofErr w:type="spellStart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>Overall</w:t>
            </w:r>
            <w:proofErr w:type="spellEnd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>Ref</w:t>
            </w:r>
            <w:proofErr w:type="spellEnd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 xml:space="preserve"> EL+BL vs single EL+BL)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-22.4%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-19.5%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-22.8%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-20.7%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-18.4%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05899" w:rsidRPr="00805899" w:rsidRDefault="00805899" w:rsidP="006A3051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-22.0%</w:t>
            </w:r>
          </w:p>
        </w:tc>
      </w:tr>
      <w:bookmarkEnd w:id="1"/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1602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109.7%</w:t>
            </w:r>
          </w:p>
        </w:tc>
        <w:tc>
          <w:tcPr>
            <w:tcW w:w="1599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108.8%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160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114.7%</w:t>
            </w:r>
          </w:p>
        </w:tc>
        <w:tc>
          <w:tcPr>
            <w:tcW w:w="159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115.6%</w:t>
            </w:r>
          </w:p>
        </w:tc>
      </w:tr>
    </w:tbl>
    <w:p w:rsidR="00476646" w:rsidRDefault="00476646" w:rsidP="00476646">
      <w:pPr>
        <w:rPr>
          <w:lang w:val="en-CA"/>
        </w:rPr>
      </w:pPr>
    </w:p>
    <w:p w:rsidR="00476646" w:rsidRDefault="00476646" w:rsidP="00476646">
      <w:pPr>
        <w:pStyle w:val="Caption"/>
        <w:rPr>
          <w:lang w:val="en-C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46"/>
        <w:gridCol w:w="1031"/>
        <w:gridCol w:w="1007"/>
        <w:gridCol w:w="1030"/>
        <w:gridCol w:w="986"/>
        <w:gridCol w:w="963"/>
        <w:gridCol w:w="1113"/>
      </w:tblGrid>
      <w:tr w:rsidR="00476646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</w:t>
            </w: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HEVC 2x 10-bit base</w:t>
            </w:r>
          </w:p>
        </w:tc>
        <w:tc>
          <w:tcPr>
            <w:tcW w:w="1599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</w:t>
            </w: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HEVC 2x 8-bit base</w:t>
            </w:r>
          </w:p>
        </w:tc>
      </w:tr>
      <w:tr w:rsidR="00476646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76646" w:rsidRPr="006521D8" w:rsidTr="006A3051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646" w:rsidRPr="006521D8" w:rsidRDefault="00476646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76646" w:rsidRDefault="00476646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899" w:rsidRPr="006521D8" w:rsidTr="006A3051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5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-6.3%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-10.3%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-13.9%</w:t>
            </w:r>
          </w:p>
        </w:tc>
        <w:tc>
          <w:tcPr>
            <w:tcW w:w="51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-10.3%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-13.5%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19.3%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20.1%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9.0%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21.1%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21.6%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10.6%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27.5%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33.7%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26.9%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29.2%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35.2%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27.8%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D174F2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-11.7%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-15.3%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-18.9%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-11.5%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-15.2%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-18.4%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 xml:space="preserve">Overall (Test EL+BL </w:t>
            </w:r>
            <w:proofErr w:type="spellStart"/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 xml:space="preserve"> single EL+BL)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-20.5%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-17.7%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-27.1%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-19.5%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-17.0%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-26.3%</w:t>
            </w:r>
          </w:p>
        </w:tc>
      </w:tr>
      <w:tr w:rsidR="00805899" w:rsidRPr="00BF527F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BF527F" w:rsidRDefault="00805899" w:rsidP="002E0406">
            <w:pPr>
              <w:spacing w:before="0"/>
              <w:jc w:val="center"/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</w:pPr>
            <w:proofErr w:type="spellStart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>Overall</w:t>
            </w:r>
            <w:proofErr w:type="spellEnd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>Ref</w:t>
            </w:r>
            <w:proofErr w:type="spellEnd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 xml:space="preserve"> EL+BL vs single EL+BL)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-15.2%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-9.9%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-14.3%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-14.3%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-9.3%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899">
              <w:rPr>
                <w:rFonts w:ascii="Arial" w:hAnsi="Arial" w:cs="Arial"/>
                <w:color w:val="000000"/>
                <w:sz w:val="18"/>
                <w:szCs w:val="18"/>
              </w:rPr>
              <w:t>-14.0%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1602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70.9%</w:t>
            </w:r>
          </w:p>
        </w:tc>
        <w:tc>
          <w:tcPr>
            <w:tcW w:w="1599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70.6%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160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129.0%</w:t>
            </w:r>
          </w:p>
        </w:tc>
        <w:tc>
          <w:tcPr>
            <w:tcW w:w="159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126.5%</w:t>
            </w:r>
          </w:p>
        </w:tc>
      </w:tr>
    </w:tbl>
    <w:p w:rsidR="000D5B7E" w:rsidRPr="000D5B7E" w:rsidRDefault="000D5B7E" w:rsidP="000D5B7E"/>
    <w:p w:rsidR="00BE0D67" w:rsidRDefault="00BE0D67" w:rsidP="00BE0D67">
      <w:pPr>
        <w:pStyle w:val="Heading2"/>
      </w:pPr>
      <w:r>
        <w:t xml:space="preserve">Use case </w:t>
      </w:r>
      <w:r w:rsidR="00476646">
        <w:t>B</w:t>
      </w:r>
    </w:p>
    <w:p w:rsidR="00805899" w:rsidRPr="000B4A1A" w:rsidRDefault="00805899" w:rsidP="00805899">
      <w:pPr>
        <w:pStyle w:val="Caption"/>
        <w:spacing w:after="120"/>
        <w:jc w:val="center"/>
      </w:pPr>
      <w:r>
        <w:t xml:space="preserve">Table </w:t>
      </w:r>
      <w:r w:rsidR="00491187">
        <w:fldChar w:fldCharType="begin"/>
      </w:r>
      <w:r w:rsidR="00491187">
        <w:instrText xml:space="preserve"> SEQ Table \* ARABIC </w:instrText>
      </w:r>
      <w:r w:rsidR="00491187">
        <w:fldChar w:fldCharType="separate"/>
      </w:r>
      <w:r>
        <w:rPr>
          <w:noProof/>
        </w:rPr>
        <w:t>5</w:t>
      </w:r>
      <w:r w:rsidR="00491187">
        <w:rPr>
          <w:noProof/>
        </w:rPr>
        <w:fldChar w:fldCharType="end"/>
      </w:r>
      <w:r>
        <w:t>: Results of use case B.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46"/>
        <w:gridCol w:w="1031"/>
        <w:gridCol w:w="1007"/>
        <w:gridCol w:w="1030"/>
        <w:gridCol w:w="986"/>
        <w:gridCol w:w="963"/>
        <w:gridCol w:w="1113"/>
      </w:tblGrid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2x 10-bit base</w:t>
            </w:r>
          </w:p>
        </w:tc>
        <w:tc>
          <w:tcPr>
            <w:tcW w:w="1599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2x 8-bit base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5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-11.5%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51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-11.5%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-15.1%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8.5%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8.5%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0.4%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11.0%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10.2%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18.5%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22.8%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18.1%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21.2%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24.7%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D174F2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-16.6%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-19.2%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-23.0%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-16.6%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-19.3%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-22.9%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 xml:space="preserve">Overall (Test EL+BL </w:t>
            </w:r>
            <w:proofErr w:type="spellStart"/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 xml:space="preserve"> single EL+BL)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-29.0%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-28.3%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-35.1%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-27.3%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-27.2%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-34.3%</w:t>
            </w:r>
          </w:p>
        </w:tc>
      </w:tr>
      <w:tr w:rsidR="00805899" w:rsidRPr="00BF527F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BF527F" w:rsidRDefault="00805899" w:rsidP="002E0406">
            <w:pPr>
              <w:spacing w:before="0"/>
              <w:jc w:val="center"/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</w:pPr>
            <w:proofErr w:type="spellStart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>Overall</w:t>
            </w:r>
            <w:proofErr w:type="spellEnd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>Ref</w:t>
            </w:r>
            <w:proofErr w:type="spellEnd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 xml:space="preserve"> EL+BL vs single EL+BL)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-22.4%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-19.5%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-22.8%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-20.7%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-18.4%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color w:val="1D1B10"/>
                <w:sz w:val="18"/>
                <w:szCs w:val="18"/>
              </w:rPr>
              <w:t>-22.0%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1602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108.3%</w:t>
            </w:r>
          </w:p>
        </w:tc>
        <w:tc>
          <w:tcPr>
            <w:tcW w:w="1599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108.3%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160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109.4%</w:t>
            </w:r>
          </w:p>
        </w:tc>
        <w:tc>
          <w:tcPr>
            <w:tcW w:w="159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114.4%</w:t>
            </w:r>
          </w:p>
        </w:tc>
      </w:tr>
    </w:tbl>
    <w:p w:rsidR="00805899" w:rsidRDefault="00805899" w:rsidP="00805899">
      <w:pPr>
        <w:rPr>
          <w:lang w:val="en-CA"/>
        </w:rPr>
      </w:pPr>
    </w:p>
    <w:p w:rsidR="00805899" w:rsidRDefault="00805899" w:rsidP="00805899">
      <w:pPr>
        <w:pStyle w:val="Caption"/>
        <w:rPr>
          <w:lang w:val="en-C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46"/>
        <w:gridCol w:w="1031"/>
        <w:gridCol w:w="1007"/>
        <w:gridCol w:w="1030"/>
        <w:gridCol w:w="986"/>
        <w:gridCol w:w="963"/>
        <w:gridCol w:w="1113"/>
      </w:tblGrid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</w:t>
            </w: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HEVC 2x 10-bit base</w:t>
            </w:r>
          </w:p>
        </w:tc>
        <w:tc>
          <w:tcPr>
            <w:tcW w:w="1599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</w:t>
            </w: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HEVC 2x 8-bit base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53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-6.6%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-9.8%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-14.2%</w:t>
            </w:r>
          </w:p>
        </w:tc>
        <w:tc>
          <w:tcPr>
            <w:tcW w:w="51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-9.8%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19.0%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20.8%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8.7%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20.9%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22.3%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6521D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27.5%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33.7%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26.9%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29.2%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35.2%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D174F2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D174F2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-12.1%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-14.9%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-19.3%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-11.9%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-14.9%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-18.9%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2E0406">
            <w:pPr>
              <w:spacing w:before="0"/>
              <w:jc w:val="center"/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 xml:space="preserve">Overall (Test EL+BL </w:t>
            </w:r>
            <w:proofErr w:type="spellStart"/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color w:val="1D1B10"/>
                <w:sz w:val="18"/>
                <w:szCs w:val="18"/>
              </w:rPr>
              <w:t xml:space="preserve"> single EL+BL)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-20.8%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-17.3%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-27.4%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-19.7%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-16.6%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-26.7%</w:t>
            </w:r>
          </w:p>
        </w:tc>
      </w:tr>
      <w:tr w:rsidR="00805899" w:rsidRPr="00BF527F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Pr="00BF527F" w:rsidRDefault="00805899" w:rsidP="002E0406">
            <w:pPr>
              <w:spacing w:before="0"/>
              <w:jc w:val="center"/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</w:pPr>
            <w:proofErr w:type="spellStart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>Overall</w:t>
            </w:r>
            <w:proofErr w:type="spellEnd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>Ref</w:t>
            </w:r>
            <w:proofErr w:type="spellEnd"/>
            <w:r w:rsidRPr="00BF527F">
              <w:rPr>
                <w:rFonts w:ascii="Arial" w:hAnsi="Arial" w:cs="Arial"/>
                <w:b/>
                <w:bCs/>
                <w:color w:val="1D1B10"/>
                <w:sz w:val="18"/>
                <w:szCs w:val="18"/>
                <w:lang w:val="es-ES"/>
              </w:rPr>
              <w:t xml:space="preserve"> EL+BL vs single EL+BL)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-15.2%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-9.9%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-14.3%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-14.3%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-9.3%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-14.0%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1602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73.1%</w:t>
            </w:r>
          </w:p>
        </w:tc>
        <w:tc>
          <w:tcPr>
            <w:tcW w:w="1599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72.7%</w:t>
            </w:r>
          </w:p>
        </w:tc>
      </w:tr>
      <w:tr w:rsidR="00805899" w:rsidRPr="006521D8" w:rsidTr="002E0406">
        <w:trPr>
          <w:trHeight w:val="240"/>
        </w:trPr>
        <w:tc>
          <w:tcPr>
            <w:tcW w:w="17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5899" w:rsidRPr="006521D8" w:rsidRDefault="00805899" w:rsidP="002E04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521D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160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123.1%</w:t>
            </w:r>
          </w:p>
        </w:tc>
        <w:tc>
          <w:tcPr>
            <w:tcW w:w="159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5899" w:rsidRDefault="00805899" w:rsidP="00805899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126.3%</w:t>
            </w:r>
          </w:p>
        </w:tc>
      </w:tr>
    </w:tbl>
    <w:p w:rsidR="00805899" w:rsidRDefault="00805899" w:rsidP="00805899">
      <w:pPr>
        <w:jc w:val="both"/>
        <w:rPr>
          <w:lang w:val="en-CA"/>
        </w:rPr>
      </w:pPr>
    </w:p>
    <w:p w:rsidR="00932BCE" w:rsidRDefault="00932BCE" w:rsidP="00932BCE"/>
    <w:p w:rsidR="00E35F3E" w:rsidRPr="00D648D1" w:rsidRDefault="00E35F3E" w:rsidP="00932BCE"/>
    <w:p w:rsidR="00932BCE" w:rsidRPr="00DA7406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932BCE" w:rsidRDefault="00932BCE" w:rsidP="00932BCE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 xml:space="preserve">we have presented the results of our cross-check of </w:t>
      </w:r>
      <w:r w:rsidR="00483AA3">
        <w:t>JCTVC-</w:t>
      </w:r>
      <w:r w:rsidR="000D5B7E">
        <w:t>P0</w:t>
      </w:r>
      <w:r w:rsidR="00805899">
        <w:t>063</w:t>
      </w:r>
      <w:r>
        <w:rPr>
          <w:bCs/>
        </w:rPr>
        <w:t xml:space="preserve">. The implemented algorithm is in line with the proponent’s description, and the simulation results also match </w:t>
      </w:r>
      <w:r w:rsidR="001F2788">
        <w:rPr>
          <w:bCs/>
        </w:rPr>
        <w:t>those</w:t>
      </w:r>
      <w:r>
        <w:rPr>
          <w:bCs/>
        </w:rPr>
        <w:t xml:space="preserve"> provided by the proponents.</w:t>
      </w:r>
    </w:p>
    <w:p w:rsidR="001D1B54" w:rsidRPr="00932BCE" w:rsidRDefault="001D1B54" w:rsidP="001D1B54">
      <w:pPr>
        <w:jc w:val="both"/>
        <w:rPr>
          <w:szCs w:val="22"/>
        </w:rPr>
      </w:pP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717E7A" w:rsidRPr="00AA7EB5" w:rsidRDefault="00BE0D67" w:rsidP="00BE0D67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" w:name="_Ref376613276"/>
      <w:r>
        <w:t xml:space="preserve">P. Bordes, Y. Ye, E. </w:t>
      </w:r>
      <w:proofErr w:type="spellStart"/>
      <w:r>
        <w:t>Alshina</w:t>
      </w:r>
      <w:proofErr w:type="spellEnd"/>
      <w:r>
        <w:t xml:space="preserve">, X. Li, S.-H. Kim, A. Duenas, K. </w:t>
      </w:r>
      <w:proofErr w:type="spellStart"/>
      <w:r>
        <w:t>Ugur</w:t>
      </w:r>
      <w:proofErr w:type="spellEnd"/>
      <w:r>
        <w:t>, K. Sato,</w:t>
      </w:r>
      <w:r w:rsidRPr="00EB6114">
        <w:t xml:space="preserve"> “</w:t>
      </w:r>
      <w:r>
        <w:t>Description of HEVC Scalable Extensions Core Experiment SCE1: Color Gamut and Bit-Depth Scalability</w:t>
      </w:r>
      <w:r w:rsidRPr="00EB6114">
        <w:t>”, JCTVC-</w:t>
      </w:r>
      <w:r>
        <w:t>O</w:t>
      </w:r>
      <w:r w:rsidRPr="00EB6114">
        <w:t>1</w:t>
      </w:r>
      <w:r>
        <w:t>101</w:t>
      </w:r>
      <w:r w:rsidRPr="00EB6114">
        <w:t xml:space="preserve">, </w:t>
      </w:r>
      <w:r>
        <w:t>Oct</w:t>
      </w:r>
      <w:r w:rsidRPr="00EB6114">
        <w:t>. 2013</w:t>
      </w:r>
      <w:r>
        <w:t>, CH</w:t>
      </w:r>
      <w:bookmarkEnd w:id="2"/>
    </w:p>
    <w:sectPr w:rsidR="00717E7A" w:rsidRPr="00AA7EB5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87" w:rsidRDefault="00491187">
      <w:r>
        <w:separator/>
      </w:r>
    </w:p>
  </w:endnote>
  <w:endnote w:type="continuationSeparator" w:id="0">
    <w:p w:rsidR="00491187" w:rsidRDefault="0049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A3051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A3051">
      <w:rPr>
        <w:rStyle w:val="PageNumber"/>
        <w:noProof/>
      </w:rPr>
      <w:t>2014-01-06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87" w:rsidRDefault="00491187">
      <w:r>
        <w:separator/>
      </w:r>
    </w:p>
  </w:footnote>
  <w:footnote w:type="continuationSeparator" w:id="0">
    <w:p w:rsidR="00491187" w:rsidRDefault="00491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ABE"/>
    <w:multiLevelType w:val="hybridMultilevel"/>
    <w:tmpl w:val="6010A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F1020"/>
    <w:multiLevelType w:val="hybridMultilevel"/>
    <w:tmpl w:val="A642E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14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458BC"/>
    <w:rsid w:val="00045C41"/>
    <w:rsid w:val="00046C03"/>
    <w:rsid w:val="00056FD1"/>
    <w:rsid w:val="000624E9"/>
    <w:rsid w:val="0007614F"/>
    <w:rsid w:val="00082116"/>
    <w:rsid w:val="00082294"/>
    <w:rsid w:val="00090E1D"/>
    <w:rsid w:val="000B1C6B"/>
    <w:rsid w:val="000B4FF9"/>
    <w:rsid w:val="000C09AC"/>
    <w:rsid w:val="000D5B7E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92257"/>
    <w:rsid w:val="002A54E0"/>
    <w:rsid w:val="002B1595"/>
    <w:rsid w:val="002B191D"/>
    <w:rsid w:val="002D0AF6"/>
    <w:rsid w:val="002E5C49"/>
    <w:rsid w:val="002F164D"/>
    <w:rsid w:val="002F1D78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51B"/>
    <w:rsid w:val="003669EA"/>
    <w:rsid w:val="003706CC"/>
    <w:rsid w:val="00377710"/>
    <w:rsid w:val="003A2D8E"/>
    <w:rsid w:val="003A71E1"/>
    <w:rsid w:val="003C1513"/>
    <w:rsid w:val="003C20E4"/>
    <w:rsid w:val="003D5E04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66C6A"/>
    <w:rsid w:val="00476646"/>
    <w:rsid w:val="00483AA3"/>
    <w:rsid w:val="00491187"/>
    <w:rsid w:val="004A2A63"/>
    <w:rsid w:val="004A45B9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6CF1"/>
    <w:rsid w:val="00531AE9"/>
    <w:rsid w:val="00550A66"/>
    <w:rsid w:val="00557BA9"/>
    <w:rsid w:val="00564AE8"/>
    <w:rsid w:val="005652F1"/>
    <w:rsid w:val="00567EC7"/>
    <w:rsid w:val="00570013"/>
    <w:rsid w:val="005801A2"/>
    <w:rsid w:val="0058476E"/>
    <w:rsid w:val="00593A3B"/>
    <w:rsid w:val="005952A5"/>
    <w:rsid w:val="005A33A1"/>
    <w:rsid w:val="005A4661"/>
    <w:rsid w:val="005B217D"/>
    <w:rsid w:val="005C385F"/>
    <w:rsid w:val="005E1AC6"/>
    <w:rsid w:val="005E5871"/>
    <w:rsid w:val="005F6F1B"/>
    <w:rsid w:val="00616947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6DEE"/>
    <w:rsid w:val="006A3051"/>
    <w:rsid w:val="006C2569"/>
    <w:rsid w:val="006C5D39"/>
    <w:rsid w:val="006E0C55"/>
    <w:rsid w:val="006E2810"/>
    <w:rsid w:val="006E34C0"/>
    <w:rsid w:val="006E5417"/>
    <w:rsid w:val="00712F60"/>
    <w:rsid w:val="00717E7A"/>
    <w:rsid w:val="00720E3B"/>
    <w:rsid w:val="00745F6B"/>
    <w:rsid w:val="0075585E"/>
    <w:rsid w:val="00770571"/>
    <w:rsid w:val="007705BD"/>
    <w:rsid w:val="007768FF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05899"/>
    <w:rsid w:val="00811C05"/>
    <w:rsid w:val="008206C8"/>
    <w:rsid w:val="0082768F"/>
    <w:rsid w:val="0086387C"/>
    <w:rsid w:val="00865440"/>
    <w:rsid w:val="00874A6C"/>
    <w:rsid w:val="00874AFE"/>
    <w:rsid w:val="00874F8C"/>
    <w:rsid w:val="00876C65"/>
    <w:rsid w:val="0088331B"/>
    <w:rsid w:val="008A19F1"/>
    <w:rsid w:val="008A4B4C"/>
    <w:rsid w:val="008B0C50"/>
    <w:rsid w:val="008C239F"/>
    <w:rsid w:val="008C55F3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32BCE"/>
    <w:rsid w:val="009336F7"/>
    <w:rsid w:val="009374A7"/>
    <w:rsid w:val="009520C7"/>
    <w:rsid w:val="00971E28"/>
    <w:rsid w:val="0097273F"/>
    <w:rsid w:val="0098150E"/>
    <w:rsid w:val="0098551D"/>
    <w:rsid w:val="0099518F"/>
    <w:rsid w:val="009A0010"/>
    <w:rsid w:val="009A523D"/>
    <w:rsid w:val="009B0BC1"/>
    <w:rsid w:val="009C398D"/>
    <w:rsid w:val="009C41F0"/>
    <w:rsid w:val="009C6A82"/>
    <w:rsid w:val="009E2AAA"/>
    <w:rsid w:val="009F496B"/>
    <w:rsid w:val="00A01439"/>
    <w:rsid w:val="00A02E61"/>
    <w:rsid w:val="00A0414C"/>
    <w:rsid w:val="00A05CFF"/>
    <w:rsid w:val="00A22FDB"/>
    <w:rsid w:val="00A469EE"/>
    <w:rsid w:val="00A56B97"/>
    <w:rsid w:val="00A6093D"/>
    <w:rsid w:val="00A76A6D"/>
    <w:rsid w:val="00A83253"/>
    <w:rsid w:val="00AA6E84"/>
    <w:rsid w:val="00AA7EB5"/>
    <w:rsid w:val="00AC43F3"/>
    <w:rsid w:val="00AC6147"/>
    <w:rsid w:val="00AE2117"/>
    <w:rsid w:val="00AE341B"/>
    <w:rsid w:val="00AE3AC6"/>
    <w:rsid w:val="00AE5018"/>
    <w:rsid w:val="00B07CA7"/>
    <w:rsid w:val="00B1279A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E0D67"/>
    <w:rsid w:val="00BF0132"/>
    <w:rsid w:val="00C04F43"/>
    <w:rsid w:val="00C0609D"/>
    <w:rsid w:val="00C115AB"/>
    <w:rsid w:val="00C30249"/>
    <w:rsid w:val="00C3723B"/>
    <w:rsid w:val="00C47E65"/>
    <w:rsid w:val="00C51785"/>
    <w:rsid w:val="00C606C9"/>
    <w:rsid w:val="00C636B1"/>
    <w:rsid w:val="00C6377E"/>
    <w:rsid w:val="00C80288"/>
    <w:rsid w:val="00C84003"/>
    <w:rsid w:val="00C90650"/>
    <w:rsid w:val="00C97D78"/>
    <w:rsid w:val="00CA1C41"/>
    <w:rsid w:val="00CB2469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446EC"/>
    <w:rsid w:val="00D51BF0"/>
    <w:rsid w:val="00D55942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C5C7C"/>
    <w:rsid w:val="00DD403E"/>
    <w:rsid w:val="00DD495F"/>
    <w:rsid w:val="00DE6B43"/>
    <w:rsid w:val="00E11923"/>
    <w:rsid w:val="00E1734F"/>
    <w:rsid w:val="00E21E94"/>
    <w:rsid w:val="00E24375"/>
    <w:rsid w:val="00E262D4"/>
    <w:rsid w:val="00E35F3E"/>
    <w:rsid w:val="00E36250"/>
    <w:rsid w:val="00E54511"/>
    <w:rsid w:val="00E61DAC"/>
    <w:rsid w:val="00E727C5"/>
    <w:rsid w:val="00E72B80"/>
    <w:rsid w:val="00E75FE3"/>
    <w:rsid w:val="00E86C4C"/>
    <w:rsid w:val="00EA35CC"/>
    <w:rsid w:val="00EB345D"/>
    <w:rsid w:val="00EB7AB1"/>
    <w:rsid w:val="00ED190B"/>
    <w:rsid w:val="00EE13E4"/>
    <w:rsid w:val="00EF48CC"/>
    <w:rsid w:val="00F07E33"/>
    <w:rsid w:val="00F61B00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E107B"/>
    <w:rsid w:val="00FF0CE3"/>
    <w:rsid w:val="00FF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3344A8"/>
    <w:rPr>
      <w:b/>
      <w:bCs/>
      <w:sz w:val="20"/>
    </w:rPr>
  </w:style>
  <w:style w:type="character" w:customStyle="1" w:styleId="CaptionChar">
    <w:name w:val="Caption Char"/>
    <w:link w:val="Caption"/>
    <w:uiPriority w:val="99"/>
    <w:locked/>
    <w:rsid w:val="0047664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3344A8"/>
    <w:rPr>
      <w:b/>
      <w:bCs/>
      <w:sz w:val="20"/>
    </w:rPr>
  </w:style>
  <w:style w:type="character" w:customStyle="1" w:styleId="CaptionChar">
    <w:name w:val="Caption Char"/>
    <w:link w:val="Caption"/>
    <w:uiPriority w:val="99"/>
    <w:locked/>
    <w:rsid w:val="0047664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hilippe.bordes@technicolor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A8CDE-63C4-4D52-ABC4-27F3B809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18BA441A.dotm</Template>
  <TotalTime>0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5077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Bordes Philippe</cp:lastModifiedBy>
  <cp:revision>40</cp:revision>
  <cp:lastPrinted>2013-07-09T23:09:00Z</cp:lastPrinted>
  <dcterms:created xsi:type="dcterms:W3CDTF">2013-07-11T20:39:00Z</dcterms:created>
  <dcterms:modified xsi:type="dcterms:W3CDTF">2014-01-06T14:40:00Z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1475924729</vt:i4>
  </property>
  <property fmtid="{D5CDD505-2E9C-101B-9397-08002B2CF9AE}" pid="3" name="_NewReviewCycle">
    <vt:lpwstr/>
  </property>
  <property fmtid="{D5CDD505-2E9C-101B-9397-08002B2CF9AE}" pid="4" name="_EmailSubject">
    <vt:lpwstr>Draft proposal on region based inter-layer cross-layer filtering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-479045379</vt:i4>
  </property>
  <property fmtid="{D5CDD505-2E9C-101B-9397-08002B2CF9AE}" pid="8" name="_ReviewingToolsShownOnce">
    <vt:lpwstr/>
  </property>
</Properties>
</file>