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bookmarkStart w:id="0" w:name="_GoBack"/>
          <w:bookmarkEnd w:id="0"/>
          <w:p w:rsidR="006C5D39" w:rsidRPr="00AE341B" w:rsidRDefault="005C153B" w:rsidP="00C97D78">
            <w:pPr>
              <w:tabs>
                <w:tab w:val="left" w:pos="7200"/>
              </w:tabs>
              <w:spacing w:before="0"/>
              <w:rPr>
                <w:b/>
                <w:szCs w:val="22"/>
              </w:rPr>
            </w:pPr>
            <w:r>
              <w:rPr>
                <w:b/>
                <w:noProof/>
                <w:szCs w:val="22"/>
              </w:rPr>
              <mc:AlternateContent>
                <mc:Choice Requires="wpg">
                  <w:drawing>
                    <wp:anchor distT="0" distB="0" distL="114300" distR="114300" simplePos="0" relativeHeight="251656704" behindDoc="0" locked="0" layoutInCell="1" allowOverlap="1" wp14:anchorId="6D82172F" wp14:editId="32C05173">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1701677F" wp14:editId="2BEC27E3">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1DC30483" wp14:editId="5D90CF48">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144CEA" w:rsidP="00144CEA">
            <w:pPr>
              <w:tabs>
                <w:tab w:val="left" w:pos="7200"/>
              </w:tabs>
              <w:spacing w:before="0"/>
              <w:rPr>
                <w:b/>
                <w:szCs w:val="22"/>
              </w:rPr>
            </w:pPr>
            <w:r>
              <w:rPr>
                <w:szCs w:val="22"/>
              </w:rPr>
              <w:t>7</w:t>
            </w:r>
            <w:r w:rsidR="00630AA2">
              <w:rPr>
                <w:szCs w:val="22"/>
              </w:rPr>
              <w:t>th</w:t>
            </w:r>
            <w:r w:rsidR="00E61DAC" w:rsidRPr="00AE341B">
              <w:rPr>
                <w:szCs w:val="22"/>
              </w:rPr>
              <w:t xml:space="preserve"> Meeting: </w:t>
            </w:r>
            <w:r>
              <w:t>November</w:t>
            </w:r>
            <w:r w:rsidR="003F5D0F" w:rsidRPr="00AE341B">
              <w:rPr>
                <w:szCs w:val="22"/>
              </w:rPr>
              <w:t xml:space="preserve">, </w:t>
            </w:r>
            <w:r w:rsidR="007956FF">
              <w:rPr>
                <w:szCs w:val="22"/>
              </w:rPr>
              <w:t>14</w:t>
            </w:r>
            <w:r w:rsidR="00171371" w:rsidRPr="00AE341B">
              <w:rPr>
                <w:szCs w:val="22"/>
              </w:rPr>
              <w:t>-</w:t>
            </w:r>
            <w:r w:rsidR="00630AA2">
              <w:rPr>
                <w:szCs w:val="22"/>
              </w:rPr>
              <w:t>2</w:t>
            </w:r>
            <w:r w:rsidR="007956FF">
              <w:rPr>
                <w:szCs w:val="22"/>
              </w:rPr>
              <w:t>2</w:t>
            </w:r>
            <w:r w:rsidR="001C3525" w:rsidRPr="00AE341B">
              <w:rPr>
                <w:szCs w:val="22"/>
              </w:rPr>
              <w:t xml:space="preserve"> </w:t>
            </w:r>
            <w:r w:rsidR="007956FF">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FD57C9">
            <w:pPr>
              <w:tabs>
                <w:tab w:val="left" w:pos="7200"/>
              </w:tabs>
              <w:rPr>
                <w:u w:val="single"/>
              </w:rPr>
            </w:pPr>
            <w:r w:rsidRPr="00AE341B">
              <w:t>Document</w:t>
            </w:r>
            <w:r w:rsidR="006C5D39" w:rsidRPr="00AE341B">
              <w:t>: JC</w:t>
            </w:r>
            <w:r w:rsidRPr="00AE341B">
              <w:t>T</w:t>
            </w:r>
            <w:r w:rsidR="006C5D39" w:rsidRPr="00AE341B">
              <w:t>VC</w:t>
            </w:r>
            <w:r w:rsidRPr="00AE341B">
              <w:t>-</w:t>
            </w:r>
            <w:r w:rsidR="00FD57C9" w:rsidRPr="00FD57C9">
              <w:t>G720</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E61DAC">
            <w:pPr>
              <w:spacing w:before="60" w:after="60"/>
              <w:rPr>
                <w:b/>
                <w:szCs w:val="22"/>
              </w:rPr>
            </w:pP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144CEA">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F6515C" w:rsidP="00144CEA">
            <w:pPr>
              <w:spacing w:before="60" w:after="60"/>
              <w:rPr>
                <w:szCs w:val="22"/>
              </w:rPr>
            </w:pPr>
            <w:proofErr w:type="spellStart"/>
            <w:r>
              <w:rPr>
                <w:szCs w:val="22"/>
              </w:rPr>
              <w:t>Dequantization</w:t>
            </w:r>
            <w:proofErr w:type="spellEnd"/>
            <w:r>
              <w:rPr>
                <w:szCs w:val="22"/>
              </w:rPr>
              <w:t xml:space="preserve"> with symmetric reconstruction points.</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711FC5" w:rsidRDefault="00711FC5" w:rsidP="00711FC5">
            <w:pPr>
              <w:spacing w:before="60" w:after="60"/>
              <w:rPr>
                <w:szCs w:val="22"/>
              </w:rPr>
            </w:pPr>
            <w:r>
              <w:rPr>
                <w:szCs w:val="22"/>
              </w:rPr>
              <w:t>Louie Kerofsky, Andrew Segall</w:t>
            </w:r>
            <w:r w:rsidR="004B0CF6">
              <w:rPr>
                <w:szCs w:val="22"/>
              </w:rPr>
              <w:t>, Kiran Misra</w:t>
            </w:r>
          </w:p>
          <w:p w:rsidR="00E61DAC" w:rsidRPr="00AE341B" w:rsidRDefault="00711FC5" w:rsidP="00711FC5">
            <w:pPr>
              <w:spacing w:before="60" w:after="60"/>
              <w:rPr>
                <w:szCs w:val="22"/>
              </w:rPr>
            </w:pPr>
            <w:r>
              <w:rPr>
                <w:szCs w:val="22"/>
              </w:rPr>
              <w:t>5750 Pacific Rim Blvd</w:t>
            </w:r>
            <w:r w:rsidRPr="00AE341B">
              <w:rPr>
                <w:szCs w:val="22"/>
              </w:rPr>
              <w:br/>
            </w:r>
            <w:r>
              <w:rPr>
                <w:szCs w:val="22"/>
              </w:rPr>
              <w:t>Camas, WA 98607</w:t>
            </w:r>
            <w:r w:rsidRPr="00AE341B">
              <w:rPr>
                <w:szCs w:val="22"/>
              </w:rPr>
              <w:br/>
            </w:r>
            <w:r>
              <w:rPr>
                <w:szCs w:val="22"/>
              </w:rPr>
              <w:t>USA</w:t>
            </w: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711FC5" w:rsidRDefault="00E61DAC" w:rsidP="00711FC5">
            <w:pPr>
              <w:spacing w:before="60" w:after="60"/>
              <w:rPr>
                <w:szCs w:val="22"/>
              </w:rPr>
            </w:pPr>
            <w:r w:rsidRPr="00AE341B">
              <w:rPr>
                <w:szCs w:val="22"/>
              </w:rPr>
              <w:br/>
            </w:r>
            <w:r w:rsidR="00711FC5">
              <w:rPr>
                <w:szCs w:val="22"/>
              </w:rPr>
              <w:t>+1 360 817 9451</w:t>
            </w:r>
          </w:p>
          <w:p w:rsidR="00711FC5" w:rsidRDefault="00CE7028" w:rsidP="00711FC5">
            <w:pPr>
              <w:spacing w:before="60" w:after="60"/>
              <w:rPr>
                <w:szCs w:val="22"/>
              </w:rPr>
            </w:pPr>
            <w:hyperlink r:id="rId11" w:history="1">
              <w:r w:rsidR="00711FC5" w:rsidRPr="002858ED">
                <w:rPr>
                  <w:rStyle w:val="Hyperlink"/>
                  <w:szCs w:val="22"/>
                </w:rPr>
                <w:t>lkerofsky@sharplabs.com</w:t>
              </w:r>
            </w:hyperlink>
          </w:p>
          <w:p w:rsidR="004B0CF6" w:rsidRDefault="00CE7028" w:rsidP="00711FC5">
            <w:pPr>
              <w:spacing w:before="60" w:after="60"/>
              <w:rPr>
                <w:rStyle w:val="Hyperlink"/>
                <w:szCs w:val="22"/>
              </w:rPr>
            </w:pPr>
            <w:hyperlink r:id="rId12" w:history="1">
              <w:r w:rsidR="00711FC5" w:rsidRPr="002858ED">
                <w:rPr>
                  <w:rStyle w:val="Hyperlink"/>
                  <w:szCs w:val="22"/>
                </w:rPr>
                <w:t>asegall@sharplabs.com</w:t>
              </w:r>
            </w:hyperlink>
          </w:p>
          <w:p w:rsidR="00E61DAC" w:rsidRPr="00AE341B" w:rsidRDefault="00CE7028" w:rsidP="00711FC5">
            <w:pPr>
              <w:spacing w:before="60" w:after="60"/>
              <w:rPr>
                <w:szCs w:val="22"/>
              </w:rPr>
            </w:pPr>
            <w:hyperlink r:id="rId13" w:history="1">
              <w:r w:rsidR="004B0CF6" w:rsidRPr="002858ED">
                <w:rPr>
                  <w:rStyle w:val="Hyperlink"/>
                  <w:szCs w:val="22"/>
                </w:rPr>
                <w:t>misrak@sharplabs.com</w:t>
              </w:r>
            </w:hyperlink>
            <w:r w:rsidR="00E61DAC" w:rsidRPr="00AE341B">
              <w:rPr>
                <w:szCs w:val="22"/>
              </w:rPr>
              <w:br/>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144CEA" w:rsidP="00144CEA">
            <w:pPr>
              <w:spacing w:before="60" w:after="60"/>
              <w:rPr>
                <w:szCs w:val="22"/>
              </w:rPr>
            </w:pPr>
            <w:r w:rsidRPr="00144CEA">
              <w:rPr>
                <w:szCs w:val="22"/>
              </w:rPr>
              <w:t xml:space="preserve">Sharp </w:t>
            </w:r>
            <w:r w:rsidR="00895023" w:rsidRPr="00144CEA">
              <w:rPr>
                <w:szCs w:val="22"/>
              </w:rPr>
              <w:t>Lab</w:t>
            </w:r>
            <w:r w:rsidR="00895023">
              <w:rPr>
                <w:szCs w:val="22"/>
              </w:rPr>
              <w:t>oratori</w:t>
            </w:r>
            <w:r w:rsidR="00895023" w:rsidRPr="00144CEA">
              <w:rPr>
                <w:szCs w:val="22"/>
              </w:rPr>
              <w:t>es</w:t>
            </w:r>
            <w:r w:rsidRPr="00144CEA">
              <w:rPr>
                <w:szCs w:val="22"/>
              </w:rPr>
              <w:t xml:space="preserve"> of America</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B455AA" w:rsidRDefault="00B455AA" w:rsidP="00C97D78">
      <w:r>
        <w:t xml:space="preserve">This contribution notes that the </w:t>
      </w:r>
      <w:proofErr w:type="spellStart"/>
      <w:r>
        <w:t>dequantization</w:t>
      </w:r>
      <w:proofErr w:type="spellEnd"/>
      <w:r>
        <w:t xml:space="preserve"> formula currently used </w:t>
      </w:r>
      <w:r w:rsidR="00F24A1F">
        <w:t xml:space="preserve">in HM 4 </w:t>
      </w:r>
      <w:r>
        <w:t xml:space="preserve">has the property that the reconstructed values are not always symmetrically distributed about </w:t>
      </w:r>
      <w:r w:rsidR="00AD7D97">
        <w:t>zero</w:t>
      </w:r>
      <w:r w:rsidR="005A32B6">
        <w:rPr>
          <w:szCs w:val="22"/>
        </w:rPr>
        <w:t xml:space="preserve">.  A modification to the </w:t>
      </w:r>
      <w:proofErr w:type="spellStart"/>
      <w:r w:rsidR="005A32B6">
        <w:rPr>
          <w:szCs w:val="22"/>
        </w:rPr>
        <w:t>dequantization</w:t>
      </w:r>
      <w:proofErr w:type="spellEnd"/>
      <w:r w:rsidR="005A32B6">
        <w:rPr>
          <w:szCs w:val="22"/>
        </w:rPr>
        <w:t xml:space="preserve"> formula is proposed</w:t>
      </w:r>
      <w:r w:rsidR="00AD7D97">
        <w:rPr>
          <w:szCs w:val="22"/>
        </w:rPr>
        <w:t xml:space="preserve"> which creates reconstructed values symmetrically distributed about zero under all conditions</w:t>
      </w:r>
      <w:r w:rsidR="005A32B6">
        <w:rPr>
          <w:szCs w:val="22"/>
        </w:rPr>
        <w:t xml:space="preserve">.  </w:t>
      </w:r>
      <w:r w:rsidR="00AD7D97">
        <w:t xml:space="preserve">The </w:t>
      </w:r>
      <w:r>
        <w:t>modif</w:t>
      </w:r>
      <w:r w:rsidR="00AD7D97">
        <w:t>ied</w:t>
      </w:r>
      <w:r>
        <w:t xml:space="preserve"> </w:t>
      </w:r>
      <w:proofErr w:type="spellStart"/>
      <w:r>
        <w:t>dequantization</w:t>
      </w:r>
      <w:proofErr w:type="spellEnd"/>
      <w:r>
        <w:t xml:space="preserve"> </w:t>
      </w:r>
      <w:r w:rsidR="00D2773F">
        <w:t>process operates on the absolute value of levels and then applies</w:t>
      </w:r>
      <w:r>
        <w:t xml:space="preserve"> the sign</w:t>
      </w:r>
      <w:r w:rsidR="00AD7D97">
        <w:t xml:space="preserve"> rather than operating on signed levels</w:t>
      </w:r>
      <w:r>
        <w:t xml:space="preserve">. </w:t>
      </w:r>
      <w:r w:rsidR="00AD7D97">
        <w:t xml:space="preserve">For </w:t>
      </w:r>
      <w:r w:rsidR="00ED5AFA">
        <w:t xml:space="preserve">quantization parameters of the </w:t>
      </w:r>
      <w:r w:rsidR="00AD7D97">
        <w:t>c</w:t>
      </w:r>
      <w:r w:rsidR="00FC5C18">
        <w:t>ommon test conditions, the</w:t>
      </w:r>
      <w:r w:rsidR="00AD7D97">
        <w:t xml:space="preserve"> </w:t>
      </w:r>
      <w:proofErr w:type="spellStart"/>
      <w:r w:rsidR="008A5A3E">
        <w:t>dequantization</w:t>
      </w:r>
      <w:proofErr w:type="spellEnd"/>
      <w:r w:rsidR="008A5A3E">
        <w:t xml:space="preserve"> results are unchanged for any level or block size.</w:t>
      </w:r>
      <w:r w:rsidR="00AD7D97">
        <w:t xml:space="preserve">  </w:t>
      </w:r>
    </w:p>
    <w:p w:rsidR="00745F6B" w:rsidRPr="00AE341B" w:rsidRDefault="00CB7126" w:rsidP="00E11923">
      <w:pPr>
        <w:pStyle w:val="Heading1"/>
      </w:pPr>
      <w:r>
        <w:t>Introduction</w:t>
      </w:r>
    </w:p>
    <w:p w:rsidR="00B36904" w:rsidRDefault="002D41C6" w:rsidP="009234A5">
      <w:pPr>
        <w:jc w:val="both"/>
        <w:rPr>
          <w:szCs w:val="22"/>
        </w:rPr>
      </w:pPr>
      <w:r>
        <w:rPr>
          <w:szCs w:val="22"/>
        </w:rPr>
        <w:t xml:space="preserve">The </w:t>
      </w:r>
      <w:proofErr w:type="spellStart"/>
      <w:r>
        <w:rPr>
          <w:szCs w:val="22"/>
        </w:rPr>
        <w:t>dequantization</w:t>
      </w:r>
      <w:proofErr w:type="spellEnd"/>
      <w:r>
        <w:rPr>
          <w:szCs w:val="22"/>
        </w:rPr>
        <w:t xml:space="preserve"> formula presently used in HM is based on </w:t>
      </w:r>
      <w:r w:rsidR="005A32B6">
        <w:rPr>
          <w:szCs w:val="22"/>
        </w:rPr>
        <w:t xml:space="preserve">JCT-VC-E243 </w:t>
      </w:r>
      <w:r w:rsidR="005A32B6">
        <w:rPr>
          <w:szCs w:val="22"/>
        </w:rPr>
        <w:fldChar w:fldCharType="begin"/>
      </w:r>
      <w:r w:rsidR="005A32B6">
        <w:rPr>
          <w:szCs w:val="22"/>
        </w:rPr>
        <w:instrText xml:space="preserve"> REF _Ref307400547 \r \h </w:instrText>
      </w:r>
      <w:r w:rsidR="005A32B6">
        <w:rPr>
          <w:szCs w:val="22"/>
        </w:rPr>
      </w:r>
      <w:r w:rsidR="005A32B6">
        <w:rPr>
          <w:szCs w:val="22"/>
        </w:rPr>
        <w:fldChar w:fldCharType="separate"/>
      </w:r>
      <w:r w:rsidR="000A3087">
        <w:rPr>
          <w:szCs w:val="22"/>
        </w:rPr>
        <w:t>[1]</w:t>
      </w:r>
      <w:r w:rsidR="005A32B6">
        <w:rPr>
          <w:szCs w:val="22"/>
        </w:rPr>
        <w:fldChar w:fldCharType="end"/>
      </w:r>
      <w:r w:rsidR="005A32B6">
        <w:rPr>
          <w:szCs w:val="22"/>
        </w:rPr>
        <w:t xml:space="preserve">.  </w:t>
      </w:r>
      <w:r w:rsidR="00FC5C18">
        <w:rPr>
          <w:szCs w:val="22"/>
        </w:rPr>
        <w:t>This formula is summarized below:</w:t>
      </w:r>
    </w:p>
    <w:p w:rsidR="007D0723" w:rsidRDefault="007D0723" w:rsidP="00C33759">
      <w:pPr>
        <w:tabs>
          <w:tab w:val="clear" w:pos="360"/>
          <w:tab w:val="clear" w:pos="720"/>
          <w:tab w:val="clear" w:pos="1080"/>
          <w:tab w:val="clear" w:pos="1440"/>
        </w:tabs>
        <w:overflowPunct/>
        <w:spacing w:before="0"/>
        <w:textAlignment w:val="auto"/>
        <w:rPr>
          <w:szCs w:val="22"/>
        </w:rPr>
      </w:pPr>
    </w:p>
    <w:p w:rsidR="00C33759" w:rsidRPr="009F7CA0" w:rsidRDefault="00C33759" w:rsidP="00C33759">
      <w:pPr>
        <w:tabs>
          <w:tab w:val="clear" w:pos="360"/>
          <w:tab w:val="clear" w:pos="720"/>
          <w:tab w:val="clear" w:pos="1080"/>
          <w:tab w:val="clear" w:pos="1440"/>
        </w:tabs>
        <w:overflowPunct/>
        <w:spacing w:before="0"/>
        <w:textAlignment w:val="auto"/>
        <w:rPr>
          <w:b/>
          <w:bCs/>
          <w:szCs w:val="22"/>
        </w:rPr>
      </w:pPr>
      <w:r w:rsidRPr="009F7CA0">
        <w:rPr>
          <w:b/>
          <w:bCs/>
          <w:szCs w:val="22"/>
        </w:rPr>
        <w:t>Definitions</w:t>
      </w:r>
    </w:p>
    <w:p w:rsidR="00C33759" w:rsidRPr="004C09BE" w:rsidRDefault="00C33759" w:rsidP="00C33759">
      <w:pPr>
        <w:tabs>
          <w:tab w:val="clear" w:pos="360"/>
          <w:tab w:val="clear" w:pos="720"/>
          <w:tab w:val="clear" w:pos="1080"/>
          <w:tab w:val="clear" w:pos="1440"/>
        </w:tabs>
        <w:overflowPunct/>
        <w:spacing w:before="0"/>
        <w:textAlignment w:val="auto"/>
        <w:rPr>
          <w:szCs w:val="22"/>
        </w:rPr>
      </w:pPr>
      <w:r w:rsidRPr="009F7CA0">
        <w:rPr>
          <w:b/>
          <w:bCs/>
          <w:szCs w:val="22"/>
        </w:rPr>
        <w:tab/>
      </w:r>
      <w:r w:rsidRPr="009F7CA0">
        <w:rPr>
          <w:szCs w:val="22"/>
        </w:rPr>
        <w:t>B</w:t>
      </w:r>
      <w:r w:rsidRPr="009F7CA0">
        <w:rPr>
          <w:szCs w:val="22"/>
        </w:rPr>
        <w:tab/>
        <w:t xml:space="preserve">= </w:t>
      </w:r>
      <w:r w:rsidRPr="004C09BE">
        <w:rPr>
          <w:szCs w:val="22"/>
        </w:rPr>
        <w:t>source bit width (8 or 10 bit in the experiments described below)</w:t>
      </w:r>
    </w:p>
    <w:p w:rsidR="00C33759" w:rsidRPr="004C09BE" w:rsidRDefault="00C33759" w:rsidP="00C33759">
      <w:pPr>
        <w:tabs>
          <w:tab w:val="clear" w:pos="360"/>
          <w:tab w:val="clear" w:pos="720"/>
          <w:tab w:val="clear" w:pos="1080"/>
          <w:tab w:val="clear" w:pos="1440"/>
        </w:tabs>
        <w:overflowPunct/>
        <w:spacing w:before="0"/>
        <w:textAlignment w:val="auto"/>
        <w:rPr>
          <w:szCs w:val="22"/>
        </w:rPr>
      </w:pPr>
      <w:r w:rsidRPr="004C09BE">
        <w:rPr>
          <w:szCs w:val="22"/>
        </w:rPr>
        <w:tab/>
        <w:t>DB</w:t>
      </w:r>
      <w:r w:rsidRPr="004C09BE">
        <w:rPr>
          <w:szCs w:val="22"/>
        </w:rPr>
        <w:tab/>
        <w:t>= B-8 (internal bit-depth increase with 8-bit input)</w:t>
      </w:r>
      <w:r w:rsidRPr="004C09BE">
        <w:rPr>
          <w:szCs w:val="22"/>
        </w:rPr>
        <w:tab/>
      </w:r>
    </w:p>
    <w:p w:rsidR="00C33759" w:rsidRPr="004C09BE" w:rsidRDefault="00C33759" w:rsidP="00C33759">
      <w:pPr>
        <w:tabs>
          <w:tab w:val="clear" w:pos="360"/>
          <w:tab w:val="clear" w:pos="720"/>
          <w:tab w:val="clear" w:pos="1080"/>
          <w:tab w:val="clear" w:pos="1440"/>
        </w:tabs>
        <w:overflowPunct/>
        <w:spacing w:before="0"/>
        <w:ind w:left="720"/>
        <w:textAlignment w:val="auto"/>
        <w:rPr>
          <w:szCs w:val="22"/>
        </w:rPr>
      </w:pPr>
      <w:r w:rsidRPr="004C09BE">
        <w:rPr>
          <w:szCs w:val="22"/>
        </w:rPr>
        <w:t xml:space="preserve">N </w:t>
      </w:r>
      <w:r w:rsidRPr="004C09BE">
        <w:rPr>
          <w:szCs w:val="22"/>
        </w:rPr>
        <w:tab/>
        <w:t>= transform size</w:t>
      </w:r>
    </w:p>
    <w:p w:rsidR="00C33759" w:rsidRPr="004C09BE" w:rsidRDefault="00C33759" w:rsidP="00C33759">
      <w:pPr>
        <w:tabs>
          <w:tab w:val="clear" w:pos="360"/>
          <w:tab w:val="clear" w:pos="720"/>
          <w:tab w:val="clear" w:pos="1080"/>
          <w:tab w:val="clear" w:pos="1440"/>
        </w:tabs>
        <w:overflowPunct/>
        <w:spacing w:before="0"/>
        <w:ind w:left="720"/>
        <w:textAlignment w:val="auto"/>
        <w:rPr>
          <w:szCs w:val="22"/>
        </w:rPr>
      </w:pPr>
      <w:r w:rsidRPr="004C09BE">
        <w:rPr>
          <w:szCs w:val="22"/>
        </w:rPr>
        <w:t>M</w:t>
      </w:r>
      <w:r w:rsidRPr="004C09BE">
        <w:rPr>
          <w:szCs w:val="22"/>
        </w:rPr>
        <w:tab/>
        <w:t xml:space="preserve">= </w:t>
      </w:r>
      <w:proofErr w:type="gramStart"/>
      <w:r w:rsidRPr="004C09BE">
        <w:rPr>
          <w:szCs w:val="22"/>
        </w:rPr>
        <w:t>log2(</w:t>
      </w:r>
      <w:proofErr w:type="gramEnd"/>
      <w:r w:rsidRPr="004C09BE">
        <w:rPr>
          <w:szCs w:val="22"/>
        </w:rPr>
        <w:t>N)</w:t>
      </w:r>
    </w:p>
    <w:p w:rsidR="00C33759" w:rsidRPr="004C09BE" w:rsidRDefault="00C33759"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Q</w:t>
      </w:r>
      <w:r w:rsidRPr="004C09BE">
        <w:rPr>
          <w:szCs w:val="22"/>
        </w:rPr>
        <w:tab/>
        <w:t xml:space="preserve">= </w:t>
      </w:r>
      <w:proofErr w:type="gramStart"/>
      <w:r w:rsidRPr="004C09BE">
        <w:rPr>
          <w:szCs w:val="22"/>
        </w:rPr>
        <w:t>f(</w:t>
      </w:r>
      <w:proofErr w:type="gramEnd"/>
      <w:r w:rsidRPr="004C09BE">
        <w:rPr>
          <w:szCs w:val="22"/>
        </w:rPr>
        <w:t xml:space="preserve">QP%6), </w:t>
      </w:r>
      <w:r w:rsidRPr="004C09BE">
        <w:rPr>
          <w:szCs w:val="22"/>
        </w:rPr>
        <w:tab/>
        <w:t xml:space="preserve">where f(x)   =   </w:t>
      </w:r>
      <w:r w:rsidRPr="004C09BE">
        <w:rPr>
          <w:noProof/>
          <w:szCs w:val="22"/>
          <w:lang w:val="en-GB" w:eastAsia="nb-NO"/>
        </w:rPr>
        <w:t>{26214,23302,20560,18396,16384,14564}, x=0,…,5</w:t>
      </w:r>
    </w:p>
    <w:p w:rsidR="00C33759" w:rsidRPr="004C09BE" w:rsidRDefault="00C33759" w:rsidP="00C33759">
      <w:pPr>
        <w:tabs>
          <w:tab w:val="clear" w:pos="360"/>
          <w:tab w:val="clear" w:pos="720"/>
          <w:tab w:val="clear" w:pos="1080"/>
          <w:tab w:val="clear" w:pos="1440"/>
        </w:tabs>
        <w:overflowPunct/>
        <w:spacing w:before="0"/>
        <w:ind w:left="720"/>
        <w:textAlignment w:val="auto"/>
        <w:rPr>
          <w:noProof/>
          <w:szCs w:val="22"/>
          <w:lang w:val="en-GB" w:eastAsia="nb-NO"/>
        </w:rPr>
      </w:pPr>
      <w:r w:rsidRPr="004C09BE">
        <w:rPr>
          <w:szCs w:val="22"/>
        </w:rPr>
        <w:t xml:space="preserve">IQ </w:t>
      </w:r>
      <w:r w:rsidRPr="004C09BE">
        <w:rPr>
          <w:szCs w:val="22"/>
        </w:rPr>
        <w:tab/>
        <w:t xml:space="preserve">= </w:t>
      </w:r>
      <w:proofErr w:type="gramStart"/>
      <w:r w:rsidRPr="004C09BE">
        <w:rPr>
          <w:szCs w:val="22"/>
        </w:rPr>
        <w:t>g(</w:t>
      </w:r>
      <w:proofErr w:type="gramEnd"/>
      <w:r w:rsidRPr="004C09BE">
        <w:rPr>
          <w:szCs w:val="22"/>
        </w:rPr>
        <w:t xml:space="preserve">QP%6), </w:t>
      </w:r>
      <w:r w:rsidRPr="004C09BE">
        <w:rPr>
          <w:szCs w:val="22"/>
        </w:rPr>
        <w:tab/>
        <w:t xml:space="preserve">where g(x)  =   </w:t>
      </w:r>
      <w:r w:rsidRPr="004C09BE">
        <w:rPr>
          <w:noProof/>
          <w:szCs w:val="22"/>
          <w:lang w:val="en-GB" w:eastAsia="nb-NO"/>
        </w:rPr>
        <w:t>{40,45,51,57,64,72}, x=0,…,5</w:t>
      </w:r>
    </w:p>
    <w:p w:rsidR="00B36904" w:rsidRDefault="00B36904" w:rsidP="009234A5">
      <w:pPr>
        <w:jc w:val="both"/>
        <w:rPr>
          <w:szCs w:val="22"/>
        </w:rPr>
      </w:pPr>
    </w:p>
    <w:p w:rsidR="00B36904" w:rsidRPr="00AE341B" w:rsidRDefault="00C33759" w:rsidP="007D0723">
      <w:pPr>
        <w:tabs>
          <w:tab w:val="clear" w:pos="360"/>
          <w:tab w:val="clear" w:pos="720"/>
          <w:tab w:val="clear" w:pos="1080"/>
        </w:tabs>
        <w:overflowPunct/>
        <w:spacing w:before="0"/>
        <w:textAlignment w:val="auto"/>
        <w:rPr>
          <w:noProof/>
          <w:szCs w:val="22"/>
          <w:lang w:eastAsia="nb-NO"/>
        </w:rPr>
      </w:pPr>
      <w:r>
        <w:rPr>
          <w:noProof/>
          <w:szCs w:val="22"/>
          <w:lang w:eastAsia="nb-NO"/>
        </w:rPr>
        <w:tab/>
        <w:t xml:space="preserve">coeffQ </w:t>
      </w:r>
      <w:r>
        <w:rPr>
          <w:noProof/>
          <w:szCs w:val="22"/>
          <w:lang w:eastAsia="nb-NO"/>
        </w:rPr>
        <w:tab/>
        <w:t xml:space="preserve">=  ((level*IQ &lt;&lt; (QP/6)) + offset)&gt;&gt;(M-1+DB),  </w:t>
      </w:r>
      <w:r>
        <w:rPr>
          <w:noProof/>
          <w:szCs w:val="22"/>
          <w:lang w:eastAsia="nb-NO"/>
        </w:rPr>
        <w:tab/>
        <w:t>offset = 1&lt;&lt;(M-2+DB)</w:t>
      </w:r>
    </w:p>
    <w:p w:rsidR="005C2F1F" w:rsidRDefault="00FC5C18" w:rsidP="00D518E9">
      <w:pPr>
        <w:jc w:val="both"/>
        <w:rPr>
          <w:szCs w:val="22"/>
        </w:rPr>
      </w:pPr>
      <w:r>
        <w:rPr>
          <w:szCs w:val="22"/>
        </w:rPr>
        <w:t xml:space="preserve">We note that this </w:t>
      </w:r>
      <w:proofErr w:type="spellStart"/>
      <w:r>
        <w:rPr>
          <w:szCs w:val="22"/>
        </w:rPr>
        <w:t>dequantization</w:t>
      </w:r>
      <w:proofErr w:type="spellEnd"/>
      <w:r>
        <w:rPr>
          <w:szCs w:val="22"/>
        </w:rPr>
        <w:t xml:space="preserve"> formula creates reconstruction values which are not </w:t>
      </w:r>
      <w:r w:rsidR="00151153">
        <w:rPr>
          <w:szCs w:val="22"/>
        </w:rPr>
        <w:t>symmetrically distributed</w:t>
      </w:r>
      <w:r>
        <w:rPr>
          <w:szCs w:val="22"/>
        </w:rPr>
        <w:t xml:space="preserve"> about the zero value</w:t>
      </w:r>
      <w:r w:rsidR="00151153">
        <w:rPr>
          <w:szCs w:val="22"/>
        </w:rPr>
        <w:t xml:space="preserve">.  That is there are levels where </w:t>
      </w:r>
      <w:proofErr w:type="spellStart"/>
      <w:proofErr w:type="gramStart"/>
      <w:r w:rsidR="00151153">
        <w:rPr>
          <w:szCs w:val="22"/>
        </w:rPr>
        <w:t>dequant</w:t>
      </w:r>
      <w:proofErr w:type="spellEnd"/>
      <w:r w:rsidR="00151153">
        <w:rPr>
          <w:szCs w:val="22"/>
        </w:rPr>
        <w:t>(</w:t>
      </w:r>
      <w:proofErr w:type="gramEnd"/>
      <w:r w:rsidR="00151153">
        <w:rPr>
          <w:szCs w:val="22"/>
        </w:rPr>
        <w:t>-|level|) and –</w:t>
      </w:r>
      <w:proofErr w:type="spellStart"/>
      <w:r w:rsidR="00151153">
        <w:rPr>
          <w:szCs w:val="22"/>
        </w:rPr>
        <w:t>dequant</w:t>
      </w:r>
      <w:proofErr w:type="spellEnd"/>
      <w:r w:rsidR="00151153">
        <w:rPr>
          <w:szCs w:val="22"/>
        </w:rPr>
        <w:t>(|level|) differ.  This happens</w:t>
      </w:r>
      <w:r>
        <w:rPr>
          <w:szCs w:val="22"/>
        </w:rPr>
        <w:t xml:space="preserve"> when the term </w:t>
      </w:r>
      <w:r>
        <w:rPr>
          <w:noProof/>
          <w:szCs w:val="22"/>
          <w:lang w:eastAsia="nb-NO"/>
        </w:rPr>
        <w:t>level*IQ &lt;&lt; (QP/6)) is not divisible by 2^(M-1+DB)</w:t>
      </w:r>
      <w:r>
        <w:rPr>
          <w:szCs w:val="22"/>
        </w:rPr>
        <w:t>.  This condition depends on block size, QP value and level value.  Note tha</w:t>
      </w:r>
      <w:r w:rsidR="007571E9">
        <w:rPr>
          <w:szCs w:val="22"/>
        </w:rPr>
        <w:t xml:space="preserve">t </w:t>
      </w:r>
      <w:r w:rsidR="008A5A3E">
        <w:rPr>
          <w:szCs w:val="22"/>
        </w:rPr>
        <w:t xml:space="preserve">for QP&gt;23, QP/6 is greater than four so that this condition is satisfied for all levels and block sizes </w:t>
      </w:r>
      <w:r w:rsidR="00151153">
        <w:rPr>
          <w:szCs w:val="22"/>
        </w:rPr>
        <w:t>(</w:t>
      </w:r>
      <w:r w:rsidR="008A5A3E">
        <w:rPr>
          <w:szCs w:val="22"/>
        </w:rPr>
        <w:t>when DB=0</w:t>
      </w:r>
      <w:r w:rsidR="00151153">
        <w:rPr>
          <w:szCs w:val="22"/>
        </w:rPr>
        <w:t>)</w:t>
      </w:r>
      <w:r w:rsidR="008A5A3E">
        <w:rPr>
          <w:szCs w:val="22"/>
        </w:rPr>
        <w:t>.  When QP=22, QP%6 = 4 so that IQ=64 and the condition is satisfied for all levels and block sizes.  Hence for the common test conditions</w:t>
      </w:r>
      <w:r w:rsidR="00151153">
        <w:rPr>
          <w:szCs w:val="22"/>
        </w:rPr>
        <w:t xml:space="preserve"> this asymmetry does not occur.</w:t>
      </w:r>
      <w:r w:rsidR="008A5A3E">
        <w:rPr>
          <w:szCs w:val="22"/>
        </w:rPr>
        <w:t xml:space="preserve">  </w:t>
      </w:r>
      <w:r w:rsidR="005C2F1F">
        <w:rPr>
          <w:szCs w:val="22"/>
        </w:rPr>
        <w:t xml:space="preserve">An example </w:t>
      </w:r>
      <w:r w:rsidR="00151153">
        <w:rPr>
          <w:szCs w:val="22"/>
        </w:rPr>
        <w:t xml:space="preserve">of the asymmetry </w:t>
      </w:r>
      <w:r w:rsidR="005C2F1F">
        <w:rPr>
          <w:szCs w:val="22"/>
        </w:rPr>
        <w:t xml:space="preserve">of reconstruction values corresponding to QP=1 and various values of |level| and block size is shown below.  Pairs of reconstructed values which are not symmetric are highlighted.  Additional examples of reconstruction points are given in the appendix with </w:t>
      </w:r>
      <w:proofErr w:type="spellStart"/>
      <w:r w:rsidR="005C2F1F">
        <w:rPr>
          <w:szCs w:val="22"/>
        </w:rPr>
        <w:t>nonsymmetric</w:t>
      </w:r>
      <w:proofErr w:type="spellEnd"/>
      <w:r w:rsidR="005C2F1F">
        <w:rPr>
          <w:szCs w:val="22"/>
        </w:rPr>
        <w:t xml:space="preserve"> pairs highlighted.</w:t>
      </w:r>
      <w:r>
        <w:rPr>
          <w:szCs w:val="22"/>
        </w:rPr>
        <w:t xml:space="preserve">   </w:t>
      </w:r>
    </w:p>
    <w:p w:rsidR="00D518E9" w:rsidRDefault="00D518E9" w:rsidP="00D518E9">
      <w:pPr>
        <w:jc w:val="both"/>
        <w:rPr>
          <w:szCs w:val="22"/>
        </w:rPr>
      </w:pPr>
      <w:r w:rsidRPr="00E46FEC">
        <w:rPr>
          <w:szCs w:val="22"/>
        </w:rPr>
        <w:t xml:space="preserve">Example </w:t>
      </w:r>
      <w:r w:rsidR="003E581B">
        <w:rPr>
          <w:szCs w:val="22"/>
        </w:rPr>
        <w:t xml:space="preserve">pairs of </w:t>
      </w:r>
      <w:r w:rsidR="000A1F5D">
        <w:rPr>
          <w:szCs w:val="22"/>
        </w:rPr>
        <w:t>reconstruction points for QP=1, |level|&lt;9 and block sizes 4x4, 8x8, 16x16 and 32x32.</w:t>
      </w:r>
    </w:p>
    <w:p w:rsidR="00E74D46" w:rsidRPr="00E46FEC" w:rsidRDefault="00E74D46" w:rsidP="00D518E9">
      <w:pPr>
        <w:jc w:val="both"/>
        <w:rPr>
          <w:szCs w:val="22"/>
        </w:rPr>
      </w:pPr>
    </w:p>
    <w:p w:rsidR="00D518E9" w:rsidRPr="00E46FEC" w:rsidRDefault="00D518E9" w:rsidP="00D518E9">
      <w:pPr>
        <w:jc w:val="both"/>
        <w:rPr>
          <w:szCs w:val="22"/>
        </w:rPr>
      </w:pPr>
      <w:r w:rsidRPr="00E46FEC">
        <w:rPr>
          <w:szCs w:val="22"/>
        </w:rPr>
        <w:t xml:space="preserve">|level|         </w:t>
      </w:r>
      <w:r w:rsidR="004B0CF6">
        <w:rPr>
          <w:szCs w:val="22"/>
        </w:rPr>
        <w:t xml:space="preserve">  </w:t>
      </w:r>
      <w:r w:rsidRPr="00E46FEC">
        <w:rPr>
          <w:szCs w:val="22"/>
        </w:rPr>
        <w:t xml:space="preserve">4             </w:t>
      </w:r>
      <w:r w:rsidR="004B0CF6">
        <w:rPr>
          <w:szCs w:val="22"/>
        </w:rPr>
        <w:t xml:space="preserve">     </w:t>
      </w:r>
      <w:r w:rsidRPr="00E46FEC">
        <w:rPr>
          <w:szCs w:val="22"/>
        </w:rPr>
        <w:t xml:space="preserve">8             </w:t>
      </w:r>
      <w:r w:rsidR="004B0CF6">
        <w:rPr>
          <w:szCs w:val="22"/>
        </w:rPr>
        <w:t xml:space="preserve">   </w:t>
      </w:r>
      <w:r w:rsidRPr="00E46FEC">
        <w:rPr>
          <w:szCs w:val="22"/>
        </w:rPr>
        <w:t xml:space="preserve">16             32         </w:t>
      </w:r>
    </w:p>
    <w:p w:rsidR="00D518E9" w:rsidRPr="00E46FEC" w:rsidRDefault="00D518E9" w:rsidP="00D518E9">
      <w:pPr>
        <w:jc w:val="both"/>
        <w:rPr>
          <w:szCs w:val="22"/>
        </w:rPr>
      </w:pPr>
      <w:r w:rsidRPr="00E46FEC">
        <w:rPr>
          <w:szCs w:val="22"/>
        </w:rPr>
        <w:t xml:space="preserve">      1      </w:t>
      </w:r>
      <w:r w:rsidR="004B0CF6">
        <w:rPr>
          <w:szCs w:val="22"/>
        </w:rPr>
        <w:t xml:space="preserve">  </w:t>
      </w:r>
      <w:r w:rsidRPr="00206F8B">
        <w:rPr>
          <w:szCs w:val="22"/>
          <w:highlight w:val="yellow"/>
        </w:rPr>
        <w:t>-22   23</w:t>
      </w:r>
      <w:r w:rsidRPr="00E46FEC">
        <w:rPr>
          <w:szCs w:val="22"/>
        </w:rPr>
        <w:t xml:space="preserve">      -11   11       </w:t>
      </w:r>
      <w:r w:rsidR="004B0CF6">
        <w:rPr>
          <w:szCs w:val="22"/>
        </w:rPr>
        <w:t xml:space="preserve">  </w:t>
      </w:r>
      <w:r w:rsidRPr="00E46FEC">
        <w:rPr>
          <w:szCs w:val="22"/>
        </w:rPr>
        <w:t xml:space="preserve">-6    6       </w:t>
      </w:r>
      <w:r w:rsidR="004B0CF6">
        <w:rPr>
          <w:szCs w:val="22"/>
        </w:rPr>
        <w:t xml:space="preserve">  </w:t>
      </w:r>
      <w:r w:rsidRPr="00E46FEC">
        <w:rPr>
          <w:szCs w:val="22"/>
        </w:rPr>
        <w:t xml:space="preserve">-3    3     </w:t>
      </w:r>
    </w:p>
    <w:p w:rsidR="00D518E9" w:rsidRPr="00E46FEC" w:rsidRDefault="00D518E9" w:rsidP="00D518E9">
      <w:pPr>
        <w:jc w:val="both"/>
        <w:rPr>
          <w:szCs w:val="22"/>
        </w:rPr>
      </w:pPr>
      <w:r w:rsidRPr="00E46FEC">
        <w:rPr>
          <w:szCs w:val="22"/>
        </w:rPr>
        <w:t xml:space="preserve">      2      </w:t>
      </w:r>
      <w:r w:rsidR="004B0CF6">
        <w:rPr>
          <w:szCs w:val="22"/>
        </w:rPr>
        <w:t xml:space="preserve">  </w:t>
      </w:r>
      <w:r w:rsidRPr="00E46FEC">
        <w:rPr>
          <w:szCs w:val="22"/>
        </w:rPr>
        <w:t xml:space="preserve">-45   45     </w:t>
      </w:r>
      <w:r w:rsidR="004B0CF6">
        <w:rPr>
          <w:szCs w:val="22"/>
        </w:rPr>
        <w:t xml:space="preserve"> </w:t>
      </w:r>
      <w:r w:rsidRPr="00206F8B">
        <w:rPr>
          <w:szCs w:val="22"/>
          <w:highlight w:val="yellow"/>
        </w:rPr>
        <w:t>-22   23</w:t>
      </w:r>
      <w:r w:rsidRPr="00E46FEC">
        <w:rPr>
          <w:szCs w:val="22"/>
        </w:rPr>
        <w:t xml:space="preserve">      -11   11      </w:t>
      </w:r>
      <w:r w:rsidR="004B0CF6">
        <w:rPr>
          <w:szCs w:val="22"/>
        </w:rPr>
        <w:t xml:space="preserve">  </w:t>
      </w:r>
      <w:r w:rsidRPr="00E46FEC">
        <w:rPr>
          <w:szCs w:val="22"/>
        </w:rPr>
        <w:t xml:space="preserve"> -6    6     </w:t>
      </w:r>
    </w:p>
    <w:p w:rsidR="00D518E9" w:rsidRPr="00E46FEC" w:rsidRDefault="00D518E9" w:rsidP="00D518E9">
      <w:pPr>
        <w:jc w:val="both"/>
        <w:rPr>
          <w:szCs w:val="22"/>
        </w:rPr>
      </w:pPr>
      <w:r w:rsidRPr="00E46FEC">
        <w:rPr>
          <w:szCs w:val="22"/>
        </w:rPr>
        <w:t xml:space="preserve">      3     </w:t>
      </w:r>
      <w:r w:rsidR="004B0CF6">
        <w:rPr>
          <w:szCs w:val="22"/>
        </w:rPr>
        <w:t xml:space="preserve">  </w:t>
      </w:r>
      <w:r w:rsidRPr="00E46FEC">
        <w:rPr>
          <w:szCs w:val="22"/>
        </w:rPr>
        <w:t xml:space="preserve"> </w:t>
      </w:r>
      <w:r w:rsidRPr="00206F8B">
        <w:rPr>
          <w:szCs w:val="22"/>
          <w:highlight w:val="yellow"/>
        </w:rPr>
        <w:t>-67   68</w:t>
      </w:r>
      <w:r w:rsidRPr="00E46FEC">
        <w:rPr>
          <w:szCs w:val="22"/>
        </w:rPr>
        <w:t xml:space="preserve">      -34   34      -17   17      </w:t>
      </w:r>
      <w:r w:rsidR="004B0CF6">
        <w:rPr>
          <w:szCs w:val="22"/>
        </w:rPr>
        <w:t xml:space="preserve">  </w:t>
      </w:r>
      <w:r w:rsidRPr="00E46FEC">
        <w:rPr>
          <w:szCs w:val="22"/>
        </w:rPr>
        <w:t xml:space="preserve"> -8    8     </w:t>
      </w:r>
    </w:p>
    <w:p w:rsidR="00D518E9" w:rsidRPr="00E46FEC" w:rsidRDefault="00D518E9" w:rsidP="00D518E9">
      <w:pPr>
        <w:jc w:val="both"/>
        <w:rPr>
          <w:szCs w:val="22"/>
        </w:rPr>
      </w:pPr>
      <w:r w:rsidRPr="00E46FEC">
        <w:rPr>
          <w:szCs w:val="22"/>
        </w:rPr>
        <w:t xml:space="preserve">      4      </w:t>
      </w:r>
      <w:r w:rsidR="004B0CF6">
        <w:rPr>
          <w:szCs w:val="22"/>
        </w:rPr>
        <w:t xml:space="preserve">  </w:t>
      </w:r>
      <w:r w:rsidRPr="00E46FEC">
        <w:rPr>
          <w:szCs w:val="22"/>
        </w:rPr>
        <w:t xml:space="preserve">-90   90      -45   45      </w:t>
      </w:r>
      <w:r w:rsidRPr="00206F8B">
        <w:rPr>
          <w:szCs w:val="22"/>
          <w:highlight w:val="yellow"/>
        </w:rPr>
        <w:t>-22   23</w:t>
      </w:r>
      <w:r w:rsidRPr="00E46FEC">
        <w:rPr>
          <w:szCs w:val="22"/>
        </w:rPr>
        <w:t xml:space="preserve">      -11   11     </w:t>
      </w:r>
    </w:p>
    <w:p w:rsidR="00D518E9" w:rsidRPr="00E46FEC" w:rsidRDefault="00D518E9" w:rsidP="00D518E9">
      <w:pPr>
        <w:jc w:val="both"/>
        <w:rPr>
          <w:szCs w:val="22"/>
        </w:rPr>
      </w:pPr>
      <w:r w:rsidRPr="00E46FEC">
        <w:rPr>
          <w:szCs w:val="22"/>
        </w:rPr>
        <w:t xml:space="preserve">      5     </w:t>
      </w:r>
      <w:r w:rsidRPr="00206F8B">
        <w:rPr>
          <w:szCs w:val="22"/>
          <w:highlight w:val="yellow"/>
        </w:rPr>
        <w:t>-</w:t>
      </w:r>
      <w:proofErr w:type="gramStart"/>
      <w:r w:rsidRPr="00206F8B">
        <w:rPr>
          <w:szCs w:val="22"/>
          <w:highlight w:val="yellow"/>
        </w:rPr>
        <w:t>112  113</w:t>
      </w:r>
      <w:proofErr w:type="gramEnd"/>
      <w:r w:rsidRPr="00E46FEC">
        <w:rPr>
          <w:szCs w:val="22"/>
        </w:rPr>
        <w:t xml:space="preserve">      -56   56      -28   28      -14   14     </w:t>
      </w:r>
    </w:p>
    <w:p w:rsidR="00D518E9" w:rsidRPr="00E46FEC" w:rsidRDefault="00D518E9" w:rsidP="00D518E9">
      <w:pPr>
        <w:jc w:val="both"/>
        <w:rPr>
          <w:szCs w:val="22"/>
        </w:rPr>
      </w:pPr>
      <w:r w:rsidRPr="00E46FEC">
        <w:rPr>
          <w:szCs w:val="22"/>
        </w:rPr>
        <w:t xml:space="preserve">      6     -</w:t>
      </w:r>
      <w:proofErr w:type="gramStart"/>
      <w:r w:rsidRPr="00E46FEC">
        <w:rPr>
          <w:szCs w:val="22"/>
        </w:rPr>
        <w:t>135  135</w:t>
      </w:r>
      <w:proofErr w:type="gramEnd"/>
      <w:r w:rsidRPr="00E46FEC">
        <w:rPr>
          <w:szCs w:val="22"/>
        </w:rPr>
        <w:t xml:space="preserve">      </w:t>
      </w:r>
      <w:r w:rsidRPr="00206F8B">
        <w:rPr>
          <w:szCs w:val="22"/>
          <w:highlight w:val="yellow"/>
        </w:rPr>
        <w:t>-67   68</w:t>
      </w:r>
      <w:r w:rsidRPr="00E46FEC">
        <w:rPr>
          <w:szCs w:val="22"/>
        </w:rPr>
        <w:t xml:space="preserve">      -34   34      -17   17     </w:t>
      </w:r>
    </w:p>
    <w:p w:rsidR="00D518E9" w:rsidRPr="00E46FEC" w:rsidRDefault="00D518E9" w:rsidP="00D518E9">
      <w:pPr>
        <w:jc w:val="both"/>
        <w:rPr>
          <w:szCs w:val="22"/>
        </w:rPr>
      </w:pPr>
      <w:r w:rsidRPr="00E46FEC">
        <w:rPr>
          <w:szCs w:val="22"/>
        </w:rPr>
        <w:t xml:space="preserve">      7     </w:t>
      </w:r>
      <w:r w:rsidRPr="00206F8B">
        <w:rPr>
          <w:szCs w:val="22"/>
          <w:highlight w:val="yellow"/>
        </w:rPr>
        <w:t>-</w:t>
      </w:r>
      <w:proofErr w:type="gramStart"/>
      <w:r w:rsidRPr="00206F8B">
        <w:rPr>
          <w:szCs w:val="22"/>
          <w:highlight w:val="yellow"/>
        </w:rPr>
        <w:t>157  158</w:t>
      </w:r>
      <w:proofErr w:type="gramEnd"/>
      <w:r w:rsidRPr="00E46FEC">
        <w:rPr>
          <w:szCs w:val="22"/>
        </w:rPr>
        <w:t xml:space="preserve">      -79   79      -39   39      -20   20     </w:t>
      </w:r>
    </w:p>
    <w:p w:rsidR="001F2594" w:rsidRDefault="00D518E9" w:rsidP="009234A5">
      <w:pPr>
        <w:jc w:val="both"/>
        <w:rPr>
          <w:szCs w:val="22"/>
        </w:rPr>
      </w:pPr>
      <w:r w:rsidRPr="00E46FEC">
        <w:rPr>
          <w:szCs w:val="22"/>
        </w:rPr>
        <w:t xml:space="preserve">      8     -</w:t>
      </w:r>
      <w:proofErr w:type="gramStart"/>
      <w:r w:rsidRPr="00E46FEC">
        <w:rPr>
          <w:szCs w:val="22"/>
        </w:rPr>
        <w:t>180  180</w:t>
      </w:r>
      <w:proofErr w:type="gramEnd"/>
      <w:r w:rsidRPr="00E46FEC">
        <w:rPr>
          <w:szCs w:val="22"/>
        </w:rPr>
        <w:t xml:space="preserve">      -90   90      -45   45      </w:t>
      </w:r>
      <w:r w:rsidRPr="00206F8B">
        <w:rPr>
          <w:szCs w:val="22"/>
          <w:highlight w:val="yellow"/>
        </w:rPr>
        <w:t>-22   23</w:t>
      </w:r>
      <w:r w:rsidRPr="00E46FEC">
        <w:rPr>
          <w:szCs w:val="22"/>
        </w:rPr>
        <w:t xml:space="preserve">     </w:t>
      </w:r>
    </w:p>
    <w:p w:rsidR="00A50D09" w:rsidRDefault="00A50D09" w:rsidP="00A50D09">
      <w:pPr>
        <w:pStyle w:val="Heading1"/>
      </w:pPr>
      <w:r>
        <w:t xml:space="preserve">Proposed </w:t>
      </w:r>
      <w:proofErr w:type="spellStart"/>
      <w:r>
        <w:t>dequantization</w:t>
      </w:r>
      <w:proofErr w:type="spellEnd"/>
      <w:r>
        <w:t xml:space="preserve"> formula</w:t>
      </w:r>
    </w:p>
    <w:p w:rsidR="00D518E9" w:rsidRDefault="00D518E9" w:rsidP="009234A5">
      <w:pPr>
        <w:jc w:val="both"/>
        <w:rPr>
          <w:szCs w:val="22"/>
        </w:rPr>
      </w:pPr>
      <w:r>
        <w:rPr>
          <w:szCs w:val="22"/>
        </w:rPr>
        <w:t xml:space="preserve">A </w:t>
      </w:r>
      <w:r w:rsidR="00CB7126">
        <w:rPr>
          <w:szCs w:val="22"/>
        </w:rPr>
        <w:t>change</w:t>
      </w:r>
      <w:r>
        <w:rPr>
          <w:szCs w:val="22"/>
        </w:rPr>
        <w:t xml:space="preserve"> to the </w:t>
      </w:r>
      <w:proofErr w:type="spellStart"/>
      <w:r>
        <w:rPr>
          <w:szCs w:val="22"/>
        </w:rPr>
        <w:t>dequantization</w:t>
      </w:r>
      <w:proofErr w:type="spellEnd"/>
      <w:r>
        <w:rPr>
          <w:szCs w:val="22"/>
        </w:rPr>
        <w:t xml:space="preserve"> formula can eliminate this asymmetry by separating the sign and magnitude</w:t>
      </w:r>
      <w:r w:rsidR="00151153">
        <w:rPr>
          <w:szCs w:val="22"/>
        </w:rPr>
        <w:t xml:space="preserve"> as shown in </w:t>
      </w:r>
      <w:r>
        <w:rPr>
          <w:szCs w:val="22"/>
        </w:rPr>
        <w:t xml:space="preserve">the </w:t>
      </w:r>
      <w:proofErr w:type="spellStart"/>
      <w:r>
        <w:rPr>
          <w:szCs w:val="22"/>
        </w:rPr>
        <w:t>dequantization</w:t>
      </w:r>
      <w:proofErr w:type="spellEnd"/>
      <w:r>
        <w:rPr>
          <w:szCs w:val="22"/>
        </w:rPr>
        <w:t xml:space="preserve"> formula</w:t>
      </w:r>
      <w:r w:rsidR="000E3BB4">
        <w:rPr>
          <w:szCs w:val="22"/>
        </w:rPr>
        <w:t xml:space="preserve"> shown below:</w:t>
      </w:r>
    </w:p>
    <w:p w:rsidR="005F2D62" w:rsidRDefault="005F2D62" w:rsidP="009234A5">
      <w:pPr>
        <w:jc w:val="both"/>
        <w:rPr>
          <w:szCs w:val="22"/>
        </w:rPr>
      </w:pPr>
    </w:p>
    <w:p w:rsidR="00E74D46" w:rsidRPr="00E74D46" w:rsidRDefault="00E74D46" w:rsidP="00E74D46">
      <w:pPr>
        <w:pStyle w:val="Caption"/>
        <w:keepNext/>
        <w:jc w:val="center"/>
        <w:rPr>
          <w:color w:val="auto"/>
          <w:sz w:val="20"/>
        </w:rPr>
      </w:pPr>
      <w:bookmarkStart w:id="1" w:name="_Ref307834485"/>
      <w:r w:rsidRPr="00E74D46">
        <w:rPr>
          <w:color w:val="auto"/>
          <w:sz w:val="20"/>
        </w:rPr>
        <w:t xml:space="preserve">Equation </w:t>
      </w:r>
      <w:r w:rsidRPr="00E74D46">
        <w:rPr>
          <w:color w:val="auto"/>
          <w:sz w:val="20"/>
        </w:rPr>
        <w:fldChar w:fldCharType="begin"/>
      </w:r>
      <w:r w:rsidRPr="00E74D46">
        <w:rPr>
          <w:color w:val="auto"/>
          <w:sz w:val="20"/>
        </w:rPr>
        <w:instrText xml:space="preserve"> SEQ Equation \* ARABIC </w:instrText>
      </w:r>
      <w:r w:rsidRPr="00E74D46">
        <w:rPr>
          <w:color w:val="auto"/>
          <w:sz w:val="20"/>
        </w:rPr>
        <w:fldChar w:fldCharType="separate"/>
      </w:r>
      <w:r w:rsidRPr="00E74D46">
        <w:rPr>
          <w:noProof/>
          <w:color w:val="auto"/>
          <w:sz w:val="20"/>
        </w:rPr>
        <w:t>1</w:t>
      </w:r>
      <w:r w:rsidRPr="00E74D46">
        <w:rPr>
          <w:color w:val="auto"/>
          <w:sz w:val="20"/>
        </w:rPr>
        <w:fldChar w:fldCharType="end"/>
      </w:r>
      <w:bookmarkEnd w:id="1"/>
      <w:r w:rsidRPr="00E74D46">
        <w:rPr>
          <w:color w:val="auto"/>
          <w:sz w:val="20"/>
        </w:rPr>
        <w:t xml:space="preserve">Proposed </w:t>
      </w:r>
      <w:proofErr w:type="spellStart"/>
      <w:r w:rsidR="00FE0016">
        <w:rPr>
          <w:color w:val="auto"/>
          <w:sz w:val="20"/>
        </w:rPr>
        <w:t>d</w:t>
      </w:r>
      <w:r w:rsidRPr="00E74D46">
        <w:rPr>
          <w:color w:val="auto"/>
          <w:sz w:val="20"/>
        </w:rPr>
        <w:t>equantization</w:t>
      </w:r>
      <w:proofErr w:type="spellEnd"/>
      <w:r w:rsidR="00FE0016">
        <w:rPr>
          <w:color w:val="auto"/>
          <w:sz w:val="20"/>
        </w:rPr>
        <w:t xml:space="preserve"> formula</w:t>
      </w:r>
    </w:p>
    <w:p w:rsidR="00D518E9" w:rsidRDefault="00C954D8" w:rsidP="00D518E9">
      <w:pPr>
        <w:tabs>
          <w:tab w:val="clear" w:pos="360"/>
          <w:tab w:val="clear" w:pos="720"/>
          <w:tab w:val="clear" w:pos="1080"/>
        </w:tabs>
        <w:overflowPunct/>
        <w:spacing w:before="0"/>
        <w:textAlignment w:val="auto"/>
        <w:rPr>
          <w:noProof/>
          <w:szCs w:val="22"/>
          <w:lang w:eastAsia="nb-NO"/>
        </w:rPr>
      </w:pPr>
      <w:r>
        <w:rPr>
          <w:noProof/>
          <w:szCs w:val="22"/>
          <w:lang w:eastAsia="nb-NO"/>
        </w:rPr>
        <w:t xml:space="preserve">   coeffQ  =  s</w:t>
      </w:r>
      <w:r w:rsidR="00D518E9">
        <w:rPr>
          <w:noProof/>
          <w:szCs w:val="22"/>
          <w:lang w:eastAsia="nb-NO"/>
        </w:rPr>
        <w:t xml:space="preserve">gn(level)((|level|*IQ &lt;&lt; (QP/6)) + offset)&gt;&gt;(M-1+DB),  </w:t>
      </w:r>
      <w:r w:rsidR="00D518E9">
        <w:rPr>
          <w:noProof/>
          <w:szCs w:val="22"/>
          <w:lang w:eastAsia="nb-NO"/>
        </w:rPr>
        <w:tab/>
        <w:t>offset = 1&lt;&lt;(M-2+DB)</w:t>
      </w:r>
    </w:p>
    <w:p w:rsidR="00E74D46" w:rsidRPr="00FE0016" w:rsidRDefault="00FE0016" w:rsidP="00FE0016">
      <w:pPr>
        <w:pStyle w:val="Equation"/>
        <w:ind w:left="567"/>
        <w:jc w:val="center"/>
        <w:rPr>
          <w:sz w:val="20"/>
        </w:rPr>
      </w:pPr>
      <m:oMathPara>
        <m:oMath>
          <m:r>
            <w:rPr>
              <w:rFonts w:ascii="Cambria Math" w:hAnsi="Cambria Math"/>
              <w:sz w:val="20"/>
            </w:rPr>
            <m:t>sgn</m:t>
          </m:r>
          <m:d>
            <m:dPr>
              <m:ctrlPr>
                <w:rPr>
                  <w:rFonts w:ascii="Cambria Math" w:hAnsi="Cambria Math"/>
                  <w:i/>
                  <w:sz w:val="20"/>
                </w:rPr>
              </m:ctrlPr>
            </m:dPr>
            <m:e>
              <m:r>
                <w:rPr>
                  <w:rFonts w:ascii="Cambria Math" w:hAnsi="Cambria Math"/>
                  <w:sz w:val="20"/>
                </w:rPr>
                <m:t>x</m:t>
              </m:r>
            </m:e>
          </m:d>
          <m:r>
            <w:rPr>
              <w:rFonts w:ascii="Cambria Math" w:hAnsi="Cambria Math"/>
              <w:sz w:val="20"/>
            </w:rPr>
            <m:t>=</m:t>
          </m:r>
          <m:d>
            <m:dPr>
              <m:begChr m:val="{"/>
              <m:endChr m:val=""/>
              <m:ctrlPr>
                <w:rPr>
                  <w:rFonts w:ascii="Cambria Math" w:hAnsi="Cambria Math"/>
                  <w:i/>
                  <w:sz w:val="20"/>
                </w:rPr>
              </m:ctrlPr>
            </m:dPr>
            <m:e>
              <m:m>
                <m:mPr>
                  <m:mcs>
                    <m:mc>
                      <m:mcPr>
                        <m:count m:val="2"/>
                        <m:mcJc m:val="center"/>
                      </m:mcPr>
                    </m:mc>
                  </m:mcs>
                  <m:ctrlPr>
                    <w:rPr>
                      <w:rFonts w:ascii="Cambria Math" w:hAnsi="Cambria Math"/>
                      <w:i/>
                      <w:sz w:val="20"/>
                    </w:rPr>
                  </m:ctrlPr>
                </m:mPr>
                <m:mr>
                  <m:e>
                    <m:r>
                      <w:rPr>
                        <w:rFonts w:ascii="Cambria Math" w:hAnsi="Cambria Math"/>
                        <w:sz w:val="20"/>
                      </w:rPr>
                      <m:t>-1</m:t>
                    </m:r>
                  </m:e>
                  <m:e>
                    <m:r>
                      <w:rPr>
                        <w:rFonts w:ascii="Cambria Math" w:hAnsi="Cambria Math"/>
                        <w:sz w:val="20"/>
                      </w:rPr>
                      <m:t>x&lt;0</m:t>
                    </m:r>
                  </m:e>
                </m:mr>
                <m:mr>
                  <m:e>
                    <m:r>
                      <w:rPr>
                        <w:rFonts w:ascii="Cambria Math" w:hAnsi="Cambria Math"/>
                        <w:sz w:val="20"/>
                      </w:rPr>
                      <m:t>0</m:t>
                    </m:r>
                  </m:e>
                  <m:e>
                    <m:r>
                      <w:rPr>
                        <w:rFonts w:ascii="Cambria Math" w:hAnsi="Cambria Math"/>
                        <w:sz w:val="20"/>
                      </w:rPr>
                      <m:t>x=0</m:t>
                    </m:r>
                  </m:e>
                </m:mr>
                <m:mr>
                  <m:e>
                    <m:r>
                      <w:rPr>
                        <w:rFonts w:ascii="Cambria Math" w:hAnsi="Cambria Math"/>
                        <w:sz w:val="20"/>
                      </w:rPr>
                      <m:t>1</m:t>
                    </m:r>
                  </m:e>
                  <m:e>
                    <m:r>
                      <w:rPr>
                        <w:rFonts w:ascii="Cambria Math" w:hAnsi="Cambria Math"/>
                        <w:sz w:val="20"/>
                      </w:rPr>
                      <m:t>x&gt;0</m:t>
                    </m:r>
                  </m:e>
                </m:mr>
              </m:m>
            </m:e>
          </m:d>
        </m:oMath>
      </m:oMathPara>
    </w:p>
    <w:p w:rsidR="00D518E9" w:rsidRDefault="005C2F1F" w:rsidP="009234A5">
      <w:pPr>
        <w:jc w:val="both"/>
        <w:rPr>
          <w:szCs w:val="22"/>
        </w:rPr>
      </w:pPr>
      <w:r>
        <w:rPr>
          <w:szCs w:val="22"/>
        </w:rPr>
        <w:t xml:space="preserve">In this expression, </w:t>
      </w:r>
      <w:proofErr w:type="spellStart"/>
      <w:proofErr w:type="gramStart"/>
      <w:r w:rsidR="00C954D8">
        <w:rPr>
          <w:szCs w:val="22"/>
        </w:rPr>
        <w:t>s</w:t>
      </w:r>
      <w:r w:rsidR="005C153B">
        <w:rPr>
          <w:szCs w:val="22"/>
        </w:rPr>
        <w:t>gn</w:t>
      </w:r>
      <w:proofErr w:type="spellEnd"/>
      <w:r w:rsidR="005C153B">
        <w:rPr>
          <w:szCs w:val="22"/>
        </w:rPr>
        <w:t>(</w:t>
      </w:r>
      <w:proofErr w:type="gramEnd"/>
      <w:r w:rsidR="005C153B">
        <w:rPr>
          <w:szCs w:val="22"/>
        </w:rPr>
        <w:t xml:space="preserve">0) = 0 </w:t>
      </w:r>
      <w:r w:rsidR="00C954D8">
        <w:rPr>
          <w:szCs w:val="22"/>
        </w:rPr>
        <w:t xml:space="preserve">unlike the definition of </w:t>
      </w:r>
      <w:r w:rsidR="005C153B">
        <w:rPr>
          <w:szCs w:val="22"/>
        </w:rPr>
        <w:t>S</w:t>
      </w:r>
      <w:r w:rsidR="00C954D8">
        <w:rPr>
          <w:szCs w:val="22"/>
        </w:rPr>
        <w:t>ign() in the HEVC working draft</w:t>
      </w:r>
      <w:r w:rsidR="005C153B">
        <w:rPr>
          <w:szCs w:val="22"/>
        </w:rPr>
        <w:t xml:space="preserve"> </w:t>
      </w:r>
      <w:r w:rsidR="005C153B">
        <w:rPr>
          <w:szCs w:val="22"/>
        </w:rPr>
        <w:fldChar w:fldCharType="begin"/>
      </w:r>
      <w:r w:rsidR="005C153B">
        <w:rPr>
          <w:szCs w:val="22"/>
        </w:rPr>
        <w:instrText xml:space="preserve"> REF _Ref307825230 \w \h </w:instrText>
      </w:r>
      <w:r w:rsidR="005C153B">
        <w:rPr>
          <w:szCs w:val="22"/>
        </w:rPr>
      </w:r>
      <w:r w:rsidR="005C153B">
        <w:rPr>
          <w:szCs w:val="22"/>
        </w:rPr>
        <w:fldChar w:fldCharType="separate"/>
      </w:r>
      <w:r w:rsidR="005C153B">
        <w:rPr>
          <w:szCs w:val="22"/>
        </w:rPr>
        <w:t>[2]</w:t>
      </w:r>
      <w:r w:rsidR="005C153B">
        <w:rPr>
          <w:szCs w:val="22"/>
        </w:rPr>
        <w:fldChar w:fldCharType="end"/>
      </w:r>
      <w:r w:rsidR="00CB7126">
        <w:rPr>
          <w:szCs w:val="22"/>
        </w:rPr>
        <w:t xml:space="preserve"> where Sign(0)=1</w:t>
      </w:r>
      <w:r w:rsidR="00D518E9">
        <w:rPr>
          <w:szCs w:val="22"/>
        </w:rPr>
        <w:t xml:space="preserve">.  </w:t>
      </w:r>
      <w:r w:rsidR="00151153">
        <w:rPr>
          <w:szCs w:val="22"/>
        </w:rPr>
        <w:t xml:space="preserve">Clearly the reconstructed coefficients are symmetrically distributed about zero.  </w:t>
      </w:r>
      <w:r>
        <w:rPr>
          <w:szCs w:val="22"/>
        </w:rPr>
        <w:t>S</w:t>
      </w:r>
      <w:r w:rsidR="00D518E9">
        <w:rPr>
          <w:szCs w:val="22"/>
        </w:rPr>
        <w:t xml:space="preserve">ince the sign and absolute value are signaled individually, efficient use of this formula is possible by operating directly on these individual quantities rather than combining them and needing to separate them for </w:t>
      </w:r>
      <w:proofErr w:type="spellStart"/>
      <w:r w:rsidR="00D518E9">
        <w:rPr>
          <w:szCs w:val="22"/>
        </w:rPr>
        <w:t>dequantization</w:t>
      </w:r>
      <w:proofErr w:type="spellEnd"/>
      <w:r w:rsidR="00D518E9">
        <w:rPr>
          <w:szCs w:val="22"/>
        </w:rPr>
        <w:t>.</w:t>
      </w:r>
      <w:r>
        <w:rPr>
          <w:szCs w:val="22"/>
        </w:rPr>
        <w:t xml:space="preserve"> </w:t>
      </w:r>
    </w:p>
    <w:p w:rsidR="00FE0016" w:rsidRDefault="00D518E9" w:rsidP="009234A5">
      <w:pPr>
        <w:jc w:val="both"/>
        <w:rPr>
          <w:szCs w:val="22"/>
        </w:rPr>
      </w:pPr>
      <w:r>
        <w:rPr>
          <w:szCs w:val="22"/>
        </w:rPr>
        <w:t>With the proposed formula, the offset can be adjusted and maintain the symmetric property of the reconstruction points</w:t>
      </w:r>
    </w:p>
    <w:p w:rsidR="00B455AA" w:rsidRDefault="00B455AA" w:rsidP="00B455AA">
      <w:pPr>
        <w:pStyle w:val="Heading1"/>
      </w:pPr>
      <w:r>
        <w:t>References</w:t>
      </w:r>
    </w:p>
    <w:p w:rsidR="002D41C6" w:rsidRDefault="001F0E30" w:rsidP="00F24A1F">
      <w:pPr>
        <w:numPr>
          <w:ilvl w:val="0"/>
          <w:numId w:val="12"/>
        </w:numPr>
        <w:jc w:val="both"/>
        <w:rPr>
          <w:szCs w:val="22"/>
        </w:rPr>
      </w:pPr>
      <w:bookmarkStart w:id="2" w:name="_Ref307400547"/>
      <w:r w:rsidRPr="00AE1EDC">
        <w:rPr>
          <w:szCs w:val="22"/>
          <w:lang w:val="en-GB"/>
        </w:rPr>
        <w:t xml:space="preserve">A. </w:t>
      </w:r>
      <w:proofErr w:type="spellStart"/>
      <w:r w:rsidRPr="00AE1EDC">
        <w:rPr>
          <w:szCs w:val="22"/>
          <w:lang w:val="en-GB"/>
        </w:rPr>
        <w:t>Fuldseth</w:t>
      </w:r>
      <w:proofErr w:type="spellEnd"/>
      <w:r>
        <w:rPr>
          <w:szCs w:val="22"/>
        </w:rPr>
        <w:t xml:space="preserve">, </w:t>
      </w:r>
      <w:r w:rsidRPr="00AE1EDC">
        <w:rPr>
          <w:szCs w:val="22"/>
          <w:lang w:val="en-GB"/>
        </w:rPr>
        <w:t>G. Bjøntegaard</w:t>
      </w:r>
      <w:r>
        <w:rPr>
          <w:szCs w:val="22"/>
        </w:rPr>
        <w:t xml:space="preserve">, </w:t>
      </w:r>
      <w:r>
        <w:rPr>
          <w:szCs w:val="22"/>
          <w:lang w:val="en-GB"/>
        </w:rPr>
        <w:t>M. Sadafale</w:t>
      </w:r>
      <w:r>
        <w:rPr>
          <w:szCs w:val="22"/>
        </w:rPr>
        <w:t xml:space="preserve">, </w:t>
      </w:r>
      <w:r w:rsidRPr="00996AE2">
        <w:rPr>
          <w:szCs w:val="22"/>
          <w:lang w:val="sv-SE"/>
        </w:rPr>
        <w:t>M. Budagavi</w:t>
      </w:r>
      <w:r>
        <w:rPr>
          <w:szCs w:val="22"/>
        </w:rPr>
        <w:t xml:space="preserve">, “Transform design for HEVC with 16 bit intermediate data representation” </w:t>
      </w:r>
      <w:r w:rsidR="00E12D17">
        <w:rPr>
          <w:szCs w:val="22"/>
        </w:rPr>
        <w:t>JCT</w:t>
      </w:r>
      <w:r w:rsidR="002D41C6">
        <w:rPr>
          <w:szCs w:val="22"/>
        </w:rPr>
        <w:t>VC-E243, Geneva, Switzerland, March 2011.</w:t>
      </w:r>
      <w:bookmarkEnd w:id="2"/>
    </w:p>
    <w:p w:rsidR="005C153B" w:rsidRPr="005C153B" w:rsidRDefault="005C153B" w:rsidP="005C153B">
      <w:pPr>
        <w:numPr>
          <w:ilvl w:val="0"/>
          <w:numId w:val="12"/>
        </w:numPr>
        <w:jc w:val="both"/>
        <w:rPr>
          <w:szCs w:val="22"/>
        </w:rPr>
      </w:pPr>
      <w:bookmarkStart w:id="3" w:name="_Ref307825230"/>
      <w:r>
        <w:rPr>
          <w:szCs w:val="22"/>
        </w:rPr>
        <w:t xml:space="preserve">B. </w:t>
      </w:r>
      <w:proofErr w:type="spellStart"/>
      <w:r>
        <w:rPr>
          <w:szCs w:val="22"/>
        </w:rPr>
        <w:t>Bross</w:t>
      </w:r>
      <w:proofErr w:type="spellEnd"/>
      <w:r>
        <w:rPr>
          <w:szCs w:val="22"/>
        </w:rPr>
        <w:t xml:space="preserve">, W. Han, J. Ohm, G. Sullivan, T. </w:t>
      </w:r>
      <w:proofErr w:type="spellStart"/>
      <w:r>
        <w:rPr>
          <w:szCs w:val="22"/>
        </w:rPr>
        <w:t>Wiegand</w:t>
      </w:r>
      <w:proofErr w:type="spellEnd"/>
      <w:r>
        <w:rPr>
          <w:szCs w:val="22"/>
        </w:rPr>
        <w:t>, “</w:t>
      </w:r>
      <w:r w:rsidRPr="005C153B">
        <w:rPr>
          <w:szCs w:val="22"/>
        </w:rPr>
        <w:t>WD4: Working Draft 4 of High-Efficiency Video Coding</w:t>
      </w:r>
      <w:r>
        <w:rPr>
          <w:szCs w:val="22"/>
        </w:rPr>
        <w:t>”, JCTVC-F803, Torino, IT, 14-22 July 2011.</w:t>
      </w:r>
      <w:bookmarkEnd w:id="3"/>
    </w:p>
    <w:p w:rsidR="001F2594" w:rsidRPr="005F2D62" w:rsidRDefault="001F2594" w:rsidP="00E11923">
      <w:pPr>
        <w:pStyle w:val="Heading1"/>
      </w:pPr>
      <w:r w:rsidRPr="005F2D62">
        <w:t>Patent rights declaration</w:t>
      </w:r>
      <w:r w:rsidR="00B94B06" w:rsidRPr="005F2D62">
        <w:t>(s)</w:t>
      </w:r>
    </w:p>
    <w:p w:rsidR="005F2D62" w:rsidRDefault="005F2D62" w:rsidP="005F2D62">
      <w:pPr>
        <w:jc w:val="both"/>
        <w:rPr>
          <w:szCs w:val="22"/>
        </w:rPr>
      </w:pPr>
      <w:r>
        <w:rPr>
          <w:b/>
          <w:szCs w:val="22"/>
        </w:rPr>
        <w:t>SHARP</w:t>
      </w:r>
      <w:r w:rsidRPr="00A01439">
        <w:rPr>
          <w:b/>
          <w:szCs w:val="22"/>
        </w:rPr>
        <w:t xml:space="preserve"> may have </w:t>
      </w:r>
      <w:r>
        <w:rPr>
          <w:b/>
          <w:szCs w:val="22"/>
        </w:rPr>
        <w:t>current or pending</w:t>
      </w:r>
      <w:r w:rsidRPr="00A01439">
        <w:rPr>
          <w:b/>
          <w:szCs w:val="22"/>
        </w:rPr>
        <w:t xml:space="preserve"> </w:t>
      </w:r>
      <w:r>
        <w:rPr>
          <w:b/>
          <w:szCs w:val="22"/>
        </w:rPr>
        <w:t xml:space="preserve">patent rights </w:t>
      </w:r>
      <w:r w:rsidRPr="00A01439">
        <w:rPr>
          <w:b/>
          <w:szCs w:val="22"/>
        </w:rPr>
        <w:t xml:space="preserve">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7F1F8B" w:rsidRDefault="00E46FEC" w:rsidP="00B455AA">
      <w:pPr>
        <w:pStyle w:val="Heading1"/>
      </w:pPr>
      <w:r>
        <w:lastRenderedPageBreak/>
        <w:t>Appendix</w:t>
      </w:r>
    </w:p>
    <w:p w:rsidR="00E46FEC" w:rsidRDefault="00E46FEC" w:rsidP="009234A5">
      <w:pPr>
        <w:jc w:val="both"/>
        <w:rPr>
          <w:szCs w:val="22"/>
        </w:rPr>
      </w:pPr>
      <w:r>
        <w:rPr>
          <w:szCs w:val="22"/>
        </w:rPr>
        <w:t xml:space="preserve">Additional </w:t>
      </w:r>
      <w:r w:rsidR="003E581B">
        <w:rPr>
          <w:szCs w:val="22"/>
        </w:rPr>
        <w:t xml:space="preserve">pairs of </w:t>
      </w:r>
      <w:r>
        <w:rPr>
          <w:szCs w:val="22"/>
        </w:rPr>
        <w:t>reconstruction points</w:t>
      </w:r>
      <w:r w:rsidR="003E581B">
        <w:rPr>
          <w:szCs w:val="22"/>
        </w:rPr>
        <w:t xml:space="preserve"> are shown for QP values </w:t>
      </w:r>
      <w:r w:rsidR="000A1F5D">
        <w:rPr>
          <w:szCs w:val="22"/>
        </w:rPr>
        <w:t xml:space="preserve">in the range 0-5 </w:t>
      </w:r>
      <w:r w:rsidR="003E581B">
        <w:rPr>
          <w:szCs w:val="22"/>
        </w:rPr>
        <w:t>and values of |level|</w:t>
      </w:r>
      <w:r w:rsidR="000A1F5D">
        <w:rPr>
          <w:szCs w:val="22"/>
        </w:rPr>
        <w:t xml:space="preserve"> with absolute value less than 9</w:t>
      </w:r>
      <w:r w:rsidR="00C954D8">
        <w:rPr>
          <w:szCs w:val="22"/>
        </w:rPr>
        <w:t>.</w:t>
      </w:r>
      <w:r w:rsidR="003E581B">
        <w:rPr>
          <w:szCs w:val="22"/>
        </w:rPr>
        <w:t xml:space="preserve">  Pairs which are not symmetric are highlighted.</w:t>
      </w:r>
    </w:p>
    <w:p w:rsidR="00E46FEC" w:rsidRPr="00E46FEC" w:rsidRDefault="00E46FEC" w:rsidP="00E46FEC">
      <w:pPr>
        <w:jc w:val="both"/>
        <w:rPr>
          <w:szCs w:val="22"/>
        </w:rPr>
      </w:pPr>
      <w:r w:rsidRPr="00E46FEC">
        <w:rPr>
          <w:szCs w:val="22"/>
        </w:rPr>
        <w:t>Example reconstruction points for QP=0</w:t>
      </w:r>
    </w:p>
    <w:p w:rsidR="00E46FEC" w:rsidRPr="00E46FEC" w:rsidRDefault="00E46FEC" w:rsidP="00E46FEC">
      <w:pPr>
        <w:jc w:val="both"/>
        <w:rPr>
          <w:szCs w:val="22"/>
        </w:rPr>
      </w:pPr>
      <w:r w:rsidRPr="00E46FEC">
        <w:rPr>
          <w:szCs w:val="22"/>
        </w:rPr>
        <w:t xml:space="preserve">|level|         4             8             16             32         </w:t>
      </w:r>
    </w:p>
    <w:p w:rsidR="00E46FEC" w:rsidRPr="00E46FEC" w:rsidRDefault="00E46FEC" w:rsidP="00E46FEC">
      <w:pPr>
        <w:jc w:val="both"/>
        <w:rPr>
          <w:szCs w:val="22"/>
        </w:rPr>
      </w:pPr>
      <w:r w:rsidRPr="00E46FEC">
        <w:rPr>
          <w:szCs w:val="22"/>
        </w:rPr>
        <w:t xml:space="preserve">      1      -20   20      -10   10       -5    5       </w:t>
      </w:r>
      <w:r w:rsidRPr="00206F8B">
        <w:rPr>
          <w:szCs w:val="22"/>
          <w:highlight w:val="yellow"/>
        </w:rPr>
        <w:t>-2    3</w:t>
      </w:r>
      <w:r w:rsidRPr="00E46FEC">
        <w:rPr>
          <w:szCs w:val="22"/>
        </w:rPr>
        <w:t xml:space="preserve">     </w:t>
      </w:r>
    </w:p>
    <w:p w:rsidR="00E46FEC" w:rsidRPr="00E46FEC" w:rsidRDefault="00E46FEC" w:rsidP="00E46FEC">
      <w:pPr>
        <w:jc w:val="both"/>
        <w:rPr>
          <w:szCs w:val="22"/>
        </w:rPr>
      </w:pPr>
      <w:r w:rsidRPr="00E46FEC">
        <w:rPr>
          <w:szCs w:val="22"/>
        </w:rPr>
        <w:t xml:space="preserve">      2      -40   40      -20   20      -10   10       -5    5     </w:t>
      </w:r>
    </w:p>
    <w:p w:rsidR="00E46FEC" w:rsidRPr="00E46FEC" w:rsidRDefault="00E46FEC" w:rsidP="00E46FEC">
      <w:pPr>
        <w:jc w:val="both"/>
        <w:rPr>
          <w:szCs w:val="22"/>
        </w:rPr>
      </w:pPr>
      <w:r w:rsidRPr="00E46FEC">
        <w:rPr>
          <w:szCs w:val="22"/>
        </w:rPr>
        <w:t xml:space="preserve">      3      -60   60      -30   30      -15   15       </w:t>
      </w:r>
      <w:r w:rsidRPr="00206F8B">
        <w:rPr>
          <w:szCs w:val="22"/>
          <w:highlight w:val="yellow"/>
        </w:rPr>
        <w:t>-7    8</w:t>
      </w:r>
      <w:r w:rsidRPr="00E46FEC">
        <w:rPr>
          <w:szCs w:val="22"/>
        </w:rPr>
        <w:t xml:space="preserve">     </w:t>
      </w:r>
    </w:p>
    <w:p w:rsidR="00E46FEC" w:rsidRPr="00E46FEC" w:rsidRDefault="00E46FEC" w:rsidP="00E46FEC">
      <w:pPr>
        <w:jc w:val="both"/>
        <w:rPr>
          <w:szCs w:val="22"/>
        </w:rPr>
      </w:pPr>
      <w:r w:rsidRPr="00E46FEC">
        <w:rPr>
          <w:szCs w:val="22"/>
        </w:rPr>
        <w:t xml:space="preserve">      4      -80   80      -40   40      -20   20      -10   10     </w:t>
      </w:r>
    </w:p>
    <w:p w:rsidR="00E46FEC" w:rsidRPr="00E46FEC" w:rsidRDefault="00E46FEC" w:rsidP="00E46FEC">
      <w:pPr>
        <w:jc w:val="both"/>
        <w:rPr>
          <w:szCs w:val="22"/>
        </w:rPr>
      </w:pPr>
      <w:r w:rsidRPr="00E46FEC">
        <w:rPr>
          <w:szCs w:val="22"/>
        </w:rPr>
        <w:t xml:space="preserve">      5     -</w:t>
      </w:r>
      <w:proofErr w:type="gramStart"/>
      <w:r w:rsidRPr="00E46FEC">
        <w:rPr>
          <w:szCs w:val="22"/>
        </w:rPr>
        <w:t>100  100</w:t>
      </w:r>
      <w:proofErr w:type="gramEnd"/>
      <w:r w:rsidRPr="00E46FEC">
        <w:rPr>
          <w:szCs w:val="22"/>
        </w:rPr>
        <w:t xml:space="preserve">      -50   50      -25   25      </w:t>
      </w:r>
      <w:r w:rsidRPr="00206F8B">
        <w:rPr>
          <w:szCs w:val="22"/>
          <w:highlight w:val="yellow"/>
        </w:rPr>
        <w:t>-12   13</w:t>
      </w:r>
      <w:r w:rsidRPr="00E46FEC">
        <w:rPr>
          <w:szCs w:val="22"/>
        </w:rPr>
        <w:t xml:space="preserve">     </w:t>
      </w:r>
    </w:p>
    <w:p w:rsidR="00E46FEC" w:rsidRPr="00E46FEC" w:rsidRDefault="00E46FEC" w:rsidP="00E46FEC">
      <w:pPr>
        <w:jc w:val="both"/>
        <w:rPr>
          <w:szCs w:val="22"/>
        </w:rPr>
      </w:pPr>
      <w:r w:rsidRPr="00E46FEC">
        <w:rPr>
          <w:szCs w:val="22"/>
        </w:rPr>
        <w:t xml:space="preserve">      6     -</w:t>
      </w:r>
      <w:proofErr w:type="gramStart"/>
      <w:r w:rsidRPr="00E46FEC">
        <w:rPr>
          <w:szCs w:val="22"/>
        </w:rPr>
        <w:t>120  120</w:t>
      </w:r>
      <w:proofErr w:type="gramEnd"/>
      <w:r w:rsidRPr="00E46FEC">
        <w:rPr>
          <w:szCs w:val="22"/>
        </w:rPr>
        <w:t xml:space="preserve">      -60   60      -30   30      -15   15     </w:t>
      </w:r>
    </w:p>
    <w:p w:rsidR="00E46FEC" w:rsidRPr="00E46FEC" w:rsidRDefault="00E46FEC" w:rsidP="00E46FEC">
      <w:pPr>
        <w:jc w:val="both"/>
        <w:rPr>
          <w:szCs w:val="22"/>
        </w:rPr>
      </w:pPr>
      <w:r w:rsidRPr="00E46FEC">
        <w:rPr>
          <w:szCs w:val="22"/>
        </w:rPr>
        <w:t xml:space="preserve">      7     -</w:t>
      </w:r>
      <w:proofErr w:type="gramStart"/>
      <w:r w:rsidRPr="00E46FEC">
        <w:rPr>
          <w:szCs w:val="22"/>
        </w:rPr>
        <w:t>140  140</w:t>
      </w:r>
      <w:proofErr w:type="gramEnd"/>
      <w:r w:rsidRPr="00E46FEC">
        <w:rPr>
          <w:szCs w:val="22"/>
        </w:rPr>
        <w:t xml:space="preserve">      -70   70      -35   35      </w:t>
      </w:r>
      <w:r w:rsidRPr="00206F8B">
        <w:rPr>
          <w:szCs w:val="22"/>
          <w:highlight w:val="yellow"/>
        </w:rPr>
        <w:t>-17   18</w:t>
      </w:r>
      <w:r w:rsidRPr="00E46FEC">
        <w:rPr>
          <w:szCs w:val="22"/>
        </w:rPr>
        <w:t xml:space="preserve">     </w:t>
      </w:r>
    </w:p>
    <w:p w:rsidR="00E46FEC" w:rsidRPr="00E46FEC" w:rsidRDefault="00E46FEC" w:rsidP="00E46FEC">
      <w:pPr>
        <w:jc w:val="both"/>
        <w:rPr>
          <w:szCs w:val="22"/>
        </w:rPr>
      </w:pPr>
      <w:r w:rsidRPr="00E46FEC">
        <w:rPr>
          <w:szCs w:val="22"/>
        </w:rPr>
        <w:t xml:space="preserve">      8     -</w:t>
      </w:r>
      <w:proofErr w:type="gramStart"/>
      <w:r w:rsidRPr="00E46FEC">
        <w:rPr>
          <w:szCs w:val="22"/>
        </w:rPr>
        <w:t>160  160</w:t>
      </w:r>
      <w:proofErr w:type="gramEnd"/>
      <w:r w:rsidRPr="00E46FEC">
        <w:rPr>
          <w:szCs w:val="22"/>
        </w:rPr>
        <w:t xml:space="preserve">      -80   80      -40   40      -20   20     </w:t>
      </w:r>
    </w:p>
    <w:p w:rsidR="00E46FEC" w:rsidRPr="00E46FEC" w:rsidRDefault="00E46FEC" w:rsidP="00E46FEC">
      <w:pPr>
        <w:jc w:val="both"/>
        <w:rPr>
          <w:szCs w:val="22"/>
        </w:rPr>
      </w:pPr>
      <w:r w:rsidRPr="00E46FEC">
        <w:rPr>
          <w:szCs w:val="22"/>
        </w:rPr>
        <w:t>Example reconstruction points for QP=1</w:t>
      </w:r>
    </w:p>
    <w:p w:rsidR="00E46FEC" w:rsidRPr="00E46FEC" w:rsidRDefault="00E46FEC" w:rsidP="00E46FEC">
      <w:pPr>
        <w:jc w:val="both"/>
        <w:rPr>
          <w:szCs w:val="22"/>
        </w:rPr>
      </w:pPr>
      <w:r w:rsidRPr="00E46FEC">
        <w:rPr>
          <w:szCs w:val="22"/>
        </w:rPr>
        <w:t xml:space="preserve">|level|         4             8             16             32         </w:t>
      </w:r>
    </w:p>
    <w:p w:rsidR="00E46FEC" w:rsidRPr="00E46FEC" w:rsidRDefault="00E46FEC" w:rsidP="00E46FEC">
      <w:pPr>
        <w:jc w:val="both"/>
        <w:rPr>
          <w:szCs w:val="22"/>
        </w:rPr>
      </w:pPr>
      <w:r w:rsidRPr="00E46FEC">
        <w:rPr>
          <w:szCs w:val="22"/>
        </w:rPr>
        <w:t xml:space="preserve">      1      </w:t>
      </w:r>
      <w:r w:rsidRPr="00206F8B">
        <w:rPr>
          <w:szCs w:val="22"/>
          <w:highlight w:val="yellow"/>
        </w:rPr>
        <w:t>-22   23</w:t>
      </w:r>
      <w:r w:rsidRPr="00E46FEC">
        <w:rPr>
          <w:szCs w:val="22"/>
        </w:rPr>
        <w:t xml:space="preserve">      -11   11       -6    6       -3    3     </w:t>
      </w:r>
    </w:p>
    <w:p w:rsidR="00E46FEC" w:rsidRPr="00E46FEC" w:rsidRDefault="00E46FEC" w:rsidP="00E46FEC">
      <w:pPr>
        <w:jc w:val="both"/>
        <w:rPr>
          <w:szCs w:val="22"/>
        </w:rPr>
      </w:pPr>
      <w:r w:rsidRPr="00E46FEC">
        <w:rPr>
          <w:szCs w:val="22"/>
        </w:rPr>
        <w:t xml:space="preserve">      2      -45   45      </w:t>
      </w:r>
      <w:r w:rsidRPr="00206F8B">
        <w:rPr>
          <w:szCs w:val="22"/>
          <w:highlight w:val="yellow"/>
        </w:rPr>
        <w:t>-22   23</w:t>
      </w:r>
      <w:r w:rsidRPr="00E46FEC">
        <w:rPr>
          <w:szCs w:val="22"/>
        </w:rPr>
        <w:t xml:space="preserve">      -11   11       -6    6     </w:t>
      </w:r>
    </w:p>
    <w:p w:rsidR="00E46FEC" w:rsidRPr="00E46FEC" w:rsidRDefault="00E46FEC" w:rsidP="00E46FEC">
      <w:pPr>
        <w:jc w:val="both"/>
        <w:rPr>
          <w:szCs w:val="22"/>
        </w:rPr>
      </w:pPr>
      <w:r w:rsidRPr="00E46FEC">
        <w:rPr>
          <w:szCs w:val="22"/>
        </w:rPr>
        <w:t xml:space="preserve">      3      </w:t>
      </w:r>
      <w:r w:rsidRPr="00206F8B">
        <w:rPr>
          <w:szCs w:val="22"/>
          <w:highlight w:val="yellow"/>
        </w:rPr>
        <w:t>-67   68</w:t>
      </w:r>
      <w:r w:rsidRPr="00E46FEC">
        <w:rPr>
          <w:szCs w:val="22"/>
        </w:rPr>
        <w:t xml:space="preserve">      -34   34      -17   17       -8    8     </w:t>
      </w:r>
    </w:p>
    <w:p w:rsidR="00E46FEC" w:rsidRPr="00E46FEC" w:rsidRDefault="00E46FEC" w:rsidP="00E46FEC">
      <w:pPr>
        <w:jc w:val="both"/>
        <w:rPr>
          <w:szCs w:val="22"/>
        </w:rPr>
      </w:pPr>
      <w:r w:rsidRPr="00E46FEC">
        <w:rPr>
          <w:szCs w:val="22"/>
        </w:rPr>
        <w:t xml:space="preserve">      4      -90   90      -45   45      </w:t>
      </w:r>
      <w:r w:rsidRPr="00206F8B">
        <w:rPr>
          <w:szCs w:val="22"/>
          <w:highlight w:val="yellow"/>
        </w:rPr>
        <w:t>-22   23</w:t>
      </w:r>
      <w:r w:rsidRPr="00E46FEC">
        <w:rPr>
          <w:szCs w:val="22"/>
        </w:rPr>
        <w:t xml:space="preserve">      -11   11     </w:t>
      </w:r>
    </w:p>
    <w:p w:rsidR="00E46FEC" w:rsidRPr="00E46FEC" w:rsidRDefault="00E46FEC" w:rsidP="00E46FEC">
      <w:pPr>
        <w:jc w:val="both"/>
        <w:rPr>
          <w:szCs w:val="22"/>
        </w:rPr>
      </w:pPr>
      <w:r w:rsidRPr="00E46FEC">
        <w:rPr>
          <w:szCs w:val="22"/>
        </w:rPr>
        <w:t xml:space="preserve">      5     </w:t>
      </w:r>
      <w:r w:rsidRPr="00206F8B">
        <w:rPr>
          <w:szCs w:val="22"/>
          <w:highlight w:val="yellow"/>
        </w:rPr>
        <w:t>-</w:t>
      </w:r>
      <w:proofErr w:type="gramStart"/>
      <w:r w:rsidRPr="00206F8B">
        <w:rPr>
          <w:szCs w:val="22"/>
          <w:highlight w:val="yellow"/>
        </w:rPr>
        <w:t>112  113</w:t>
      </w:r>
      <w:proofErr w:type="gramEnd"/>
      <w:r w:rsidRPr="00E46FEC">
        <w:rPr>
          <w:szCs w:val="22"/>
        </w:rPr>
        <w:t xml:space="preserve">      -56   56      -28   28      -14   14     </w:t>
      </w:r>
    </w:p>
    <w:p w:rsidR="00E46FEC" w:rsidRPr="00E46FEC" w:rsidRDefault="00E46FEC" w:rsidP="00E46FEC">
      <w:pPr>
        <w:jc w:val="both"/>
        <w:rPr>
          <w:szCs w:val="22"/>
        </w:rPr>
      </w:pPr>
      <w:r w:rsidRPr="00E46FEC">
        <w:rPr>
          <w:szCs w:val="22"/>
        </w:rPr>
        <w:t xml:space="preserve">      6     -</w:t>
      </w:r>
      <w:proofErr w:type="gramStart"/>
      <w:r w:rsidRPr="00E46FEC">
        <w:rPr>
          <w:szCs w:val="22"/>
        </w:rPr>
        <w:t>135  135</w:t>
      </w:r>
      <w:proofErr w:type="gramEnd"/>
      <w:r w:rsidRPr="00E46FEC">
        <w:rPr>
          <w:szCs w:val="22"/>
        </w:rPr>
        <w:t xml:space="preserve">      </w:t>
      </w:r>
      <w:r w:rsidRPr="00206F8B">
        <w:rPr>
          <w:szCs w:val="22"/>
          <w:highlight w:val="yellow"/>
        </w:rPr>
        <w:t>-67   68</w:t>
      </w:r>
      <w:r w:rsidRPr="00E46FEC">
        <w:rPr>
          <w:szCs w:val="22"/>
        </w:rPr>
        <w:t xml:space="preserve">      -34   34      -17   17     </w:t>
      </w:r>
    </w:p>
    <w:p w:rsidR="00E46FEC" w:rsidRPr="00E46FEC" w:rsidRDefault="00E46FEC" w:rsidP="00E46FEC">
      <w:pPr>
        <w:jc w:val="both"/>
        <w:rPr>
          <w:szCs w:val="22"/>
        </w:rPr>
      </w:pPr>
      <w:r w:rsidRPr="00E46FEC">
        <w:rPr>
          <w:szCs w:val="22"/>
        </w:rPr>
        <w:t xml:space="preserve">      7     </w:t>
      </w:r>
      <w:r w:rsidRPr="00206F8B">
        <w:rPr>
          <w:szCs w:val="22"/>
          <w:highlight w:val="yellow"/>
        </w:rPr>
        <w:t>-</w:t>
      </w:r>
      <w:proofErr w:type="gramStart"/>
      <w:r w:rsidRPr="00206F8B">
        <w:rPr>
          <w:szCs w:val="22"/>
          <w:highlight w:val="yellow"/>
        </w:rPr>
        <w:t>157  158</w:t>
      </w:r>
      <w:proofErr w:type="gramEnd"/>
      <w:r w:rsidRPr="00E46FEC">
        <w:rPr>
          <w:szCs w:val="22"/>
        </w:rPr>
        <w:t xml:space="preserve">      -79   79      -39   39      -20   20     </w:t>
      </w:r>
    </w:p>
    <w:p w:rsidR="00E46FEC" w:rsidRPr="00E46FEC" w:rsidRDefault="00E46FEC" w:rsidP="00E46FEC">
      <w:pPr>
        <w:jc w:val="both"/>
        <w:rPr>
          <w:szCs w:val="22"/>
        </w:rPr>
      </w:pPr>
      <w:r w:rsidRPr="00E46FEC">
        <w:rPr>
          <w:szCs w:val="22"/>
        </w:rPr>
        <w:t xml:space="preserve">      8     -</w:t>
      </w:r>
      <w:proofErr w:type="gramStart"/>
      <w:r w:rsidRPr="00E46FEC">
        <w:rPr>
          <w:szCs w:val="22"/>
        </w:rPr>
        <w:t>180  180</w:t>
      </w:r>
      <w:proofErr w:type="gramEnd"/>
      <w:r w:rsidRPr="00E46FEC">
        <w:rPr>
          <w:szCs w:val="22"/>
        </w:rPr>
        <w:t xml:space="preserve">      -90   90      -45   45      </w:t>
      </w:r>
      <w:r w:rsidRPr="00206F8B">
        <w:rPr>
          <w:szCs w:val="22"/>
          <w:highlight w:val="yellow"/>
        </w:rPr>
        <w:t>-22   23</w:t>
      </w:r>
      <w:r w:rsidRPr="00E46FEC">
        <w:rPr>
          <w:szCs w:val="22"/>
        </w:rPr>
        <w:t xml:space="preserve">     </w:t>
      </w:r>
    </w:p>
    <w:p w:rsidR="00E46FEC" w:rsidRPr="00E46FEC" w:rsidRDefault="00E46FEC" w:rsidP="00E46FEC">
      <w:pPr>
        <w:jc w:val="both"/>
        <w:rPr>
          <w:szCs w:val="22"/>
        </w:rPr>
      </w:pPr>
      <w:r w:rsidRPr="00E46FEC">
        <w:rPr>
          <w:szCs w:val="22"/>
        </w:rPr>
        <w:t>Example reconstruction points for QP=2</w:t>
      </w:r>
    </w:p>
    <w:p w:rsidR="00E46FEC" w:rsidRPr="00E46FEC" w:rsidRDefault="00E46FEC" w:rsidP="00E46FEC">
      <w:pPr>
        <w:jc w:val="both"/>
        <w:rPr>
          <w:szCs w:val="22"/>
        </w:rPr>
      </w:pPr>
      <w:r w:rsidRPr="00E46FEC">
        <w:rPr>
          <w:szCs w:val="22"/>
        </w:rPr>
        <w:t xml:space="preserve">|level|         4             8             16             32         </w:t>
      </w:r>
    </w:p>
    <w:p w:rsidR="00E46FEC" w:rsidRPr="00E46FEC" w:rsidRDefault="00E46FEC" w:rsidP="00E46FEC">
      <w:pPr>
        <w:jc w:val="both"/>
        <w:rPr>
          <w:szCs w:val="22"/>
        </w:rPr>
      </w:pPr>
      <w:r w:rsidRPr="00E46FEC">
        <w:rPr>
          <w:szCs w:val="22"/>
        </w:rPr>
        <w:t xml:space="preserve">      1      </w:t>
      </w:r>
      <w:r w:rsidRPr="00206F8B">
        <w:rPr>
          <w:szCs w:val="22"/>
          <w:highlight w:val="yellow"/>
        </w:rPr>
        <w:t>-25   26</w:t>
      </w:r>
      <w:r w:rsidRPr="00E46FEC">
        <w:rPr>
          <w:szCs w:val="22"/>
        </w:rPr>
        <w:t xml:space="preserve">      -13   13       -6    6       -3    3     </w:t>
      </w:r>
    </w:p>
    <w:p w:rsidR="00E46FEC" w:rsidRPr="00E46FEC" w:rsidRDefault="00E46FEC" w:rsidP="00E46FEC">
      <w:pPr>
        <w:jc w:val="both"/>
        <w:rPr>
          <w:szCs w:val="22"/>
        </w:rPr>
      </w:pPr>
      <w:r w:rsidRPr="00E46FEC">
        <w:rPr>
          <w:szCs w:val="22"/>
        </w:rPr>
        <w:t xml:space="preserve">      2      -51   51      </w:t>
      </w:r>
      <w:r w:rsidRPr="00206F8B">
        <w:rPr>
          <w:szCs w:val="22"/>
          <w:highlight w:val="yellow"/>
        </w:rPr>
        <w:t>-25   26</w:t>
      </w:r>
      <w:r w:rsidRPr="00E46FEC">
        <w:rPr>
          <w:szCs w:val="22"/>
        </w:rPr>
        <w:t xml:space="preserve">      -13   13       -6    6     </w:t>
      </w:r>
    </w:p>
    <w:p w:rsidR="00E46FEC" w:rsidRPr="00E46FEC" w:rsidRDefault="00E46FEC" w:rsidP="00E46FEC">
      <w:pPr>
        <w:jc w:val="both"/>
        <w:rPr>
          <w:szCs w:val="22"/>
        </w:rPr>
      </w:pPr>
      <w:r w:rsidRPr="00E46FEC">
        <w:rPr>
          <w:szCs w:val="22"/>
        </w:rPr>
        <w:t xml:space="preserve">      3      </w:t>
      </w:r>
      <w:r w:rsidRPr="00206F8B">
        <w:rPr>
          <w:szCs w:val="22"/>
          <w:highlight w:val="yellow"/>
        </w:rPr>
        <w:t>-76   77</w:t>
      </w:r>
      <w:r w:rsidRPr="00E46FEC">
        <w:rPr>
          <w:szCs w:val="22"/>
        </w:rPr>
        <w:t xml:space="preserve">      -38   38      -19   19      -10   10     </w:t>
      </w:r>
    </w:p>
    <w:p w:rsidR="00E46FEC" w:rsidRPr="00E46FEC" w:rsidRDefault="00E46FEC" w:rsidP="00E46FEC">
      <w:pPr>
        <w:jc w:val="both"/>
        <w:rPr>
          <w:szCs w:val="22"/>
        </w:rPr>
      </w:pPr>
      <w:r w:rsidRPr="00E46FEC">
        <w:rPr>
          <w:szCs w:val="22"/>
        </w:rPr>
        <w:t xml:space="preserve">      4     -</w:t>
      </w:r>
      <w:proofErr w:type="gramStart"/>
      <w:r w:rsidRPr="00E46FEC">
        <w:rPr>
          <w:szCs w:val="22"/>
        </w:rPr>
        <w:t>102  102</w:t>
      </w:r>
      <w:proofErr w:type="gramEnd"/>
      <w:r w:rsidRPr="00E46FEC">
        <w:rPr>
          <w:szCs w:val="22"/>
        </w:rPr>
        <w:t xml:space="preserve">      -51   51      </w:t>
      </w:r>
      <w:r w:rsidRPr="00206F8B">
        <w:rPr>
          <w:szCs w:val="22"/>
          <w:highlight w:val="yellow"/>
        </w:rPr>
        <w:t>-25   26</w:t>
      </w:r>
      <w:r w:rsidRPr="00E46FEC">
        <w:rPr>
          <w:szCs w:val="22"/>
        </w:rPr>
        <w:t xml:space="preserve">      -13   13     </w:t>
      </w:r>
    </w:p>
    <w:p w:rsidR="00E46FEC" w:rsidRPr="00E46FEC" w:rsidRDefault="00E46FEC" w:rsidP="00E46FEC">
      <w:pPr>
        <w:jc w:val="both"/>
        <w:rPr>
          <w:szCs w:val="22"/>
        </w:rPr>
      </w:pPr>
      <w:r w:rsidRPr="00E46FEC">
        <w:rPr>
          <w:szCs w:val="22"/>
        </w:rPr>
        <w:t xml:space="preserve">      5     </w:t>
      </w:r>
      <w:r w:rsidRPr="00206F8B">
        <w:rPr>
          <w:szCs w:val="22"/>
          <w:highlight w:val="yellow"/>
        </w:rPr>
        <w:t>-</w:t>
      </w:r>
      <w:proofErr w:type="gramStart"/>
      <w:r w:rsidRPr="00206F8B">
        <w:rPr>
          <w:szCs w:val="22"/>
          <w:highlight w:val="yellow"/>
        </w:rPr>
        <w:t>127  128</w:t>
      </w:r>
      <w:proofErr w:type="gramEnd"/>
      <w:r w:rsidRPr="00E46FEC">
        <w:rPr>
          <w:szCs w:val="22"/>
        </w:rPr>
        <w:t xml:space="preserve">      -64   64      -32   32      -16   16     </w:t>
      </w:r>
    </w:p>
    <w:p w:rsidR="00E46FEC" w:rsidRPr="00E46FEC" w:rsidRDefault="00E46FEC" w:rsidP="00E46FEC">
      <w:pPr>
        <w:jc w:val="both"/>
        <w:rPr>
          <w:szCs w:val="22"/>
        </w:rPr>
      </w:pPr>
      <w:r w:rsidRPr="00E46FEC">
        <w:rPr>
          <w:szCs w:val="22"/>
        </w:rPr>
        <w:t xml:space="preserve">      6     -</w:t>
      </w:r>
      <w:proofErr w:type="gramStart"/>
      <w:r w:rsidRPr="00E46FEC">
        <w:rPr>
          <w:szCs w:val="22"/>
        </w:rPr>
        <w:t>153  153</w:t>
      </w:r>
      <w:proofErr w:type="gramEnd"/>
      <w:r w:rsidRPr="00E46FEC">
        <w:rPr>
          <w:szCs w:val="22"/>
        </w:rPr>
        <w:t xml:space="preserve">      </w:t>
      </w:r>
      <w:r w:rsidRPr="00206F8B">
        <w:rPr>
          <w:szCs w:val="22"/>
          <w:highlight w:val="yellow"/>
        </w:rPr>
        <w:t>-76   77</w:t>
      </w:r>
      <w:r w:rsidRPr="00E46FEC">
        <w:rPr>
          <w:szCs w:val="22"/>
        </w:rPr>
        <w:t xml:space="preserve">      -38   38      -19   19     </w:t>
      </w:r>
    </w:p>
    <w:p w:rsidR="00E46FEC" w:rsidRPr="00E46FEC" w:rsidRDefault="00E46FEC" w:rsidP="00E46FEC">
      <w:pPr>
        <w:jc w:val="both"/>
        <w:rPr>
          <w:szCs w:val="22"/>
        </w:rPr>
      </w:pPr>
      <w:r w:rsidRPr="00E46FEC">
        <w:rPr>
          <w:szCs w:val="22"/>
        </w:rPr>
        <w:t xml:space="preserve">      7     </w:t>
      </w:r>
      <w:r w:rsidRPr="00206F8B">
        <w:rPr>
          <w:szCs w:val="22"/>
          <w:highlight w:val="yellow"/>
        </w:rPr>
        <w:t>-</w:t>
      </w:r>
      <w:proofErr w:type="gramStart"/>
      <w:r w:rsidRPr="00206F8B">
        <w:rPr>
          <w:szCs w:val="22"/>
          <w:highlight w:val="yellow"/>
        </w:rPr>
        <w:t>178  179</w:t>
      </w:r>
      <w:proofErr w:type="gramEnd"/>
      <w:r w:rsidRPr="00E46FEC">
        <w:rPr>
          <w:szCs w:val="22"/>
        </w:rPr>
        <w:t xml:space="preserve">      -89   89      -45   45      -22   22     </w:t>
      </w:r>
    </w:p>
    <w:p w:rsidR="00E46FEC" w:rsidRPr="00E46FEC" w:rsidRDefault="00E46FEC" w:rsidP="00E46FEC">
      <w:pPr>
        <w:jc w:val="both"/>
        <w:rPr>
          <w:szCs w:val="22"/>
        </w:rPr>
      </w:pPr>
      <w:r w:rsidRPr="00E46FEC">
        <w:rPr>
          <w:szCs w:val="22"/>
        </w:rPr>
        <w:t xml:space="preserve">      8     -</w:t>
      </w:r>
      <w:proofErr w:type="gramStart"/>
      <w:r w:rsidRPr="00E46FEC">
        <w:rPr>
          <w:szCs w:val="22"/>
        </w:rPr>
        <w:t>204  204</w:t>
      </w:r>
      <w:proofErr w:type="gramEnd"/>
      <w:r w:rsidRPr="00E46FEC">
        <w:rPr>
          <w:szCs w:val="22"/>
        </w:rPr>
        <w:t xml:space="preserve">     -102  102      -51   51      </w:t>
      </w:r>
      <w:r w:rsidRPr="00206F8B">
        <w:rPr>
          <w:szCs w:val="22"/>
          <w:highlight w:val="yellow"/>
        </w:rPr>
        <w:t>-25   26</w:t>
      </w:r>
      <w:r w:rsidRPr="00E46FEC">
        <w:rPr>
          <w:szCs w:val="22"/>
        </w:rPr>
        <w:t xml:space="preserve">     </w:t>
      </w:r>
    </w:p>
    <w:p w:rsidR="00E46FEC" w:rsidRPr="00E46FEC" w:rsidRDefault="00E46FEC" w:rsidP="00E46FEC">
      <w:pPr>
        <w:jc w:val="both"/>
        <w:rPr>
          <w:szCs w:val="22"/>
        </w:rPr>
      </w:pPr>
      <w:r w:rsidRPr="00E46FEC">
        <w:rPr>
          <w:szCs w:val="22"/>
        </w:rPr>
        <w:t>Example reconstruction points for QP=3</w:t>
      </w:r>
    </w:p>
    <w:p w:rsidR="00E46FEC" w:rsidRPr="00E46FEC" w:rsidRDefault="00E46FEC" w:rsidP="00E46FEC">
      <w:pPr>
        <w:jc w:val="both"/>
        <w:rPr>
          <w:szCs w:val="22"/>
        </w:rPr>
      </w:pPr>
      <w:r w:rsidRPr="00E46FEC">
        <w:rPr>
          <w:szCs w:val="22"/>
        </w:rPr>
        <w:t xml:space="preserve">|level|         4             8             16             32         </w:t>
      </w:r>
    </w:p>
    <w:p w:rsidR="00E46FEC" w:rsidRPr="00E46FEC" w:rsidRDefault="00E46FEC" w:rsidP="00E46FEC">
      <w:pPr>
        <w:jc w:val="both"/>
        <w:rPr>
          <w:szCs w:val="22"/>
        </w:rPr>
      </w:pPr>
      <w:r w:rsidRPr="00E46FEC">
        <w:rPr>
          <w:szCs w:val="22"/>
        </w:rPr>
        <w:t xml:space="preserve">      1      </w:t>
      </w:r>
      <w:r w:rsidRPr="00206F8B">
        <w:rPr>
          <w:szCs w:val="22"/>
          <w:highlight w:val="yellow"/>
        </w:rPr>
        <w:t>-28   29</w:t>
      </w:r>
      <w:r w:rsidRPr="00E46FEC">
        <w:rPr>
          <w:szCs w:val="22"/>
        </w:rPr>
        <w:t xml:space="preserve">      -14   14       -7    7       -4    4     </w:t>
      </w:r>
    </w:p>
    <w:p w:rsidR="00E46FEC" w:rsidRPr="00E46FEC" w:rsidRDefault="00E46FEC" w:rsidP="00E46FEC">
      <w:pPr>
        <w:jc w:val="both"/>
        <w:rPr>
          <w:szCs w:val="22"/>
        </w:rPr>
      </w:pPr>
      <w:r w:rsidRPr="00E46FEC">
        <w:rPr>
          <w:szCs w:val="22"/>
        </w:rPr>
        <w:lastRenderedPageBreak/>
        <w:t xml:space="preserve">      2      -57   57      </w:t>
      </w:r>
      <w:r w:rsidRPr="00206F8B">
        <w:rPr>
          <w:szCs w:val="22"/>
          <w:highlight w:val="yellow"/>
        </w:rPr>
        <w:t>-28   29</w:t>
      </w:r>
      <w:r w:rsidRPr="00E46FEC">
        <w:rPr>
          <w:szCs w:val="22"/>
        </w:rPr>
        <w:t xml:space="preserve">      -14   14       -7    7     </w:t>
      </w:r>
    </w:p>
    <w:p w:rsidR="00E46FEC" w:rsidRPr="00E46FEC" w:rsidRDefault="00E46FEC" w:rsidP="00E46FEC">
      <w:pPr>
        <w:jc w:val="both"/>
        <w:rPr>
          <w:szCs w:val="22"/>
        </w:rPr>
      </w:pPr>
      <w:r w:rsidRPr="00E46FEC">
        <w:rPr>
          <w:szCs w:val="22"/>
        </w:rPr>
        <w:t xml:space="preserve">      3      </w:t>
      </w:r>
      <w:r w:rsidRPr="00206F8B">
        <w:rPr>
          <w:szCs w:val="22"/>
          <w:highlight w:val="yellow"/>
        </w:rPr>
        <w:t>-85   86</w:t>
      </w:r>
      <w:r w:rsidRPr="00E46FEC">
        <w:rPr>
          <w:szCs w:val="22"/>
        </w:rPr>
        <w:t xml:space="preserve">      -43   43      -21   21      -11   11     </w:t>
      </w:r>
    </w:p>
    <w:p w:rsidR="00E46FEC" w:rsidRPr="00E46FEC" w:rsidRDefault="00E46FEC" w:rsidP="00E46FEC">
      <w:pPr>
        <w:jc w:val="both"/>
        <w:rPr>
          <w:szCs w:val="22"/>
        </w:rPr>
      </w:pPr>
      <w:r w:rsidRPr="00E46FEC">
        <w:rPr>
          <w:szCs w:val="22"/>
        </w:rPr>
        <w:t xml:space="preserve">      4     -</w:t>
      </w:r>
      <w:proofErr w:type="gramStart"/>
      <w:r w:rsidRPr="00E46FEC">
        <w:rPr>
          <w:szCs w:val="22"/>
        </w:rPr>
        <w:t>114  114</w:t>
      </w:r>
      <w:proofErr w:type="gramEnd"/>
      <w:r w:rsidRPr="00E46FEC">
        <w:rPr>
          <w:szCs w:val="22"/>
        </w:rPr>
        <w:t xml:space="preserve">      -57   57      </w:t>
      </w:r>
      <w:r w:rsidRPr="00206F8B">
        <w:rPr>
          <w:szCs w:val="22"/>
          <w:highlight w:val="yellow"/>
        </w:rPr>
        <w:t>-28   29</w:t>
      </w:r>
      <w:r w:rsidRPr="00E46FEC">
        <w:rPr>
          <w:szCs w:val="22"/>
        </w:rPr>
        <w:t xml:space="preserve">      -14   14     </w:t>
      </w:r>
    </w:p>
    <w:p w:rsidR="00E46FEC" w:rsidRPr="00E46FEC" w:rsidRDefault="00E46FEC" w:rsidP="00E46FEC">
      <w:pPr>
        <w:jc w:val="both"/>
        <w:rPr>
          <w:szCs w:val="22"/>
        </w:rPr>
      </w:pPr>
      <w:r w:rsidRPr="00E46FEC">
        <w:rPr>
          <w:szCs w:val="22"/>
        </w:rPr>
        <w:t xml:space="preserve">      5     </w:t>
      </w:r>
      <w:r w:rsidRPr="00206F8B">
        <w:rPr>
          <w:szCs w:val="22"/>
          <w:highlight w:val="yellow"/>
        </w:rPr>
        <w:t>-</w:t>
      </w:r>
      <w:proofErr w:type="gramStart"/>
      <w:r w:rsidRPr="00206F8B">
        <w:rPr>
          <w:szCs w:val="22"/>
          <w:highlight w:val="yellow"/>
        </w:rPr>
        <w:t>142  143</w:t>
      </w:r>
      <w:proofErr w:type="gramEnd"/>
      <w:r w:rsidRPr="00E46FEC">
        <w:rPr>
          <w:szCs w:val="22"/>
        </w:rPr>
        <w:t xml:space="preserve">      -71   71      -36   36      -18   18     </w:t>
      </w:r>
    </w:p>
    <w:p w:rsidR="00E46FEC" w:rsidRPr="00E46FEC" w:rsidRDefault="00E46FEC" w:rsidP="00E46FEC">
      <w:pPr>
        <w:jc w:val="both"/>
        <w:rPr>
          <w:szCs w:val="22"/>
        </w:rPr>
      </w:pPr>
      <w:r w:rsidRPr="00E46FEC">
        <w:rPr>
          <w:szCs w:val="22"/>
        </w:rPr>
        <w:t xml:space="preserve">      6     -</w:t>
      </w:r>
      <w:proofErr w:type="gramStart"/>
      <w:r w:rsidRPr="00E46FEC">
        <w:rPr>
          <w:szCs w:val="22"/>
        </w:rPr>
        <w:t>171  171</w:t>
      </w:r>
      <w:proofErr w:type="gramEnd"/>
      <w:r w:rsidRPr="00E46FEC">
        <w:rPr>
          <w:szCs w:val="22"/>
        </w:rPr>
        <w:t xml:space="preserve">      </w:t>
      </w:r>
      <w:r w:rsidRPr="00206F8B">
        <w:rPr>
          <w:szCs w:val="22"/>
          <w:highlight w:val="yellow"/>
        </w:rPr>
        <w:t>-85   86</w:t>
      </w:r>
      <w:r w:rsidRPr="00E46FEC">
        <w:rPr>
          <w:szCs w:val="22"/>
        </w:rPr>
        <w:t xml:space="preserve">      -43   43      -21   21     </w:t>
      </w:r>
    </w:p>
    <w:p w:rsidR="00E46FEC" w:rsidRPr="00E46FEC" w:rsidRDefault="00E46FEC" w:rsidP="00E46FEC">
      <w:pPr>
        <w:jc w:val="both"/>
        <w:rPr>
          <w:szCs w:val="22"/>
        </w:rPr>
      </w:pPr>
      <w:r w:rsidRPr="00E46FEC">
        <w:rPr>
          <w:szCs w:val="22"/>
        </w:rPr>
        <w:t xml:space="preserve">      7     </w:t>
      </w:r>
      <w:r w:rsidRPr="00206F8B">
        <w:rPr>
          <w:szCs w:val="22"/>
          <w:highlight w:val="yellow"/>
        </w:rPr>
        <w:t>-</w:t>
      </w:r>
      <w:proofErr w:type="gramStart"/>
      <w:r w:rsidRPr="00206F8B">
        <w:rPr>
          <w:szCs w:val="22"/>
          <w:highlight w:val="yellow"/>
        </w:rPr>
        <w:t>199  200</w:t>
      </w:r>
      <w:proofErr w:type="gramEnd"/>
      <w:r w:rsidRPr="00E46FEC">
        <w:rPr>
          <w:szCs w:val="22"/>
        </w:rPr>
        <w:t xml:space="preserve">     -100  100      -50   50      -25   25     </w:t>
      </w:r>
    </w:p>
    <w:p w:rsidR="00E46FEC" w:rsidRPr="00E46FEC" w:rsidRDefault="00E46FEC" w:rsidP="00E46FEC">
      <w:pPr>
        <w:jc w:val="both"/>
        <w:rPr>
          <w:szCs w:val="22"/>
        </w:rPr>
      </w:pPr>
      <w:r w:rsidRPr="00E46FEC">
        <w:rPr>
          <w:szCs w:val="22"/>
        </w:rPr>
        <w:t xml:space="preserve">      8     -</w:t>
      </w:r>
      <w:proofErr w:type="gramStart"/>
      <w:r w:rsidRPr="00E46FEC">
        <w:rPr>
          <w:szCs w:val="22"/>
        </w:rPr>
        <w:t>228  228</w:t>
      </w:r>
      <w:proofErr w:type="gramEnd"/>
      <w:r w:rsidRPr="00E46FEC">
        <w:rPr>
          <w:szCs w:val="22"/>
        </w:rPr>
        <w:t xml:space="preserve">     -114  114      -57   57      </w:t>
      </w:r>
      <w:r w:rsidRPr="00206F8B">
        <w:rPr>
          <w:szCs w:val="22"/>
          <w:highlight w:val="yellow"/>
        </w:rPr>
        <w:t>-28   29</w:t>
      </w:r>
      <w:r w:rsidRPr="00E46FEC">
        <w:rPr>
          <w:szCs w:val="22"/>
        </w:rPr>
        <w:t xml:space="preserve">     </w:t>
      </w:r>
    </w:p>
    <w:p w:rsidR="00E46FEC" w:rsidRPr="00E46FEC" w:rsidRDefault="00E46FEC" w:rsidP="00E46FEC">
      <w:pPr>
        <w:jc w:val="both"/>
        <w:rPr>
          <w:szCs w:val="22"/>
        </w:rPr>
      </w:pPr>
      <w:r w:rsidRPr="00E46FEC">
        <w:rPr>
          <w:szCs w:val="22"/>
        </w:rPr>
        <w:t>Example reconstruction points for QP=4</w:t>
      </w:r>
    </w:p>
    <w:p w:rsidR="00E46FEC" w:rsidRPr="00E46FEC" w:rsidRDefault="00E46FEC" w:rsidP="00E46FEC">
      <w:pPr>
        <w:jc w:val="both"/>
        <w:rPr>
          <w:szCs w:val="22"/>
        </w:rPr>
      </w:pPr>
      <w:r w:rsidRPr="00E46FEC">
        <w:rPr>
          <w:szCs w:val="22"/>
        </w:rPr>
        <w:t xml:space="preserve">|level|         4             8             16             32         </w:t>
      </w:r>
    </w:p>
    <w:p w:rsidR="00E46FEC" w:rsidRPr="00E46FEC" w:rsidRDefault="00E46FEC" w:rsidP="00E46FEC">
      <w:pPr>
        <w:jc w:val="both"/>
        <w:rPr>
          <w:szCs w:val="22"/>
        </w:rPr>
      </w:pPr>
      <w:r w:rsidRPr="00E46FEC">
        <w:rPr>
          <w:szCs w:val="22"/>
        </w:rPr>
        <w:t xml:space="preserve">      1      -32   32      -16   16       -8    8       -4    4     </w:t>
      </w:r>
    </w:p>
    <w:p w:rsidR="00E46FEC" w:rsidRPr="00E46FEC" w:rsidRDefault="00E46FEC" w:rsidP="00E46FEC">
      <w:pPr>
        <w:jc w:val="both"/>
        <w:rPr>
          <w:szCs w:val="22"/>
        </w:rPr>
      </w:pPr>
      <w:r w:rsidRPr="00E46FEC">
        <w:rPr>
          <w:szCs w:val="22"/>
        </w:rPr>
        <w:t xml:space="preserve">      2      -64   64      -32   32      -16   16       -8    8     </w:t>
      </w:r>
    </w:p>
    <w:p w:rsidR="00E46FEC" w:rsidRPr="00E46FEC" w:rsidRDefault="00E46FEC" w:rsidP="00E46FEC">
      <w:pPr>
        <w:jc w:val="both"/>
        <w:rPr>
          <w:szCs w:val="22"/>
        </w:rPr>
      </w:pPr>
      <w:r w:rsidRPr="00E46FEC">
        <w:rPr>
          <w:szCs w:val="22"/>
        </w:rPr>
        <w:t xml:space="preserve">      3      -96   96      -48   48      -24   24      -12   12     </w:t>
      </w:r>
    </w:p>
    <w:p w:rsidR="00E46FEC" w:rsidRPr="00E46FEC" w:rsidRDefault="00E46FEC" w:rsidP="00E46FEC">
      <w:pPr>
        <w:jc w:val="both"/>
        <w:rPr>
          <w:szCs w:val="22"/>
        </w:rPr>
      </w:pPr>
      <w:r w:rsidRPr="00E46FEC">
        <w:rPr>
          <w:szCs w:val="22"/>
        </w:rPr>
        <w:t xml:space="preserve">      4     -</w:t>
      </w:r>
      <w:proofErr w:type="gramStart"/>
      <w:r w:rsidRPr="00E46FEC">
        <w:rPr>
          <w:szCs w:val="22"/>
        </w:rPr>
        <w:t>128  128</w:t>
      </w:r>
      <w:proofErr w:type="gramEnd"/>
      <w:r w:rsidRPr="00E46FEC">
        <w:rPr>
          <w:szCs w:val="22"/>
        </w:rPr>
        <w:t xml:space="preserve">      -64   64      -32   32      -16   16     </w:t>
      </w:r>
    </w:p>
    <w:p w:rsidR="00E46FEC" w:rsidRPr="00E46FEC" w:rsidRDefault="00E46FEC" w:rsidP="00E46FEC">
      <w:pPr>
        <w:jc w:val="both"/>
        <w:rPr>
          <w:szCs w:val="22"/>
        </w:rPr>
      </w:pPr>
      <w:r w:rsidRPr="00E46FEC">
        <w:rPr>
          <w:szCs w:val="22"/>
        </w:rPr>
        <w:t xml:space="preserve">      5     -</w:t>
      </w:r>
      <w:proofErr w:type="gramStart"/>
      <w:r w:rsidRPr="00E46FEC">
        <w:rPr>
          <w:szCs w:val="22"/>
        </w:rPr>
        <w:t>160  160</w:t>
      </w:r>
      <w:proofErr w:type="gramEnd"/>
      <w:r w:rsidRPr="00E46FEC">
        <w:rPr>
          <w:szCs w:val="22"/>
        </w:rPr>
        <w:t xml:space="preserve">      -80   80      -40   40      -20   20     </w:t>
      </w:r>
    </w:p>
    <w:p w:rsidR="00E46FEC" w:rsidRPr="00E46FEC" w:rsidRDefault="00E46FEC" w:rsidP="00E46FEC">
      <w:pPr>
        <w:jc w:val="both"/>
        <w:rPr>
          <w:szCs w:val="22"/>
        </w:rPr>
      </w:pPr>
      <w:r w:rsidRPr="00E46FEC">
        <w:rPr>
          <w:szCs w:val="22"/>
        </w:rPr>
        <w:t xml:space="preserve">      6     -</w:t>
      </w:r>
      <w:proofErr w:type="gramStart"/>
      <w:r w:rsidRPr="00E46FEC">
        <w:rPr>
          <w:szCs w:val="22"/>
        </w:rPr>
        <w:t>192  192</w:t>
      </w:r>
      <w:proofErr w:type="gramEnd"/>
      <w:r w:rsidRPr="00E46FEC">
        <w:rPr>
          <w:szCs w:val="22"/>
        </w:rPr>
        <w:t xml:space="preserve">      -96   96      -48   48      -24   24     </w:t>
      </w:r>
    </w:p>
    <w:p w:rsidR="00E46FEC" w:rsidRPr="00E46FEC" w:rsidRDefault="00E46FEC" w:rsidP="00E46FEC">
      <w:pPr>
        <w:jc w:val="both"/>
        <w:rPr>
          <w:szCs w:val="22"/>
        </w:rPr>
      </w:pPr>
      <w:r w:rsidRPr="00E46FEC">
        <w:rPr>
          <w:szCs w:val="22"/>
        </w:rPr>
        <w:t xml:space="preserve">      7     -</w:t>
      </w:r>
      <w:proofErr w:type="gramStart"/>
      <w:r w:rsidRPr="00E46FEC">
        <w:rPr>
          <w:szCs w:val="22"/>
        </w:rPr>
        <w:t>224  224</w:t>
      </w:r>
      <w:proofErr w:type="gramEnd"/>
      <w:r w:rsidRPr="00E46FEC">
        <w:rPr>
          <w:szCs w:val="22"/>
        </w:rPr>
        <w:t xml:space="preserve">     -112  112      -56   56      -28   28     </w:t>
      </w:r>
    </w:p>
    <w:p w:rsidR="00E46FEC" w:rsidRPr="00E46FEC" w:rsidRDefault="00E46FEC" w:rsidP="00E46FEC">
      <w:pPr>
        <w:jc w:val="both"/>
        <w:rPr>
          <w:szCs w:val="22"/>
        </w:rPr>
      </w:pPr>
      <w:r w:rsidRPr="00E46FEC">
        <w:rPr>
          <w:szCs w:val="22"/>
        </w:rPr>
        <w:t xml:space="preserve">      8     -</w:t>
      </w:r>
      <w:proofErr w:type="gramStart"/>
      <w:r w:rsidRPr="00E46FEC">
        <w:rPr>
          <w:szCs w:val="22"/>
        </w:rPr>
        <w:t>256  256</w:t>
      </w:r>
      <w:proofErr w:type="gramEnd"/>
      <w:r w:rsidRPr="00E46FEC">
        <w:rPr>
          <w:szCs w:val="22"/>
        </w:rPr>
        <w:t xml:space="preserve">     -128  128      -64   64      -32   32     </w:t>
      </w:r>
    </w:p>
    <w:p w:rsidR="00E46FEC" w:rsidRPr="00E46FEC" w:rsidRDefault="00E46FEC" w:rsidP="00E46FEC">
      <w:pPr>
        <w:jc w:val="both"/>
        <w:rPr>
          <w:szCs w:val="22"/>
        </w:rPr>
      </w:pPr>
      <w:r w:rsidRPr="00E46FEC">
        <w:rPr>
          <w:szCs w:val="22"/>
        </w:rPr>
        <w:t>Example reconstruction points for QP=5</w:t>
      </w:r>
    </w:p>
    <w:p w:rsidR="00E46FEC" w:rsidRPr="00E46FEC" w:rsidRDefault="00E46FEC" w:rsidP="00E46FEC">
      <w:pPr>
        <w:jc w:val="both"/>
        <w:rPr>
          <w:szCs w:val="22"/>
        </w:rPr>
      </w:pPr>
      <w:r w:rsidRPr="00E46FEC">
        <w:rPr>
          <w:szCs w:val="22"/>
        </w:rPr>
        <w:t xml:space="preserve">|level|         4             8             16             32         </w:t>
      </w:r>
    </w:p>
    <w:p w:rsidR="00E46FEC" w:rsidRPr="00E46FEC" w:rsidRDefault="00E46FEC" w:rsidP="00E46FEC">
      <w:pPr>
        <w:jc w:val="both"/>
        <w:rPr>
          <w:szCs w:val="22"/>
        </w:rPr>
      </w:pPr>
      <w:r w:rsidRPr="00E46FEC">
        <w:rPr>
          <w:szCs w:val="22"/>
        </w:rPr>
        <w:t xml:space="preserve">      1      -36   36      -18   18       -9    9       </w:t>
      </w:r>
      <w:r w:rsidRPr="00206F8B">
        <w:rPr>
          <w:szCs w:val="22"/>
          <w:highlight w:val="yellow"/>
        </w:rPr>
        <w:t>-4    5</w:t>
      </w:r>
      <w:r w:rsidRPr="00E46FEC">
        <w:rPr>
          <w:szCs w:val="22"/>
        </w:rPr>
        <w:t xml:space="preserve">     </w:t>
      </w:r>
    </w:p>
    <w:p w:rsidR="00E46FEC" w:rsidRPr="00E46FEC" w:rsidRDefault="00E46FEC" w:rsidP="00E46FEC">
      <w:pPr>
        <w:jc w:val="both"/>
        <w:rPr>
          <w:szCs w:val="22"/>
        </w:rPr>
      </w:pPr>
      <w:r w:rsidRPr="00E46FEC">
        <w:rPr>
          <w:szCs w:val="22"/>
        </w:rPr>
        <w:t xml:space="preserve">      2      -72   72      -36   36      -18   18       -9    9     </w:t>
      </w:r>
    </w:p>
    <w:p w:rsidR="00E46FEC" w:rsidRPr="00E46FEC" w:rsidRDefault="00E46FEC" w:rsidP="00E46FEC">
      <w:pPr>
        <w:jc w:val="both"/>
        <w:rPr>
          <w:szCs w:val="22"/>
        </w:rPr>
      </w:pPr>
      <w:r w:rsidRPr="00E46FEC">
        <w:rPr>
          <w:szCs w:val="22"/>
        </w:rPr>
        <w:t xml:space="preserve">      3     -</w:t>
      </w:r>
      <w:proofErr w:type="gramStart"/>
      <w:r w:rsidRPr="00E46FEC">
        <w:rPr>
          <w:szCs w:val="22"/>
        </w:rPr>
        <w:t>108  108</w:t>
      </w:r>
      <w:proofErr w:type="gramEnd"/>
      <w:r w:rsidRPr="00E46FEC">
        <w:rPr>
          <w:szCs w:val="22"/>
        </w:rPr>
        <w:t xml:space="preserve">      -54   54      -27   27      </w:t>
      </w:r>
      <w:r w:rsidRPr="00206F8B">
        <w:rPr>
          <w:szCs w:val="22"/>
          <w:highlight w:val="yellow"/>
        </w:rPr>
        <w:t>-13   14</w:t>
      </w:r>
      <w:r w:rsidRPr="00E46FEC">
        <w:rPr>
          <w:szCs w:val="22"/>
        </w:rPr>
        <w:t xml:space="preserve">     </w:t>
      </w:r>
    </w:p>
    <w:p w:rsidR="00E46FEC" w:rsidRPr="00E46FEC" w:rsidRDefault="00E46FEC" w:rsidP="00E46FEC">
      <w:pPr>
        <w:jc w:val="both"/>
        <w:rPr>
          <w:szCs w:val="22"/>
        </w:rPr>
      </w:pPr>
      <w:r w:rsidRPr="00E46FEC">
        <w:rPr>
          <w:szCs w:val="22"/>
        </w:rPr>
        <w:t xml:space="preserve">      4     -</w:t>
      </w:r>
      <w:proofErr w:type="gramStart"/>
      <w:r w:rsidRPr="00E46FEC">
        <w:rPr>
          <w:szCs w:val="22"/>
        </w:rPr>
        <w:t>144  144</w:t>
      </w:r>
      <w:proofErr w:type="gramEnd"/>
      <w:r w:rsidRPr="00E46FEC">
        <w:rPr>
          <w:szCs w:val="22"/>
        </w:rPr>
        <w:t xml:space="preserve">      -72   72      -36   36      -18   18     </w:t>
      </w:r>
    </w:p>
    <w:p w:rsidR="00E46FEC" w:rsidRPr="00E46FEC" w:rsidRDefault="00E46FEC" w:rsidP="00E46FEC">
      <w:pPr>
        <w:jc w:val="both"/>
        <w:rPr>
          <w:szCs w:val="22"/>
        </w:rPr>
      </w:pPr>
      <w:r w:rsidRPr="00E46FEC">
        <w:rPr>
          <w:szCs w:val="22"/>
        </w:rPr>
        <w:t xml:space="preserve">      5     -</w:t>
      </w:r>
      <w:proofErr w:type="gramStart"/>
      <w:r w:rsidRPr="00E46FEC">
        <w:rPr>
          <w:szCs w:val="22"/>
        </w:rPr>
        <w:t>180  180</w:t>
      </w:r>
      <w:proofErr w:type="gramEnd"/>
      <w:r w:rsidRPr="00E46FEC">
        <w:rPr>
          <w:szCs w:val="22"/>
        </w:rPr>
        <w:t xml:space="preserve">      -90   90      -45   45      </w:t>
      </w:r>
      <w:r w:rsidRPr="00206F8B">
        <w:rPr>
          <w:szCs w:val="22"/>
          <w:highlight w:val="yellow"/>
        </w:rPr>
        <w:t>-22   23</w:t>
      </w:r>
      <w:r w:rsidRPr="00E46FEC">
        <w:rPr>
          <w:szCs w:val="22"/>
        </w:rPr>
        <w:t xml:space="preserve">     </w:t>
      </w:r>
    </w:p>
    <w:p w:rsidR="00E46FEC" w:rsidRPr="00E46FEC" w:rsidRDefault="00E46FEC" w:rsidP="00E46FEC">
      <w:pPr>
        <w:jc w:val="both"/>
        <w:rPr>
          <w:szCs w:val="22"/>
        </w:rPr>
      </w:pPr>
      <w:r w:rsidRPr="00E46FEC">
        <w:rPr>
          <w:szCs w:val="22"/>
        </w:rPr>
        <w:t xml:space="preserve">      6     -</w:t>
      </w:r>
      <w:proofErr w:type="gramStart"/>
      <w:r w:rsidRPr="00E46FEC">
        <w:rPr>
          <w:szCs w:val="22"/>
        </w:rPr>
        <w:t>216  216</w:t>
      </w:r>
      <w:proofErr w:type="gramEnd"/>
      <w:r w:rsidRPr="00E46FEC">
        <w:rPr>
          <w:szCs w:val="22"/>
        </w:rPr>
        <w:t xml:space="preserve">     -108  108      -54   54      -27   27     </w:t>
      </w:r>
    </w:p>
    <w:p w:rsidR="00E46FEC" w:rsidRPr="00E46FEC" w:rsidRDefault="00E46FEC" w:rsidP="00E46FEC">
      <w:pPr>
        <w:jc w:val="both"/>
        <w:rPr>
          <w:szCs w:val="22"/>
        </w:rPr>
      </w:pPr>
      <w:r w:rsidRPr="00E46FEC">
        <w:rPr>
          <w:szCs w:val="22"/>
        </w:rPr>
        <w:t xml:space="preserve">      7     -</w:t>
      </w:r>
      <w:proofErr w:type="gramStart"/>
      <w:r w:rsidRPr="00E46FEC">
        <w:rPr>
          <w:szCs w:val="22"/>
        </w:rPr>
        <w:t>252  252</w:t>
      </w:r>
      <w:proofErr w:type="gramEnd"/>
      <w:r w:rsidRPr="00E46FEC">
        <w:rPr>
          <w:szCs w:val="22"/>
        </w:rPr>
        <w:t xml:space="preserve">     -126  126      -63   63      </w:t>
      </w:r>
      <w:r w:rsidRPr="00206F8B">
        <w:rPr>
          <w:szCs w:val="22"/>
          <w:highlight w:val="yellow"/>
        </w:rPr>
        <w:t>-31   32</w:t>
      </w:r>
      <w:r w:rsidRPr="00E46FEC">
        <w:rPr>
          <w:szCs w:val="22"/>
        </w:rPr>
        <w:t xml:space="preserve">     </w:t>
      </w:r>
    </w:p>
    <w:p w:rsidR="00E46FEC" w:rsidRPr="009234A5" w:rsidRDefault="00E46FEC" w:rsidP="00E46FEC">
      <w:pPr>
        <w:jc w:val="both"/>
        <w:rPr>
          <w:szCs w:val="22"/>
        </w:rPr>
      </w:pPr>
      <w:r w:rsidRPr="00E46FEC">
        <w:rPr>
          <w:szCs w:val="22"/>
        </w:rPr>
        <w:t xml:space="preserve">      8     -</w:t>
      </w:r>
      <w:proofErr w:type="gramStart"/>
      <w:r w:rsidRPr="00E46FEC">
        <w:rPr>
          <w:szCs w:val="22"/>
        </w:rPr>
        <w:t>288  288</w:t>
      </w:r>
      <w:proofErr w:type="gramEnd"/>
      <w:r w:rsidRPr="00E46FEC">
        <w:rPr>
          <w:szCs w:val="22"/>
        </w:rPr>
        <w:t xml:space="preserve">     -144  144      -72   72      -36   36      </w:t>
      </w:r>
    </w:p>
    <w:sectPr w:rsidR="00E46FEC" w:rsidRPr="009234A5"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403" w:rsidRDefault="00313403">
      <w:r>
        <w:separator/>
      </w:r>
    </w:p>
  </w:endnote>
  <w:endnote w:type="continuationSeparator" w:id="0">
    <w:p w:rsidR="00313403" w:rsidRDefault="00313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font>
  <w:font w:name="Malgun Gothic">
    <w:altName w:val="Arial Unicode MS"/>
    <w:charset w:val="81"/>
    <w:family w:val="swiss"/>
    <w:pitch w:val="variable"/>
    <w:sig w:usb0="00000000"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E7028">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E7028">
      <w:rPr>
        <w:rStyle w:val="PageNumber"/>
        <w:noProof/>
      </w:rPr>
      <w:t>2011-11-09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403" w:rsidRDefault="00313403">
      <w:r>
        <w:separator/>
      </w:r>
    </w:p>
  </w:footnote>
  <w:footnote w:type="continuationSeparator" w:id="0">
    <w:p w:rsidR="00313403" w:rsidRDefault="003134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0C0413"/>
    <w:multiLevelType w:val="hybridMultilevel"/>
    <w:tmpl w:val="061A5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9D63350"/>
    <w:multiLevelType w:val="hybridMultilevel"/>
    <w:tmpl w:val="7AE65498"/>
    <w:lvl w:ilvl="0" w:tplc="8FC64A2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6"/>
  </w:num>
  <w:num w:numId="8">
    <w:abstractNumId w:val="4"/>
  </w:num>
  <w:num w:numId="9">
    <w:abstractNumId w:val="2"/>
  </w:num>
  <w:num w:numId="10">
    <w:abstractNumId w:val="3"/>
  </w:num>
  <w:num w:numId="11">
    <w:abstractNumId w:val="1"/>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D9F"/>
    <w:rsid w:val="000458BC"/>
    <w:rsid w:val="00045C41"/>
    <w:rsid w:val="00046C03"/>
    <w:rsid w:val="000749D9"/>
    <w:rsid w:val="0007614F"/>
    <w:rsid w:val="000A1F5D"/>
    <w:rsid w:val="000A3087"/>
    <w:rsid w:val="000B1C6B"/>
    <w:rsid w:val="000C09AC"/>
    <w:rsid w:val="000E00F3"/>
    <w:rsid w:val="000E3BB4"/>
    <w:rsid w:val="000F158C"/>
    <w:rsid w:val="000F5BDF"/>
    <w:rsid w:val="00124E38"/>
    <w:rsid w:val="0012580B"/>
    <w:rsid w:val="0013526E"/>
    <w:rsid w:val="00144CEA"/>
    <w:rsid w:val="00151153"/>
    <w:rsid w:val="00171371"/>
    <w:rsid w:val="00175A24"/>
    <w:rsid w:val="00187E58"/>
    <w:rsid w:val="001A297E"/>
    <w:rsid w:val="001A368E"/>
    <w:rsid w:val="001A3CDD"/>
    <w:rsid w:val="001A7329"/>
    <w:rsid w:val="001A7A18"/>
    <w:rsid w:val="001B4E28"/>
    <w:rsid w:val="001C3525"/>
    <w:rsid w:val="001D1BD2"/>
    <w:rsid w:val="001E02BE"/>
    <w:rsid w:val="001E3B37"/>
    <w:rsid w:val="001F0E30"/>
    <w:rsid w:val="001F2594"/>
    <w:rsid w:val="00206460"/>
    <w:rsid w:val="002069B4"/>
    <w:rsid w:val="00206F8B"/>
    <w:rsid w:val="00215DFC"/>
    <w:rsid w:val="002212DF"/>
    <w:rsid w:val="00227BA7"/>
    <w:rsid w:val="00275BCF"/>
    <w:rsid w:val="00292257"/>
    <w:rsid w:val="002A54E0"/>
    <w:rsid w:val="002B1595"/>
    <w:rsid w:val="002B191D"/>
    <w:rsid w:val="002B24BC"/>
    <w:rsid w:val="002D0AF6"/>
    <w:rsid w:val="002D41C6"/>
    <w:rsid w:val="002F164D"/>
    <w:rsid w:val="002F1AE1"/>
    <w:rsid w:val="00306206"/>
    <w:rsid w:val="00306FC7"/>
    <w:rsid w:val="00310E83"/>
    <w:rsid w:val="00313403"/>
    <w:rsid w:val="00327C56"/>
    <w:rsid w:val="003315A1"/>
    <w:rsid w:val="003373EC"/>
    <w:rsid w:val="003706CC"/>
    <w:rsid w:val="003A2D8E"/>
    <w:rsid w:val="003C20E4"/>
    <w:rsid w:val="003E581B"/>
    <w:rsid w:val="003E6F90"/>
    <w:rsid w:val="003F5D0F"/>
    <w:rsid w:val="00414101"/>
    <w:rsid w:val="00430E94"/>
    <w:rsid w:val="00433DDB"/>
    <w:rsid w:val="00437619"/>
    <w:rsid w:val="004B0CF6"/>
    <w:rsid w:val="004B210C"/>
    <w:rsid w:val="004B4C4E"/>
    <w:rsid w:val="004D405F"/>
    <w:rsid w:val="004F1CF2"/>
    <w:rsid w:val="004F61E3"/>
    <w:rsid w:val="0051015C"/>
    <w:rsid w:val="00531AE9"/>
    <w:rsid w:val="00555D9F"/>
    <w:rsid w:val="00567EC7"/>
    <w:rsid w:val="00570013"/>
    <w:rsid w:val="005A32B6"/>
    <w:rsid w:val="005A33A1"/>
    <w:rsid w:val="005C153B"/>
    <w:rsid w:val="005C2F1F"/>
    <w:rsid w:val="005C385F"/>
    <w:rsid w:val="005F2D62"/>
    <w:rsid w:val="005F4F20"/>
    <w:rsid w:val="005F6F1B"/>
    <w:rsid w:val="00624B33"/>
    <w:rsid w:val="00630AA2"/>
    <w:rsid w:val="00646707"/>
    <w:rsid w:val="00664DCF"/>
    <w:rsid w:val="006C5D39"/>
    <w:rsid w:val="006D738E"/>
    <w:rsid w:val="006E2810"/>
    <w:rsid w:val="006E5417"/>
    <w:rsid w:val="00711FC5"/>
    <w:rsid w:val="00712F60"/>
    <w:rsid w:val="00720E3B"/>
    <w:rsid w:val="00745F6B"/>
    <w:rsid w:val="0075585E"/>
    <w:rsid w:val="007571E9"/>
    <w:rsid w:val="00772782"/>
    <w:rsid w:val="007768FF"/>
    <w:rsid w:val="007824D3"/>
    <w:rsid w:val="007956FF"/>
    <w:rsid w:val="00796EE3"/>
    <w:rsid w:val="007A7D29"/>
    <w:rsid w:val="007D0723"/>
    <w:rsid w:val="007F1F8B"/>
    <w:rsid w:val="008206C8"/>
    <w:rsid w:val="00874A6C"/>
    <w:rsid w:val="00876C65"/>
    <w:rsid w:val="00895023"/>
    <w:rsid w:val="008A4B4C"/>
    <w:rsid w:val="008A5A3E"/>
    <w:rsid w:val="008B5BE0"/>
    <w:rsid w:val="008C239F"/>
    <w:rsid w:val="008E0F75"/>
    <w:rsid w:val="00907757"/>
    <w:rsid w:val="009212B0"/>
    <w:rsid w:val="009234A5"/>
    <w:rsid w:val="009336F7"/>
    <w:rsid w:val="009374A7"/>
    <w:rsid w:val="00962343"/>
    <w:rsid w:val="0099518F"/>
    <w:rsid w:val="009A523D"/>
    <w:rsid w:val="009F496B"/>
    <w:rsid w:val="00A01439"/>
    <w:rsid w:val="00A02E61"/>
    <w:rsid w:val="00A05CFF"/>
    <w:rsid w:val="00A50D09"/>
    <w:rsid w:val="00A56B97"/>
    <w:rsid w:val="00A6093D"/>
    <w:rsid w:val="00A66E2F"/>
    <w:rsid w:val="00A760CF"/>
    <w:rsid w:val="00A76A6D"/>
    <w:rsid w:val="00A83253"/>
    <w:rsid w:val="00AA6E84"/>
    <w:rsid w:val="00AD7D97"/>
    <w:rsid w:val="00AE341B"/>
    <w:rsid w:val="00B07CA7"/>
    <w:rsid w:val="00B1279A"/>
    <w:rsid w:val="00B36904"/>
    <w:rsid w:val="00B455AA"/>
    <w:rsid w:val="00B5222E"/>
    <w:rsid w:val="00B61C96"/>
    <w:rsid w:val="00B73A2A"/>
    <w:rsid w:val="00B80856"/>
    <w:rsid w:val="00B90A7A"/>
    <w:rsid w:val="00B94B06"/>
    <w:rsid w:val="00B94C28"/>
    <w:rsid w:val="00BC10BA"/>
    <w:rsid w:val="00BC5AFD"/>
    <w:rsid w:val="00C0609D"/>
    <w:rsid w:val="00C115AB"/>
    <w:rsid w:val="00C30249"/>
    <w:rsid w:val="00C33759"/>
    <w:rsid w:val="00C606C9"/>
    <w:rsid w:val="00C90650"/>
    <w:rsid w:val="00C954D8"/>
    <w:rsid w:val="00C97D78"/>
    <w:rsid w:val="00CA3337"/>
    <w:rsid w:val="00CA6654"/>
    <w:rsid w:val="00CB7126"/>
    <w:rsid w:val="00CC5A42"/>
    <w:rsid w:val="00CD0EAB"/>
    <w:rsid w:val="00CE7028"/>
    <w:rsid w:val="00CF34DB"/>
    <w:rsid w:val="00CF558F"/>
    <w:rsid w:val="00D073E2"/>
    <w:rsid w:val="00D2773F"/>
    <w:rsid w:val="00D446EC"/>
    <w:rsid w:val="00D518E9"/>
    <w:rsid w:val="00D51BF0"/>
    <w:rsid w:val="00D55942"/>
    <w:rsid w:val="00D807BF"/>
    <w:rsid w:val="00DA7887"/>
    <w:rsid w:val="00DB2C26"/>
    <w:rsid w:val="00DE6B43"/>
    <w:rsid w:val="00DF7B01"/>
    <w:rsid w:val="00DF7C8A"/>
    <w:rsid w:val="00E04FF8"/>
    <w:rsid w:val="00E11923"/>
    <w:rsid w:val="00E12D17"/>
    <w:rsid w:val="00E262D4"/>
    <w:rsid w:val="00E36250"/>
    <w:rsid w:val="00E46FEC"/>
    <w:rsid w:val="00E54511"/>
    <w:rsid w:val="00E61DAC"/>
    <w:rsid w:val="00E74D46"/>
    <w:rsid w:val="00E75529"/>
    <w:rsid w:val="00E75FE3"/>
    <w:rsid w:val="00EB7AB1"/>
    <w:rsid w:val="00ED493D"/>
    <w:rsid w:val="00ED5AFA"/>
    <w:rsid w:val="00EF48CC"/>
    <w:rsid w:val="00F24A1F"/>
    <w:rsid w:val="00F6515C"/>
    <w:rsid w:val="00F73032"/>
    <w:rsid w:val="00F848FC"/>
    <w:rsid w:val="00F9282A"/>
    <w:rsid w:val="00F96BAD"/>
    <w:rsid w:val="00FB0E84"/>
    <w:rsid w:val="00FC5C18"/>
    <w:rsid w:val="00FD01C2"/>
    <w:rsid w:val="00FD57C9"/>
    <w:rsid w:val="00FE0016"/>
    <w:rsid w:val="00FE3FCB"/>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0749D9"/>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styleId="PlaceholderText">
    <w:name w:val="Placeholder Text"/>
    <w:basedOn w:val="DefaultParagraphFont"/>
    <w:uiPriority w:val="99"/>
    <w:semiHidden/>
    <w:rsid w:val="005C153B"/>
    <w:rPr>
      <w:color w:val="808080"/>
    </w:rPr>
  </w:style>
  <w:style w:type="paragraph" w:styleId="Caption">
    <w:name w:val="caption"/>
    <w:basedOn w:val="Normal"/>
    <w:next w:val="Normal"/>
    <w:semiHidden/>
    <w:unhideWhenUsed/>
    <w:qFormat/>
    <w:rsid w:val="00E74D46"/>
    <w:pPr>
      <w:spacing w:before="0"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0749D9"/>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styleId="PlaceholderText">
    <w:name w:val="Placeholder Text"/>
    <w:basedOn w:val="DefaultParagraphFont"/>
    <w:uiPriority w:val="99"/>
    <w:semiHidden/>
    <w:rsid w:val="005C153B"/>
    <w:rPr>
      <w:color w:val="808080"/>
    </w:rPr>
  </w:style>
  <w:style w:type="paragraph" w:styleId="Caption">
    <w:name w:val="caption"/>
    <w:basedOn w:val="Normal"/>
    <w:next w:val="Normal"/>
    <w:semiHidden/>
    <w:unhideWhenUsed/>
    <w:qFormat/>
    <w:rsid w:val="00E74D46"/>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israk@sharplab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segall@sharplab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kerofsky@sharplabs.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kerofsky\Documents\organizations\JCT\JCT-VC-G\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F386E-9211-436A-A19C-C0DC42690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JCTVC-Yxxx.dot</Template>
  <TotalTime>5</TotalTime>
  <Pages>4</Pages>
  <Words>1231</Words>
  <Characters>8235</Characters>
  <Application>Microsoft Office Word</Application>
  <DocSecurity>0</DocSecurity>
  <Lines>68</Lines>
  <Paragraphs>18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9448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Kerofsky, Louis</dc:creator>
  <cp:keywords>JCT-VC, MPEG, VCEG</cp:keywords>
  <cp:lastModifiedBy>Kiran Misra</cp:lastModifiedBy>
  <cp:revision>7</cp:revision>
  <cp:lastPrinted>2011-10-26T21:29:00Z</cp:lastPrinted>
  <dcterms:created xsi:type="dcterms:W3CDTF">2011-11-04T23:56:00Z</dcterms:created>
  <dcterms:modified xsi:type="dcterms:W3CDTF">2011-11-09T22:59:00Z</dcterms:modified>
</cp:coreProperties>
</file>