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B61BFD" w:rsidRPr="00835C93">
        <w:tc>
          <w:tcPr>
            <w:tcW w:w="6408" w:type="dxa"/>
          </w:tcPr>
          <w:p w:rsidR="00B61BFD" w:rsidRPr="00835C93" w:rsidRDefault="00F30069" w:rsidP="00C97D78">
            <w:pPr>
              <w:tabs>
                <w:tab w:val="left" w:pos="7200"/>
              </w:tabs>
              <w:spacing w:before="0"/>
              <w:rPr>
                <w:b/>
                <w:szCs w:val="22"/>
              </w:rPr>
            </w:pPr>
            <w:r>
              <w:rPr>
                <w:noProof/>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27" o:spid="_x0000_s1050" type="#_x0000_t75" style="position:absolute;margin-left:48.05pt;margin-top:-25.1pt;width:23.1pt;height:21.05pt;z-index:251658752;visibility:visible">
                  <v:imagedata r:id="rId8" o:title=""/>
                </v:shape>
              </w:pict>
            </w:r>
            <w:r>
              <w:rPr>
                <w:noProof/>
              </w:rPr>
              <w:pict>
                <v:shape id="그림 26" o:spid="_x0000_s1051" type="#_x0000_t75" style="position:absolute;margin-left:21.15pt;margin-top:-25.1pt;width:23.2pt;height:21.05pt;z-index:251657728;visibility:visible">
                  <v:imagedata r:id="rId9" o:title=""/>
                </v:shape>
              </w:pict>
            </w:r>
            <w:r w:rsidR="00B61BFD" w:rsidRPr="00835C93">
              <w:rPr>
                <w:b/>
                <w:szCs w:val="22"/>
              </w:rPr>
              <w:t>Joint Collaborative Team on Video Coding (JCT-VC)</w:t>
            </w:r>
          </w:p>
          <w:p w:rsidR="00B61BFD" w:rsidRPr="00835C93" w:rsidRDefault="00B61BFD" w:rsidP="00C97D78">
            <w:pPr>
              <w:tabs>
                <w:tab w:val="left" w:pos="7200"/>
              </w:tabs>
              <w:spacing w:before="0"/>
              <w:rPr>
                <w:b/>
                <w:szCs w:val="22"/>
              </w:rPr>
            </w:pPr>
            <w:r w:rsidRPr="00835C93">
              <w:rPr>
                <w:b/>
                <w:szCs w:val="22"/>
              </w:rPr>
              <w:t>of ITU-T SG16 WP3 and ISO/IEC JTC1/SC29/WG11</w:t>
            </w:r>
          </w:p>
          <w:p w:rsidR="00B61BFD" w:rsidRPr="00835C93" w:rsidRDefault="00B61BFD" w:rsidP="00144CEA">
            <w:pPr>
              <w:tabs>
                <w:tab w:val="left" w:pos="7200"/>
              </w:tabs>
              <w:spacing w:before="0"/>
              <w:rPr>
                <w:b/>
                <w:szCs w:val="22"/>
              </w:rPr>
            </w:pPr>
            <w:r w:rsidRPr="00835C93">
              <w:rPr>
                <w:szCs w:val="22"/>
              </w:rPr>
              <w:t xml:space="preserve">7th Meeting: </w:t>
            </w:r>
            <w:r w:rsidRPr="00835C93">
              <w:t>November</w:t>
            </w:r>
            <w:r w:rsidRPr="00835C93">
              <w:rPr>
                <w:szCs w:val="22"/>
              </w:rPr>
              <w:t>, 14-22 July, 2011</w:t>
            </w:r>
          </w:p>
        </w:tc>
        <w:tc>
          <w:tcPr>
            <w:tcW w:w="3168" w:type="dxa"/>
          </w:tcPr>
          <w:p w:rsidR="00B61BFD" w:rsidRPr="00835C93" w:rsidRDefault="00B61BFD" w:rsidP="009D264E">
            <w:pPr>
              <w:tabs>
                <w:tab w:val="left" w:pos="7200"/>
              </w:tabs>
              <w:rPr>
                <w:u w:val="single"/>
              </w:rPr>
            </w:pPr>
            <w:r w:rsidRPr="00835C93">
              <w:t>Document: JCTVC-</w:t>
            </w:r>
            <w:r w:rsidR="009D264E" w:rsidRPr="00FE05B9">
              <w:t>G719</w:t>
            </w:r>
          </w:p>
        </w:tc>
      </w:tr>
    </w:tbl>
    <w:p w:rsidR="00B61BFD" w:rsidRPr="00AE341B" w:rsidRDefault="00B61BFD" w:rsidP="00531AE9">
      <w:pPr>
        <w:spacing w:before="0"/>
      </w:pPr>
    </w:p>
    <w:tbl>
      <w:tblPr>
        <w:tblW w:w="0" w:type="auto"/>
        <w:tblLayout w:type="fixed"/>
        <w:tblLook w:val="0000" w:firstRow="0" w:lastRow="0" w:firstColumn="0" w:lastColumn="0" w:noHBand="0" w:noVBand="0"/>
      </w:tblPr>
      <w:tblGrid>
        <w:gridCol w:w="1458"/>
        <w:gridCol w:w="3895"/>
        <w:gridCol w:w="851"/>
        <w:gridCol w:w="3372"/>
      </w:tblGrid>
      <w:tr w:rsidR="00B61BFD" w:rsidRPr="00835C93">
        <w:tc>
          <w:tcPr>
            <w:tcW w:w="1458" w:type="dxa"/>
          </w:tcPr>
          <w:p w:rsidR="00B61BFD" w:rsidRPr="00835C93" w:rsidRDefault="00B61BFD">
            <w:pPr>
              <w:spacing w:before="60" w:after="60"/>
              <w:rPr>
                <w:i/>
                <w:szCs w:val="22"/>
              </w:rPr>
            </w:pPr>
            <w:r w:rsidRPr="00835C93">
              <w:rPr>
                <w:i/>
                <w:szCs w:val="22"/>
              </w:rPr>
              <w:t>Title:</w:t>
            </w:r>
          </w:p>
        </w:tc>
        <w:tc>
          <w:tcPr>
            <w:tcW w:w="8118" w:type="dxa"/>
            <w:gridSpan w:val="3"/>
          </w:tcPr>
          <w:p w:rsidR="00B61BFD" w:rsidRPr="00835C93" w:rsidRDefault="00B61BFD">
            <w:pPr>
              <w:spacing w:before="60" w:after="60"/>
              <w:rPr>
                <w:b/>
                <w:szCs w:val="22"/>
              </w:rPr>
            </w:pPr>
            <w:r w:rsidRPr="00835C93">
              <w:rPr>
                <w:b/>
                <w:szCs w:val="22"/>
              </w:rPr>
              <w:t>Structured Level Limits</w:t>
            </w:r>
          </w:p>
        </w:tc>
      </w:tr>
      <w:tr w:rsidR="00B61BFD" w:rsidRPr="00835C93">
        <w:tc>
          <w:tcPr>
            <w:tcW w:w="1458" w:type="dxa"/>
          </w:tcPr>
          <w:p w:rsidR="00B61BFD" w:rsidRPr="00835C93" w:rsidRDefault="00B61BFD">
            <w:pPr>
              <w:spacing w:before="60" w:after="60"/>
              <w:rPr>
                <w:i/>
                <w:szCs w:val="22"/>
              </w:rPr>
            </w:pPr>
            <w:r w:rsidRPr="00835C93">
              <w:rPr>
                <w:i/>
                <w:szCs w:val="22"/>
              </w:rPr>
              <w:t>Status:</w:t>
            </w:r>
          </w:p>
        </w:tc>
        <w:tc>
          <w:tcPr>
            <w:tcW w:w="8118" w:type="dxa"/>
            <w:gridSpan w:val="3"/>
          </w:tcPr>
          <w:p w:rsidR="00B61BFD" w:rsidRPr="00835C93" w:rsidRDefault="00B61BFD" w:rsidP="00144CEA">
            <w:pPr>
              <w:spacing w:before="60" w:after="60"/>
              <w:rPr>
                <w:szCs w:val="22"/>
              </w:rPr>
            </w:pPr>
            <w:r w:rsidRPr="00835C93">
              <w:rPr>
                <w:szCs w:val="22"/>
              </w:rPr>
              <w:t>Input Document to JCT-VC</w:t>
            </w:r>
          </w:p>
        </w:tc>
      </w:tr>
      <w:tr w:rsidR="00B61BFD" w:rsidRPr="00835C93">
        <w:tc>
          <w:tcPr>
            <w:tcW w:w="1458" w:type="dxa"/>
          </w:tcPr>
          <w:p w:rsidR="00B61BFD" w:rsidRPr="00835C93" w:rsidRDefault="00B61BFD">
            <w:pPr>
              <w:spacing w:before="60" w:after="60"/>
              <w:rPr>
                <w:i/>
                <w:szCs w:val="22"/>
              </w:rPr>
            </w:pPr>
            <w:r w:rsidRPr="00835C93">
              <w:rPr>
                <w:i/>
                <w:szCs w:val="22"/>
              </w:rPr>
              <w:t>Purpose:</w:t>
            </w:r>
          </w:p>
        </w:tc>
        <w:tc>
          <w:tcPr>
            <w:tcW w:w="8118" w:type="dxa"/>
            <w:gridSpan w:val="3"/>
          </w:tcPr>
          <w:p w:rsidR="00B61BFD" w:rsidRPr="00835C93" w:rsidRDefault="00B61BFD" w:rsidP="00144CEA">
            <w:pPr>
              <w:spacing w:before="60" w:after="60"/>
              <w:rPr>
                <w:szCs w:val="22"/>
              </w:rPr>
            </w:pPr>
            <w:r w:rsidRPr="00835C93">
              <w:rPr>
                <w:szCs w:val="22"/>
              </w:rPr>
              <w:t>Proposal</w:t>
            </w:r>
          </w:p>
        </w:tc>
      </w:tr>
      <w:tr w:rsidR="00B61BFD" w:rsidRPr="00835C93" w:rsidTr="001419EE">
        <w:tc>
          <w:tcPr>
            <w:tcW w:w="1458" w:type="dxa"/>
          </w:tcPr>
          <w:p w:rsidR="00B61BFD" w:rsidRPr="00835C93" w:rsidRDefault="00B61BFD">
            <w:pPr>
              <w:spacing w:before="60" w:after="60"/>
              <w:rPr>
                <w:i/>
                <w:szCs w:val="22"/>
              </w:rPr>
            </w:pPr>
            <w:r w:rsidRPr="00835C93">
              <w:rPr>
                <w:i/>
                <w:szCs w:val="22"/>
              </w:rPr>
              <w:t>Author(s) or</w:t>
            </w:r>
            <w:r w:rsidRPr="00835C93">
              <w:rPr>
                <w:i/>
                <w:szCs w:val="22"/>
              </w:rPr>
              <w:br/>
              <w:t>Contact(s):</w:t>
            </w:r>
          </w:p>
        </w:tc>
        <w:tc>
          <w:tcPr>
            <w:tcW w:w="3895" w:type="dxa"/>
          </w:tcPr>
          <w:p w:rsidR="00B61BFD" w:rsidRPr="00835C93" w:rsidRDefault="00B61BFD">
            <w:pPr>
              <w:spacing w:before="60" w:after="60"/>
              <w:rPr>
                <w:szCs w:val="22"/>
                <w:lang w:eastAsia="ko-KR"/>
              </w:rPr>
            </w:pPr>
            <w:r w:rsidRPr="00835C93">
              <w:rPr>
                <w:szCs w:val="22"/>
              </w:rPr>
              <w:t>Louie Kerofsky, Andrew Segall, Kiran Misra</w:t>
            </w:r>
            <w:r w:rsidRPr="00835C93">
              <w:rPr>
                <w:szCs w:val="22"/>
              </w:rPr>
              <w:br/>
            </w:r>
            <w:smartTag w:uri="urn:schemas-microsoft-com:office:smarttags" w:element="address">
              <w:smartTag w:uri="urn:schemas-microsoft-com:office:smarttags" w:element="Street">
                <w:r w:rsidRPr="00835C93">
                  <w:rPr>
                    <w:szCs w:val="22"/>
                  </w:rPr>
                  <w:t>5750 Pacific Rim Blvd</w:t>
                </w:r>
              </w:smartTag>
              <w:r w:rsidRPr="00835C93">
                <w:rPr>
                  <w:szCs w:val="22"/>
                </w:rPr>
                <w:br/>
              </w:r>
              <w:smartTag w:uri="urn:schemas-microsoft-com:office:smarttags" w:element="City">
                <w:r w:rsidRPr="00835C93">
                  <w:rPr>
                    <w:szCs w:val="22"/>
                  </w:rPr>
                  <w:t>Camas</w:t>
                </w:r>
              </w:smartTag>
              <w:r w:rsidRPr="00835C93">
                <w:rPr>
                  <w:szCs w:val="22"/>
                </w:rPr>
                <w:t xml:space="preserve">, </w:t>
              </w:r>
              <w:smartTag w:uri="urn:schemas-microsoft-com:office:smarttags" w:element="State">
                <w:r w:rsidRPr="00835C93">
                  <w:rPr>
                    <w:szCs w:val="22"/>
                  </w:rPr>
                  <w:t>WA</w:t>
                </w:r>
              </w:smartTag>
              <w:r w:rsidRPr="00835C93">
                <w:rPr>
                  <w:szCs w:val="22"/>
                </w:rPr>
                <w:t xml:space="preserve"> </w:t>
              </w:r>
              <w:smartTag w:uri="urn:schemas-microsoft-com:office:smarttags" w:element="PostalCode">
                <w:r w:rsidRPr="00835C93">
                  <w:rPr>
                    <w:szCs w:val="22"/>
                  </w:rPr>
                  <w:t>98607</w:t>
                </w:r>
              </w:smartTag>
              <w:r w:rsidRPr="00835C93">
                <w:rPr>
                  <w:szCs w:val="22"/>
                </w:rPr>
                <w:br/>
              </w:r>
              <w:smartTag w:uri="urn:schemas-microsoft-com:office:smarttags" w:element="country-region">
                <w:r w:rsidRPr="00835C93">
                  <w:rPr>
                    <w:szCs w:val="22"/>
                  </w:rPr>
                  <w:t>USA</w:t>
                </w:r>
              </w:smartTag>
            </w:smartTag>
          </w:p>
          <w:p w:rsidR="00B61BFD" w:rsidRPr="00835C93" w:rsidRDefault="00B61BFD">
            <w:pPr>
              <w:spacing w:before="60" w:after="60"/>
              <w:rPr>
                <w:szCs w:val="22"/>
                <w:lang w:eastAsia="ko-KR"/>
              </w:rPr>
            </w:pPr>
          </w:p>
          <w:p w:rsidR="00B61BFD" w:rsidRPr="00835C93" w:rsidRDefault="00B61BFD" w:rsidP="00050BF7">
            <w:pPr>
              <w:spacing w:before="60" w:after="60"/>
              <w:rPr>
                <w:szCs w:val="22"/>
                <w:lang w:eastAsia="ko-KR"/>
              </w:rPr>
            </w:pPr>
          </w:p>
          <w:p w:rsidR="00B61BFD" w:rsidRPr="00835C93" w:rsidRDefault="00B61BFD" w:rsidP="00050BF7">
            <w:pPr>
              <w:spacing w:before="60" w:after="60"/>
              <w:rPr>
                <w:szCs w:val="22"/>
              </w:rPr>
            </w:pPr>
            <w:r w:rsidRPr="00835C93">
              <w:rPr>
                <w:szCs w:val="22"/>
              </w:rPr>
              <w:t>E</w:t>
            </w:r>
            <w:r w:rsidRPr="00835C93">
              <w:rPr>
                <w:szCs w:val="22"/>
                <w:lang w:eastAsia="ko-KR"/>
              </w:rPr>
              <w:t>lena</w:t>
            </w:r>
            <w:r w:rsidRPr="00835C93">
              <w:rPr>
                <w:szCs w:val="22"/>
              </w:rPr>
              <w:t>Alshina</w:t>
            </w:r>
          </w:p>
          <w:p w:rsidR="00B61BFD" w:rsidRPr="00835C93" w:rsidRDefault="00B61BFD" w:rsidP="001419EE">
            <w:pPr>
              <w:spacing w:before="60" w:after="60"/>
              <w:rPr>
                <w:szCs w:val="22"/>
                <w:lang w:eastAsia="ko-KR"/>
              </w:rPr>
            </w:pPr>
            <w:r w:rsidRPr="00835C93">
              <w:rPr>
                <w:szCs w:val="22"/>
              </w:rPr>
              <w:t>A</w:t>
            </w:r>
            <w:r w:rsidRPr="00835C93">
              <w:rPr>
                <w:szCs w:val="22"/>
                <w:lang w:eastAsia="ko-KR"/>
              </w:rPr>
              <w:t>lexander</w:t>
            </w:r>
            <w:r w:rsidRPr="00835C93">
              <w:rPr>
                <w:szCs w:val="22"/>
              </w:rPr>
              <w:t xml:space="preserve">Alshin, </w:t>
            </w:r>
          </w:p>
          <w:p w:rsidR="00B61BFD" w:rsidRDefault="00B61BFD" w:rsidP="00050BF7">
            <w:pPr>
              <w:pStyle w:val="HTMLPreformatted"/>
              <w:rPr>
                <w:rFonts w:ascii="Times New Roman" w:hAnsi="Times New Roman" w:cs="Times New Roman"/>
                <w:color w:val="000000"/>
                <w:sz w:val="22"/>
                <w:szCs w:val="22"/>
              </w:rPr>
            </w:pPr>
          </w:p>
          <w:p w:rsidR="00B61BFD" w:rsidRPr="00835C93" w:rsidRDefault="00B61BFD" w:rsidP="00050BF7">
            <w:pPr>
              <w:spacing w:before="60" w:after="60"/>
              <w:rPr>
                <w:szCs w:val="22"/>
              </w:rPr>
            </w:pPr>
            <w:r w:rsidRPr="00835C93">
              <w:rPr>
                <w:szCs w:val="22"/>
              </w:rPr>
              <w:t xml:space="preserve">#416 Matean 3-dong, Yeongtong-gu, Suwon-si, Gyeonggi-do, 443-742, </w:t>
            </w:r>
            <w:smartTag w:uri="urn:schemas-microsoft-com:office:smarttags" w:element="place">
              <w:smartTag w:uri="urn:schemas-microsoft-com:office:smarttags" w:element="country-region">
                <w:r w:rsidRPr="00835C93">
                  <w:rPr>
                    <w:szCs w:val="22"/>
                  </w:rPr>
                  <w:t>Korea</w:t>
                </w:r>
              </w:smartTag>
            </w:smartTag>
          </w:p>
          <w:p w:rsidR="00B61BFD" w:rsidRPr="00835C93" w:rsidRDefault="00B61BFD">
            <w:pPr>
              <w:spacing w:before="60" w:after="60"/>
              <w:rPr>
                <w:szCs w:val="22"/>
                <w:lang w:eastAsia="ko-KR"/>
              </w:rPr>
            </w:pPr>
          </w:p>
        </w:tc>
        <w:tc>
          <w:tcPr>
            <w:tcW w:w="851" w:type="dxa"/>
          </w:tcPr>
          <w:p w:rsidR="00B61BFD" w:rsidRPr="00835C93" w:rsidRDefault="00B61BFD">
            <w:pPr>
              <w:spacing w:before="60" w:after="60"/>
              <w:rPr>
                <w:szCs w:val="22"/>
              </w:rPr>
            </w:pPr>
            <w:r w:rsidRPr="00835C93">
              <w:rPr>
                <w:szCs w:val="22"/>
              </w:rPr>
              <w:br/>
              <w:t>Tel:</w:t>
            </w:r>
            <w:r w:rsidRPr="00835C93">
              <w:rPr>
                <w:szCs w:val="22"/>
              </w:rPr>
              <w:br/>
              <w:t>Email:</w:t>
            </w:r>
          </w:p>
        </w:tc>
        <w:tc>
          <w:tcPr>
            <w:tcW w:w="3372" w:type="dxa"/>
          </w:tcPr>
          <w:p w:rsidR="00B61BFD" w:rsidRPr="00835C93" w:rsidRDefault="00B61BFD" w:rsidP="00F17C17">
            <w:pPr>
              <w:spacing w:before="60" w:after="60"/>
              <w:rPr>
                <w:szCs w:val="22"/>
              </w:rPr>
            </w:pPr>
            <w:r w:rsidRPr="00835C93">
              <w:rPr>
                <w:szCs w:val="22"/>
              </w:rPr>
              <w:br/>
              <w:t>+1 360 817 9451</w:t>
            </w:r>
          </w:p>
          <w:p w:rsidR="00B61BFD" w:rsidRPr="00835C93" w:rsidRDefault="00F30069" w:rsidP="00F17C17">
            <w:pPr>
              <w:spacing w:before="60" w:after="60"/>
              <w:rPr>
                <w:szCs w:val="22"/>
              </w:rPr>
            </w:pPr>
            <w:hyperlink r:id="rId10" w:history="1">
              <w:r w:rsidR="00B61BFD" w:rsidRPr="00835C93">
                <w:rPr>
                  <w:rStyle w:val="Hyperlink"/>
                  <w:szCs w:val="22"/>
                </w:rPr>
                <w:t>lkerofsky@sharplabs.com</w:t>
              </w:r>
            </w:hyperlink>
          </w:p>
          <w:p w:rsidR="00B61BFD" w:rsidRPr="00835C93" w:rsidRDefault="00F30069" w:rsidP="00F17C17">
            <w:pPr>
              <w:spacing w:before="60" w:after="60"/>
              <w:rPr>
                <w:rStyle w:val="Hyperlink"/>
                <w:szCs w:val="22"/>
              </w:rPr>
            </w:pPr>
            <w:hyperlink r:id="rId11" w:history="1">
              <w:r w:rsidR="00B61BFD" w:rsidRPr="00835C93">
                <w:rPr>
                  <w:rStyle w:val="Hyperlink"/>
                  <w:szCs w:val="22"/>
                </w:rPr>
                <w:t>asegall@sharplabs.com</w:t>
              </w:r>
            </w:hyperlink>
          </w:p>
          <w:p w:rsidR="00B61BFD" w:rsidRPr="00835C93" w:rsidRDefault="00F30069" w:rsidP="00F17C17">
            <w:pPr>
              <w:spacing w:before="60" w:after="60"/>
              <w:rPr>
                <w:lang w:eastAsia="ko-KR"/>
              </w:rPr>
            </w:pPr>
            <w:hyperlink r:id="rId12" w:history="1">
              <w:r w:rsidR="00B61BFD" w:rsidRPr="00835C93">
                <w:rPr>
                  <w:rStyle w:val="Hyperlink"/>
                  <w:szCs w:val="22"/>
                </w:rPr>
                <w:t>misrak@sharplabs.com</w:t>
              </w:r>
            </w:hyperlink>
          </w:p>
          <w:p w:rsidR="00B61BFD" w:rsidRPr="00835C93" w:rsidRDefault="00B61BFD" w:rsidP="00F17C17">
            <w:pPr>
              <w:spacing w:before="60" w:after="60"/>
              <w:rPr>
                <w:szCs w:val="22"/>
                <w:lang w:eastAsia="ko-KR"/>
              </w:rPr>
            </w:pPr>
            <w:r w:rsidRPr="00835C93">
              <w:rPr>
                <w:szCs w:val="22"/>
              </w:rPr>
              <w:br/>
            </w:r>
            <w:hyperlink r:id="rId13" w:history="1">
              <w:r w:rsidRPr="00835C93">
                <w:rPr>
                  <w:rStyle w:val="Hyperlink"/>
                  <w:szCs w:val="22"/>
                  <w:lang w:eastAsia="ko-KR"/>
                </w:rPr>
                <w:t>elena_a.alshina@samsung.com</w:t>
              </w:r>
            </w:hyperlink>
          </w:p>
          <w:p w:rsidR="00B61BFD" w:rsidRPr="00835C93" w:rsidRDefault="00F30069" w:rsidP="00050BF7">
            <w:pPr>
              <w:spacing w:before="60" w:after="60"/>
              <w:rPr>
                <w:szCs w:val="22"/>
                <w:lang w:eastAsia="ko-KR"/>
              </w:rPr>
            </w:pPr>
            <w:hyperlink r:id="rId14" w:history="1">
              <w:r w:rsidR="00373BB2" w:rsidRPr="00DF5957">
                <w:rPr>
                  <w:rStyle w:val="Hyperlink"/>
                  <w:szCs w:val="22"/>
                  <w:lang w:eastAsia="ko-KR"/>
                </w:rPr>
                <w:t>alexander_b.alshin@samsung.com</w:t>
              </w:r>
            </w:hyperlink>
            <w:r w:rsidR="00373BB2">
              <w:rPr>
                <w:szCs w:val="22"/>
                <w:lang w:eastAsia="ko-KR"/>
              </w:rPr>
              <w:t xml:space="preserve"> </w:t>
            </w:r>
          </w:p>
        </w:tc>
      </w:tr>
      <w:tr w:rsidR="00B61BFD" w:rsidRPr="00835C93">
        <w:tc>
          <w:tcPr>
            <w:tcW w:w="1458" w:type="dxa"/>
          </w:tcPr>
          <w:p w:rsidR="00B61BFD" w:rsidRPr="00835C93" w:rsidRDefault="00B61BFD">
            <w:pPr>
              <w:spacing w:before="60" w:after="60"/>
              <w:rPr>
                <w:i/>
                <w:szCs w:val="22"/>
              </w:rPr>
            </w:pPr>
            <w:r w:rsidRPr="00835C93">
              <w:rPr>
                <w:i/>
                <w:szCs w:val="22"/>
              </w:rPr>
              <w:t>Source:</w:t>
            </w:r>
          </w:p>
        </w:tc>
        <w:tc>
          <w:tcPr>
            <w:tcW w:w="8118" w:type="dxa"/>
            <w:gridSpan w:val="3"/>
          </w:tcPr>
          <w:p w:rsidR="00B61BFD" w:rsidRPr="00835C93" w:rsidRDefault="00B61BFD" w:rsidP="009475D5">
            <w:pPr>
              <w:spacing w:before="60" w:after="60"/>
              <w:rPr>
                <w:szCs w:val="22"/>
                <w:lang w:eastAsia="ko-KR"/>
              </w:rPr>
            </w:pPr>
            <w:r w:rsidRPr="00835C93">
              <w:rPr>
                <w:szCs w:val="22"/>
              </w:rPr>
              <w:t>Sharp Laboratories of America</w:t>
            </w:r>
            <w:r w:rsidRPr="00835C93">
              <w:rPr>
                <w:szCs w:val="22"/>
                <w:lang w:eastAsia="ko-KR"/>
              </w:rPr>
              <w:t xml:space="preserve"> &amp; Samsung Electronics, Ltd.</w:t>
            </w:r>
          </w:p>
        </w:tc>
      </w:tr>
    </w:tbl>
    <w:p w:rsidR="00B61BFD" w:rsidRPr="00AE341B" w:rsidRDefault="00B61BFD">
      <w:pPr>
        <w:tabs>
          <w:tab w:val="left" w:pos="1800"/>
          <w:tab w:val="right" w:pos="9360"/>
        </w:tabs>
        <w:spacing w:before="120" w:after="240"/>
        <w:jc w:val="center"/>
        <w:rPr>
          <w:szCs w:val="22"/>
        </w:rPr>
      </w:pPr>
      <w:r w:rsidRPr="00AE341B">
        <w:rPr>
          <w:szCs w:val="22"/>
          <w:u w:val="single"/>
        </w:rPr>
        <w:t>_____________________________</w:t>
      </w:r>
    </w:p>
    <w:p w:rsidR="00B61BFD" w:rsidRPr="002B191D" w:rsidRDefault="00B61BFD" w:rsidP="009234A5">
      <w:pPr>
        <w:pStyle w:val="Heading1"/>
        <w:numPr>
          <w:ilvl w:val="0"/>
          <w:numId w:val="0"/>
        </w:numPr>
        <w:ind w:left="432" w:hanging="432"/>
      </w:pPr>
      <w:r w:rsidRPr="002B191D">
        <w:t>Abstract</w:t>
      </w:r>
    </w:p>
    <w:p w:rsidR="00B61BFD" w:rsidRDefault="00B61BFD" w:rsidP="001419EE">
      <w:pPr>
        <w:jc w:val="both"/>
      </w:pPr>
      <w:r>
        <w:t>This proposal introduces limits on the quantization levels for a conforming bitstream.  These levels vary with QP parameter and transform size.  It is asserted that these limits ensure the dequantized coefficient does not exceed 16-signed bits in dynamic range.  A formula defines the limits from 6 basic values using the QP and transform size parameters used in dequantization.  The limits are proposed for use defining conformance.  Clipping the limits to the range specified by the limits and removing the clipping following dequantization is proposed.</w:t>
      </w:r>
    </w:p>
    <w:p w:rsidR="00B61BFD" w:rsidRPr="00AE341B" w:rsidRDefault="00B61BFD" w:rsidP="00E11923">
      <w:pPr>
        <w:pStyle w:val="Heading1"/>
      </w:pPr>
      <w:r w:rsidRPr="00AE341B">
        <w:t xml:space="preserve">Introduction </w:t>
      </w:r>
    </w:p>
    <w:p w:rsidR="00B61BFD" w:rsidRDefault="00B61BFD" w:rsidP="009234A5">
      <w:pPr>
        <w:jc w:val="both"/>
        <w:rPr>
          <w:szCs w:val="22"/>
        </w:rPr>
      </w:pPr>
      <w:r>
        <w:rPr>
          <w:szCs w:val="22"/>
        </w:rPr>
        <w:t xml:space="preserve">The work in JVCVC-F257 </w:t>
      </w:r>
      <w:r>
        <w:rPr>
          <w:szCs w:val="22"/>
        </w:rPr>
        <w:fldChar w:fldCharType="begin"/>
      </w:r>
      <w:r>
        <w:rPr>
          <w:szCs w:val="22"/>
        </w:rPr>
        <w:instrText xml:space="preserve"> REF _Ref308094721 \w \h </w:instrText>
      </w:r>
      <w:r>
        <w:rPr>
          <w:szCs w:val="22"/>
        </w:rPr>
      </w:r>
      <w:r>
        <w:rPr>
          <w:szCs w:val="22"/>
        </w:rPr>
        <w:fldChar w:fldCharType="separate"/>
      </w:r>
      <w:r>
        <w:rPr>
          <w:szCs w:val="22"/>
        </w:rPr>
        <w:t>[1]</w:t>
      </w:r>
      <w:r>
        <w:rPr>
          <w:szCs w:val="22"/>
        </w:rPr>
        <w:fldChar w:fldCharType="end"/>
      </w:r>
      <w:r>
        <w:rPr>
          <w:szCs w:val="22"/>
        </w:rPr>
        <w:t xml:space="preserve"> described a process an encoder could use to restrict the dequantized coefficients at the decoder to less than 16-bits. This method is adapted to define constraints on the level values in a bitstream restricting the dequantized coefficients to 16-bits.  The structure of the limits is exploited to define a representation requiring only multiplies and bitshifts.    </w:t>
      </w:r>
    </w:p>
    <w:p w:rsidR="00B61BFD" w:rsidRDefault="00B61BFD" w:rsidP="009234A5">
      <w:pPr>
        <w:jc w:val="both"/>
        <w:rPr>
          <w:szCs w:val="22"/>
        </w:rPr>
      </w:pPr>
      <w:r>
        <w:rPr>
          <w:szCs w:val="22"/>
        </w:rPr>
        <w:t xml:space="preserve">Recall the definitions of dequantization used in HM 4.0 and given in JCTVC-E243 </w:t>
      </w:r>
      <w:r>
        <w:rPr>
          <w:szCs w:val="22"/>
        </w:rPr>
        <w:fldChar w:fldCharType="begin"/>
      </w:r>
      <w:r>
        <w:rPr>
          <w:szCs w:val="22"/>
        </w:rPr>
        <w:instrText xml:space="preserve"> REF _Ref308094735 \w \h </w:instrText>
      </w:r>
      <w:r>
        <w:rPr>
          <w:szCs w:val="22"/>
        </w:rPr>
      </w:r>
      <w:r>
        <w:rPr>
          <w:szCs w:val="22"/>
        </w:rPr>
        <w:fldChar w:fldCharType="separate"/>
      </w:r>
      <w:r>
        <w:rPr>
          <w:szCs w:val="22"/>
        </w:rPr>
        <w:t>[2]</w:t>
      </w:r>
      <w:r>
        <w:rPr>
          <w:szCs w:val="22"/>
        </w:rPr>
        <w:fldChar w:fldCharType="end"/>
      </w:r>
      <w:r>
        <w:rPr>
          <w:szCs w:val="22"/>
        </w:rPr>
        <w:t>.</w:t>
      </w:r>
    </w:p>
    <w:p w:rsidR="00B61BFD" w:rsidRDefault="00B61BFD" w:rsidP="00C33759">
      <w:pPr>
        <w:tabs>
          <w:tab w:val="clear" w:pos="360"/>
          <w:tab w:val="clear" w:pos="720"/>
          <w:tab w:val="clear" w:pos="1080"/>
          <w:tab w:val="clear" w:pos="1440"/>
        </w:tabs>
        <w:overflowPunct/>
        <w:spacing w:before="0"/>
        <w:textAlignment w:val="auto"/>
        <w:rPr>
          <w:szCs w:val="22"/>
        </w:rPr>
      </w:pPr>
    </w:p>
    <w:p w:rsidR="00B61BFD" w:rsidRPr="009F7CA0" w:rsidRDefault="00B61BFD" w:rsidP="00C33759">
      <w:pPr>
        <w:tabs>
          <w:tab w:val="clear" w:pos="360"/>
          <w:tab w:val="clear" w:pos="720"/>
          <w:tab w:val="clear" w:pos="1080"/>
          <w:tab w:val="clear" w:pos="1440"/>
        </w:tabs>
        <w:overflowPunct/>
        <w:spacing w:before="0"/>
        <w:textAlignment w:val="auto"/>
        <w:rPr>
          <w:b/>
          <w:bCs/>
          <w:szCs w:val="22"/>
        </w:rPr>
      </w:pPr>
      <w:r w:rsidRPr="009F7CA0">
        <w:rPr>
          <w:b/>
          <w:bCs/>
          <w:szCs w:val="22"/>
        </w:rPr>
        <w:t>Definitions</w:t>
      </w:r>
    </w:p>
    <w:p w:rsidR="00B61BFD" w:rsidRPr="004C09BE" w:rsidRDefault="00B61BFD" w:rsidP="00C33759">
      <w:pPr>
        <w:tabs>
          <w:tab w:val="clear" w:pos="360"/>
          <w:tab w:val="clear" w:pos="720"/>
          <w:tab w:val="clear" w:pos="1080"/>
          <w:tab w:val="clear" w:pos="1440"/>
        </w:tabs>
        <w:overflowPunct/>
        <w:spacing w:before="0"/>
        <w:textAlignment w:val="auto"/>
        <w:rPr>
          <w:szCs w:val="22"/>
        </w:rPr>
      </w:pPr>
      <w:r w:rsidRPr="009F7CA0">
        <w:rPr>
          <w:b/>
          <w:bCs/>
          <w:szCs w:val="22"/>
        </w:rPr>
        <w:tab/>
      </w:r>
      <w:r w:rsidRPr="009F7CA0">
        <w:rPr>
          <w:szCs w:val="22"/>
        </w:rPr>
        <w:t>B</w:t>
      </w:r>
      <w:r w:rsidRPr="009F7CA0">
        <w:rPr>
          <w:szCs w:val="22"/>
        </w:rPr>
        <w:tab/>
        <w:t xml:space="preserve">= </w:t>
      </w:r>
      <w:r w:rsidRPr="004C09BE">
        <w:rPr>
          <w:szCs w:val="22"/>
        </w:rPr>
        <w:t>source bit width (8 or 10 bit in the experiments described below)</w:t>
      </w:r>
    </w:p>
    <w:p w:rsidR="00B61BFD" w:rsidRPr="004C09BE" w:rsidRDefault="00B61BFD" w:rsidP="00C33759">
      <w:pPr>
        <w:tabs>
          <w:tab w:val="clear" w:pos="360"/>
          <w:tab w:val="clear" w:pos="720"/>
          <w:tab w:val="clear" w:pos="1080"/>
          <w:tab w:val="clear" w:pos="1440"/>
        </w:tabs>
        <w:overflowPunct/>
        <w:spacing w:before="0"/>
        <w:textAlignment w:val="auto"/>
        <w:rPr>
          <w:szCs w:val="22"/>
        </w:rPr>
      </w:pPr>
      <w:r w:rsidRPr="004C09BE">
        <w:rPr>
          <w:szCs w:val="22"/>
        </w:rPr>
        <w:tab/>
        <w:t>DB</w:t>
      </w:r>
      <w:r w:rsidRPr="004C09BE">
        <w:rPr>
          <w:szCs w:val="22"/>
        </w:rPr>
        <w:tab/>
        <w:t>= B-8 (internal bit-depth in</w:t>
      </w:r>
      <w:r w:rsidR="00F30069">
        <w:rPr>
          <w:szCs w:val="22"/>
        </w:rPr>
        <w:t>c</w:t>
      </w:r>
      <w:bookmarkStart w:id="0" w:name="_GoBack"/>
      <w:bookmarkEnd w:id="0"/>
      <w:r w:rsidRPr="004C09BE">
        <w:rPr>
          <w:szCs w:val="22"/>
        </w:rPr>
        <w:t>rease with 8-bit input)</w:t>
      </w:r>
      <w:r w:rsidRPr="004C09BE">
        <w:rPr>
          <w:szCs w:val="22"/>
        </w:rPr>
        <w:tab/>
      </w:r>
    </w:p>
    <w:p w:rsidR="00B61BFD" w:rsidRPr="004C09BE" w:rsidRDefault="00B61BFD" w:rsidP="00C33759">
      <w:pPr>
        <w:tabs>
          <w:tab w:val="clear" w:pos="360"/>
          <w:tab w:val="clear" w:pos="720"/>
          <w:tab w:val="clear" w:pos="1080"/>
          <w:tab w:val="clear" w:pos="1440"/>
        </w:tabs>
        <w:overflowPunct/>
        <w:spacing w:before="0"/>
        <w:ind w:left="720"/>
        <w:textAlignment w:val="auto"/>
        <w:rPr>
          <w:szCs w:val="22"/>
        </w:rPr>
      </w:pPr>
      <w:r w:rsidRPr="004C09BE">
        <w:rPr>
          <w:szCs w:val="22"/>
        </w:rPr>
        <w:t xml:space="preserve">N </w:t>
      </w:r>
      <w:r w:rsidRPr="004C09BE">
        <w:rPr>
          <w:szCs w:val="22"/>
        </w:rPr>
        <w:tab/>
        <w:t>= transform size</w:t>
      </w:r>
    </w:p>
    <w:p w:rsidR="00B61BFD" w:rsidRPr="004C09BE" w:rsidRDefault="00B61BFD" w:rsidP="00C33759">
      <w:pPr>
        <w:tabs>
          <w:tab w:val="clear" w:pos="360"/>
          <w:tab w:val="clear" w:pos="720"/>
          <w:tab w:val="clear" w:pos="1080"/>
          <w:tab w:val="clear" w:pos="1440"/>
        </w:tabs>
        <w:overflowPunct/>
        <w:spacing w:before="0"/>
        <w:ind w:left="720"/>
        <w:textAlignment w:val="auto"/>
        <w:rPr>
          <w:szCs w:val="22"/>
        </w:rPr>
      </w:pPr>
      <w:r w:rsidRPr="004C09BE">
        <w:rPr>
          <w:szCs w:val="22"/>
        </w:rPr>
        <w:t>M</w:t>
      </w:r>
      <w:r w:rsidRPr="004C09BE">
        <w:rPr>
          <w:szCs w:val="22"/>
        </w:rPr>
        <w:tab/>
        <w:t>= log2(N)</w:t>
      </w:r>
    </w:p>
    <w:p w:rsidR="00B61BFD" w:rsidRPr="004C09BE" w:rsidRDefault="00B61BFD" w:rsidP="00C33759">
      <w:pPr>
        <w:tabs>
          <w:tab w:val="clear" w:pos="360"/>
          <w:tab w:val="clear" w:pos="720"/>
          <w:tab w:val="clear" w:pos="1080"/>
          <w:tab w:val="clear" w:pos="1440"/>
        </w:tabs>
        <w:overflowPunct/>
        <w:spacing w:before="0"/>
        <w:ind w:left="720"/>
        <w:textAlignment w:val="auto"/>
        <w:rPr>
          <w:noProof/>
          <w:szCs w:val="22"/>
          <w:lang w:val="en-GB" w:eastAsia="nb-NO"/>
        </w:rPr>
      </w:pPr>
      <w:r w:rsidRPr="004C09BE">
        <w:rPr>
          <w:szCs w:val="22"/>
        </w:rPr>
        <w:t>Q</w:t>
      </w:r>
      <w:r w:rsidRPr="004C09BE">
        <w:rPr>
          <w:szCs w:val="22"/>
        </w:rPr>
        <w:tab/>
        <w:t xml:space="preserve">= f(QP%6), </w:t>
      </w:r>
      <w:r w:rsidRPr="004C09BE">
        <w:rPr>
          <w:szCs w:val="22"/>
        </w:rPr>
        <w:tab/>
        <w:t xml:space="preserve">where f(x)   =   </w:t>
      </w:r>
      <w:r w:rsidRPr="004C09BE">
        <w:rPr>
          <w:noProof/>
          <w:szCs w:val="22"/>
          <w:lang w:val="en-GB" w:eastAsia="nb-NO"/>
        </w:rPr>
        <w:t>{26214,23302,20560,18396,16384,14564}, x=0,…,5</w:t>
      </w:r>
    </w:p>
    <w:p w:rsidR="00B61BFD" w:rsidRPr="004C09BE" w:rsidRDefault="00B61BFD" w:rsidP="00C33759">
      <w:pPr>
        <w:tabs>
          <w:tab w:val="clear" w:pos="360"/>
          <w:tab w:val="clear" w:pos="720"/>
          <w:tab w:val="clear" w:pos="1080"/>
          <w:tab w:val="clear" w:pos="1440"/>
        </w:tabs>
        <w:overflowPunct/>
        <w:spacing w:before="0"/>
        <w:ind w:left="720"/>
        <w:textAlignment w:val="auto"/>
        <w:rPr>
          <w:noProof/>
          <w:szCs w:val="22"/>
          <w:lang w:val="en-GB" w:eastAsia="nb-NO"/>
        </w:rPr>
      </w:pPr>
      <w:r w:rsidRPr="004C09BE">
        <w:rPr>
          <w:szCs w:val="22"/>
        </w:rPr>
        <w:t xml:space="preserve">IQ </w:t>
      </w:r>
      <w:r w:rsidRPr="004C09BE">
        <w:rPr>
          <w:szCs w:val="22"/>
        </w:rPr>
        <w:tab/>
        <w:t xml:space="preserve">= g(QP%6), </w:t>
      </w:r>
      <w:r w:rsidRPr="004C09BE">
        <w:rPr>
          <w:szCs w:val="22"/>
        </w:rPr>
        <w:tab/>
        <w:t xml:space="preserve">where g(x)  =   </w:t>
      </w:r>
      <w:r w:rsidRPr="004C09BE">
        <w:rPr>
          <w:noProof/>
          <w:szCs w:val="22"/>
          <w:lang w:val="en-GB" w:eastAsia="nb-NO"/>
        </w:rPr>
        <w:t>{40,45,51,57,64,72}, x=0,…,5</w:t>
      </w:r>
    </w:p>
    <w:p w:rsidR="00B61BFD" w:rsidRDefault="00B61BFD" w:rsidP="009234A5">
      <w:pPr>
        <w:jc w:val="both"/>
        <w:rPr>
          <w:szCs w:val="22"/>
        </w:rPr>
      </w:pPr>
    </w:p>
    <w:p w:rsidR="00B61BFD" w:rsidRPr="00AE341B" w:rsidRDefault="00B61BFD" w:rsidP="007D0723">
      <w:pPr>
        <w:tabs>
          <w:tab w:val="clear" w:pos="360"/>
          <w:tab w:val="clear" w:pos="720"/>
          <w:tab w:val="clear" w:pos="1080"/>
        </w:tabs>
        <w:overflowPunct/>
        <w:spacing w:before="0"/>
        <w:textAlignment w:val="auto"/>
        <w:rPr>
          <w:noProof/>
          <w:szCs w:val="22"/>
          <w:lang w:eastAsia="nb-NO"/>
        </w:rPr>
      </w:pPr>
      <w:r>
        <w:rPr>
          <w:noProof/>
          <w:szCs w:val="22"/>
          <w:lang w:eastAsia="nb-NO"/>
        </w:rPr>
        <w:tab/>
        <w:t xml:space="preserve">coeffQ </w:t>
      </w:r>
      <w:r>
        <w:rPr>
          <w:noProof/>
          <w:szCs w:val="22"/>
          <w:lang w:eastAsia="nb-NO"/>
        </w:rPr>
        <w:tab/>
        <w:t xml:space="preserve">=  ((level*IQ &lt;&lt; (QP/6)) + offset)&gt;&gt;(M-1+DB),  </w:t>
      </w:r>
      <w:r>
        <w:rPr>
          <w:noProof/>
          <w:szCs w:val="22"/>
          <w:lang w:eastAsia="nb-NO"/>
        </w:rPr>
        <w:tab/>
        <w:t>offset = 1&lt;&lt;(M-2+DB)</w:t>
      </w:r>
    </w:p>
    <w:p w:rsidR="00B61BFD" w:rsidRDefault="00B61BFD" w:rsidP="00D518E9">
      <w:pPr>
        <w:jc w:val="both"/>
        <w:rPr>
          <w:szCs w:val="22"/>
        </w:rPr>
      </w:pPr>
      <w:r>
        <w:rPr>
          <w:szCs w:val="22"/>
        </w:rPr>
        <w:lastRenderedPageBreak/>
        <w:t>The derivation in JVCVC-257 determined bounds on the level data which guarantee 16-bits is not exceeded in dequantization.  These limits depend upon QP and transform size parameter used in dequantization.  The formula is repeated below:</w:t>
      </w:r>
    </w:p>
    <w:p w:rsidR="00B61BFD" w:rsidRDefault="00B61BFD" w:rsidP="00D518E9">
      <w:pPr>
        <w:jc w:val="both"/>
        <w:rPr>
          <w:szCs w:val="22"/>
        </w:rPr>
      </w:pPr>
    </w:p>
    <w:p w:rsidR="00B61BFD" w:rsidRDefault="00B61BFD" w:rsidP="00D518E9">
      <w:pPr>
        <w:jc w:val="both"/>
        <w:rPr>
          <w:rFonts w:eastAsia="DotumChe"/>
          <w:noProof/>
          <w:szCs w:val="22"/>
          <w:lang w:eastAsia="ko-KR"/>
        </w:rPr>
      </w:pPr>
      <w:r w:rsidRPr="00B9576D">
        <w:rPr>
          <w:rFonts w:eastAsia="DotumChe"/>
          <w:noProof/>
          <w:color w:val="010001"/>
          <w:szCs w:val="22"/>
          <w:lang w:eastAsia="ko-KR"/>
        </w:rPr>
        <w:t>iMax</w:t>
      </w:r>
      <w:r>
        <w:rPr>
          <w:rFonts w:eastAsia="DotumChe"/>
          <w:noProof/>
          <w:color w:val="010001"/>
          <w:szCs w:val="22"/>
          <w:lang w:eastAsia="ko-KR"/>
        </w:rPr>
        <w:t>(QP,</w:t>
      </w:r>
      <w:r>
        <w:rPr>
          <w:noProof/>
          <w:color w:val="010001"/>
          <w:szCs w:val="22"/>
          <w:lang w:eastAsia="ko-KR"/>
        </w:rPr>
        <w:t>N</w:t>
      </w:r>
      <w:r>
        <w:rPr>
          <w:rFonts w:eastAsia="DotumChe"/>
          <w:noProof/>
          <w:color w:val="010001"/>
          <w:szCs w:val="22"/>
          <w:lang w:eastAsia="ko-KR"/>
        </w:rPr>
        <w:t>)</w:t>
      </w:r>
      <w:r w:rsidRPr="00B9576D">
        <w:rPr>
          <w:rFonts w:eastAsia="DotumChe"/>
          <w:noProof/>
          <w:szCs w:val="22"/>
          <w:lang w:eastAsia="ko-KR"/>
        </w:rPr>
        <w:t xml:space="preserve"> = </w:t>
      </w:r>
      <w:r>
        <w:rPr>
          <w:rFonts w:eastAsia="DotumChe"/>
          <w:noProof/>
          <w:szCs w:val="22"/>
          <w:lang w:eastAsia="ko-KR"/>
        </w:rPr>
        <w:t>MAX_C</w:t>
      </w:r>
      <w:r w:rsidRPr="00B9576D">
        <w:rPr>
          <w:rFonts w:eastAsia="DotumChe"/>
          <w:noProof/>
          <w:szCs w:val="22"/>
          <w:lang w:eastAsia="ko-KR"/>
        </w:rPr>
        <w:t xml:space="preserve"> * </w:t>
      </w:r>
      <w:r w:rsidRPr="00B9576D">
        <w:rPr>
          <w:rFonts w:eastAsia="DotumChe"/>
          <w:noProof/>
          <w:color w:val="010001"/>
          <w:szCs w:val="22"/>
        </w:rPr>
        <w:t xml:space="preserve">2 </w:t>
      </w:r>
      <w:r w:rsidRPr="00B9576D">
        <w:rPr>
          <w:rFonts w:eastAsia="DotumChe"/>
          <w:noProof/>
          <w:color w:val="010001"/>
          <w:szCs w:val="22"/>
          <w:vertAlign w:val="superscript"/>
        </w:rPr>
        <w:t>(</w:t>
      </w:r>
      <w:r w:rsidRPr="00B9576D">
        <w:rPr>
          <w:rFonts w:eastAsia="DotumChe"/>
          <w:szCs w:val="22"/>
          <w:vertAlign w:val="superscript"/>
        </w:rPr>
        <w:t>log</w:t>
      </w:r>
      <w:r w:rsidRPr="00B9576D">
        <w:rPr>
          <w:rFonts w:eastAsia="DotumChe"/>
          <w:szCs w:val="22"/>
          <w:vertAlign w:val="subscript"/>
        </w:rPr>
        <w:t>2</w:t>
      </w:r>
      <w:r>
        <w:rPr>
          <w:szCs w:val="22"/>
          <w:vertAlign w:val="superscript"/>
          <w:lang w:eastAsia="ko-KR"/>
        </w:rPr>
        <w:t>N</w:t>
      </w:r>
      <w:r w:rsidRPr="00B9576D">
        <w:rPr>
          <w:rFonts w:eastAsia="DotumChe"/>
          <w:szCs w:val="22"/>
          <w:vertAlign w:val="superscript"/>
        </w:rPr>
        <w:t>-1</w:t>
      </w:r>
      <w:r w:rsidRPr="00B9576D">
        <w:rPr>
          <w:rFonts w:eastAsia="DotumChe"/>
          <w:noProof/>
          <w:color w:val="010001"/>
          <w:szCs w:val="22"/>
          <w:vertAlign w:val="superscript"/>
        </w:rPr>
        <w:t xml:space="preserve"> –</w:t>
      </w:r>
      <w:r w:rsidRPr="00B9576D">
        <w:rPr>
          <w:rFonts w:eastAsia="DotumChe"/>
          <w:noProof/>
          <w:szCs w:val="22"/>
          <w:vertAlign w:val="superscript"/>
        </w:rPr>
        <w:t xml:space="preserve"> iQP/6 )</w:t>
      </w:r>
      <w:r w:rsidRPr="00B9576D">
        <w:rPr>
          <w:rFonts w:eastAsia="DotumChe"/>
          <w:noProof/>
          <w:szCs w:val="22"/>
        </w:rPr>
        <w:t xml:space="preserve"> </w:t>
      </w:r>
      <w:r w:rsidRPr="00B9576D">
        <w:rPr>
          <w:rFonts w:eastAsia="DotumChe"/>
          <w:noProof/>
          <w:szCs w:val="22"/>
          <w:lang w:eastAsia="ko-KR"/>
        </w:rPr>
        <w:t>/</w:t>
      </w:r>
      <w:r w:rsidRPr="00B9576D">
        <w:rPr>
          <w:rFonts w:eastAsia="DotumChe"/>
          <w:noProof/>
          <w:color w:val="010001"/>
          <w:szCs w:val="22"/>
          <w:lang w:eastAsia="ko-KR"/>
        </w:rPr>
        <w:t xml:space="preserve"> g_auiIQ</w:t>
      </w:r>
      <w:r w:rsidRPr="00B9576D">
        <w:rPr>
          <w:rFonts w:eastAsia="DotumChe"/>
          <w:noProof/>
          <w:szCs w:val="22"/>
          <w:lang w:eastAsia="ko-KR"/>
        </w:rPr>
        <w:t>[</w:t>
      </w:r>
      <w:r w:rsidRPr="00B9576D">
        <w:rPr>
          <w:rFonts w:eastAsia="DotumChe"/>
          <w:noProof/>
          <w:color w:val="010001"/>
          <w:szCs w:val="22"/>
          <w:lang w:eastAsia="ko-KR"/>
        </w:rPr>
        <w:t>QP%6</w:t>
      </w:r>
      <w:r>
        <w:rPr>
          <w:rFonts w:eastAsia="DotumChe"/>
          <w:noProof/>
          <w:szCs w:val="22"/>
          <w:lang w:eastAsia="ko-KR"/>
        </w:rPr>
        <w:t xml:space="preserve">]; where </w:t>
      </w:r>
      <w:r w:rsidRPr="00B9576D">
        <w:rPr>
          <w:rFonts w:eastAsia="DotumChe"/>
          <w:noProof/>
          <w:color w:val="010001"/>
          <w:szCs w:val="22"/>
          <w:lang w:eastAsia="ko-KR"/>
        </w:rPr>
        <w:t xml:space="preserve">g_auiIQ = </w:t>
      </w:r>
      <w:r w:rsidRPr="00B9576D">
        <w:rPr>
          <w:rFonts w:eastAsia="DotumChe"/>
          <w:noProof/>
          <w:szCs w:val="22"/>
          <w:lang w:eastAsia="ko-KR"/>
        </w:rPr>
        <w:t>{40,45,51,57,64,72};</w:t>
      </w:r>
      <w:r>
        <w:rPr>
          <w:rFonts w:eastAsia="DotumChe"/>
          <w:noProof/>
          <w:szCs w:val="22"/>
          <w:lang w:eastAsia="ko-KR"/>
        </w:rPr>
        <w:t xml:space="preserve"> MAX_C = </w:t>
      </w:r>
      <w:r w:rsidRPr="00B9576D">
        <w:rPr>
          <w:rFonts w:eastAsia="DotumChe"/>
          <w:noProof/>
          <w:szCs w:val="22"/>
          <w:lang w:eastAsia="ko-KR"/>
        </w:rPr>
        <w:t>32767</w:t>
      </w:r>
      <w:r>
        <w:rPr>
          <w:rFonts w:eastAsia="DotumChe"/>
          <w:noProof/>
          <w:szCs w:val="22"/>
          <w:lang w:eastAsia="ko-KR"/>
        </w:rPr>
        <w:t xml:space="preserve">and </w:t>
      </w:r>
      <w:r>
        <w:rPr>
          <w:noProof/>
          <w:szCs w:val="22"/>
          <w:lang w:eastAsia="ko-KR"/>
        </w:rPr>
        <w:t>N</w:t>
      </w:r>
      <w:r>
        <w:rPr>
          <w:rFonts w:eastAsia="DotumChe"/>
          <w:noProof/>
          <w:szCs w:val="22"/>
          <w:lang w:eastAsia="ko-KR"/>
        </w:rPr>
        <w:t xml:space="preserve"> is the transform size used in dequantization.</w:t>
      </w:r>
      <w:r w:rsidRPr="00B9576D">
        <w:rPr>
          <w:rFonts w:eastAsia="DotumChe"/>
          <w:noProof/>
          <w:szCs w:val="22"/>
          <w:lang w:eastAsia="ko-KR"/>
        </w:rPr>
        <w:t xml:space="preserve">      </w:t>
      </w:r>
    </w:p>
    <w:p w:rsidR="00B61BFD" w:rsidRDefault="00B61BFD" w:rsidP="00D518E9">
      <w:pPr>
        <w:jc w:val="both"/>
        <w:rPr>
          <w:rFonts w:eastAsia="DotumChe"/>
          <w:noProof/>
          <w:szCs w:val="22"/>
          <w:lang w:eastAsia="ko-KR"/>
        </w:rPr>
      </w:pPr>
      <w:r>
        <w:rPr>
          <w:rFonts w:eastAsia="DotumChe"/>
          <w:noProof/>
          <w:szCs w:val="22"/>
          <w:lang w:eastAsia="ko-KR"/>
        </w:rPr>
        <w:t xml:space="preserve">As a note we observed that for some quantizers and residual data, coefficient data resulting from forward and inverse quantization may exceed 16-bits.  As an example, consider a 4x4 block (M=2) of residual all 255 and nearest neighbor quantization.  The forward transform results in a block of coefficients with a DC coefficient value of coeff = 32640.  Using nearest neighbor quantization with QP=27 results in level=72.   Dequantize level to obtain coeffQ as coeffQ =32832.   The clipping operation following the dequantization process prevents this extreme coefficient from entering the inverse transfrom process.  This example does not occur if the method of JCTVC-F257 is applied since </w:t>
      </w:r>
      <w:r w:rsidRPr="00B9576D">
        <w:rPr>
          <w:rFonts w:eastAsia="DotumChe"/>
          <w:noProof/>
          <w:color w:val="010001"/>
          <w:szCs w:val="22"/>
          <w:lang w:eastAsia="ko-KR"/>
        </w:rPr>
        <w:t>iMax</w:t>
      </w:r>
      <w:r>
        <w:rPr>
          <w:rFonts w:eastAsia="DotumChe"/>
          <w:noProof/>
          <w:color w:val="010001"/>
          <w:szCs w:val="22"/>
          <w:lang w:eastAsia="ko-KR"/>
        </w:rPr>
        <w:t>(27,4)</w:t>
      </w:r>
      <w:r w:rsidRPr="00B9576D">
        <w:rPr>
          <w:rFonts w:eastAsia="DotumChe"/>
          <w:noProof/>
          <w:szCs w:val="22"/>
          <w:lang w:eastAsia="ko-KR"/>
        </w:rPr>
        <w:t xml:space="preserve"> </w:t>
      </w:r>
      <w:r>
        <w:rPr>
          <w:rFonts w:eastAsia="DotumChe"/>
          <w:noProof/>
          <w:szCs w:val="22"/>
          <w:lang w:eastAsia="ko-KR"/>
        </w:rPr>
        <w:t xml:space="preserve">=71 causing the level to be reduced.    </w:t>
      </w:r>
    </w:p>
    <w:p w:rsidR="00B61BFD" w:rsidRDefault="00B61BFD" w:rsidP="00D177BD">
      <w:pPr>
        <w:pStyle w:val="Heading1"/>
      </w:pPr>
      <w:r>
        <w:t>Proposed level limits</w:t>
      </w:r>
    </w:p>
    <w:p w:rsidR="00B61BFD" w:rsidRDefault="00B61BFD" w:rsidP="00D518E9">
      <w:pPr>
        <w:jc w:val="both"/>
        <w:rPr>
          <w:rFonts w:eastAsia="DotumChe"/>
          <w:noProof/>
          <w:szCs w:val="22"/>
          <w:lang w:eastAsia="ko-KR"/>
        </w:rPr>
      </w:pPr>
      <w:r>
        <w:rPr>
          <w:rFonts w:eastAsia="DotumChe"/>
          <w:noProof/>
          <w:szCs w:val="22"/>
          <w:lang w:eastAsia="ko-KR"/>
        </w:rPr>
        <w:t>The level limits described above can be expressed in the following form:</w:t>
      </w:r>
    </w:p>
    <w:p w:rsidR="00B61BFD" w:rsidRDefault="00B61BFD" w:rsidP="00937005">
      <w:pPr>
        <w:jc w:val="center"/>
        <w:rPr>
          <w:rFonts w:eastAsia="DotumChe"/>
          <w:noProof/>
          <w:szCs w:val="22"/>
          <w:lang w:eastAsia="ko-KR"/>
        </w:rPr>
      </w:pPr>
      <w:r w:rsidRPr="00B9576D">
        <w:rPr>
          <w:rFonts w:eastAsia="DotumChe"/>
          <w:noProof/>
          <w:color w:val="010001"/>
          <w:szCs w:val="22"/>
          <w:lang w:eastAsia="ko-KR"/>
        </w:rPr>
        <w:t>iMax</w:t>
      </w:r>
      <w:r>
        <w:rPr>
          <w:rFonts w:eastAsia="DotumChe"/>
          <w:noProof/>
          <w:color w:val="010001"/>
          <w:szCs w:val="22"/>
          <w:lang w:eastAsia="ko-KR"/>
        </w:rPr>
        <w:t>(QP,</w:t>
      </w:r>
      <w:r>
        <w:rPr>
          <w:noProof/>
          <w:color w:val="010001"/>
          <w:szCs w:val="22"/>
          <w:lang w:eastAsia="ko-KR"/>
        </w:rPr>
        <w:t>N</w:t>
      </w:r>
      <w:r>
        <w:rPr>
          <w:rFonts w:eastAsia="DotumChe"/>
          <w:noProof/>
          <w:color w:val="010001"/>
          <w:szCs w:val="22"/>
          <w:lang w:eastAsia="ko-KR"/>
        </w:rPr>
        <w:t>)</w:t>
      </w:r>
      <w:r w:rsidRPr="00B9576D">
        <w:rPr>
          <w:rFonts w:eastAsia="DotumChe"/>
          <w:noProof/>
          <w:szCs w:val="22"/>
          <w:lang w:eastAsia="ko-KR"/>
        </w:rPr>
        <w:t xml:space="preserve"> = </w:t>
      </w:r>
      <w:r>
        <w:rPr>
          <w:rFonts w:eastAsia="DotumChe"/>
          <w:noProof/>
          <w:szCs w:val="22"/>
          <w:lang w:eastAsia="ko-KR"/>
        </w:rPr>
        <w:t>(MAX_C</w:t>
      </w:r>
      <w:r w:rsidRPr="00B9576D">
        <w:rPr>
          <w:rFonts w:eastAsia="DotumChe"/>
          <w:noProof/>
          <w:szCs w:val="22"/>
          <w:lang w:eastAsia="ko-KR"/>
        </w:rPr>
        <w:t xml:space="preserve"> /</w:t>
      </w:r>
      <w:r w:rsidRPr="00B9576D">
        <w:rPr>
          <w:rFonts w:eastAsia="DotumChe"/>
          <w:noProof/>
          <w:color w:val="010001"/>
          <w:szCs w:val="22"/>
          <w:lang w:eastAsia="ko-KR"/>
        </w:rPr>
        <w:t xml:space="preserve"> g_auiIQ</w:t>
      </w:r>
      <w:r w:rsidRPr="00B9576D">
        <w:rPr>
          <w:rFonts w:eastAsia="DotumChe"/>
          <w:noProof/>
          <w:szCs w:val="22"/>
          <w:lang w:eastAsia="ko-KR"/>
        </w:rPr>
        <w:t>[</w:t>
      </w:r>
      <w:r w:rsidRPr="00B9576D">
        <w:rPr>
          <w:rFonts w:eastAsia="DotumChe"/>
          <w:noProof/>
          <w:color w:val="010001"/>
          <w:szCs w:val="22"/>
          <w:lang w:eastAsia="ko-KR"/>
        </w:rPr>
        <w:t>QP%6</w:t>
      </w:r>
      <w:r>
        <w:rPr>
          <w:rFonts w:eastAsia="DotumChe"/>
          <w:noProof/>
          <w:szCs w:val="22"/>
          <w:lang w:eastAsia="ko-KR"/>
        </w:rPr>
        <w:t>]</w:t>
      </w:r>
      <w:r w:rsidRPr="00ED0FCC">
        <w:rPr>
          <w:rFonts w:eastAsia="DotumChe"/>
          <w:noProof/>
          <w:color w:val="010001"/>
          <w:szCs w:val="22"/>
        </w:rPr>
        <w:t xml:space="preserve"> </w:t>
      </w:r>
      <w:r>
        <w:rPr>
          <w:rFonts w:eastAsia="DotumChe"/>
          <w:noProof/>
          <w:color w:val="010001"/>
          <w:szCs w:val="22"/>
        </w:rPr>
        <w:t>)*</w:t>
      </w:r>
      <w:r w:rsidRPr="00B9576D">
        <w:rPr>
          <w:rFonts w:eastAsia="DotumChe"/>
          <w:noProof/>
          <w:color w:val="010001"/>
          <w:szCs w:val="22"/>
        </w:rPr>
        <w:t xml:space="preserve">2 </w:t>
      </w:r>
      <w:r w:rsidRPr="00B9576D">
        <w:rPr>
          <w:rFonts w:eastAsia="DotumChe"/>
          <w:noProof/>
          <w:color w:val="010001"/>
          <w:szCs w:val="22"/>
          <w:vertAlign w:val="superscript"/>
        </w:rPr>
        <w:t>(</w:t>
      </w:r>
      <w:r w:rsidRPr="00B9576D">
        <w:rPr>
          <w:rFonts w:eastAsia="DotumChe"/>
          <w:szCs w:val="22"/>
          <w:vertAlign w:val="superscript"/>
        </w:rPr>
        <w:t>log</w:t>
      </w:r>
      <w:r w:rsidRPr="00B9576D">
        <w:rPr>
          <w:rFonts w:eastAsia="DotumChe"/>
          <w:szCs w:val="22"/>
          <w:vertAlign w:val="subscript"/>
        </w:rPr>
        <w:t>2</w:t>
      </w:r>
      <w:r>
        <w:rPr>
          <w:szCs w:val="22"/>
          <w:vertAlign w:val="superscript"/>
          <w:lang w:eastAsia="ko-KR"/>
        </w:rPr>
        <w:t>N</w:t>
      </w:r>
      <w:r w:rsidRPr="00B9576D">
        <w:rPr>
          <w:rFonts w:eastAsia="DotumChe"/>
          <w:szCs w:val="22"/>
          <w:vertAlign w:val="superscript"/>
        </w:rPr>
        <w:t>-1</w:t>
      </w:r>
      <w:r>
        <w:rPr>
          <w:rFonts w:eastAsia="DotumChe"/>
          <w:szCs w:val="22"/>
          <w:vertAlign w:val="superscript"/>
        </w:rPr>
        <w:t>)</w:t>
      </w:r>
      <w:r>
        <w:rPr>
          <w:rFonts w:eastAsia="DotumChe"/>
          <w:szCs w:val="22"/>
        </w:rPr>
        <w:t>/2</w:t>
      </w:r>
      <w:r>
        <w:rPr>
          <w:rFonts w:eastAsia="DotumChe"/>
          <w:szCs w:val="22"/>
          <w:vertAlign w:val="superscript"/>
        </w:rPr>
        <w:t>iQP/6</w:t>
      </w:r>
    </w:p>
    <w:p w:rsidR="00B61BFD" w:rsidRDefault="00B61BFD" w:rsidP="00D518E9">
      <w:pPr>
        <w:jc w:val="both"/>
        <w:rPr>
          <w:rFonts w:eastAsia="DotumChe"/>
          <w:noProof/>
          <w:szCs w:val="22"/>
          <w:lang w:eastAsia="ko-KR"/>
        </w:rPr>
      </w:pPr>
      <w:r>
        <w:rPr>
          <w:rFonts w:eastAsia="DotumChe"/>
          <w:noProof/>
          <w:szCs w:val="22"/>
          <w:lang w:eastAsia="ko-KR"/>
        </w:rPr>
        <w:t>A slightly lower bound can be expressed with fixed point opeartions by:</w:t>
      </w:r>
    </w:p>
    <w:p w:rsidR="00B61BFD" w:rsidRDefault="00B61BFD" w:rsidP="00937005">
      <w:pPr>
        <w:jc w:val="center"/>
        <w:rPr>
          <w:rFonts w:eastAsia="DotumChe"/>
          <w:noProof/>
          <w:szCs w:val="22"/>
          <w:lang w:eastAsia="ko-KR"/>
        </w:rPr>
      </w:pPr>
      <w:r>
        <w:t>LevelBound</w:t>
      </w:r>
      <w:r>
        <w:rPr>
          <w:rFonts w:eastAsia="DotumChe"/>
          <w:noProof/>
          <w:color w:val="010001"/>
          <w:szCs w:val="22"/>
          <w:lang w:eastAsia="ko-KR"/>
        </w:rPr>
        <w:t xml:space="preserve"> (QP,M)</w:t>
      </w:r>
      <w:r w:rsidRPr="00B9576D">
        <w:rPr>
          <w:rFonts w:eastAsia="DotumChe"/>
          <w:noProof/>
          <w:szCs w:val="22"/>
          <w:lang w:eastAsia="ko-KR"/>
        </w:rPr>
        <w:t xml:space="preserve"> = </w:t>
      </w:r>
      <w:r>
        <w:rPr>
          <w:rFonts w:eastAsia="DotumChe"/>
          <w:noProof/>
          <w:szCs w:val="22"/>
          <w:lang w:eastAsia="ko-KR"/>
        </w:rPr>
        <w:t>(floor(MAX_C</w:t>
      </w:r>
      <w:r w:rsidRPr="00B9576D">
        <w:rPr>
          <w:rFonts w:eastAsia="DotumChe"/>
          <w:noProof/>
          <w:szCs w:val="22"/>
          <w:lang w:eastAsia="ko-KR"/>
        </w:rPr>
        <w:t xml:space="preserve"> /</w:t>
      </w:r>
      <w:r w:rsidRPr="00B9576D">
        <w:rPr>
          <w:rFonts w:eastAsia="DotumChe"/>
          <w:noProof/>
          <w:color w:val="010001"/>
          <w:szCs w:val="22"/>
          <w:lang w:eastAsia="ko-KR"/>
        </w:rPr>
        <w:t xml:space="preserve"> g_auiIQ</w:t>
      </w:r>
      <w:r w:rsidRPr="00B9576D">
        <w:rPr>
          <w:rFonts w:eastAsia="DotumChe"/>
          <w:noProof/>
          <w:szCs w:val="22"/>
          <w:lang w:eastAsia="ko-KR"/>
        </w:rPr>
        <w:t>[</w:t>
      </w:r>
      <w:r w:rsidRPr="00B9576D">
        <w:rPr>
          <w:rFonts w:eastAsia="DotumChe"/>
          <w:noProof/>
          <w:color w:val="010001"/>
          <w:szCs w:val="22"/>
          <w:lang w:eastAsia="ko-KR"/>
        </w:rPr>
        <w:t>QP%6</w:t>
      </w:r>
      <w:r>
        <w:rPr>
          <w:rFonts w:eastAsia="DotumChe"/>
          <w:noProof/>
          <w:szCs w:val="22"/>
          <w:lang w:eastAsia="ko-KR"/>
        </w:rPr>
        <w:t>]</w:t>
      </w:r>
      <w:r w:rsidRPr="00ED0FCC">
        <w:rPr>
          <w:rFonts w:eastAsia="DotumChe"/>
          <w:noProof/>
          <w:color w:val="010001"/>
          <w:szCs w:val="22"/>
        </w:rPr>
        <w:t xml:space="preserve"> </w:t>
      </w:r>
      <w:r>
        <w:rPr>
          <w:rFonts w:eastAsia="DotumChe"/>
          <w:noProof/>
          <w:color w:val="010001"/>
          <w:szCs w:val="22"/>
        </w:rPr>
        <w:t>)&lt;&lt;(M-1))&gt;&gt;(QP/6)</w:t>
      </w:r>
    </w:p>
    <w:p w:rsidR="00B61BFD" w:rsidRDefault="00B61BFD" w:rsidP="00D518E9">
      <w:pPr>
        <w:jc w:val="both"/>
        <w:rPr>
          <w:rFonts w:eastAsia="DotumChe"/>
          <w:noProof/>
          <w:szCs w:val="22"/>
          <w:lang w:eastAsia="ko-KR"/>
        </w:rPr>
      </w:pPr>
    </w:p>
    <w:p w:rsidR="00B61BFD" w:rsidRDefault="00B61BFD" w:rsidP="00D518E9">
      <w:pPr>
        <w:jc w:val="both"/>
        <w:rPr>
          <w:rFonts w:eastAsia="DotumChe"/>
          <w:noProof/>
          <w:szCs w:val="22"/>
          <w:lang w:eastAsia="ko-KR"/>
        </w:rPr>
      </w:pPr>
      <w:r>
        <w:rPr>
          <w:rFonts w:eastAsia="DotumChe"/>
          <w:noProof/>
          <w:szCs w:val="22"/>
          <w:lang w:eastAsia="ko-KR"/>
        </w:rPr>
        <w:t>This can be compactly written in a structured form as:</w:t>
      </w:r>
    </w:p>
    <w:p w:rsidR="00B61BFD" w:rsidRDefault="00B61BFD" w:rsidP="00D518E9">
      <w:pPr>
        <w:jc w:val="both"/>
        <w:rPr>
          <w:rFonts w:eastAsia="DotumChe"/>
          <w:noProof/>
          <w:szCs w:val="22"/>
          <w:lang w:eastAsia="ko-KR"/>
        </w:rPr>
      </w:pPr>
    </w:p>
    <w:p w:rsidR="00B61BFD" w:rsidRPr="001419EE" w:rsidRDefault="00B61BFD" w:rsidP="007569C2">
      <w:pPr>
        <w:jc w:val="center"/>
        <w:rPr>
          <w:noProof/>
          <w:szCs w:val="22"/>
          <w:lang w:eastAsia="ko-KR"/>
        </w:rPr>
      </w:pPr>
      <w:r>
        <w:t>LevelBound</w:t>
      </w:r>
      <w:r>
        <w:rPr>
          <w:rFonts w:eastAsia="DotumChe"/>
          <w:noProof/>
          <w:szCs w:val="22"/>
          <w:lang w:eastAsia="ko-KR"/>
        </w:rPr>
        <w:t xml:space="preserve"> (QP,M) =(L</w:t>
      </w:r>
      <w:r w:rsidRPr="00ED0FCC">
        <w:rPr>
          <w:rFonts w:eastAsia="DotumChe"/>
          <w:noProof/>
          <w:szCs w:val="22"/>
          <w:vertAlign w:val="subscript"/>
          <w:lang w:eastAsia="ko-KR"/>
        </w:rPr>
        <w:t>4</w:t>
      </w:r>
      <w:r>
        <w:rPr>
          <w:rFonts w:eastAsia="DotumChe"/>
          <w:noProof/>
          <w:szCs w:val="22"/>
          <w:lang w:eastAsia="ko-KR"/>
        </w:rPr>
        <w:t>[QP%6]&lt;&lt;(M-1))&gt;&gt;(QP/6)</w:t>
      </w:r>
      <w:r>
        <w:rPr>
          <w:noProof/>
          <w:szCs w:val="22"/>
          <w:lang w:eastAsia="ko-KR"/>
        </w:rPr>
        <w:t xml:space="preserve">  (1)</w:t>
      </w:r>
    </w:p>
    <w:p w:rsidR="00B61BFD" w:rsidRDefault="00B61BFD" w:rsidP="00D518E9">
      <w:pPr>
        <w:jc w:val="both"/>
        <w:rPr>
          <w:rFonts w:eastAsia="DotumChe"/>
          <w:noProof/>
          <w:szCs w:val="22"/>
          <w:lang w:eastAsia="ko-KR"/>
        </w:rPr>
      </w:pPr>
    </w:p>
    <w:p w:rsidR="00B61BFD" w:rsidRDefault="00B61BFD" w:rsidP="00D518E9">
      <w:pPr>
        <w:jc w:val="both"/>
        <w:rPr>
          <w:rFonts w:eastAsia="DotumChe"/>
          <w:noProof/>
          <w:szCs w:val="22"/>
          <w:lang w:eastAsia="ko-KR"/>
        </w:rPr>
      </w:pPr>
      <w:r>
        <w:rPr>
          <w:rFonts w:eastAsia="DotumChe"/>
          <w:noProof/>
          <w:szCs w:val="22"/>
          <w:lang w:eastAsia="ko-KR"/>
        </w:rPr>
        <w:t>where L</w:t>
      </w:r>
      <w:r w:rsidRPr="00ED0FCC">
        <w:rPr>
          <w:rFonts w:eastAsia="DotumChe"/>
          <w:noProof/>
          <w:szCs w:val="22"/>
          <w:vertAlign w:val="subscript"/>
          <w:lang w:eastAsia="ko-KR"/>
        </w:rPr>
        <w:t>4</w:t>
      </w:r>
      <w:r>
        <w:rPr>
          <w:rFonts w:eastAsia="DotumChe"/>
          <w:noProof/>
          <w:szCs w:val="22"/>
          <w:lang w:eastAsia="ko-KR"/>
        </w:rPr>
        <w:t>(x) =floor(MAX_C/</w:t>
      </w:r>
      <w:r w:rsidRPr="00ED0FCC">
        <w:rPr>
          <w:rFonts w:eastAsia="DotumChe"/>
          <w:noProof/>
          <w:color w:val="010001"/>
          <w:szCs w:val="22"/>
          <w:lang w:eastAsia="ko-KR"/>
        </w:rPr>
        <w:t xml:space="preserve"> </w:t>
      </w:r>
      <w:r w:rsidRPr="00B9576D">
        <w:rPr>
          <w:rFonts w:eastAsia="DotumChe"/>
          <w:noProof/>
          <w:color w:val="010001"/>
          <w:szCs w:val="22"/>
          <w:lang w:eastAsia="ko-KR"/>
        </w:rPr>
        <w:t>g_auiIQ</w:t>
      </w:r>
      <w:r>
        <w:rPr>
          <w:rFonts w:eastAsia="DotumChe"/>
          <w:noProof/>
          <w:color w:val="010001"/>
          <w:szCs w:val="22"/>
          <w:lang w:eastAsia="ko-KR"/>
        </w:rPr>
        <w:t>(x)) = {</w:t>
      </w:r>
      <w:r w:rsidRPr="00ED0FCC">
        <w:rPr>
          <w:rFonts w:eastAsia="DotumChe"/>
          <w:noProof/>
          <w:color w:val="010001"/>
          <w:szCs w:val="22"/>
          <w:lang w:eastAsia="ko-KR"/>
        </w:rPr>
        <w:t>819</w:t>
      </w:r>
      <w:r>
        <w:rPr>
          <w:rFonts w:eastAsia="DotumChe"/>
          <w:noProof/>
          <w:color w:val="010001"/>
          <w:szCs w:val="22"/>
          <w:lang w:eastAsia="ko-KR"/>
        </w:rPr>
        <w:t>,</w:t>
      </w:r>
      <w:r w:rsidRPr="00ED0FCC">
        <w:rPr>
          <w:rFonts w:eastAsia="DotumChe"/>
          <w:noProof/>
          <w:color w:val="010001"/>
          <w:szCs w:val="22"/>
          <w:lang w:eastAsia="ko-KR"/>
        </w:rPr>
        <w:t>728</w:t>
      </w:r>
      <w:r>
        <w:rPr>
          <w:rFonts w:eastAsia="DotumChe"/>
          <w:noProof/>
          <w:color w:val="010001"/>
          <w:szCs w:val="22"/>
          <w:lang w:eastAsia="ko-KR"/>
        </w:rPr>
        <w:t>,</w:t>
      </w:r>
      <w:r w:rsidRPr="00ED0FCC">
        <w:rPr>
          <w:rFonts w:eastAsia="DotumChe"/>
          <w:noProof/>
          <w:color w:val="010001"/>
          <w:szCs w:val="22"/>
          <w:lang w:eastAsia="ko-KR"/>
        </w:rPr>
        <w:t>642</w:t>
      </w:r>
      <w:r>
        <w:rPr>
          <w:rFonts w:eastAsia="DotumChe"/>
          <w:noProof/>
          <w:color w:val="010001"/>
          <w:szCs w:val="22"/>
          <w:lang w:eastAsia="ko-KR"/>
        </w:rPr>
        <w:t>,</w:t>
      </w:r>
      <w:r w:rsidRPr="00ED0FCC">
        <w:rPr>
          <w:rFonts w:eastAsia="DotumChe"/>
          <w:noProof/>
          <w:color w:val="010001"/>
          <w:szCs w:val="22"/>
          <w:lang w:eastAsia="ko-KR"/>
        </w:rPr>
        <w:t>574</w:t>
      </w:r>
      <w:r>
        <w:rPr>
          <w:rFonts w:eastAsia="DotumChe"/>
          <w:noProof/>
          <w:color w:val="010001"/>
          <w:szCs w:val="22"/>
          <w:lang w:eastAsia="ko-KR"/>
        </w:rPr>
        <w:t>,</w:t>
      </w:r>
      <w:r w:rsidRPr="00ED0FCC">
        <w:rPr>
          <w:rFonts w:eastAsia="DotumChe"/>
          <w:noProof/>
          <w:color w:val="010001"/>
          <w:szCs w:val="22"/>
          <w:lang w:eastAsia="ko-KR"/>
        </w:rPr>
        <w:t>511</w:t>
      </w:r>
      <w:r>
        <w:rPr>
          <w:rFonts w:eastAsia="DotumChe"/>
          <w:noProof/>
          <w:color w:val="010001"/>
          <w:szCs w:val="22"/>
          <w:lang w:eastAsia="ko-KR"/>
        </w:rPr>
        <w:t>,</w:t>
      </w:r>
      <w:r w:rsidRPr="00ED0FCC">
        <w:rPr>
          <w:rFonts w:eastAsia="DotumChe"/>
          <w:noProof/>
          <w:color w:val="010001"/>
          <w:szCs w:val="22"/>
          <w:lang w:eastAsia="ko-KR"/>
        </w:rPr>
        <w:t>455</w:t>
      </w:r>
      <w:r>
        <w:rPr>
          <w:rFonts w:eastAsia="DotumChe"/>
          <w:noProof/>
          <w:color w:val="010001"/>
          <w:szCs w:val="22"/>
          <w:lang w:eastAsia="ko-KR"/>
        </w:rPr>
        <w:t>} for x=0,1,2,3,4,5</w:t>
      </w:r>
    </w:p>
    <w:p w:rsidR="00B61BFD" w:rsidRDefault="00B61BFD" w:rsidP="00D518E9">
      <w:pPr>
        <w:jc w:val="both"/>
        <w:rPr>
          <w:rFonts w:eastAsia="DotumChe"/>
          <w:noProof/>
          <w:szCs w:val="22"/>
          <w:lang w:eastAsia="ko-KR"/>
        </w:rPr>
      </w:pPr>
    </w:p>
    <w:p w:rsidR="00B61BFD" w:rsidRDefault="00B61BFD" w:rsidP="00D518E9">
      <w:pPr>
        <w:jc w:val="both"/>
        <w:rPr>
          <w:rFonts w:eastAsia="DotumChe"/>
          <w:noProof/>
          <w:szCs w:val="22"/>
          <w:lang w:eastAsia="ko-KR"/>
        </w:rPr>
      </w:pPr>
      <w:r>
        <w:rPr>
          <w:rFonts w:eastAsia="DotumChe"/>
          <w:noProof/>
          <w:szCs w:val="22"/>
          <w:lang w:eastAsia="ko-KR"/>
        </w:rPr>
        <w:t xml:space="preserve">The structured limits are always less than the level limits defined before but nearly the same.  For M=2 i.e. 4x4 block size, they differ by one only at QP=8 or 9 and are identical otherwise. For QP above 22 they are identical for all blocks sizes.  </w:t>
      </w:r>
      <w:r w:rsidRPr="0086102D">
        <w:rPr>
          <w:rFonts w:eastAsia="DotumChe"/>
          <w:noProof/>
          <w:szCs w:val="22"/>
          <w:lang w:eastAsia="ko-KR"/>
        </w:rPr>
        <w:t>(See provided an excel sheet showing this difference</w:t>
      </w:r>
      <w:r>
        <w:rPr>
          <w:rFonts w:eastAsia="DotumChe"/>
          <w:noProof/>
          <w:szCs w:val="22"/>
          <w:lang w:eastAsia="ko-KR"/>
        </w:rPr>
        <w:t xml:space="preserve"> for all QP and block sizes</w:t>
      </w:r>
      <w:r w:rsidRPr="0086102D">
        <w:rPr>
          <w:rFonts w:eastAsia="DotumChe"/>
          <w:noProof/>
          <w:szCs w:val="22"/>
          <w:lang w:eastAsia="ko-KR"/>
        </w:rPr>
        <w:t>)</w:t>
      </w:r>
      <w:r>
        <w:rPr>
          <w:rFonts w:eastAsia="DotumChe"/>
          <w:noProof/>
          <w:szCs w:val="22"/>
          <w:lang w:eastAsia="ko-KR"/>
        </w:rPr>
        <w:t xml:space="preserve">  </w:t>
      </w:r>
    </w:p>
    <w:p w:rsidR="00B61BFD" w:rsidRDefault="00B61BFD" w:rsidP="00D518E9">
      <w:pPr>
        <w:jc w:val="both"/>
        <w:rPr>
          <w:rFonts w:eastAsia="DotumChe"/>
          <w:noProof/>
          <w:szCs w:val="22"/>
          <w:lang w:eastAsia="ko-KR"/>
        </w:rPr>
      </w:pPr>
      <w:r>
        <w:rPr>
          <w:rFonts w:eastAsia="DotumChe"/>
          <w:noProof/>
          <w:szCs w:val="22"/>
          <w:lang w:eastAsia="ko-KR"/>
        </w:rPr>
        <w:t>The parameter occuring as the block size in this formula is the parameter used in dequantization.  Thus with the nonsquare transform N</w:t>
      </w:r>
      <w:r w:rsidRPr="00937005">
        <w:rPr>
          <w:rFonts w:eastAsia="DotumChe"/>
          <w:noProof/>
          <w:szCs w:val="22"/>
          <w:vertAlign w:val="subscript"/>
          <w:lang w:eastAsia="ko-KR"/>
        </w:rPr>
        <w:t>1</w:t>
      </w:r>
      <w:r>
        <w:rPr>
          <w:rFonts w:eastAsia="DotumChe"/>
          <w:noProof/>
          <w:szCs w:val="22"/>
          <w:lang w:eastAsia="ko-KR"/>
        </w:rPr>
        <w:t>xN</w:t>
      </w:r>
      <w:r w:rsidRPr="00937005">
        <w:rPr>
          <w:rFonts w:eastAsia="DotumChe"/>
          <w:noProof/>
          <w:szCs w:val="22"/>
          <w:vertAlign w:val="subscript"/>
          <w:lang w:eastAsia="ko-KR"/>
        </w:rPr>
        <w:t>2</w:t>
      </w:r>
      <w:r>
        <w:rPr>
          <w:rFonts w:eastAsia="DotumChe"/>
          <w:noProof/>
          <w:szCs w:val="22"/>
          <w:lang w:eastAsia="ko-KR"/>
        </w:rPr>
        <w:t xml:space="preserve"> the appropriate parameter should be used i.e. M=(log2(N</w:t>
      </w:r>
      <w:r w:rsidRPr="00937005">
        <w:rPr>
          <w:rFonts w:eastAsia="DotumChe"/>
          <w:noProof/>
          <w:szCs w:val="22"/>
          <w:vertAlign w:val="subscript"/>
          <w:lang w:eastAsia="ko-KR"/>
        </w:rPr>
        <w:t>1</w:t>
      </w:r>
      <w:r>
        <w:rPr>
          <w:rFonts w:eastAsia="DotumChe"/>
          <w:noProof/>
          <w:szCs w:val="22"/>
          <w:lang w:eastAsia="ko-KR"/>
        </w:rPr>
        <w:t>)+log2(N</w:t>
      </w:r>
      <w:r w:rsidRPr="00937005">
        <w:rPr>
          <w:rFonts w:eastAsia="DotumChe"/>
          <w:noProof/>
          <w:szCs w:val="22"/>
          <w:vertAlign w:val="subscript"/>
          <w:lang w:eastAsia="ko-KR"/>
        </w:rPr>
        <w:t>2</w:t>
      </w:r>
      <w:r>
        <w:rPr>
          <w:rFonts w:eastAsia="DotumChe"/>
          <w:noProof/>
          <w:szCs w:val="22"/>
          <w:lang w:eastAsia="ko-KR"/>
        </w:rPr>
        <w:t xml:space="preserve">))/2 </w:t>
      </w:r>
      <w:r>
        <w:rPr>
          <w:rFonts w:eastAsia="DotumChe"/>
          <w:noProof/>
          <w:szCs w:val="22"/>
          <w:lang w:eastAsia="ko-KR"/>
        </w:rPr>
        <w:fldChar w:fldCharType="begin"/>
      </w:r>
      <w:r>
        <w:rPr>
          <w:rFonts w:eastAsia="DotumChe"/>
          <w:noProof/>
          <w:szCs w:val="22"/>
          <w:lang w:eastAsia="ko-KR"/>
        </w:rPr>
        <w:instrText xml:space="preserve"> REF _Ref308188890 \w \h </w:instrText>
      </w:r>
      <w:r>
        <w:rPr>
          <w:rFonts w:eastAsia="DotumChe"/>
          <w:noProof/>
          <w:szCs w:val="22"/>
          <w:lang w:eastAsia="ko-KR"/>
        </w:rPr>
      </w:r>
      <w:r>
        <w:rPr>
          <w:rFonts w:eastAsia="DotumChe"/>
          <w:noProof/>
          <w:szCs w:val="22"/>
          <w:lang w:eastAsia="ko-KR"/>
        </w:rPr>
        <w:fldChar w:fldCharType="separate"/>
      </w:r>
      <w:r>
        <w:rPr>
          <w:rFonts w:eastAsia="DotumChe"/>
          <w:noProof/>
          <w:szCs w:val="22"/>
          <w:lang w:eastAsia="ko-KR"/>
        </w:rPr>
        <w:t>[3]</w:t>
      </w:r>
      <w:r>
        <w:rPr>
          <w:rFonts w:eastAsia="DotumChe"/>
          <w:noProof/>
          <w:szCs w:val="22"/>
          <w:lang w:eastAsia="ko-KR"/>
        </w:rPr>
        <w:fldChar w:fldCharType="end"/>
      </w:r>
    </w:p>
    <w:p w:rsidR="00B61BFD" w:rsidRDefault="00B61BFD" w:rsidP="001D049C">
      <w:pPr>
        <w:rPr>
          <w:noProof/>
          <w:szCs w:val="22"/>
          <w:lang w:eastAsia="ko-KR"/>
        </w:rPr>
      </w:pPr>
      <w:r>
        <w:rPr>
          <w:rFonts w:eastAsia="DotumChe"/>
          <w:noProof/>
          <w:szCs w:val="22"/>
          <w:lang w:eastAsia="ko-KR"/>
        </w:rPr>
        <w:t>Extension to accommodate higher internal bit-depth is straightforward by replacing M-1 by M-1+DB in the formula above.</w:t>
      </w:r>
    </w:p>
    <w:p w:rsidR="00B61BFD" w:rsidRDefault="00B61BFD" w:rsidP="001419EE">
      <w:pPr>
        <w:jc w:val="both"/>
        <w:rPr>
          <w:szCs w:val="22"/>
          <w:lang w:eastAsia="ko-KR"/>
        </w:rPr>
      </w:pPr>
      <w:r>
        <w:rPr>
          <w:szCs w:val="22"/>
        </w:rPr>
        <w:t xml:space="preserve">In addition to limiting the magnitude of dequantized coefficients, the bit-width used during dequantization is lower than placing the clip following the dequantization process.  For example, assume for each block size, the levels are limited to below the highest level value achieving a 16-bit coefficient following dequantization with any QP (Single level limit in the table below).  Compare this to limits on the level which vary with QP in addition to transform block size (QP based level limit in table below); </w:t>
      </w:r>
      <w:r>
        <w:rPr>
          <w:szCs w:val="22"/>
          <w:lang w:eastAsia="ko-KR"/>
        </w:rPr>
        <w:t>t</w:t>
      </w:r>
      <w:r>
        <w:rPr>
          <w:szCs w:val="22"/>
        </w:rPr>
        <w:t>he number of bits needed for dequant calculation using these bounds are presented in the table below</w:t>
      </w:r>
      <w:r>
        <w:rPr>
          <w:szCs w:val="22"/>
          <w:lang w:eastAsia="ko-KR"/>
        </w:rPr>
        <w:t xml:space="preserve">. Proportionally to bit-width of input data h/w cost (G/C) of de-quantization process will be reduced.  </w:t>
      </w:r>
    </w:p>
    <w:p w:rsidR="00B61BFD" w:rsidRDefault="00B61BFD" w:rsidP="001D049C">
      <w:pPr>
        <w:rPr>
          <w:szCs w:val="22"/>
        </w:rPr>
      </w:pPr>
    </w:p>
    <w:p w:rsidR="00B61BFD" w:rsidRDefault="00B61BFD" w:rsidP="001D049C">
      <w:pPr>
        <w:pStyle w:val="Caption"/>
        <w:keepNext/>
        <w:jc w:val="center"/>
      </w:pPr>
      <w:r>
        <w:lastRenderedPageBreak/>
        <w:t xml:space="preserve">Table </w:t>
      </w:r>
      <w:fldSimple w:instr=" SEQ Table \* ARABIC ">
        <w:r>
          <w:rPr>
            <w:noProof/>
          </w:rPr>
          <w:t>1</w:t>
        </w:r>
      </w:fldSimple>
      <w:r>
        <w:t xml:space="preserve"> Dequant bit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436"/>
        <w:gridCol w:w="436"/>
        <w:gridCol w:w="436"/>
        <w:gridCol w:w="436"/>
      </w:tblGrid>
      <w:tr w:rsidR="00B61BFD" w:rsidRPr="00835C93" w:rsidTr="00BB50CC">
        <w:trPr>
          <w:jc w:val="center"/>
        </w:trPr>
        <w:tc>
          <w:tcPr>
            <w:tcW w:w="0" w:type="auto"/>
          </w:tcPr>
          <w:p w:rsidR="00B61BFD" w:rsidRPr="00835C93" w:rsidRDefault="00B61BFD" w:rsidP="00BB50CC">
            <w:pPr>
              <w:jc w:val="center"/>
              <w:rPr>
                <w:szCs w:val="22"/>
              </w:rPr>
            </w:pPr>
            <w:r w:rsidRPr="00835C93">
              <w:rPr>
                <w:szCs w:val="22"/>
              </w:rPr>
              <w:t>Transform size</w:t>
            </w:r>
          </w:p>
        </w:tc>
        <w:tc>
          <w:tcPr>
            <w:tcW w:w="0" w:type="auto"/>
          </w:tcPr>
          <w:p w:rsidR="00B61BFD" w:rsidRPr="00835C93" w:rsidRDefault="00B61BFD" w:rsidP="00BB50CC">
            <w:pPr>
              <w:jc w:val="center"/>
              <w:rPr>
                <w:szCs w:val="22"/>
              </w:rPr>
            </w:pPr>
            <w:r w:rsidRPr="00835C93">
              <w:rPr>
                <w:szCs w:val="22"/>
              </w:rPr>
              <w:t>4</w:t>
            </w:r>
          </w:p>
        </w:tc>
        <w:tc>
          <w:tcPr>
            <w:tcW w:w="0" w:type="auto"/>
          </w:tcPr>
          <w:p w:rsidR="00B61BFD" w:rsidRPr="00835C93" w:rsidRDefault="00B61BFD" w:rsidP="00BB50CC">
            <w:pPr>
              <w:jc w:val="center"/>
              <w:rPr>
                <w:szCs w:val="22"/>
              </w:rPr>
            </w:pPr>
            <w:r w:rsidRPr="00835C93">
              <w:rPr>
                <w:szCs w:val="22"/>
              </w:rPr>
              <w:t>8</w:t>
            </w:r>
          </w:p>
        </w:tc>
        <w:tc>
          <w:tcPr>
            <w:tcW w:w="0" w:type="auto"/>
          </w:tcPr>
          <w:p w:rsidR="00B61BFD" w:rsidRPr="00835C93" w:rsidRDefault="00B61BFD" w:rsidP="00BB50CC">
            <w:pPr>
              <w:jc w:val="center"/>
              <w:rPr>
                <w:szCs w:val="22"/>
              </w:rPr>
            </w:pPr>
            <w:r w:rsidRPr="00835C93">
              <w:rPr>
                <w:szCs w:val="22"/>
              </w:rPr>
              <w:t>16</w:t>
            </w:r>
          </w:p>
        </w:tc>
        <w:tc>
          <w:tcPr>
            <w:tcW w:w="0" w:type="auto"/>
          </w:tcPr>
          <w:p w:rsidR="00B61BFD" w:rsidRPr="00835C93" w:rsidRDefault="00B61BFD" w:rsidP="00BB50CC">
            <w:pPr>
              <w:jc w:val="center"/>
              <w:rPr>
                <w:szCs w:val="22"/>
              </w:rPr>
            </w:pPr>
            <w:r w:rsidRPr="00835C93">
              <w:rPr>
                <w:szCs w:val="22"/>
              </w:rPr>
              <w:t>32</w:t>
            </w:r>
          </w:p>
        </w:tc>
      </w:tr>
      <w:tr w:rsidR="00B61BFD" w:rsidRPr="00835C93" w:rsidTr="00BB50CC">
        <w:trPr>
          <w:jc w:val="center"/>
        </w:trPr>
        <w:tc>
          <w:tcPr>
            <w:tcW w:w="0" w:type="auto"/>
          </w:tcPr>
          <w:p w:rsidR="00B61BFD" w:rsidRPr="00835C93" w:rsidRDefault="00B61BFD" w:rsidP="00BB50CC">
            <w:pPr>
              <w:jc w:val="center"/>
              <w:rPr>
                <w:szCs w:val="22"/>
              </w:rPr>
            </w:pPr>
            <w:r w:rsidRPr="00835C93">
              <w:rPr>
                <w:szCs w:val="22"/>
              </w:rPr>
              <w:t>Bits for Dquant</w:t>
            </w:r>
          </w:p>
          <w:p w:rsidR="00B61BFD" w:rsidRPr="00835C93" w:rsidRDefault="00B61BFD" w:rsidP="00BB50CC">
            <w:pPr>
              <w:jc w:val="center"/>
              <w:rPr>
                <w:szCs w:val="22"/>
              </w:rPr>
            </w:pPr>
            <w:r w:rsidRPr="00835C93">
              <w:rPr>
                <w:szCs w:val="22"/>
              </w:rPr>
              <w:t>(single level limit)</w:t>
            </w:r>
          </w:p>
        </w:tc>
        <w:tc>
          <w:tcPr>
            <w:tcW w:w="0" w:type="auto"/>
          </w:tcPr>
          <w:p w:rsidR="00B61BFD" w:rsidRPr="00835C93" w:rsidRDefault="00B61BFD" w:rsidP="00BB50CC">
            <w:pPr>
              <w:jc w:val="center"/>
              <w:rPr>
                <w:szCs w:val="22"/>
              </w:rPr>
            </w:pPr>
            <w:r w:rsidRPr="00835C93">
              <w:rPr>
                <w:szCs w:val="22"/>
              </w:rPr>
              <w:t>25</w:t>
            </w:r>
          </w:p>
        </w:tc>
        <w:tc>
          <w:tcPr>
            <w:tcW w:w="0" w:type="auto"/>
          </w:tcPr>
          <w:p w:rsidR="00B61BFD" w:rsidRPr="00835C93" w:rsidRDefault="00B61BFD" w:rsidP="00BB50CC">
            <w:pPr>
              <w:jc w:val="center"/>
              <w:rPr>
                <w:szCs w:val="22"/>
              </w:rPr>
            </w:pPr>
            <w:r w:rsidRPr="00835C93">
              <w:rPr>
                <w:szCs w:val="22"/>
              </w:rPr>
              <w:t>26</w:t>
            </w:r>
          </w:p>
        </w:tc>
        <w:tc>
          <w:tcPr>
            <w:tcW w:w="0" w:type="auto"/>
          </w:tcPr>
          <w:p w:rsidR="00B61BFD" w:rsidRPr="00835C93" w:rsidRDefault="00B61BFD" w:rsidP="00BB50CC">
            <w:pPr>
              <w:jc w:val="center"/>
              <w:rPr>
                <w:szCs w:val="22"/>
              </w:rPr>
            </w:pPr>
            <w:r w:rsidRPr="00835C93">
              <w:rPr>
                <w:szCs w:val="22"/>
              </w:rPr>
              <w:t>27</w:t>
            </w:r>
          </w:p>
        </w:tc>
        <w:tc>
          <w:tcPr>
            <w:tcW w:w="0" w:type="auto"/>
          </w:tcPr>
          <w:p w:rsidR="00B61BFD" w:rsidRPr="00835C93" w:rsidRDefault="00B61BFD" w:rsidP="00BB50CC">
            <w:pPr>
              <w:jc w:val="center"/>
              <w:rPr>
                <w:szCs w:val="22"/>
              </w:rPr>
            </w:pPr>
            <w:r w:rsidRPr="00835C93">
              <w:rPr>
                <w:szCs w:val="22"/>
              </w:rPr>
              <w:t>28</w:t>
            </w:r>
          </w:p>
        </w:tc>
      </w:tr>
      <w:tr w:rsidR="00B61BFD" w:rsidRPr="00835C93" w:rsidTr="00BB50CC">
        <w:trPr>
          <w:jc w:val="center"/>
        </w:trPr>
        <w:tc>
          <w:tcPr>
            <w:tcW w:w="0" w:type="auto"/>
          </w:tcPr>
          <w:p w:rsidR="00B61BFD" w:rsidRPr="00835C93" w:rsidRDefault="00B61BFD" w:rsidP="00BB50CC">
            <w:pPr>
              <w:jc w:val="center"/>
              <w:rPr>
                <w:szCs w:val="22"/>
              </w:rPr>
            </w:pPr>
            <w:r w:rsidRPr="00835C93">
              <w:rPr>
                <w:szCs w:val="22"/>
              </w:rPr>
              <w:t>Bits for Dquant</w:t>
            </w:r>
          </w:p>
          <w:p w:rsidR="00B61BFD" w:rsidRPr="00835C93" w:rsidRDefault="00B61BFD" w:rsidP="00BB50CC">
            <w:pPr>
              <w:jc w:val="center"/>
              <w:rPr>
                <w:szCs w:val="22"/>
              </w:rPr>
            </w:pPr>
            <w:r w:rsidRPr="00835C93">
              <w:rPr>
                <w:szCs w:val="22"/>
              </w:rPr>
              <w:t>(QP based level limit)</w:t>
            </w:r>
          </w:p>
        </w:tc>
        <w:tc>
          <w:tcPr>
            <w:tcW w:w="0" w:type="auto"/>
          </w:tcPr>
          <w:p w:rsidR="00B61BFD" w:rsidRPr="00835C93" w:rsidRDefault="00B61BFD" w:rsidP="00BB50CC">
            <w:pPr>
              <w:jc w:val="center"/>
              <w:rPr>
                <w:szCs w:val="22"/>
              </w:rPr>
            </w:pPr>
            <w:r w:rsidRPr="00835C93">
              <w:rPr>
                <w:szCs w:val="22"/>
              </w:rPr>
              <w:t>17</w:t>
            </w:r>
          </w:p>
        </w:tc>
        <w:tc>
          <w:tcPr>
            <w:tcW w:w="0" w:type="auto"/>
          </w:tcPr>
          <w:p w:rsidR="00B61BFD" w:rsidRPr="00835C93" w:rsidRDefault="00B61BFD" w:rsidP="00BB50CC">
            <w:pPr>
              <w:jc w:val="center"/>
              <w:rPr>
                <w:szCs w:val="22"/>
              </w:rPr>
            </w:pPr>
            <w:r w:rsidRPr="00835C93">
              <w:rPr>
                <w:szCs w:val="22"/>
              </w:rPr>
              <w:t>18</w:t>
            </w:r>
          </w:p>
        </w:tc>
        <w:tc>
          <w:tcPr>
            <w:tcW w:w="0" w:type="auto"/>
          </w:tcPr>
          <w:p w:rsidR="00B61BFD" w:rsidRPr="00835C93" w:rsidRDefault="00B61BFD" w:rsidP="00BB50CC">
            <w:pPr>
              <w:jc w:val="center"/>
              <w:rPr>
                <w:szCs w:val="22"/>
              </w:rPr>
            </w:pPr>
            <w:r w:rsidRPr="00835C93">
              <w:rPr>
                <w:szCs w:val="22"/>
              </w:rPr>
              <w:t>19</w:t>
            </w:r>
          </w:p>
        </w:tc>
        <w:tc>
          <w:tcPr>
            <w:tcW w:w="0" w:type="auto"/>
          </w:tcPr>
          <w:p w:rsidR="00B61BFD" w:rsidRPr="00835C93" w:rsidRDefault="00B61BFD" w:rsidP="00BB50CC">
            <w:pPr>
              <w:jc w:val="center"/>
              <w:rPr>
                <w:szCs w:val="22"/>
              </w:rPr>
            </w:pPr>
            <w:r w:rsidRPr="00835C93">
              <w:rPr>
                <w:szCs w:val="22"/>
              </w:rPr>
              <w:t>20</w:t>
            </w:r>
          </w:p>
        </w:tc>
      </w:tr>
    </w:tbl>
    <w:p w:rsidR="00B61BFD" w:rsidRDefault="00B61BFD" w:rsidP="001D049C">
      <w:pPr>
        <w:rPr>
          <w:szCs w:val="22"/>
        </w:rPr>
      </w:pPr>
    </w:p>
    <w:p w:rsidR="00B61BFD" w:rsidRPr="001D049C" w:rsidRDefault="00B61BFD" w:rsidP="001D049C"/>
    <w:p w:rsidR="00B61BFD" w:rsidRDefault="00B61BFD" w:rsidP="00B455AA">
      <w:pPr>
        <w:pStyle w:val="Heading1"/>
      </w:pPr>
      <w:r>
        <w:t>Use of structured level limits</w:t>
      </w:r>
    </w:p>
    <w:p w:rsidR="00B61BFD" w:rsidRDefault="00B61BFD" w:rsidP="00CD328B">
      <w:pPr>
        <w:pStyle w:val="Heading2"/>
      </w:pPr>
      <w:r>
        <w:rPr>
          <w:lang w:eastAsia="ko-KR"/>
        </w:rPr>
        <w:t>Two concepts.</w:t>
      </w:r>
    </w:p>
    <w:p w:rsidR="00B61BFD" w:rsidRPr="00CD328B" w:rsidRDefault="00B61BFD" w:rsidP="001419EE">
      <w:pPr>
        <w:jc w:val="both"/>
        <w:rPr>
          <w:lang w:eastAsia="ko-KR"/>
        </w:rPr>
      </w:pPr>
      <w:r>
        <w:t>Two concepts for the use of the structured level limits are presented.  The first, is for bounding levels within a conforming bitstream.  The second is for replacing the clipping following d</w:t>
      </w:r>
      <w:r w:rsidR="00777C08">
        <w:t>e</w:t>
      </w:r>
      <w:r>
        <w:t xml:space="preserve">quantization with clipping of the level data prior to dequantization.  </w:t>
      </w:r>
    </w:p>
    <w:p w:rsidR="00B61BFD" w:rsidRDefault="00B61BFD" w:rsidP="001419EE">
      <w:pPr>
        <w:pStyle w:val="Heading2"/>
        <w:rPr>
          <w:lang w:eastAsia="ko-KR"/>
        </w:rPr>
      </w:pPr>
      <w:r>
        <w:rPr>
          <w:lang w:eastAsia="ko-KR"/>
        </w:rPr>
        <w:t>Encoder constraints</w:t>
      </w:r>
    </w:p>
    <w:p w:rsidR="00B61BFD" w:rsidRDefault="00B61BFD" w:rsidP="001419EE">
      <w:pPr>
        <w:jc w:val="both"/>
      </w:pPr>
      <w:r>
        <w:t>The level limits</w:t>
      </w:r>
      <w:r>
        <w:rPr>
          <w:lang w:eastAsia="ko-KR"/>
        </w:rPr>
        <w:t xml:space="preserve">(1) </w:t>
      </w:r>
      <w:r>
        <w:t xml:space="preserve"> may be used to define a conformant bitstream. These limits ensure that a conforming bitstream does not exceed the desired bound, </w:t>
      </w:r>
      <w:r>
        <w:rPr>
          <w:rFonts w:eastAsia="DotumChe"/>
          <w:noProof/>
          <w:szCs w:val="22"/>
          <w:lang w:eastAsia="ko-KR"/>
        </w:rPr>
        <w:t>MAX_C=</w:t>
      </w:r>
      <w:r w:rsidRPr="00B9576D">
        <w:rPr>
          <w:rFonts w:eastAsia="DotumChe"/>
          <w:noProof/>
          <w:szCs w:val="22"/>
          <w:lang w:eastAsia="ko-KR"/>
        </w:rPr>
        <w:t xml:space="preserve">32767 </w:t>
      </w:r>
      <w:r>
        <w:rPr>
          <w:rFonts w:eastAsia="DotumChe"/>
          <w:noProof/>
          <w:szCs w:val="22"/>
          <w:lang w:eastAsia="ko-KR"/>
        </w:rPr>
        <w:t xml:space="preserve"> in this derivation, </w:t>
      </w:r>
      <w:r>
        <w:t>following dequantization.  A statement of the form below together with the definition of the LevelBound as described in this proposal</w:t>
      </w:r>
      <w:r>
        <w:rPr>
          <w:lang w:eastAsia="ko-KR"/>
        </w:rPr>
        <w:t xml:space="preserve"> </w:t>
      </w:r>
      <w:r>
        <w:t>would be needed:</w:t>
      </w:r>
    </w:p>
    <w:p w:rsidR="00B61BFD" w:rsidRDefault="00B61BFD" w:rsidP="001419EE">
      <w:pPr>
        <w:jc w:val="both"/>
      </w:pPr>
      <w:r>
        <w:t>“</w:t>
      </w:r>
      <w:r w:rsidRPr="0090573B">
        <w:t xml:space="preserve">A bitstream conforming to this Recommendation | International Standard shall not contain data that results in any element </w:t>
      </w:r>
      <w:r>
        <w:t xml:space="preserve">level </w:t>
      </w:r>
      <w:r w:rsidRPr="0090573B">
        <w:t>that exceeds th</w:t>
      </w:r>
      <w:r>
        <w:t>e range of integer values from LevelBound(QP,M)</w:t>
      </w:r>
      <w:r w:rsidRPr="0090573B">
        <w:t>, inclusive.</w:t>
      </w:r>
      <w:r>
        <w:t>”</w:t>
      </w:r>
    </w:p>
    <w:p w:rsidR="00B61BFD" w:rsidRDefault="00B61BFD" w:rsidP="001D049C">
      <w:pPr>
        <w:pStyle w:val="Heading2"/>
      </w:pPr>
      <w:r>
        <w:t>Clipping levels</w:t>
      </w:r>
    </w:p>
    <w:p w:rsidR="00B61BFD" w:rsidRDefault="00B61BFD">
      <w:r>
        <w:t>The levels in the bitstream are restricted by a single bound independent of block size and QP.  The value 13104 is sufficient for the extreme case of transform block size 32 and lowest QP=0.  This provides a uniform bound to the entropy decoder for all coefficient data.  Following, decoding a level value, the value is clipped to a range determined by the LevelBound(QP,M).  The clipped value is then provided to the dequantization process.  The clipping can be applied to the absolute value of the level before the sign is applied simplifying the clipping process since there are no negative values.  The sign is applied later.</w:t>
      </w:r>
    </w:p>
    <w:p w:rsidR="00B61BFD" w:rsidRDefault="00B61BFD" w:rsidP="001D049C">
      <w:pPr>
        <w:numPr>
          <w:ilvl w:val="0"/>
          <w:numId w:val="13"/>
        </w:numPr>
      </w:pPr>
      <w:r>
        <w:t>Entropy decode of level given transform size to get absolute level and sign.</w:t>
      </w:r>
    </w:p>
    <w:p w:rsidR="00B61BFD" w:rsidRDefault="00B61BFD" w:rsidP="001D049C">
      <w:pPr>
        <w:numPr>
          <w:ilvl w:val="0"/>
          <w:numId w:val="13"/>
        </w:numPr>
      </w:pPr>
      <w:r>
        <w:t>Compute LevelBound(QP,M) as defined in this proposal.</w:t>
      </w:r>
    </w:p>
    <w:p w:rsidR="00B61BFD" w:rsidRDefault="00B61BFD" w:rsidP="001D049C">
      <w:pPr>
        <w:numPr>
          <w:ilvl w:val="0"/>
          <w:numId w:val="13"/>
        </w:numPr>
      </w:pPr>
      <w:r>
        <w:t>Clip absolute level to specified range</w:t>
      </w:r>
    </w:p>
    <w:p w:rsidR="00B61BFD" w:rsidRDefault="00B61BFD" w:rsidP="001D049C">
      <w:pPr>
        <w:numPr>
          <w:ilvl w:val="0"/>
          <w:numId w:val="13"/>
        </w:numPr>
      </w:pPr>
      <w:r>
        <w:t>Apply dequantization process with modified absolute level and sign.</w:t>
      </w:r>
    </w:p>
    <w:p w:rsidR="00B61BFD" w:rsidRDefault="00B61BFD" w:rsidP="001D049C">
      <w:pPr>
        <w:ind w:left="720"/>
      </w:pPr>
    </w:p>
    <w:p w:rsidR="00B61BFD" w:rsidRDefault="00B61BFD" w:rsidP="001D049C">
      <w:pPr>
        <w:jc w:val="center"/>
      </w:pPr>
      <w:r>
        <w:rPr>
          <w:rFonts w:eastAsia="DotumChe"/>
          <w:noProof/>
          <w:szCs w:val="22"/>
          <w:lang w:eastAsia="ko-KR"/>
        </w:rPr>
        <w:t>level = sign(level)*clip(abs(level),</w:t>
      </w:r>
      <w:r>
        <w:t>LevelBound</w:t>
      </w:r>
      <w:r>
        <w:rPr>
          <w:rFonts w:eastAsia="DotumChe"/>
          <w:noProof/>
          <w:szCs w:val="22"/>
          <w:lang w:eastAsia="ko-KR"/>
        </w:rPr>
        <w:t xml:space="preserve"> (QP,M))</w:t>
      </w:r>
    </w:p>
    <w:p w:rsidR="00B61BFD" w:rsidRDefault="00B61BFD" w:rsidP="001419EE">
      <w:pPr>
        <w:jc w:val="both"/>
      </w:pPr>
      <w:r>
        <w:t>Related to the coefficient dynamic range prior to the 1</w:t>
      </w:r>
      <w:r w:rsidRPr="001D049C">
        <w:rPr>
          <w:vertAlign w:val="superscript"/>
        </w:rPr>
        <w:t>st</w:t>
      </w:r>
      <w:r>
        <w:t xml:space="preserve"> inverse transform, the only bitstream conformance requirement is that the levels in the bitstream satisfy a single bound independent of QP.  The clipping operation guarantees the dynamic range of the quantities seen by the dequantization and the 1</w:t>
      </w:r>
      <w:r w:rsidRPr="001D049C">
        <w:rPr>
          <w:vertAlign w:val="superscript"/>
        </w:rPr>
        <w:t>st</w:t>
      </w:r>
      <w:r>
        <w:t xml:space="preserve"> inverse transform regardless of the bitstream contents  thus, clipping following the dequant process is replaced by clipping the decoded levels depending upon QP and transform size. The design is robust eliminating all concern of who and how made bit-stream.  This also minimizes the bits needed during dequantization.  </w:t>
      </w:r>
    </w:p>
    <w:p w:rsidR="00B61BFD" w:rsidRDefault="00B61BFD" w:rsidP="001D049C">
      <w:pPr>
        <w:pStyle w:val="Heading1"/>
      </w:pPr>
      <w:r>
        <w:lastRenderedPageBreak/>
        <w:t>Conclusions</w:t>
      </w:r>
    </w:p>
    <w:p w:rsidR="00B61BFD" w:rsidRDefault="00B61BFD">
      <w:r>
        <w:t>We propose using the structured level limits to clip levels this consists of the following aspects:</w:t>
      </w:r>
    </w:p>
    <w:p w:rsidR="00B61BFD" w:rsidRDefault="00B61BFD" w:rsidP="001D049C">
      <w:pPr>
        <w:numPr>
          <w:ilvl w:val="0"/>
          <w:numId w:val="14"/>
        </w:numPr>
      </w:pPr>
      <w:r>
        <w:t>Remove the clipping process currently used following dequantization.</w:t>
      </w:r>
    </w:p>
    <w:p w:rsidR="00B61BFD" w:rsidRDefault="00B61BFD" w:rsidP="001D049C">
      <w:pPr>
        <w:numPr>
          <w:ilvl w:val="0"/>
          <w:numId w:val="14"/>
        </w:numPr>
      </w:pPr>
      <w:r>
        <w:t>Define a single limit on maximum level appropriate for all QP and transform sizes.  Currently a value of 13104 is appropriate but the specific value will depend on the final dequantization and transform design.  It may be desirable to express this limit as the nearest power of 2 since the design is robust to this choice.</w:t>
      </w:r>
    </w:p>
    <w:p w:rsidR="00B61BFD" w:rsidRDefault="00B61BFD" w:rsidP="001D049C">
      <w:pPr>
        <w:numPr>
          <w:ilvl w:val="0"/>
          <w:numId w:val="14"/>
        </w:numPr>
      </w:pPr>
      <w:r>
        <w:t xml:space="preserve">Define the level limits based on QP and transform size as: </w:t>
      </w:r>
    </w:p>
    <w:p w:rsidR="00B61BFD" w:rsidRDefault="00B61BFD" w:rsidP="001D049C">
      <w:pPr>
        <w:ind w:left="360"/>
        <w:jc w:val="center"/>
        <w:rPr>
          <w:rFonts w:eastAsia="DotumChe"/>
          <w:noProof/>
          <w:szCs w:val="22"/>
          <w:lang w:eastAsia="ko-KR"/>
        </w:rPr>
      </w:pPr>
      <w:r>
        <w:t>LevelBound</w:t>
      </w:r>
      <w:r>
        <w:rPr>
          <w:rFonts w:eastAsia="DotumChe"/>
          <w:noProof/>
          <w:szCs w:val="22"/>
          <w:lang w:eastAsia="ko-KR"/>
        </w:rPr>
        <w:t xml:space="preserve"> (QP,M,DB) =(L</w:t>
      </w:r>
      <w:r w:rsidRPr="00ED0FCC">
        <w:rPr>
          <w:rFonts w:eastAsia="DotumChe"/>
          <w:noProof/>
          <w:szCs w:val="22"/>
          <w:vertAlign w:val="subscript"/>
          <w:lang w:eastAsia="ko-KR"/>
        </w:rPr>
        <w:t>4</w:t>
      </w:r>
      <w:r>
        <w:rPr>
          <w:rFonts w:eastAsia="DotumChe"/>
          <w:noProof/>
          <w:szCs w:val="22"/>
          <w:lang w:eastAsia="ko-KR"/>
        </w:rPr>
        <w:t>[QP%6]&lt;&lt;(M-1+DB))&gt;&gt;(QP/6) where L</w:t>
      </w:r>
      <w:r w:rsidRPr="00ED0FCC">
        <w:rPr>
          <w:rFonts w:eastAsia="DotumChe"/>
          <w:noProof/>
          <w:szCs w:val="22"/>
          <w:vertAlign w:val="subscript"/>
          <w:lang w:eastAsia="ko-KR"/>
        </w:rPr>
        <w:t>4</w:t>
      </w:r>
      <w:r>
        <w:rPr>
          <w:rFonts w:eastAsia="DotumChe"/>
          <w:noProof/>
          <w:szCs w:val="22"/>
          <w:lang w:eastAsia="ko-KR"/>
        </w:rPr>
        <w:t>(x) =</w:t>
      </w:r>
      <w:r>
        <w:rPr>
          <w:rFonts w:eastAsia="DotumChe"/>
          <w:noProof/>
          <w:color w:val="010001"/>
          <w:szCs w:val="22"/>
          <w:lang w:eastAsia="ko-KR"/>
        </w:rPr>
        <w:t xml:space="preserve"> {</w:t>
      </w:r>
      <w:r w:rsidRPr="00ED0FCC">
        <w:rPr>
          <w:rFonts w:eastAsia="DotumChe"/>
          <w:noProof/>
          <w:color w:val="010001"/>
          <w:szCs w:val="22"/>
          <w:lang w:eastAsia="ko-KR"/>
        </w:rPr>
        <w:t>819</w:t>
      </w:r>
      <w:r>
        <w:rPr>
          <w:rFonts w:eastAsia="DotumChe"/>
          <w:noProof/>
          <w:color w:val="010001"/>
          <w:szCs w:val="22"/>
          <w:lang w:eastAsia="ko-KR"/>
        </w:rPr>
        <w:t>,</w:t>
      </w:r>
      <w:r w:rsidRPr="00ED0FCC">
        <w:rPr>
          <w:rFonts w:eastAsia="DotumChe"/>
          <w:noProof/>
          <w:color w:val="010001"/>
          <w:szCs w:val="22"/>
          <w:lang w:eastAsia="ko-KR"/>
        </w:rPr>
        <w:t>728</w:t>
      </w:r>
      <w:r>
        <w:rPr>
          <w:rFonts w:eastAsia="DotumChe"/>
          <w:noProof/>
          <w:color w:val="010001"/>
          <w:szCs w:val="22"/>
          <w:lang w:eastAsia="ko-KR"/>
        </w:rPr>
        <w:t>,</w:t>
      </w:r>
      <w:r w:rsidRPr="00ED0FCC">
        <w:rPr>
          <w:rFonts w:eastAsia="DotumChe"/>
          <w:noProof/>
          <w:color w:val="010001"/>
          <w:szCs w:val="22"/>
          <w:lang w:eastAsia="ko-KR"/>
        </w:rPr>
        <w:t>642</w:t>
      </w:r>
      <w:r>
        <w:rPr>
          <w:rFonts w:eastAsia="DotumChe"/>
          <w:noProof/>
          <w:color w:val="010001"/>
          <w:szCs w:val="22"/>
          <w:lang w:eastAsia="ko-KR"/>
        </w:rPr>
        <w:t>,</w:t>
      </w:r>
      <w:r w:rsidRPr="00ED0FCC">
        <w:rPr>
          <w:rFonts w:eastAsia="DotumChe"/>
          <w:noProof/>
          <w:color w:val="010001"/>
          <w:szCs w:val="22"/>
          <w:lang w:eastAsia="ko-KR"/>
        </w:rPr>
        <w:t>574</w:t>
      </w:r>
      <w:r>
        <w:rPr>
          <w:rFonts w:eastAsia="DotumChe"/>
          <w:noProof/>
          <w:color w:val="010001"/>
          <w:szCs w:val="22"/>
          <w:lang w:eastAsia="ko-KR"/>
        </w:rPr>
        <w:t>,</w:t>
      </w:r>
      <w:r w:rsidRPr="00ED0FCC">
        <w:rPr>
          <w:rFonts w:eastAsia="DotumChe"/>
          <w:noProof/>
          <w:color w:val="010001"/>
          <w:szCs w:val="22"/>
          <w:lang w:eastAsia="ko-KR"/>
        </w:rPr>
        <w:t>511</w:t>
      </w:r>
      <w:r>
        <w:rPr>
          <w:rFonts w:eastAsia="DotumChe"/>
          <w:noProof/>
          <w:color w:val="010001"/>
          <w:szCs w:val="22"/>
          <w:lang w:eastAsia="ko-KR"/>
        </w:rPr>
        <w:t>,</w:t>
      </w:r>
      <w:r w:rsidRPr="00ED0FCC">
        <w:rPr>
          <w:rFonts w:eastAsia="DotumChe"/>
          <w:noProof/>
          <w:color w:val="010001"/>
          <w:szCs w:val="22"/>
          <w:lang w:eastAsia="ko-KR"/>
        </w:rPr>
        <w:t>455</w:t>
      </w:r>
      <w:r>
        <w:rPr>
          <w:rFonts w:eastAsia="DotumChe"/>
          <w:noProof/>
          <w:color w:val="010001"/>
          <w:szCs w:val="22"/>
          <w:lang w:eastAsia="ko-KR"/>
        </w:rPr>
        <w:t>} for x=0,1,2,3,4,5 QP is the quantization parameter and M=log2(N) where N is the transform size.  Correct specification of this parameter for NSQT must be done.</w:t>
      </w:r>
    </w:p>
    <w:p w:rsidR="00B61BFD" w:rsidRDefault="00B61BFD" w:rsidP="001D049C">
      <w:pPr>
        <w:numPr>
          <w:ilvl w:val="0"/>
          <w:numId w:val="14"/>
        </w:numPr>
      </w:pPr>
      <w:r>
        <w:t>Define the clipping process occurring before the dequantization</w:t>
      </w:r>
      <w:r w:rsidDel="00F87703">
        <w:t xml:space="preserve"> </w:t>
      </w:r>
      <w:r>
        <w:t xml:space="preserve">process so that the levels are clipped to the range specified by the bound: </w:t>
      </w:r>
      <w:r w:rsidRPr="00E16F77">
        <w:t>level = sign(level)*clip(abs(level),LevelBound (QP,M))</w:t>
      </w:r>
    </w:p>
    <w:p w:rsidR="00B61BFD" w:rsidRPr="00E16F77" w:rsidRDefault="00B61BFD" w:rsidP="001D049C">
      <w:pPr>
        <w:ind w:left="769"/>
      </w:pPr>
    </w:p>
    <w:p w:rsidR="00B61BFD" w:rsidRDefault="00B61BFD" w:rsidP="00B455AA">
      <w:pPr>
        <w:pStyle w:val="Heading1"/>
      </w:pPr>
      <w:r>
        <w:t>References</w:t>
      </w:r>
    </w:p>
    <w:p w:rsidR="00B61BFD" w:rsidRDefault="00B61BFD" w:rsidP="0001064D">
      <w:pPr>
        <w:numPr>
          <w:ilvl w:val="0"/>
          <w:numId w:val="12"/>
        </w:numPr>
        <w:jc w:val="both"/>
        <w:rPr>
          <w:szCs w:val="22"/>
        </w:rPr>
      </w:pPr>
      <w:bookmarkStart w:id="1" w:name="_Ref308094721"/>
      <w:bookmarkStart w:id="2" w:name="_Ref307400547"/>
      <w:r>
        <w:rPr>
          <w:szCs w:val="22"/>
          <w:lang w:eastAsia="ko-KR"/>
        </w:rPr>
        <w:t>A.Alshin E.Alshina, “</w:t>
      </w:r>
      <w:r w:rsidRPr="00F72057">
        <w:rPr>
          <w:szCs w:val="22"/>
          <w:lang w:eastAsia="ko-KR"/>
        </w:rPr>
        <w:t>About clip operation removal from de-quantization part of HM</w:t>
      </w:r>
      <w:r>
        <w:rPr>
          <w:szCs w:val="22"/>
          <w:lang w:eastAsia="ko-KR"/>
        </w:rPr>
        <w:t>”, JCTVC-F257, Torino, IT, 14-22 July, 2011.</w:t>
      </w:r>
      <w:bookmarkEnd w:id="1"/>
    </w:p>
    <w:p w:rsidR="00B61BFD" w:rsidRDefault="00B61BFD" w:rsidP="00F24A1F">
      <w:pPr>
        <w:numPr>
          <w:ilvl w:val="0"/>
          <w:numId w:val="12"/>
        </w:numPr>
        <w:jc w:val="both"/>
        <w:rPr>
          <w:szCs w:val="22"/>
        </w:rPr>
      </w:pPr>
      <w:bookmarkStart w:id="3" w:name="_Ref308094735"/>
      <w:r w:rsidRPr="00AE1EDC">
        <w:rPr>
          <w:szCs w:val="22"/>
          <w:lang w:val="en-GB"/>
        </w:rPr>
        <w:t>A. Fuldseth</w:t>
      </w:r>
      <w:r>
        <w:rPr>
          <w:szCs w:val="22"/>
        </w:rPr>
        <w:t xml:space="preserve">, </w:t>
      </w:r>
      <w:r w:rsidRPr="00AE1EDC">
        <w:rPr>
          <w:szCs w:val="22"/>
          <w:lang w:val="en-GB"/>
        </w:rPr>
        <w:t>G. Bjøntegaard</w:t>
      </w:r>
      <w:r>
        <w:rPr>
          <w:szCs w:val="22"/>
        </w:rPr>
        <w:t xml:space="preserve">, </w:t>
      </w:r>
      <w:r>
        <w:rPr>
          <w:szCs w:val="22"/>
          <w:lang w:val="en-GB"/>
        </w:rPr>
        <w:t>M. Sadafale</w:t>
      </w:r>
      <w:r>
        <w:rPr>
          <w:szCs w:val="22"/>
        </w:rPr>
        <w:t xml:space="preserve">, </w:t>
      </w:r>
      <w:r w:rsidRPr="00996AE2">
        <w:rPr>
          <w:szCs w:val="22"/>
          <w:lang w:val="sv-SE"/>
        </w:rPr>
        <w:t>M. Budagavi</w:t>
      </w:r>
      <w:r>
        <w:rPr>
          <w:szCs w:val="22"/>
        </w:rPr>
        <w:t>, “Transform design for HEVC with 16 bit intermediate data representation” JCTVC-E243, Geneva, Switzerland, March 2011.</w:t>
      </w:r>
      <w:bookmarkEnd w:id="2"/>
      <w:bookmarkEnd w:id="3"/>
    </w:p>
    <w:p w:rsidR="00B61BFD" w:rsidRDefault="00B61BFD" w:rsidP="002D56D3">
      <w:pPr>
        <w:numPr>
          <w:ilvl w:val="0"/>
          <w:numId w:val="12"/>
        </w:numPr>
        <w:jc w:val="both"/>
        <w:rPr>
          <w:szCs w:val="22"/>
        </w:rPr>
      </w:pPr>
      <w:bookmarkStart w:id="4" w:name="_Ref308188890"/>
      <w:r>
        <w:rPr>
          <w:szCs w:val="22"/>
        </w:rPr>
        <w:t>Y.</w:t>
      </w:r>
      <w:r w:rsidRPr="000A640C">
        <w:rPr>
          <w:szCs w:val="22"/>
        </w:rPr>
        <w:t xml:space="preserve"> Tsinghua</w:t>
      </w:r>
      <w:r>
        <w:rPr>
          <w:szCs w:val="22"/>
        </w:rPr>
        <w:t xml:space="preserve"> et al. “</w:t>
      </w:r>
      <w:r w:rsidRPr="002D56D3">
        <w:rPr>
          <w:szCs w:val="22"/>
        </w:rPr>
        <w:t>CE2: Non-Square Quadtree Transform for symmetric and asymmetric motion partition</w:t>
      </w:r>
      <w:r>
        <w:rPr>
          <w:szCs w:val="22"/>
          <w:lang w:eastAsia="ko-KR"/>
        </w:rPr>
        <w:t>”, JCTVC-F412, Torino, IT, 14-22 July, 2011.</w:t>
      </w:r>
      <w:bookmarkEnd w:id="4"/>
    </w:p>
    <w:p w:rsidR="00B61BFD" w:rsidRPr="00DC6CCD" w:rsidRDefault="00B61BFD" w:rsidP="00E11923">
      <w:pPr>
        <w:pStyle w:val="Heading1"/>
      </w:pPr>
      <w:r w:rsidRPr="00DC6CCD">
        <w:t>Patent rights declaration(s)</w:t>
      </w:r>
    </w:p>
    <w:p w:rsidR="00B61BFD" w:rsidRDefault="00B61BFD" w:rsidP="00301A73">
      <w:pPr>
        <w:jc w:val="both"/>
        <w:rPr>
          <w:b/>
          <w:szCs w:val="22"/>
          <w:lang w:eastAsia="ko-KR"/>
        </w:rPr>
      </w:pPr>
      <w:r>
        <w:rPr>
          <w:b/>
          <w:szCs w:val="22"/>
        </w:rPr>
        <w:t>SHARP</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B61BFD" w:rsidRPr="009234A5" w:rsidRDefault="00B61BFD" w:rsidP="00050BF7">
      <w:pPr>
        <w:jc w:val="both"/>
        <w:rPr>
          <w:szCs w:val="22"/>
        </w:rPr>
      </w:pPr>
      <w:r>
        <w:rPr>
          <w:b/>
          <w:szCs w:val="22"/>
          <w:lang w:eastAsia="ko-KR"/>
        </w:rPr>
        <w:t>Samsung Electronics, Ltd.</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B61BFD" w:rsidRPr="00050BF7" w:rsidRDefault="00B61BFD" w:rsidP="00301A73">
      <w:pPr>
        <w:jc w:val="both"/>
        <w:rPr>
          <w:szCs w:val="22"/>
          <w:lang w:eastAsia="ko-KR"/>
        </w:rPr>
      </w:pPr>
    </w:p>
    <w:sectPr w:rsidR="00B61BFD" w:rsidRPr="00050BF7"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BFD" w:rsidRDefault="00B61BFD">
      <w:r>
        <w:separator/>
      </w:r>
    </w:p>
  </w:endnote>
  <w:endnote w:type="continuationSeparator" w:id="0">
    <w:p w:rsidR="00B61BFD" w:rsidRDefault="00B6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charset w:val="81"/>
    <w:family w:val="swiss"/>
    <w:pitch w:val="variable"/>
    <w:sig w:usb0="00000000" w:usb1="09D77CFB" w:usb2="00000012" w:usb3="00000000" w:csb0="0008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0000000000000000000"/>
    <w:charset w:val="00"/>
    <w:family w:val="roman"/>
    <w:notTrueType/>
    <w:pitch w:val="default"/>
  </w:font>
  <w:font w:name="Guli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DotumChe">
    <w:altName w:val="Arial Unicode MS"/>
    <w:charset w:val="81"/>
    <w:family w:val="modern"/>
    <w:pitch w:val="fixed"/>
    <w:sig w:usb0="00000000"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BFD" w:rsidRDefault="00B61BF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30069">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30069">
      <w:rPr>
        <w:rStyle w:val="PageNumber"/>
        <w:noProof/>
      </w:rPr>
      <w:t>2011-11-08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BFD" w:rsidRDefault="00B61BFD">
      <w:r>
        <w:separator/>
      </w:r>
    </w:p>
  </w:footnote>
  <w:footnote w:type="continuationSeparator" w:id="0">
    <w:p w:rsidR="00B61BFD" w:rsidRDefault="00B61B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rPr>
        <w:rFonts w:cs="Times New Roman"/>
      </w:rPr>
    </w:lvl>
  </w:abstractNum>
  <w:abstractNum w:abstractNumId="1">
    <w:nsid w:val="000C0413"/>
    <w:multiLevelType w:val="hybridMultilevel"/>
    <w:tmpl w:val="061A5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29D63350"/>
    <w:multiLevelType w:val="hybridMultilevel"/>
    <w:tmpl w:val="7AE65498"/>
    <w:lvl w:ilvl="0" w:tplc="8FC64A28">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CE7F44"/>
    <w:multiLevelType w:val="hybridMultilevel"/>
    <w:tmpl w:val="3AA65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548B0D7C"/>
    <w:multiLevelType w:val="hybridMultilevel"/>
    <w:tmpl w:val="F3500AB0"/>
    <w:lvl w:ilvl="0" w:tplc="0409000F">
      <w:start w:val="1"/>
      <w:numFmt w:val="decimal"/>
      <w:lvlText w:val="%1."/>
      <w:lvlJc w:val="left"/>
      <w:pPr>
        <w:ind w:left="769" w:hanging="360"/>
      </w:pPr>
      <w:rPr>
        <w:rFonts w:cs="Times New Roman"/>
      </w:rPr>
    </w:lvl>
    <w:lvl w:ilvl="1" w:tplc="04090019" w:tentative="1">
      <w:start w:val="1"/>
      <w:numFmt w:val="lowerLetter"/>
      <w:lvlText w:val="%2."/>
      <w:lvlJc w:val="left"/>
      <w:pPr>
        <w:ind w:left="1489" w:hanging="360"/>
      </w:pPr>
      <w:rPr>
        <w:rFonts w:cs="Times New Roman"/>
      </w:rPr>
    </w:lvl>
    <w:lvl w:ilvl="2" w:tplc="0409001B" w:tentative="1">
      <w:start w:val="1"/>
      <w:numFmt w:val="lowerRoman"/>
      <w:lvlText w:val="%3."/>
      <w:lvlJc w:val="right"/>
      <w:pPr>
        <w:ind w:left="2209" w:hanging="180"/>
      </w:pPr>
      <w:rPr>
        <w:rFonts w:cs="Times New Roman"/>
      </w:rPr>
    </w:lvl>
    <w:lvl w:ilvl="3" w:tplc="0409000F" w:tentative="1">
      <w:start w:val="1"/>
      <w:numFmt w:val="decimal"/>
      <w:lvlText w:val="%4."/>
      <w:lvlJc w:val="left"/>
      <w:pPr>
        <w:ind w:left="2929" w:hanging="360"/>
      </w:pPr>
      <w:rPr>
        <w:rFonts w:cs="Times New Roman"/>
      </w:rPr>
    </w:lvl>
    <w:lvl w:ilvl="4" w:tplc="04090019" w:tentative="1">
      <w:start w:val="1"/>
      <w:numFmt w:val="lowerLetter"/>
      <w:lvlText w:val="%5."/>
      <w:lvlJc w:val="left"/>
      <w:pPr>
        <w:ind w:left="3649" w:hanging="360"/>
      </w:pPr>
      <w:rPr>
        <w:rFonts w:cs="Times New Roman"/>
      </w:rPr>
    </w:lvl>
    <w:lvl w:ilvl="5" w:tplc="0409001B" w:tentative="1">
      <w:start w:val="1"/>
      <w:numFmt w:val="lowerRoman"/>
      <w:lvlText w:val="%6."/>
      <w:lvlJc w:val="right"/>
      <w:pPr>
        <w:ind w:left="4369" w:hanging="180"/>
      </w:pPr>
      <w:rPr>
        <w:rFonts w:cs="Times New Roman"/>
      </w:rPr>
    </w:lvl>
    <w:lvl w:ilvl="6" w:tplc="0409000F" w:tentative="1">
      <w:start w:val="1"/>
      <w:numFmt w:val="decimal"/>
      <w:lvlText w:val="%7."/>
      <w:lvlJc w:val="left"/>
      <w:pPr>
        <w:ind w:left="5089" w:hanging="360"/>
      </w:pPr>
      <w:rPr>
        <w:rFonts w:cs="Times New Roman"/>
      </w:rPr>
    </w:lvl>
    <w:lvl w:ilvl="7" w:tplc="04090019" w:tentative="1">
      <w:start w:val="1"/>
      <w:numFmt w:val="lowerLetter"/>
      <w:lvlText w:val="%8."/>
      <w:lvlJc w:val="left"/>
      <w:pPr>
        <w:ind w:left="5809" w:hanging="360"/>
      </w:pPr>
      <w:rPr>
        <w:rFonts w:cs="Times New Roman"/>
      </w:rPr>
    </w:lvl>
    <w:lvl w:ilvl="8" w:tplc="0409001B" w:tentative="1">
      <w:start w:val="1"/>
      <w:numFmt w:val="lowerRoman"/>
      <w:lvlText w:val="%9."/>
      <w:lvlJc w:val="right"/>
      <w:pPr>
        <w:ind w:left="6529" w:hanging="180"/>
      </w:pPr>
      <w:rPr>
        <w:rFonts w:cs="Times New Roman"/>
      </w:rPr>
    </w:lvl>
  </w:abstractNum>
  <w:abstractNum w:abstractNumId="12">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6"/>
  </w:num>
  <w:num w:numId="8">
    <w:abstractNumId w:val="4"/>
  </w:num>
  <w:num w:numId="9">
    <w:abstractNumId w:val="2"/>
  </w:num>
  <w:num w:numId="10">
    <w:abstractNumId w:val="3"/>
  </w:num>
  <w:num w:numId="11">
    <w:abstractNumId w:val="1"/>
  </w:num>
  <w:num w:numId="12">
    <w:abstractNumId w:val="5"/>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D9F"/>
    <w:rsid w:val="0001064D"/>
    <w:rsid w:val="000458BC"/>
    <w:rsid w:val="00045C41"/>
    <w:rsid w:val="00046C03"/>
    <w:rsid w:val="00050BF7"/>
    <w:rsid w:val="0007614F"/>
    <w:rsid w:val="000A3087"/>
    <w:rsid w:val="000A640C"/>
    <w:rsid w:val="000B0DD1"/>
    <w:rsid w:val="000B1C6B"/>
    <w:rsid w:val="000C09AC"/>
    <w:rsid w:val="000E00F3"/>
    <w:rsid w:val="000F158C"/>
    <w:rsid w:val="000F1F6D"/>
    <w:rsid w:val="00101713"/>
    <w:rsid w:val="00124E38"/>
    <w:rsid w:val="0012580B"/>
    <w:rsid w:val="0013526E"/>
    <w:rsid w:val="001419EE"/>
    <w:rsid w:val="00141D36"/>
    <w:rsid w:val="00144CEA"/>
    <w:rsid w:val="00171371"/>
    <w:rsid w:val="00175A24"/>
    <w:rsid w:val="001821E9"/>
    <w:rsid w:val="00187E58"/>
    <w:rsid w:val="001A297E"/>
    <w:rsid w:val="001A368E"/>
    <w:rsid w:val="001A3CDD"/>
    <w:rsid w:val="001A7329"/>
    <w:rsid w:val="001A7A18"/>
    <w:rsid w:val="001B4E28"/>
    <w:rsid w:val="001C3525"/>
    <w:rsid w:val="001D049C"/>
    <w:rsid w:val="001D1BD2"/>
    <w:rsid w:val="001E02BE"/>
    <w:rsid w:val="001E3B37"/>
    <w:rsid w:val="001F0E30"/>
    <w:rsid w:val="001F2594"/>
    <w:rsid w:val="00206460"/>
    <w:rsid w:val="002069B4"/>
    <w:rsid w:val="00206F8B"/>
    <w:rsid w:val="00215DFC"/>
    <w:rsid w:val="002212DF"/>
    <w:rsid w:val="00227BA7"/>
    <w:rsid w:val="00275BCF"/>
    <w:rsid w:val="00277C98"/>
    <w:rsid w:val="00292257"/>
    <w:rsid w:val="002A54E0"/>
    <w:rsid w:val="002B1595"/>
    <w:rsid w:val="002B191D"/>
    <w:rsid w:val="002B4780"/>
    <w:rsid w:val="002D0AF6"/>
    <w:rsid w:val="002D41C6"/>
    <w:rsid w:val="002D56D3"/>
    <w:rsid w:val="002F164D"/>
    <w:rsid w:val="002F7683"/>
    <w:rsid w:val="00301A73"/>
    <w:rsid w:val="0030299D"/>
    <w:rsid w:val="00306206"/>
    <w:rsid w:val="00327C56"/>
    <w:rsid w:val="003315A1"/>
    <w:rsid w:val="003373EC"/>
    <w:rsid w:val="003706CC"/>
    <w:rsid w:val="00373BB2"/>
    <w:rsid w:val="0037432A"/>
    <w:rsid w:val="00390E42"/>
    <w:rsid w:val="003A2D8E"/>
    <w:rsid w:val="003C20E4"/>
    <w:rsid w:val="003E581B"/>
    <w:rsid w:val="003E6F90"/>
    <w:rsid w:val="003F5D0F"/>
    <w:rsid w:val="004064F5"/>
    <w:rsid w:val="00414101"/>
    <w:rsid w:val="00433DDB"/>
    <w:rsid w:val="00437619"/>
    <w:rsid w:val="00461031"/>
    <w:rsid w:val="004922C0"/>
    <w:rsid w:val="00496E9C"/>
    <w:rsid w:val="004B210C"/>
    <w:rsid w:val="004B4C4E"/>
    <w:rsid w:val="004C09BE"/>
    <w:rsid w:val="004D405F"/>
    <w:rsid w:val="004F1CF2"/>
    <w:rsid w:val="004F61E3"/>
    <w:rsid w:val="004F73FE"/>
    <w:rsid w:val="0051015C"/>
    <w:rsid w:val="00531AE9"/>
    <w:rsid w:val="00534BB7"/>
    <w:rsid w:val="00536284"/>
    <w:rsid w:val="00555D9F"/>
    <w:rsid w:val="00567EC7"/>
    <w:rsid w:val="00570013"/>
    <w:rsid w:val="00581874"/>
    <w:rsid w:val="005955A4"/>
    <w:rsid w:val="005A32B6"/>
    <w:rsid w:val="005A33A1"/>
    <w:rsid w:val="005C2F1F"/>
    <w:rsid w:val="005C385F"/>
    <w:rsid w:val="005F4F20"/>
    <w:rsid w:val="005F6F1B"/>
    <w:rsid w:val="00624B33"/>
    <w:rsid w:val="00630AA2"/>
    <w:rsid w:val="00646707"/>
    <w:rsid w:val="00664DCF"/>
    <w:rsid w:val="00666432"/>
    <w:rsid w:val="00670711"/>
    <w:rsid w:val="00673F89"/>
    <w:rsid w:val="00676955"/>
    <w:rsid w:val="006C2967"/>
    <w:rsid w:val="006C5D39"/>
    <w:rsid w:val="006D738E"/>
    <w:rsid w:val="006E2810"/>
    <w:rsid w:val="006E5417"/>
    <w:rsid w:val="00712F60"/>
    <w:rsid w:val="00720E3B"/>
    <w:rsid w:val="00745F6B"/>
    <w:rsid w:val="0075585E"/>
    <w:rsid w:val="007569C2"/>
    <w:rsid w:val="007637E2"/>
    <w:rsid w:val="00772782"/>
    <w:rsid w:val="007743C9"/>
    <w:rsid w:val="007768FF"/>
    <w:rsid w:val="00777C08"/>
    <w:rsid w:val="007824D3"/>
    <w:rsid w:val="007956FF"/>
    <w:rsid w:val="00796EE3"/>
    <w:rsid w:val="007A5937"/>
    <w:rsid w:val="007A7D29"/>
    <w:rsid w:val="007D0723"/>
    <w:rsid w:val="007F0BCC"/>
    <w:rsid w:val="007F1F8B"/>
    <w:rsid w:val="0080526F"/>
    <w:rsid w:val="008170FE"/>
    <w:rsid w:val="008206C8"/>
    <w:rsid w:val="00835C93"/>
    <w:rsid w:val="0084485D"/>
    <w:rsid w:val="0086102D"/>
    <w:rsid w:val="008635E9"/>
    <w:rsid w:val="00874A6C"/>
    <w:rsid w:val="00876C65"/>
    <w:rsid w:val="00883AD7"/>
    <w:rsid w:val="00895023"/>
    <w:rsid w:val="008A4137"/>
    <w:rsid w:val="008A4B4C"/>
    <w:rsid w:val="008C15B5"/>
    <w:rsid w:val="008C239F"/>
    <w:rsid w:val="008F0D6A"/>
    <w:rsid w:val="0090573B"/>
    <w:rsid w:val="00907757"/>
    <w:rsid w:val="009212B0"/>
    <w:rsid w:val="009234A5"/>
    <w:rsid w:val="009336F7"/>
    <w:rsid w:val="00937005"/>
    <w:rsid w:val="009374A7"/>
    <w:rsid w:val="009475D5"/>
    <w:rsid w:val="00962343"/>
    <w:rsid w:val="00970724"/>
    <w:rsid w:val="0099518F"/>
    <w:rsid w:val="00996AE2"/>
    <w:rsid w:val="009A523D"/>
    <w:rsid w:val="009D264E"/>
    <w:rsid w:val="009F496B"/>
    <w:rsid w:val="009F7CA0"/>
    <w:rsid w:val="00A01439"/>
    <w:rsid w:val="00A02E61"/>
    <w:rsid w:val="00A05CFF"/>
    <w:rsid w:val="00A44233"/>
    <w:rsid w:val="00A45F43"/>
    <w:rsid w:val="00A50D09"/>
    <w:rsid w:val="00A56B97"/>
    <w:rsid w:val="00A6093D"/>
    <w:rsid w:val="00A66E2F"/>
    <w:rsid w:val="00A76A6D"/>
    <w:rsid w:val="00A825CC"/>
    <w:rsid w:val="00A83253"/>
    <w:rsid w:val="00AA6E84"/>
    <w:rsid w:val="00AB273D"/>
    <w:rsid w:val="00AB3B4D"/>
    <w:rsid w:val="00AD1AD0"/>
    <w:rsid w:val="00AD7D97"/>
    <w:rsid w:val="00AE1C69"/>
    <w:rsid w:val="00AE1EDC"/>
    <w:rsid w:val="00AE341B"/>
    <w:rsid w:val="00B07CA7"/>
    <w:rsid w:val="00B1279A"/>
    <w:rsid w:val="00B36904"/>
    <w:rsid w:val="00B455AA"/>
    <w:rsid w:val="00B5222E"/>
    <w:rsid w:val="00B54A40"/>
    <w:rsid w:val="00B61BFD"/>
    <w:rsid w:val="00B61C96"/>
    <w:rsid w:val="00B73A2A"/>
    <w:rsid w:val="00B80856"/>
    <w:rsid w:val="00B90A7A"/>
    <w:rsid w:val="00B94B06"/>
    <w:rsid w:val="00B94C28"/>
    <w:rsid w:val="00B9576D"/>
    <w:rsid w:val="00BB50CC"/>
    <w:rsid w:val="00BC10BA"/>
    <w:rsid w:val="00BC48EF"/>
    <w:rsid w:val="00BC5AFD"/>
    <w:rsid w:val="00BD6893"/>
    <w:rsid w:val="00BE4733"/>
    <w:rsid w:val="00BE776D"/>
    <w:rsid w:val="00BF7608"/>
    <w:rsid w:val="00C0609D"/>
    <w:rsid w:val="00C115AB"/>
    <w:rsid w:val="00C30249"/>
    <w:rsid w:val="00C31292"/>
    <w:rsid w:val="00C33759"/>
    <w:rsid w:val="00C606C9"/>
    <w:rsid w:val="00C62BF1"/>
    <w:rsid w:val="00C6615F"/>
    <w:rsid w:val="00C709E6"/>
    <w:rsid w:val="00C90650"/>
    <w:rsid w:val="00C97D78"/>
    <w:rsid w:val="00CA6654"/>
    <w:rsid w:val="00CB2BDB"/>
    <w:rsid w:val="00CC5A42"/>
    <w:rsid w:val="00CD0EAB"/>
    <w:rsid w:val="00CD328B"/>
    <w:rsid w:val="00CF34DB"/>
    <w:rsid w:val="00CF558F"/>
    <w:rsid w:val="00CF6A43"/>
    <w:rsid w:val="00D073E2"/>
    <w:rsid w:val="00D13596"/>
    <w:rsid w:val="00D177BD"/>
    <w:rsid w:val="00D2773F"/>
    <w:rsid w:val="00D43138"/>
    <w:rsid w:val="00D446EC"/>
    <w:rsid w:val="00D518E9"/>
    <w:rsid w:val="00D51BF0"/>
    <w:rsid w:val="00D55942"/>
    <w:rsid w:val="00D807BF"/>
    <w:rsid w:val="00D9451A"/>
    <w:rsid w:val="00DA7887"/>
    <w:rsid w:val="00DB2C26"/>
    <w:rsid w:val="00DC6CCD"/>
    <w:rsid w:val="00DE6B43"/>
    <w:rsid w:val="00DF3A96"/>
    <w:rsid w:val="00DF7B01"/>
    <w:rsid w:val="00E11923"/>
    <w:rsid w:val="00E16F77"/>
    <w:rsid w:val="00E262D4"/>
    <w:rsid w:val="00E36250"/>
    <w:rsid w:val="00E46FEC"/>
    <w:rsid w:val="00E54511"/>
    <w:rsid w:val="00E61DAC"/>
    <w:rsid w:val="00E75529"/>
    <w:rsid w:val="00E75FE3"/>
    <w:rsid w:val="00EB7AB1"/>
    <w:rsid w:val="00EC095F"/>
    <w:rsid w:val="00ED0FCC"/>
    <w:rsid w:val="00ED5269"/>
    <w:rsid w:val="00EE4FA7"/>
    <w:rsid w:val="00EF48CC"/>
    <w:rsid w:val="00F02723"/>
    <w:rsid w:val="00F17C17"/>
    <w:rsid w:val="00F24A1F"/>
    <w:rsid w:val="00F30069"/>
    <w:rsid w:val="00F72057"/>
    <w:rsid w:val="00F73032"/>
    <w:rsid w:val="00F848FC"/>
    <w:rsid w:val="00F87703"/>
    <w:rsid w:val="00F9282A"/>
    <w:rsid w:val="00F96BAD"/>
    <w:rsid w:val="00FA318F"/>
    <w:rsid w:val="00FA783D"/>
    <w:rsid w:val="00FB0E84"/>
    <w:rsid w:val="00FC3FA5"/>
    <w:rsid w:val="00FC5C18"/>
    <w:rsid w:val="00FD01C2"/>
    <w:rsid w:val="00FE05B9"/>
    <w:rsid w:val="00FE3FCB"/>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reet"/>
  <w:smartTagType w:namespaceuri="urn:schemas-microsoft-com:office:smarttags" w:name="PostalCode"/>
  <w:smartTagType w:namespaceuri="urn:schemas-microsoft-com:office:smarttags" w:name="address"/>
  <w:smartTagType w:namespaceuri="urn:schemas-microsoft-com:office:smarttags" w:name="place"/>
  <w:smartTagType w:namespaceuri="urn:schemas-microsoft-com:office:smarttags" w:name="City"/>
  <w:smartTagType w:namespaceuri="urn:schemas-microsoft-com:office:smarttags" w:name="State"/>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336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locked/>
    <w:rsid w:val="00E11923"/>
    <w:rPr>
      <w:b/>
      <w:i/>
      <w:sz w:val="28"/>
      <w:lang w:eastAsia="en-US"/>
    </w:rPr>
  </w:style>
  <w:style w:type="character" w:customStyle="1" w:styleId="Heading3Char">
    <w:name w:val="Heading 3 Char"/>
    <w:basedOn w:val="DefaultParagraphFont"/>
    <w:link w:val="Heading3"/>
    <w:uiPriority w:val="99"/>
    <w:locked/>
    <w:rsid w:val="002B191D"/>
    <w:rPr>
      <w:b/>
      <w:sz w:val="26"/>
      <w:lang w:eastAsia="en-US"/>
    </w:rPr>
  </w:style>
  <w:style w:type="character" w:customStyle="1" w:styleId="Heading4Char">
    <w:name w:val="Heading 4 Char"/>
    <w:basedOn w:val="DefaultParagraphFont"/>
    <w:link w:val="Heading4"/>
    <w:uiPriority w:val="99"/>
    <w:locked/>
    <w:rsid w:val="000E00F3"/>
    <w:rPr>
      <w:b/>
      <w:sz w:val="28"/>
      <w:lang w:eastAsia="en-US"/>
    </w:rPr>
  </w:style>
  <w:style w:type="character" w:customStyle="1" w:styleId="Heading5Char">
    <w:name w:val="Heading 5 Char"/>
    <w:basedOn w:val="DefaultParagraphFont"/>
    <w:link w:val="Heading5"/>
    <w:uiPriority w:val="99"/>
    <w:locked/>
    <w:rsid w:val="000E00F3"/>
    <w:rPr>
      <w:b/>
      <w:i/>
      <w:sz w:val="26"/>
      <w:lang w:eastAsia="en-US"/>
    </w:rPr>
  </w:style>
  <w:style w:type="character" w:customStyle="1" w:styleId="Heading6Char">
    <w:name w:val="Heading 6 Char"/>
    <w:basedOn w:val="DefaultParagraphFont"/>
    <w:link w:val="Heading6"/>
    <w:uiPriority w:val="99"/>
    <w:locked/>
    <w:rsid w:val="000E00F3"/>
    <w:rPr>
      <w:b/>
      <w:sz w:val="22"/>
      <w:lang w:eastAsia="en-US"/>
    </w:rPr>
  </w:style>
  <w:style w:type="character" w:customStyle="1" w:styleId="Heading7Char">
    <w:name w:val="Heading 7 Char"/>
    <w:basedOn w:val="DefaultParagraphFont"/>
    <w:link w:val="Heading7"/>
    <w:uiPriority w:val="99"/>
    <w:locked/>
    <w:rsid w:val="000E00F3"/>
    <w:rPr>
      <w:sz w:val="24"/>
      <w:lang w:eastAsia="en-US"/>
    </w:rPr>
  </w:style>
  <w:style w:type="character" w:customStyle="1" w:styleId="Heading8Char">
    <w:name w:val="Heading 8 Char"/>
    <w:basedOn w:val="DefaultParagraphFont"/>
    <w:link w:val="Heading8"/>
    <w:uiPriority w:val="99"/>
    <w:locked/>
    <w:rsid w:val="000E00F3"/>
    <w:rPr>
      <w:i/>
      <w:sz w:val="24"/>
      <w:lang w:eastAsia="en-US"/>
    </w:rPr>
  </w:style>
  <w:style w:type="character" w:customStyle="1" w:styleId="Heading9Char">
    <w:name w:val="Heading 9 Char"/>
    <w:basedOn w:val="DefaultParagraphFont"/>
    <w:link w:val="Heading9"/>
    <w:uiPriority w:val="99"/>
    <w:locked/>
    <w:rsid w:val="000E00F3"/>
    <w:rPr>
      <w:b/>
      <w:sz w:val="22"/>
      <w:lang w:eastAsia="en-US"/>
    </w:rPr>
  </w:style>
  <w:style w:type="paragraph" w:styleId="Header">
    <w:name w:val="header"/>
    <w:basedOn w:val="Normal"/>
    <w:link w:val="HeaderChar"/>
    <w:uiPriority w:val="99"/>
    <w:rsid w:val="00FA318F"/>
    <w:pPr>
      <w:tabs>
        <w:tab w:val="center" w:pos="4320"/>
        <w:tab w:val="right" w:pos="8640"/>
      </w:tabs>
    </w:pPr>
  </w:style>
  <w:style w:type="character" w:customStyle="1" w:styleId="HeaderChar">
    <w:name w:val="Header Char"/>
    <w:basedOn w:val="DefaultParagraphFont"/>
    <w:link w:val="Header"/>
    <w:uiPriority w:val="99"/>
    <w:semiHidden/>
    <w:rsid w:val="00C93361"/>
    <w:rPr>
      <w:szCs w:val="20"/>
    </w:rPr>
  </w:style>
  <w:style w:type="paragraph" w:styleId="Footer">
    <w:name w:val="footer"/>
    <w:basedOn w:val="Normal"/>
    <w:link w:val="FooterChar"/>
    <w:uiPriority w:val="99"/>
    <w:rsid w:val="00FA318F"/>
    <w:pPr>
      <w:tabs>
        <w:tab w:val="center" w:pos="4320"/>
        <w:tab w:val="right" w:pos="8640"/>
      </w:tabs>
    </w:pPr>
  </w:style>
  <w:style w:type="character" w:customStyle="1" w:styleId="FooterChar">
    <w:name w:val="Footer Char"/>
    <w:basedOn w:val="DefaultParagraphFont"/>
    <w:link w:val="Footer"/>
    <w:uiPriority w:val="99"/>
    <w:semiHidden/>
    <w:rsid w:val="00C93361"/>
    <w:rPr>
      <w:szCs w:val="20"/>
    </w:rPr>
  </w:style>
  <w:style w:type="character" w:styleId="PageNumber">
    <w:name w:val="page number"/>
    <w:basedOn w:val="DefaultParagraphFont"/>
    <w:uiPriority w:val="99"/>
    <w:rsid w:val="00FA318F"/>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rsid w:val="00C93361"/>
    <w:rPr>
      <w:sz w:val="0"/>
      <w:szCs w:val="0"/>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basedOn w:val="DefaultParagraphFont"/>
    <w:link w:val="DocumentMap"/>
    <w:uiPriority w:val="99"/>
    <w:locked/>
    <w:rsid w:val="00E11923"/>
    <w:rPr>
      <w:rFonts w:ascii="Tahoma" w:hAnsi="Tahoma"/>
      <w:sz w:val="16"/>
      <w:lang w:eastAsia="en-US"/>
    </w:rPr>
  </w:style>
  <w:style w:type="table" w:styleId="TableGrid">
    <w:name w:val="Table Grid"/>
    <w:basedOn w:val="TableNormal"/>
    <w:uiPriority w:val="99"/>
    <w:rsid w:val="00BF76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81874"/>
    <w:rPr>
      <w:b/>
      <w:bCs/>
      <w:sz w:val="20"/>
    </w:rPr>
  </w:style>
  <w:style w:type="paragraph" w:styleId="HTMLPreformatted">
    <w:name w:val="HTML Preformatted"/>
    <w:basedOn w:val="Normal"/>
    <w:link w:val="HTMLPreformattedChar"/>
    <w:uiPriority w:val="99"/>
    <w:rsid w:val="00050BF7"/>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spacing w:before="0"/>
      <w:textAlignment w:val="auto"/>
    </w:pPr>
    <w:rPr>
      <w:rFonts w:ascii="GulimChe" w:eastAsia="GulimChe" w:hAnsi="GulimChe" w:cs="GulimChe"/>
      <w:sz w:val="24"/>
      <w:szCs w:val="24"/>
      <w:lang w:eastAsia="ar-SA"/>
    </w:rPr>
  </w:style>
  <w:style w:type="character" w:customStyle="1" w:styleId="HTMLPreformattedChar">
    <w:name w:val="HTML Preformatted Char"/>
    <w:basedOn w:val="DefaultParagraphFont"/>
    <w:link w:val="HTMLPreformatted"/>
    <w:uiPriority w:val="99"/>
    <w:locked/>
    <w:rsid w:val="00050BF7"/>
    <w:rPr>
      <w:rFonts w:ascii="GulimChe" w:eastAsia="GulimChe" w:hAnsi="GulimChe" w:cs="GulimChe"/>
      <w:sz w:val="24"/>
      <w:szCs w:val="24"/>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lena_a.alshina@samsung.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israk@sharplabs.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segall@sharplabs.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kerofsky@sharplabs.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lexander_b.alshin@samsung.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kerofsky\Documents\organizations\JCT\JCT-VC-G\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JCTVC-Yxxx.dot</Template>
  <TotalTime>6</TotalTime>
  <Pages>4</Pages>
  <Words>1561</Words>
  <Characters>8904</Characters>
  <Application>Microsoft Office Word</Application>
  <DocSecurity>0</DocSecurity>
  <Lines>74</Lines>
  <Paragraphs>20</Paragraphs>
  <ScaleCrop>false</ScaleCrop>
  <Company>JCT-VC</Company>
  <LinksUpToDate>false</LinksUpToDate>
  <CharactersWithSpaces>10445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Kerofsky, Louis</dc:creator>
  <cp:keywords>JCT-VC, MPEG, VCEG</cp:keywords>
  <dc:description/>
  <cp:lastModifiedBy>Kiran Misra</cp:lastModifiedBy>
  <cp:revision>9</cp:revision>
  <cp:lastPrinted>2011-10-26T21:29:00Z</cp:lastPrinted>
  <dcterms:created xsi:type="dcterms:W3CDTF">2011-11-09T00:34:00Z</dcterms:created>
  <dcterms:modified xsi:type="dcterms:W3CDTF">2011-11-09T08:47:00Z</dcterms:modified>
</cp:coreProperties>
</file>