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0A4B96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7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8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EA50F2" w:rsidP="00EA50F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A4B4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="00A274B2">
              <w:t>-G1010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A274B2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Cross Check of Ericsson’s Proposal JCTVC-G619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A274B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A50F2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G</w:t>
            </w:r>
            <w:r w:rsidR="00AD3FAC">
              <w:rPr>
                <w:szCs w:val="22"/>
              </w:rPr>
              <w:t>eert</w:t>
            </w:r>
            <w:r w:rsidR="00A274B2">
              <w:rPr>
                <w:szCs w:val="22"/>
              </w:rPr>
              <w:t xml:space="preserve"> Van </w:t>
            </w:r>
            <w:proofErr w:type="spellStart"/>
            <w:r w:rsidR="00A274B2">
              <w:rPr>
                <w:szCs w:val="22"/>
              </w:rPr>
              <w:t>der</w:t>
            </w:r>
            <w:proofErr w:type="spellEnd"/>
            <w:r w:rsidR="00A274B2">
              <w:rPr>
                <w:szCs w:val="22"/>
              </w:rPr>
              <w:t xml:space="preserve"> Auwera</w:t>
            </w:r>
          </w:p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5775 Morehouse Dr</w:t>
            </w:r>
            <w:r>
              <w:rPr>
                <w:szCs w:val="22"/>
              </w:rPr>
              <w:br/>
              <w:t>San Diego, CA 92121</w:t>
            </w:r>
            <w:r>
              <w:rPr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AE341B" w:rsidRDefault="00E61DAC" w:rsidP="00EA50F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EA50F2">
              <w:rPr>
                <w:szCs w:val="22"/>
              </w:rPr>
              <w:t>geertv@qualcomm.com</w:t>
            </w:r>
            <w:r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A274B2" w:rsidP="009234A5">
      <w:pPr>
        <w:jc w:val="both"/>
        <w:rPr>
          <w:szCs w:val="22"/>
        </w:rPr>
      </w:pPr>
      <w:r>
        <w:rPr>
          <w:szCs w:val="22"/>
        </w:rPr>
        <w:t xml:space="preserve">This cross check reports the BD-rate results for proposal JCTVC-G619 on </w:t>
      </w:r>
      <w:proofErr w:type="spellStart"/>
      <w:r>
        <w:rPr>
          <w:szCs w:val="22"/>
        </w:rPr>
        <w:t>deblocking</w:t>
      </w:r>
      <w:proofErr w:type="spellEnd"/>
      <w:r>
        <w:rPr>
          <w:szCs w:val="22"/>
        </w:rPr>
        <w:t xml:space="preserve"> parameter signaling in the slice header. The common conditions are tested as well as the high QP range (QPs 32, 37, 42, 47). The BD-rate results match those reported by the proponent except for one anchor point, which is likely due to an anchor version difference or the computing environment. The source code </w:t>
      </w:r>
      <w:r w:rsidR="00BF560B">
        <w:rPr>
          <w:szCs w:val="22"/>
        </w:rPr>
        <w:t xml:space="preserve">seems to </w:t>
      </w:r>
      <w:r>
        <w:rPr>
          <w:szCs w:val="22"/>
        </w:rPr>
        <w:t>match the proposal description.</w:t>
      </w:r>
    </w:p>
    <w:p w:rsidR="00745F6B" w:rsidRDefault="00A274B2" w:rsidP="00E11923">
      <w:pPr>
        <w:pStyle w:val="Heading1"/>
      </w:pPr>
      <w:r>
        <w:t>Results</w:t>
      </w:r>
    </w:p>
    <w:p w:rsidR="00A274B2" w:rsidRDefault="00A274B2" w:rsidP="00A274B2">
      <w:r>
        <w:t>For the common test conditions:</w:t>
      </w:r>
    </w:p>
    <w:p w:rsidR="00A274B2" w:rsidRDefault="00A274B2" w:rsidP="00A274B2"/>
    <w:tbl>
      <w:tblPr>
        <w:tblW w:w="7660" w:type="dxa"/>
        <w:tblInd w:w="96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A274B2" w:rsidRPr="00A274B2" w:rsidTr="00A274B2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103%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92%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95%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92%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92%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LC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94%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92%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</w:tr>
    </w:tbl>
    <w:p w:rsidR="00A274B2" w:rsidRDefault="00A274B2" w:rsidP="00A274B2">
      <w:r>
        <w:t>The encoding times are measured in a heterogeneous computing environment and are therefore approximate.</w:t>
      </w:r>
    </w:p>
    <w:p w:rsidR="001F2594" w:rsidRDefault="00A274B2" w:rsidP="00A274B2">
      <w:r>
        <w:t>For the high QP range, using the common test condition configuration files:</w:t>
      </w:r>
    </w:p>
    <w:p w:rsidR="00A274B2" w:rsidRDefault="00A274B2" w:rsidP="00A274B2"/>
    <w:tbl>
      <w:tblPr>
        <w:tblW w:w="7660" w:type="dxa"/>
        <w:tblInd w:w="96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A274B2" w:rsidRPr="00A274B2" w:rsidTr="00A274B2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0.11%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0.12%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0.14%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-0.09%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-0.03%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0.02%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-0.07%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0.02%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0.05%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104%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0.24%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0.53%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0.80%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0.24%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0.17%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-0.43%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0.11%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-0.17%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-0.05%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0.09%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-0.19%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0.08%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0.10%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93%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94%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-0.42%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-0.05%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1.38%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0.56%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0.26%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1.20%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-0.50%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0.21%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0.63%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-0.03%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0.66%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0.16%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-0.18%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-0.35%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-0.01%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93%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93%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LC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</w:tr>
      <w:tr w:rsidR="00A274B2" w:rsidRPr="00A274B2" w:rsidTr="00A274B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95%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93%</w:t>
            </w:r>
          </w:p>
        </w:tc>
      </w:tr>
      <w:tr w:rsidR="00A274B2" w:rsidRPr="00A274B2" w:rsidTr="00A274B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274B2" w:rsidRPr="00A274B2" w:rsidRDefault="00A274B2" w:rsidP="00A274B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B2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</w:tr>
    </w:tbl>
    <w:p w:rsidR="00A274B2" w:rsidRPr="00A274B2" w:rsidRDefault="00A274B2" w:rsidP="00A274B2"/>
    <w:p w:rsidR="001F2594" w:rsidRDefault="001F2594" w:rsidP="009234A5">
      <w:pPr>
        <w:jc w:val="both"/>
        <w:rPr>
          <w:szCs w:val="22"/>
        </w:rPr>
      </w:pPr>
    </w:p>
    <w:p w:rsidR="000E00F3" w:rsidRPr="009234A5" w:rsidRDefault="000E00F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A3E" w:rsidRDefault="00F47A3E">
      <w:r>
        <w:separator/>
      </w:r>
    </w:p>
  </w:endnote>
  <w:endnote w:type="continuationSeparator" w:id="0">
    <w:p w:rsidR="00F47A3E" w:rsidRDefault="00F47A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A4B9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A4B96">
      <w:rPr>
        <w:rStyle w:val="PageNumber"/>
      </w:rPr>
      <w:fldChar w:fldCharType="separate"/>
    </w:r>
    <w:r w:rsidR="00BF560B">
      <w:rPr>
        <w:rStyle w:val="PageNumber"/>
        <w:noProof/>
      </w:rPr>
      <w:t>1</w:t>
    </w:r>
    <w:r w:rsidR="000A4B96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0A4B96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0A4B96">
      <w:rPr>
        <w:rStyle w:val="PageNumber"/>
      </w:rPr>
      <w:fldChar w:fldCharType="separate"/>
    </w:r>
    <w:r w:rsidR="00A274B2">
      <w:rPr>
        <w:rStyle w:val="PageNumber"/>
        <w:noProof/>
      </w:rPr>
      <w:t>2011-11-05</w:t>
    </w:r>
    <w:r w:rsidR="000A4B96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A3E" w:rsidRDefault="00F47A3E">
      <w:r>
        <w:separator/>
      </w:r>
    </w:p>
  </w:footnote>
  <w:footnote w:type="continuationSeparator" w:id="0">
    <w:p w:rsidR="00F47A3E" w:rsidRDefault="00F47A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FAC"/>
    <w:rsid w:val="000458BC"/>
    <w:rsid w:val="00045C41"/>
    <w:rsid w:val="00046C03"/>
    <w:rsid w:val="0007614F"/>
    <w:rsid w:val="000A4B96"/>
    <w:rsid w:val="000B1C6B"/>
    <w:rsid w:val="000C09AC"/>
    <w:rsid w:val="000E00F3"/>
    <w:rsid w:val="000F158C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5BCF"/>
    <w:rsid w:val="00292257"/>
    <w:rsid w:val="002A54E0"/>
    <w:rsid w:val="002B1595"/>
    <w:rsid w:val="002B191D"/>
    <w:rsid w:val="002D0AF6"/>
    <w:rsid w:val="002F164D"/>
    <w:rsid w:val="00306206"/>
    <w:rsid w:val="00327C56"/>
    <w:rsid w:val="003315A1"/>
    <w:rsid w:val="003373EC"/>
    <w:rsid w:val="003620B1"/>
    <w:rsid w:val="003706CC"/>
    <w:rsid w:val="003A2D8E"/>
    <w:rsid w:val="003C20E4"/>
    <w:rsid w:val="003E6F90"/>
    <w:rsid w:val="003F5D0F"/>
    <w:rsid w:val="00414101"/>
    <w:rsid w:val="00433DDB"/>
    <w:rsid w:val="00437619"/>
    <w:rsid w:val="004418FD"/>
    <w:rsid w:val="004B210C"/>
    <w:rsid w:val="004D405F"/>
    <w:rsid w:val="004F61E3"/>
    <w:rsid w:val="0051015C"/>
    <w:rsid w:val="00531AE9"/>
    <w:rsid w:val="00567EC7"/>
    <w:rsid w:val="00570013"/>
    <w:rsid w:val="005A33A1"/>
    <w:rsid w:val="005C385F"/>
    <w:rsid w:val="005F6F1B"/>
    <w:rsid w:val="00624B33"/>
    <w:rsid w:val="00630AA2"/>
    <w:rsid w:val="00646707"/>
    <w:rsid w:val="00664DCF"/>
    <w:rsid w:val="006C5D39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824D3"/>
    <w:rsid w:val="007956FF"/>
    <w:rsid w:val="00796EE3"/>
    <w:rsid w:val="007A7D29"/>
    <w:rsid w:val="007D06CB"/>
    <w:rsid w:val="007F1F8B"/>
    <w:rsid w:val="008206C8"/>
    <w:rsid w:val="00874A6C"/>
    <w:rsid w:val="00876C65"/>
    <w:rsid w:val="008A4B4C"/>
    <w:rsid w:val="008B0B7E"/>
    <w:rsid w:val="008C239F"/>
    <w:rsid w:val="00907757"/>
    <w:rsid w:val="009212B0"/>
    <w:rsid w:val="009234A5"/>
    <w:rsid w:val="009336F7"/>
    <w:rsid w:val="009374A7"/>
    <w:rsid w:val="0099518F"/>
    <w:rsid w:val="009A523D"/>
    <w:rsid w:val="009F496B"/>
    <w:rsid w:val="00A01439"/>
    <w:rsid w:val="00A02E61"/>
    <w:rsid w:val="00A05CFF"/>
    <w:rsid w:val="00A274B2"/>
    <w:rsid w:val="00A56B97"/>
    <w:rsid w:val="00A6093D"/>
    <w:rsid w:val="00A76A6D"/>
    <w:rsid w:val="00A83253"/>
    <w:rsid w:val="00AA6E84"/>
    <w:rsid w:val="00AD3FAC"/>
    <w:rsid w:val="00AE341B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BF560B"/>
    <w:rsid w:val="00C0609D"/>
    <w:rsid w:val="00C115AB"/>
    <w:rsid w:val="00C30249"/>
    <w:rsid w:val="00C606C9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E11923"/>
    <w:rsid w:val="00E262D4"/>
    <w:rsid w:val="00E36250"/>
    <w:rsid w:val="00E54511"/>
    <w:rsid w:val="00E61DAC"/>
    <w:rsid w:val="00E75529"/>
    <w:rsid w:val="00E75FE3"/>
    <w:rsid w:val="00EA50F2"/>
    <w:rsid w:val="00EB7AB1"/>
    <w:rsid w:val="00EF48CC"/>
    <w:rsid w:val="00F47A3E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A4B9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A4B9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A4B96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1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G_Geneva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22</TotalTime>
  <Pages>3</Pages>
  <Words>633</Words>
  <Characters>3609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4234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Geert</dc:creator>
  <cp:keywords>JCT-VC, MPEG, VCEG</cp:keywords>
  <cp:lastModifiedBy>Geert</cp:lastModifiedBy>
  <cp:revision>6</cp:revision>
  <cp:lastPrinted>2011-11-06T03:50:00Z</cp:lastPrinted>
  <dcterms:created xsi:type="dcterms:W3CDTF">2011-11-06T03:39:00Z</dcterms:created>
  <dcterms:modified xsi:type="dcterms:W3CDTF">2011-11-24T07:52:00Z</dcterms:modified>
</cp:coreProperties>
</file>