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3773D1" w:rsidP="00C97D78">
            <w:pPr>
              <w:tabs>
                <w:tab w:val="left" w:pos="7200"/>
              </w:tabs>
              <w:spacing w:before="0"/>
              <w:rPr>
                <w:b/>
                <w:szCs w:val="22"/>
              </w:rPr>
            </w:pPr>
            <w:r>
              <w:rPr>
                <w:b/>
                <w:noProof/>
                <w:szCs w:val="22"/>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8" o:title=""/>
                </v:shape>
              </w:pict>
            </w:r>
            <w:r>
              <w:rPr>
                <w:b/>
                <w:noProof/>
                <w:szCs w:val="22"/>
              </w:rPr>
              <w:pict>
                <v:shape id="_x0000_s1050" type="#_x0000_t75" style="position:absolute;margin-left:21.15pt;margin-top:-25.1pt;width:23.2pt;height:21.05pt;z-index:2">
                  <v:imagedata r:id="rId9" o:title=""/>
                </v:shape>
              </w:pict>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403ECD" w:rsidP="00403ECD">
            <w:pPr>
              <w:tabs>
                <w:tab w:val="left" w:pos="7200"/>
              </w:tabs>
              <w:spacing w:before="0"/>
              <w:rPr>
                <w:b/>
                <w:szCs w:val="22"/>
              </w:rPr>
            </w:pPr>
            <w:r>
              <w:rPr>
                <w:szCs w:val="22"/>
              </w:rPr>
              <w:t>7</w:t>
            </w:r>
            <w:r w:rsidR="00630AA2">
              <w:rPr>
                <w:szCs w:val="22"/>
              </w:rPr>
              <w:t>th</w:t>
            </w:r>
            <w:r w:rsidR="00E61DAC" w:rsidRPr="00AE341B">
              <w:rPr>
                <w:szCs w:val="22"/>
              </w:rPr>
              <w:t xml:space="preserve"> Meeting: </w:t>
            </w:r>
            <w:r>
              <w:t>Geneva</w:t>
            </w:r>
            <w:r w:rsidR="003F5D0F" w:rsidRPr="00AE341B">
              <w:rPr>
                <w:szCs w:val="22"/>
              </w:rPr>
              <w:t xml:space="preserve">, </w:t>
            </w:r>
            <w:r>
              <w:rPr>
                <w:szCs w:val="22"/>
              </w:rPr>
              <w:t>21-30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00237E">
            <w:pPr>
              <w:tabs>
                <w:tab w:val="left" w:pos="7200"/>
              </w:tabs>
              <w:rPr>
                <w:u w:val="single"/>
              </w:rPr>
            </w:pPr>
            <w:r w:rsidRPr="00AE341B">
              <w:t>Document</w:t>
            </w:r>
            <w:r w:rsidR="006C5D39" w:rsidRPr="00AE341B">
              <w:t>: JC</w:t>
            </w:r>
            <w:r w:rsidRPr="00AE341B">
              <w:t>T</w:t>
            </w:r>
            <w:r w:rsidR="006C5D39" w:rsidRPr="00AE341B">
              <w:t>VC</w:t>
            </w:r>
            <w:r w:rsidRPr="00AE341B">
              <w:t>-</w:t>
            </w:r>
            <w:r w:rsidR="00403ECD" w:rsidRPr="00F53A6E">
              <w:t>G</w:t>
            </w:r>
            <w:r w:rsidR="0000237E" w:rsidRPr="00F53A6E">
              <w:t>079</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122996">
            <w:pPr>
              <w:spacing w:before="60" w:after="60"/>
              <w:rPr>
                <w:b/>
                <w:szCs w:val="22"/>
              </w:rPr>
            </w:pPr>
            <w:r>
              <w:rPr>
                <w:b/>
                <w:szCs w:val="22"/>
              </w:rPr>
              <w:t>SEI message for display orientation information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8F38AD">
            <w:pPr>
              <w:spacing w:before="60" w:after="60"/>
              <w:rPr>
                <w:szCs w:val="22"/>
              </w:rPr>
            </w:pPr>
            <w:r w:rsidRPr="00AE341B">
              <w:rPr>
                <w:szCs w:val="22"/>
              </w:rPr>
              <w:t xml:space="preserve">Input Document to </w:t>
            </w:r>
            <w:r w:rsidR="00AE341B">
              <w:rPr>
                <w:szCs w:val="22"/>
              </w:rPr>
              <w:t>JCT-VC</w:t>
            </w:r>
            <w:r w:rsidRPr="00AE341B">
              <w:rPr>
                <w:szCs w:val="22"/>
              </w:rPr>
              <w:t xml:space="preserve"> </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8F38AD">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AE341B" w:rsidRDefault="008F38AD" w:rsidP="008F38AD">
            <w:pPr>
              <w:spacing w:before="60" w:after="60"/>
              <w:rPr>
                <w:szCs w:val="22"/>
              </w:rPr>
            </w:pPr>
            <w:r>
              <w:rPr>
                <w:szCs w:val="22"/>
              </w:rPr>
              <w:t>Jill Boyce, Danny Hong, Stephan Wenger</w:t>
            </w:r>
            <w:r w:rsidR="00E61DAC" w:rsidRPr="00AE341B">
              <w:rPr>
                <w:szCs w:val="22"/>
              </w:rPr>
              <w:br/>
            </w:r>
            <w:r>
              <w:rPr>
                <w:szCs w:val="22"/>
              </w:rPr>
              <w:t>433 Hackensack Ave</w:t>
            </w:r>
            <w:r w:rsidR="00E61DAC" w:rsidRPr="00AE341B">
              <w:rPr>
                <w:szCs w:val="22"/>
              </w:rPr>
              <w:br/>
            </w:r>
            <w:r>
              <w:rPr>
                <w:szCs w:val="22"/>
              </w:rPr>
              <w:t>Hackensack, NJ 07601, USA</w:t>
            </w:r>
            <w:r w:rsidR="00E61DAC" w:rsidRPr="00AE341B">
              <w:rPr>
                <w:szCs w:val="22"/>
              </w:rPr>
              <w:br/>
            </w:r>
          </w:p>
        </w:tc>
        <w:tc>
          <w:tcPr>
            <w:tcW w:w="900" w:type="dxa"/>
          </w:tcPr>
          <w:p w:rsidR="00E61DAC" w:rsidRPr="00AE341B" w:rsidRDefault="00E61DAC" w:rsidP="008F38AD">
            <w:pPr>
              <w:spacing w:before="60" w:after="60"/>
              <w:rPr>
                <w:szCs w:val="22"/>
              </w:rPr>
            </w:pPr>
            <w:r w:rsidRPr="00AE341B">
              <w:rPr>
                <w:szCs w:val="22"/>
              </w:rPr>
              <w:br/>
              <w:t>Tel:</w:t>
            </w:r>
            <w:r w:rsidRPr="00AE341B">
              <w:rPr>
                <w:szCs w:val="22"/>
              </w:rPr>
              <w:br/>
              <w:t>Email:</w:t>
            </w:r>
            <w:r w:rsidR="008F38AD">
              <w:rPr>
                <w:szCs w:val="22"/>
              </w:rPr>
              <w:t xml:space="preserve"> </w:t>
            </w:r>
          </w:p>
        </w:tc>
        <w:tc>
          <w:tcPr>
            <w:tcW w:w="3168" w:type="dxa"/>
          </w:tcPr>
          <w:p w:rsidR="00E61DAC" w:rsidRPr="00AE341B" w:rsidRDefault="00E61DAC" w:rsidP="008F38AD">
            <w:pPr>
              <w:spacing w:before="60" w:after="60"/>
              <w:rPr>
                <w:szCs w:val="22"/>
              </w:rPr>
            </w:pPr>
            <w:r w:rsidRPr="00AE341B">
              <w:rPr>
                <w:szCs w:val="22"/>
              </w:rPr>
              <w:br/>
            </w:r>
            <w:r w:rsidR="008F38AD">
              <w:rPr>
                <w:szCs w:val="22"/>
              </w:rPr>
              <w:t>+1 201 478 6145</w:t>
            </w:r>
            <w:r w:rsidRPr="00AE341B">
              <w:rPr>
                <w:szCs w:val="22"/>
              </w:rPr>
              <w:br/>
            </w:r>
            <w:r w:rsidR="008F38AD">
              <w:rPr>
                <w:szCs w:val="22"/>
              </w:rPr>
              <w:t>{</w:t>
            </w:r>
            <w:r w:rsidR="008F38AD">
              <w:rPr>
                <w:szCs w:val="22"/>
              </w:rPr>
              <w:t xml:space="preserve">jill, danny, </w:t>
            </w:r>
            <w:r w:rsidR="008F38AD">
              <w:rPr>
                <w:szCs w:val="22"/>
              </w:rPr>
              <w:t>s</w:t>
            </w:r>
            <w:r w:rsidR="008F38AD">
              <w:rPr>
                <w:szCs w:val="22"/>
              </w:rPr>
              <w:t>tephan}</w:t>
            </w:r>
            <w:r w:rsidR="008F38AD">
              <w:rPr>
                <w:szCs w:val="22"/>
              </w:rPr>
              <w:t xml:space="preserve"> </w:t>
            </w:r>
            <w:r w:rsidR="008F38AD">
              <w:rPr>
                <w:szCs w:val="22"/>
              </w:rPr>
              <w:t>@vidyo.com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8F38AD">
            <w:pPr>
              <w:spacing w:before="60" w:after="60"/>
              <w:rPr>
                <w:szCs w:val="22"/>
              </w:rPr>
            </w:pPr>
            <w:r>
              <w:rPr>
                <w:szCs w:val="22"/>
              </w:rPr>
              <w:t>Vidyo</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3086A" w:rsidRDefault="0023086A" w:rsidP="0023086A">
      <w:r>
        <w:t xml:space="preserve">This contribution proposes an SEI message for describing display orientation information, to be included in an amendment to H.264/MPEG-4 AVC, and in the HEVC design.  The proposed SEI message indicates to the renderer to rotate and/or flip the decoded picture for proper display, after the normal decoding process.  Because handheld video capturing devices allow changing the picture capture orientation dynamically, using an SEI message allows dynamic changes to the picture display orientation, temporally aligned with the compressed video data.  </w:t>
      </w:r>
    </w:p>
    <w:p w:rsidR="0023086A" w:rsidRDefault="00365ABF" w:rsidP="0023086A">
      <w:r>
        <w:t>The same proposal is being made to MPEG as</w:t>
      </w:r>
      <w:r w:rsidR="000074B3">
        <w:t xml:space="preserve"> m21659</w:t>
      </w:r>
      <w:bookmarkStart w:id="0" w:name="_GoBack"/>
      <w:bookmarkEnd w:id="0"/>
      <w:r>
        <w:t xml:space="preserve">, and to VCEG as </w:t>
      </w:r>
      <w:r w:rsidR="00E64C94" w:rsidRPr="00E64C94">
        <w:t>T09-SG16-C-0690</w:t>
      </w:r>
      <w:r>
        <w:t xml:space="preserve">, for consideration as an amendment to </w:t>
      </w:r>
      <w:r>
        <w:t>H.264/MPEG-4 AVC</w:t>
      </w:r>
      <w:r>
        <w:t>.</w:t>
      </w:r>
      <w:r w:rsidR="00326612">
        <w:t xml:space="preserve">  </w:t>
      </w:r>
      <w:r w:rsidR="00817A53">
        <w:t xml:space="preserve">The concept was originally proposed in </w:t>
      </w:r>
      <w:r w:rsidR="00326612">
        <w:t xml:space="preserve">contribution JCTVC-E280.  </w:t>
      </w:r>
    </w:p>
    <w:p w:rsidR="00745F6B" w:rsidRPr="00AE341B" w:rsidRDefault="00745F6B" w:rsidP="00E11923">
      <w:pPr>
        <w:pStyle w:val="Heading1"/>
      </w:pPr>
      <w:r w:rsidRPr="00AE341B">
        <w:t xml:space="preserve">Introduction </w:t>
      </w:r>
    </w:p>
    <w:p w:rsidR="0023086A" w:rsidRDefault="0023086A" w:rsidP="0023086A">
      <w:pPr>
        <w:jc w:val="both"/>
        <w:rPr>
          <w:szCs w:val="22"/>
        </w:rPr>
      </w:pPr>
      <w:r>
        <w:rPr>
          <w:szCs w:val="22"/>
        </w:rPr>
        <w:t xml:space="preserve">Many modern video capturing devices (e.g., handheld devices) can capture pictures in an orientation different from the desired rendering/display orientation, and the orientation may change during the capture of a video.  Many cameras are able to detect their orientation, but there is not a standardized method to send the desired display orientation in a time aligned manner with the compressed video data.  </w:t>
      </w:r>
    </w:p>
    <w:p w:rsidR="0023086A" w:rsidRDefault="0023086A" w:rsidP="0023086A">
      <w:pPr>
        <w:jc w:val="both"/>
        <w:rPr>
          <w:szCs w:val="22"/>
        </w:rPr>
      </w:pPr>
      <w:r>
        <w:rPr>
          <w:szCs w:val="22"/>
        </w:rPr>
        <w:t xml:space="preserve">Additionally, it is advantageous to allow an end-to-end system to choose whether the rotation function be performed at the capturing end prior to the encoding process, or at the display end following the decoding process.  Graphical Processing Units (GPUs) have become very common in computers and mobile phones.  GPUs typically provide rotation operations that can be performed very efficiently.  GPUs are frequently used to render video after it has been decoded, and to perform color conversion and image scaling functions.  </w:t>
      </w:r>
      <w:r w:rsidR="008E32BD">
        <w:rPr>
          <w:szCs w:val="22"/>
        </w:rPr>
        <w:t>The figure below</w:t>
      </w:r>
      <w:r w:rsidR="00DA38B4">
        <w:rPr>
          <w:szCs w:val="22"/>
        </w:rPr>
        <w:t xml:space="preserve"> </w:t>
      </w:r>
      <w:r>
        <w:rPr>
          <w:szCs w:val="22"/>
        </w:rPr>
        <w:t xml:space="preserve">illustrates </w:t>
      </w:r>
      <w:r w:rsidR="008E32BD">
        <w:rPr>
          <w:szCs w:val="22"/>
        </w:rPr>
        <w:t xml:space="preserve">an </w:t>
      </w:r>
      <w:r>
        <w:rPr>
          <w:szCs w:val="22"/>
        </w:rPr>
        <w:t>example end-to-end system where the rotation function has been moved from the encoder-end to the decoder-end, where the rotation operation can be efficiently performed in the GPU, along with other functions.</w:t>
      </w:r>
    </w:p>
    <w:p w:rsidR="00365ABF" w:rsidRDefault="008E32BD" w:rsidP="00DA38B4">
      <w:r>
        <w:object w:dxaOrig="14240" w:dyaOrig="4390">
          <v:shape id="_x0000_i1025" type="#_x0000_t75" style="width:467.7pt;height:115.1pt" o:ole="">
            <v:imagedata r:id="rId10" o:title=""/>
          </v:shape>
          <o:OLEObject Type="Embed" ProgID="Visio.Drawing.11" ShapeID="_x0000_i1025" DrawAspect="Content" ObjectID="_1382192110" r:id="rId11"/>
        </w:object>
      </w:r>
    </w:p>
    <w:p w:rsidR="00DA38B4" w:rsidRDefault="00DA38B4" w:rsidP="00DA38B4">
      <w:r>
        <w:lastRenderedPageBreak/>
        <w:t xml:space="preserve">The proposed SEI message provides a flag to indicate if the image should be flipped, and it provides the rotation angle, in degrees.  While the message provides for rotation in single degree increments, the renderer may choose to round to the nearest 90 degrees, or otherwise simplify the suggested </w:t>
      </w:r>
      <w:r w:rsidR="00112AC3">
        <w:t>rotation</w:t>
      </w:r>
      <w:r w:rsidR="00112AC3">
        <w:t xml:space="preserve"> </w:t>
      </w:r>
      <w:r>
        <w:t>rendering.</w:t>
      </w:r>
    </w:p>
    <w:p w:rsidR="0023086A" w:rsidRDefault="0023086A" w:rsidP="0023086A">
      <w:pPr>
        <w:pStyle w:val="Heading1"/>
      </w:pPr>
      <w:r>
        <w:t>Proposal</w:t>
      </w:r>
    </w:p>
    <w:p w:rsidR="0023086A" w:rsidRDefault="0023086A" w:rsidP="0023086A">
      <w:r>
        <w:t xml:space="preserve">This contribution proposes an SEI message for describing the picture display orientation.  The orientation information indicates the rotation and/or flipping needed to apply to the decoded picture.  The following are proposed changes to the current H.264/AVC specification; changes are </w:t>
      </w:r>
      <w:r w:rsidRPr="00366837">
        <w:rPr>
          <w:highlight w:val="yellow"/>
        </w:rPr>
        <w:t>highligh</w:t>
      </w:r>
      <w:r>
        <w:rPr>
          <w:highlight w:val="yellow"/>
        </w:rPr>
        <w:t>t</w:t>
      </w:r>
      <w:r w:rsidRPr="00366837">
        <w:rPr>
          <w:highlight w:val="yellow"/>
        </w:rPr>
        <w:t>ed</w:t>
      </w:r>
      <w:r>
        <w:t>.</w:t>
      </w:r>
    </w:p>
    <w:p w:rsidR="0023086A" w:rsidRPr="00AD1F46" w:rsidRDefault="0023086A" w:rsidP="0023086A">
      <w:pPr>
        <w:rPr>
          <w:b/>
        </w:rPr>
      </w:pPr>
      <w:r w:rsidRPr="00AD1F46">
        <w:rPr>
          <w:b/>
        </w:rPr>
        <w:t>D.1 SEI payload syntax</w:t>
      </w:r>
    </w:p>
    <w:p w:rsidR="0023086A" w:rsidRDefault="0023086A" w:rsidP="0023086A">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syntax"/>
            </w:pPr>
            <w:r>
              <w:t>sei_payload</w:t>
            </w:r>
            <w:r w:rsidRPr="002B55D0">
              <w:t xml:space="preserve">( </w:t>
            </w:r>
            <w:r>
              <w:t>payloadType, payloadSize</w:t>
            </w:r>
            <w:r w:rsidRPr="002B55D0">
              <w:t xml:space="preserve"> ) {</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heading"/>
              <w:overflowPunct/>
              <w:autoSpaceDE/>
              <w:autoSpaceDN/>
              <w:adjustRightInd/>
              <w:jc w:val="left"/>
              <w:textAlignment w:val="auto"/>
            </w:pPr>
            <w:r w:rsidRPr="002B55D0">
              <w:t>Descriptor</w:t>
            </w:r>
          </w:p>
        </w:tc>
      </w:tr>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5374A7" w:rsidRDefault="0023086A" w:rsidP="00366837">
            <w:pPr>
              <w:pStyle w:val="tablesyntax"/>
            </w:pPr>
            <w:r w:rsidRPr="002B55D0">
              <w:rPr>
                <w:b/>
                <w:bCs/>
              </w:rPr>
              <w:tab/>
            </w:r>
            <w:r>
              <w:rPr>
                <w:b/>
                <w:bCs/>
              </w:rPr>
              <w:t>…</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cell"/>
            </w:pPr>
          </w:p>
        </w:tc>
      </w:tr>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366837" w:rsidRDefault="0023086A" w:rsidP="00366837">
            <w:pPr>
              <w:pStyle w:val="tablesyntax"/>
              <w:rPr>
                <w:highlight w:val="yellow"/>
              </w:rPr>
            </w:pPr>
            <w:r w:rsidRPr="00366837">
              <w:rPr>
                <w:bCs/>
                <w:highlight w:val="yellow"/>
              </w:rPr>
              <w:tab/>
              <w:t>else if( payloadType = = 46 )</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cell"/>
            </w:pPr>
          </w:p>
        </w:tc>
      </w:tr>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366837" w:rsidRDefault="0023086A" w:rsidP="00366837">
            <w:pPr>
              <w:pStyle w:val="tablesyntax"/>
              <w:rPr>
                <w:highlight w:val="yellow"/>
              </w:rPr>
            </w:pPr>
            <w:r w:rsidRPr="00366837">
              <w:rPr>
                <w:bCs/>
                <w:highlight w:val="yellow"/>
              </w:rPr>
              <w:tab/>
              <w:t xml:space="preserve">    </w:t>
            </w:r>
            <w:r>
              <w:rPr>
                <w:bCs/>
                <w:highlight w:val="yellow"/>
              </w:rPr>
              <w:t>display</w:t>
            </w:r>
            <w:r w:rsidRPr="00366837">
              <w:rPr>
                <w:bCs/>
                <w:highlight w:val="yellow"/>
              </w:rPr>
              <w:t>_orientation( payloadSize )</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cell"/>
            </w:pPr>
          </w:p>
        </w:tc>
      </w:tr>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5374A7" w:rsidRDefault="0023086A" w:rsidP="00366837">
            <w:pPr>
              <w:pStyle w:val="tablesyntax"/>
            </w:pPr>
            <w:r w:rsidRPr="005374A7">
              <w:rPr>
                <w:bCs/>
              </w:rPr>
              <w:t xml:space="preserve">    else</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cell"/>
            </w:pPr>
          </w:p>
        </w:tc>
      </w:tr>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5374A7" w:rsidRDefault="0023086A" w:rsidP="00366837">
            <w:pPr>
              <w:pStyle w:val="tablesyntax"/>
            </w:pPr>
            <w:r w:rsidRPr="005374A7">
              <w:rPr>
                <w:bCs/>
              </w:rPr>
              <w:tab/>
              <w:t xml:space="preserve">    reserved_sei_message( payloadSize )</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cell"/>
            </w:pPr>
          </w:p>
        </w:tc>
      </w:tr>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syntax"/>
            </w:pPr>
            <w:r w:rsidRPr="002B55D0">
              <w:rPr>
                <w:b/>
                <w:bCs/>
              </w:rPr>
              <w:tab/>
            </w:r>
            <w:r>
              <w:rPr>
                <w:b/>
                <w:bCs/>
              </w:rPr>
              <w:t>…</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cell"/>
            </w:pPr>
          </w:p>
        </w:tc>
      </w:tr>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syntax"/>
              <w:keepNext w:val="0"/>
            </w:pPr>
            <w:r w:rsidRPr="002B55D0">
              <w:t>}</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cell"/>
              <w:keepNext w:val="0"/>
            </w:pPr>
          </w:p>
        </w:tc>
      </w:tr>
    </w:tbl>
    <w:p w:rsidR="005666B0" w:rsidRDefault="005666B0" w:rsidP="0023086A">
      <w:pPr>
        <w:rPr>
          <w:b/>
          <w:highlight w:val="yellow"/>
        </w:rPr>
      </w:pPr>
    </w:p>
    <w:p w:rsidR="0023086A" w:rsidRPr="00366837" w:rsidRDefault="0023086A" w:rsidP="0023086A">
      <w:pPr>
        <w:rPr>
          <w:b/>
          <w:highlight w:val="yellow"/>
        </w:rPr>
      </w:pPr>
      <w:r w:rsidRPr="00366837">
        <w:rPr>
          <w:b/>
          <w:highlight w:val="yellow"/>
        </w:rPr>
        <w:t>D.1.26 Decoded picture orientation for display SEI message syntax</w:t>
      </w:r>
    </w:p>
    <w:p w:rsidR="0023086A" w:rsidRPr="00366837" w:rsidRDefault="0023086A" w:rsidP="0023086A">
      <w:pPr>
        <w:rPr>
          <w:b/>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23086A" w:rsidRPr="00366837"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366837" w:rsidRDefault="0023086A" w:rsidP="00366837">
            <w:pPr>
              <w:pStyle w:val="tablesyntax"/>
              <w:rPr>
                <w:highlight w:val="yellow"/>
              </w:rPr>
            </w:pPr>
            <w:r>
              <w:rPr>
                <w:highlight w:val="yellow"/>
              </w:rPr>
              <w:t>display</w:t>
            </w:r>
            <w:r w:rsidRPr="00366837">
              <w:rPr>
                <w:highlight w:val="yellow"/>
              </w:rPr>
              <w:t>_orientation_</w:t>
            </w:r>
            <w:r w:rsidRPr="00647290" w:rsidDel="00647290">
              <w:rPr>
                <w:highlight w:val="yellow"/>
              </w:rPr>
              <w:t xml:space="preserve"> </w:t>
            </w:r>
            <w:r w:rsidRPr="00366837">
              <w:rPr>
                <w:highlight w:val="yellow"/>
              </w:rPr>
              <w:t>( payloadSize ) {</w:t>
            </w:r>
          </w:p>
        </w:tc>
        <w:tc>
          <w:tcPr>
            <w:tcW w:w="1157" w:type="dxa"/>
            <w:tcBorders>
              <w:top w:val="single" w:sz="4" w:space="0" w:color="auto"/>
              <w:left w:val="single" w:sz="4" w:space="0" w:color="auto"/>
              <w:bottom w:val="single" w:sz="4" w:space="0" w:color="auto"/>
              <w:right w:val="single" w:sz="4" w:space="0" w:color="auto"/>
            </w:tcBorders>
          </w:tcPr>
          <w:p w:rsidR="0023086A" w:rsidRPr="00366837" w:rsidRDefault="0023086A" w:rsidP="00366837">
            <w:pPr>
              <w:pStyle w:val="tableheading"/>
              <w:overflowPunct/>
              <w:autoSpaceDE/>
              <w:autoSpaceDN/>
              <w:adjustRightInd/>
              <w:jc w:val="left"/>
              <w:textAlignment w:val="auto"/>
              <w:rPr>
                <w:highlight w:val="yellow"/>
              </w:rPr>
            </w:pPr>
            <w:r w:rsidRPr="00366837">
              <w:rPr>
                <w:highlight w:val="yellow"/>
              </w:rPr>
              <w:t>Descriptor</w:t>
            </w:r>
          </w:p>
        </w:tc>
      </w:tr>
      <w:tr w:rsidR="0023086A" w:rsidRPr="00366837"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366837" w:rsidRDefault="0023086A" w:rsidP="00366837">
            <w:pPr>
              <w:pStyle w:val="tablesyntax"/>
              <w:rPr>
                <w:highlight w:val="yellow"/>
              </w:rPr>
            </w:pPr>
            <w:r w:rsidRPr="00366837">
              <w:rPr>
                <w:b/>
                <w:bCs/>
                <w:highlight w:val="yellow"/>
              </w:rPr>
              <w:tab/>
              <w:t>x_flip</w:t>
            </w:r>
          </w:p>
        </w:tc>
        <w:tc>
          <w:tcPr>
            <w:tcW w:w="1157" w:type="dxa"/>
            <w:tcBorders>
              <w:top w:val="single" w:sz="4" w:space="0" w:color="auto"/>
              <w:left w:val="single" w:sz="4" w:space="0" w:color="auto"/>
              <w:bottom w:val="single" w:sz="4" w:space="0" w:color="auto"/>
              <w:right w:val="single" w:sz="4" w:space="0" w:color="auto"/>
            </w:tcBorders>
          </w:tcPr>
          <w:p w:rsidR="0023086A" w:rsidRPr="00366837" w:rsidRDefault="0023086A" w:rsidP="00366837">
            <w:pPr>
              <w:pStyle w:val="tablecell"/>
              <w:rPr>
                <w:highlight w:val="yellow"/>
              </w:rPr>
            </w:pPr>
            <w:r w:rsidRPr="00366837">
              <w:rPr>
                <w:highlight w:val="yellow"/>
              </w:rPr>
              <w:t>u(1)</w:t>
            </w:r>
          </w:p>
        </w:tc>
      </w:tr>
      <w:tr w:rsidR="0023086A" w:rsidRPr="00366837"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366837" w:rsidRDefault="0023086A" w:rsidP="00366837">
            <w:pPr>
              <w:pStyle w:val="tablesyntax"/>
              <w:rPr>
                <w:highlight w:val="yellow"/>
              </w:rPr>
            </w:pPr>
            <w:r w:rsidRPr="00366837">
              <w:rPr>
                <w:highlight w:val="yellow"/>
              </w:rPr>
              <w:tab/>
            </w:r>
            <w:r w:rsidRPr="00366837">
              <w:rPr>
                <w:b/>
                <w:highlight w:val="yellow"/>
              </w:rPr>
              <w:t>rotate_deg</w:t>
            </w:r>
          </w:p>
        </w:tc>
        <w:tc>
          <w:tcPr>
            <w:tcW w:w="1157" w:type="dxa"/>
            <w:tcBorders>
              <w:top w:val="single" w:sz="4" w:space="0" w:color="auto"/>
              <w:left w:val="single" w:sz="4" w:space="0" w:color="auto"/>
              <w:bottom w:val="single" w:sz="4" w:space="0" w:color="auto"/>
              <w:right w:val="single" w:sz="4" w:space="0" w:color="auto"/>
            </w:tcBorders>
          </w:tcPr>
          <w:p w:rsidR="0023086A" w:rsidRPr="00366837" w:rsidRDefault="0023086A" w:rsidP="00366837">
            <w:pPr>
              <w:pStyle w:val="tablecell"/>
              <w:rPr>
                <w:highlight w:val="yellow"/>
              </w:rPr>
            </w:pPr>
            <w:r w:rsidRPr="00366837">
              <w:rPr>
                <w:highlight w:val="yellow"/>
              </w:rPr>
              <w:t>ue(v)</w:t>
            </w:r>
          </w:p>
        </w:tc>
      </w:tr>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2B3D17" w:rsidRDefault="0023086A" w:rsidP="00366837">
            <w:pPr>
              <w:pStyle w:val="tablesyntax"/>
              <w:keepNext w:val="0"/>
              <w:rPr>
                <w:highlight w:val="yellow"/>
              </w:rPr>
            </w:pPr>
            <w:r w:rsidRPr="00805B08">
              <w:rPr>
                <w:highlight w:val="yellow"/>
              </w:rPr>
              <w:tab/>
            </w:r>
            <w:r w:rsidRPr="00366837">
              <w:rPr>
                <w:b/>
                <w:highlight w:val="yellow"/>
              </w:rPr>
              <w:t>display_orientation_</w:t>
            </w:r>
            <w:r w:rsidRPr="00366837">
              <w:rPr>
                <w:rFonts w:ascii="TimesNewRoman,Bold" w:hAnsi="TimesNewRoman,Bold" w:cs="TimesNewRoman,Bold"/>
                <w:b/>
                <w:bCs/>
                <w:highlight w:val="yellow"/>
              </w:rPr>
              <w:t>repetition_period</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cell"/>
              <w:keepNext w:val="0"/>
            </w:pPr>
            <w:r w:rsidRPr="00805B08">
              <w:rPr>
                <w:highlight w:val="yellow"/>
              </w:rPr>
              <w:t>ue(v)</w:t>
            </w:r>
          </w:p>
        </w:tc>
      </w:tr>
      <w:tr w:rsidR="0023086A" w:rsidRPr="002B55D0" w:rsidTr="00366837">
        <w:tblPrEx>
          <w:tblCellMar>
            <w:top w:w="0" w:type="dxa"/>
            <w:bottom w:w="0" w:type="dxa"/>
          </w:tblCellMar>
        </w:tblPrEx>
        <w:trPr>
          <w:cantSplit/>
          <w:jc w:val="center"/>
        </w:trPr>
        <w:tc>
          <w:tcPr>
            <w:tcW w:w="6700"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syntax"/>
              <w:keepNext w:val="0"/>
            </w:pPr>
            <w:r w:rsidRPr="00366837">
              <w:rPr>
                <w:highlight w:val="yellow"/>
              </w:rPr>
              <w:t>}</w:t>
            </w:r>
          </w:p>
        </w:tc>
        <w:tc>
          <w:tcPr>
            <w:tcW w:w="1157" w:type="dxa"/>
            <w:tcBorders>
              <w:top w:val="single" w:sz="4" w:space="0" w:color="auto"/>
              <w:left w:val="single" w:sz="4" w:space="0" w:color="auto"/>
              <w:bottom w:val="single" w:sz="4" w:space="0" w:color="auto"/>
              <w:right w:val="single" w:sz="4" w:space="0" w:color="auto"/>
            </w:tcBorders>
          </w:tcPr>
          <w:p w:rsidR="0023086A" w:rsidRPr="002B55D0" w:rsidRDefault="0023086A" w:rsidP="00366837">
            <w:pPr>
              <w:pStyle w:val="tablecell"/>
              <w:keepNext w:val="0"/>
            </w:pPr>
          </w:p>
        </w:tc>
      </w:tr>
    </w:tbl>
    <w:p w:rsidR="0023086A" w:rsidRDefault="0023086A" w:rsidP="0023086A">
      <w:pPr>
        <w:tabs>
          <w:tab w:val="left" w:pos="794"/>
          <w:tab w:val="left" w:pos="1191"/>
          <w:tab w:val="left" w:pos="1588"/>
          <w:tab w:val="left" w:pos="1985"/>
        </w:tabs>
        <w:rPr>
          <w:b/>
          <w:lang w:val="en-GB"/>
        </w:rPr>
      </w:pPr>
      <w:r w:rsidRPr="007060F9" w:rsidDel="00702FC4">
        <w:rPr>
          <w:b/>
          <w:lang w:val="en-GB"/>
        </w:rPr>
        <w:t xml:space="preserve"> </w:t>
      </w:r>
    </w:p>
    <w:p w:rsidR="0023086A" w:rsidRPr="00AD1F46" w:rsidRDefault="0023086A" w:rsidP="0023086A">
      <w:pPr>
        <w:rPr>
          <w:lang w:val="nb-NO"/>
        </w:rPr>
      </w:pPr>
      <w:r w:rsidRPr="00264E05">
        <w:rPr>
          <w:b/>
          <w:highlight w:val="yellow"/>
          <w:lang w:val="nb-NO"/>
        </w:rPr>
        <w:t>D.1.27</w:t>
      </w:r>
      <w:r w:rsidRPr="00AD1F46">
        <w:rPr>
          <w:b/>
          <w:lang w:val="nb-NO"/>
        </w:rPr>
        <w:t xml:space="preserve"> Reserved SEI message syntax</w:t>
      </w:r>
    </w:p>
    <w:p w:rsidR="0023086A" w:rsidRPr="00AD1F46" w:rsidRDefault="0023086A" w:rsidP="0023086A">
      <w:pPr>
        <w:rPr>
          <w:lang w:val="nb-NO"/>
        </w:rPr>
      </w:pPr>
      <w:r w:rsidRPr="00AD1F46">
        <w:rPr>
          <w:lang w:val="nb-NO"/>
        </w:rPr>
        <w:t>…</w:t>
      </w:r>
    </w:p>
    <w:p w:rsidR="0023086A" w:rsidRDefault="0023086A" w:rsidP="0023086A">
      <w:pPr>
        <w:rPr>
          <w:b/>
        </w:rPr>
      </w:pPr>
      <w:r>
        <w:rPr>
          <w:b/>
        </w:rPr>
        <w:t>D.2.26 Display orientation SEI message</w:t>
      </w:r>
      <w:r w:rsidRPr="007060F9">
        <w:rPr>
          <w:b/>
        </w:rPr>
        <w:t xml:space="preserve"> s</w:t>
      </w:r>
      <w:r>
        <w:rPr>
          <w:b/>
        </w:rPr>
        <w:t>emantics</w:t>
      </w:r>
    </w:p>
    <w:p w:rsidR="0023086A" w:rsidRPr="000E6D71" w:rsidRDefault="0023086A" w:rsidP="0023086A">
      <w:pPr>
        <w:rPr>
          <w:lang w:val="en-GB"/>
        </w:rPr>
      </w:pPr>
      <w:r>
        <w:rPr>
          <w:b/>
          <w:lang w:val="en-GB"/>
        </w:rPr>
        <w:t>x_flip</w:t>
      </w:r>
      <w:r>
        <w:rPr>
          <w:lang w:val="en-GB"/>
        </w:rPr>
        <w:t xml:space="preserve"> equal to 1 specifies that the decoded picture shall be flipped horizontally for display.  x_flip equal to 0 specifies that the decoded picture shall not be flipped horizontally.  </w:t>
      </w:r>
    </w:p>
    <w:p w:rsidR="0023086A" w:rsidRDefault="0023086A" w:rsidP="0023086A">
      <w:pPr>
        <w:rPr>
          <w:lang w:val="en-GB"/>
        </w:rPr>
      </w:pPr>
      <w:r>
        <w:rPr>
          <w:lang w:val="en-GB"/>
        </w:rPr>
        <w:t>If x_flip is equal to 1, then the decoded picture is flipped as follows:</w:t>
      </w:r>
    </w:p>
    <w:p w:rsidR="0023086A" w:rsidRDefault="0023086A" w:rsidP="0023086A">
      <w:pPr>
        <w:rPr>
          <w:lang w:val="en-GB"/>
        </w:rPr>
      </w:pPr>
      <w:r>
        <w:rPr>
          <w:lang w:val="en-GB"/>
        </w:rPr>
        <w:t xml:space="preserve">For each color component Z = L, Cb, and Cr </w:t>
      </w:r>
    </w:p>
    <w:p w:rsidR="0023086A" w:rsidRDefault="0023086A" w:rsidP="0023086A">
      <w:pPr>
        <w:numPr>
          <w:ilvl w:val="0"/>
          <w:numId w:val="11"/>
        </w:numPr>
        <w:tabs>
          <w:tab w:val="clear" w:pos="360"/>
          <w:tab w:val="clear" w:pos="1080"/>
          <w:tab w:val="clear" w:pos="1440"/>
        </w:tabs>
        <w:overflowPunct/>
        <w:autoSpaceDE/>
        <w:autoSpaceDN/>
        <w:adjustRightInd/>
        <w:spacing w:before="0"/>
        <w:textAlignment w:val="auto"/>
        <w:rPr>
          <w:lang w:val="en-GB"/>
        </w:rPr>
      </w:pPr>
      <w:r>
        <w:rPr>
          <w:lang w:val="en-GB"/>
        </w:rPr>
        <w:t>Let d</w:t>
      </w:r>
      <w:r w:rsidRPr="00616CE6">
        <w:rPr>
          <w:vertAlign w:val="subscript"/>
          <w:lang w:val="en-GB"/>
        </w:rPr>
        <w:t>Z</w:t>
      </w:r>
      <w:r>
        <w:rPr>
          <w:lang w:val="en-GB"/>
        </w:rPr>
        <w:t xml:space="preserve"> be the final array of samples to be displayed for the component Z.</w:t>
      </w:r>
    </w:p>
    <w:p w:rsidR="0023086A" w:rsidRDefault="0023086A" w:rsidP="0023086A">
      <w:pPr>
        <w:numPr>
          <w:ilvl w:val="0"/>
          <w:numId w:val="11"/>
        </w:numPr>
        <w:tabs>
          <w:tab w:val="clear" w:pos="360"/>
          <w:tab w:val="clear" w:pos="1080"/>
          <w:tab w:val="clear" w:pos="1440"/>
        </w:tabs>
        <w:overflowPunct/>
        <w:autoSpaceDE/>
        <w:autoSpaceDN/>
        <w:adjustRightInd/>
        <w:spacing w:before="0"/>
        <w:textAlignment w:val="auto"/>
        <w:rPr>
          <w:lang w:val="en-GB"/>
        </w:rPr>
      </w:pPr>
      <w:r>
        <w:rPr>
          <w:lang w:val="en-GB"/>
        </w:rPr>
        <w:t>For x = 0 .. PicWidthInSamples</w:t>
      </w:r>
      <w:r w:rsidRPr="00616CE6">
        <w:rPr>
          <w:vertAlign w:val="subscript"/>
          <w:lang w:val="en-GB"/>
        </w:rPr>
        <w:t>Z</w:t>
      </w:r>
      <w:r>
        <w:rPr>
          <w:lang w:val="en-GB"/>
        </w:rPr>
        <w:t xml:space="preserve"> and y = 0 .. PicHeightInSamples</w:t>
      </w:r>
      <w:r w:rsidRPr="00616CE6">
        <w:rPr>
          <w:vertAlign w:val="subscript"/>
          <w:lang w:val="en-GB"/>
        </w:rPr>
        <w:t>Z</w:t>
      </w:r>
    </w:p>
    <w:p w:rsidR="0023086A" w:rsidRPr="00616CE6" w:rsidRDefault="0023086A" w:rsidP="0023086A">
      <w:pPr>
        <w:ind w:left="1440"/>
        <w:rPr>
          <w:lang w:val="en-GB"/>
        </w:rPr>
      </w:pPr>
      <w:r>
        <w:rPr>
          <w:lang w:val="en-GB"/>
        </w:rPr>
        <w:t>d</w:t>
      </w:r>
      <w:r w:rsidRPr="00616CE6">
        <w:rPr>
          <w:vertAlign w:val="subscript"/>
          <w:lang w:val="en-GB"/>
        </w:rPr>
        <w:t>Z</w:t>
      </w:r>
      <w:r>
        <w:rPr>
          <w:lang w:val="en-GB"/>
        </w:rPr>
        <w:t>[x, y] = s’</w:t>
      </w:r>
      <w:r w:rsidRPr="00616CE6">
        <w:rPr>
          <w:vertAlign w:val="subscript"/>
          <w:lang w:val="en-GB"/>
        </w:rPr>
        <w:t>Z</w:t>
      </w:r>
      <w:r>
        <w:rPr>
          <w:lang w:val="en-GB"/>
        </w:rPr>
        <w:t>[PicWidthInSamples</w:t>
      </w:r>
      <w:r w:rsidRPr="00616CE6">
        <w:rPr>
          <w:vertAlign w:val="subscript"/>
          <w:lang w:val="en-GB"/>
        </w:rPr>
        <w:t>Z</w:t>
      </w:r>
      <w:r>
        <w:rPr>
          <w:lang w:val="en-GB"/>
        </w:rPr>
        <w:t xml:space="preserve"> – x – 1, y]</w:t>
      </w:r>
    </w:p>
    <w:p w:rsidR="0023086A" w:rsidRDefault="0023086A" w:rsidP="0023086A">
      <w:pPr>
        <w:tabs>
          <w:tab w:val="left" w:pos="794"/>
          <w:tab w:val="left" w:pos="1191"/>
          <w:tab w:val="left" w:pos="1588"/>
          <w:tab w:val="left" w:pos="1985"/>
        </w:tabs>
        <w:rPr>
          <w:lang w:val="en-GB"/>
        </w:rPr>
      </w:pPr>
      <w:r>
        <w:rPr>
          <w:b/>
          <w:lang w:val="en-GB"/>
        </w:rPr>
        <w:t>rotate_deg</w:t>
      </w:r>
      <w:r>
        <w:rPr>
          <w:lang w:val="en-GB"/>
        </w:rPr>
        <w:t xml:space="preserve"> specifies the clockwise rotation of the decoded picture (after applying horizontal flipping when x_flip is set) in degrees.  rotate_deg shall be in the range of 0 to 359, inclusive.</w:t>
      </w:r>
    </w:p>
    <w:p w:rsidR="0023086A" w:rsidRPr="00366837" w:rsidRDefault="0023086A" w:rsidP="0023086A">
      <w:pPr>
        <w:rPr>
          <w:rFonts w:ascii="TimesNewRoman" w:hAnsi="TimesNewRoman" w:cs="TimesNewRoman"/>
          <w:sz w:val="24"/>
          <w:szCs w:val="24"/>
        </w:rPr>
      </w:pPr>
      <w:r w:rsidRPr="00A94A50">
        <w:rPr>
          <w:rFonts w:ascii="TimesNewRoman,Bold" w:hAnsi="TimesNewRoman,Bold" w:cs="TimesNewRoman,Bold"/>
          <w:b/>
          <w:bCs/>
          <w:szCs w:val="22"/>
        </w:rPr>
        <w:t xml:space="preserve">display_orientation_repetition_period </w:t>
      </w:r>
      <w:r w:rsidRPr="00A94A50">
        <w:rPr>
          <w:rFonts w:ascii="TimesNewRoman" w:hAnsi="TimesNewRoman" w:cs="TimesNewRoman"/>
          <w:szCs w:val="22"/>
        </w:rPr>
        <w:t xml:space="preserve">specifies the persistence of the display orientation characteristics SEI message and may specify a picture order count interval within which another display orientation </w:t>
      </w:r>
      <w:r w:rsidRPr="00A94A50">
        <w:rPr>
          <w:rFonts w:ascii="TimesNewRoman" w:hAnsi="TimesNewRoman" w:cs="TimesNewRoman"/>
          <w:szCs w:val="22"/>
        </w:rPr>
        <w:lastRenderedPageBreak/>
        <w:t>characteristics SEI message or the end of the coded video sequence shall be present in the bitstream. The value of display_orientation_repetition_period shall be in the range 0 to 16 384, inclusive</w:t>
      </w:r>
      <w:r w:rsidRPr="00366837">
        <w:rPr>
          <w:rFonts w:ascii="TimesNewRoman" w:hAnsi="TimesNewRoman" w:cs="TimesNewRoman"/>
          <w:sz w:val="24"/>
          <w:szCs w:val="24"/>
        </w:rPr>
        <w:t>.</w:t>
      </w:r>
    </w:p>
    <w:p w:rsidR="0023086A" w:rsidRPr="00A94A50" w:rsidRDefault="0023086A" w:rsidP="0023086A">
      <w:pPr>
        <w:rPr>
          <w:rFonts w:ascii="TimesNewRoman" w:hAnsi="TimesNewRoman" w:cs="TimesNewRoman"/>
          <w:szCs w:val="22"/>
        </w:rPr>
      </w:pPr>
      <w:r w:rsidRPr="00A94A50">
        <w:rPr>
          <w:rFonts w:ascii="TimesNewRoman" w:hAnsi="TimesNewRoman" w:cs="TimesNewRoman"/>
          <w:szCs w:val="22"/>
        </w:rPr>
        <w:t>display_orientation_repetition_period equal to 0 specifies that the display orientation characteristics SEI message applies to the current decoded picture only.</w:t>
      </w:r>
    </w:p>
    <w:p w:rsidR="0023086A" w:rsidRPr="00A94A50" w:rsidRDefault="0023086A" w:rsidP="0023086A">
      <w:pPr>
        <w:rPr>
          <w:rFonts w:ascii="TimesNewRoman" w:hAnsi="TimesNewRoman" w:cs="TimesNewRoman"/>
          <w:szCs w:val="22"/>
        </w:rPr>
      </w:pPr>
      <w:r w:rsidRPr="00A94A50">
        <w:rPr>
          <w:rFonts w:ascii="TimesNewRoman" w:hAnsi="TimesNewRoman" w:cs="TimesNewRoman"/>
          <w:szCs w:val="22"/>
        </w:rPr>
        <w:t>display_orientation_repetition_period equal to 1 specifies that the display orientation characteristics SEI message persists in output order until any of the following conditions are true:</w:t>
      </w:r>
    </w:p>
    <w:p w:rsidR="0023086A" w:rsidRPr="00A94A50" w:rsidRDefault="0023086A" w:rsidP="0023086A">
      <w:pPr>
        <w:numPr>
          <w:ilvl w:val="0"/>
          <w:numId w:val="11"/>
        </w:numPr>
        <w:tabs>
          <w:tab w:val="clear" w:pos="360"/>
          <w:tab w:val="clear" w:pos="1080"/>
          <w:tab w:val="clear" w:pos="1440"/>
        </w:tabs>
        <w:overflowPunct/>
        <w:spacing w:before="0"/>
        <w:textAlignment w:val="auto"/>
        <w:rPr>
          <w:rFonts w:ascii="TimesNewRoman" w:hAnsi="TimesNewRoman" w:cs="TimesNewRoman"/>
          <w:szCs w:val="22"/>
        </w:rPr>
      </w:pPr>
      <w:r w:rsidRPr="00A94A50">
        <w:rPr>
          <w:rFonts w:ascii="TimesNewRoman" w:hAnsi="TimesNewRoman" w:cs="TimesNewRoman"/>
          <w:szCs w:val="22"/>
        </w:rPr>
        <w:t xml:space="preserve"> A new coded video sequence begins.</w:t>
      </w:r>
    </w:p>
    <w:p w:rsidR="0023086A" w:rsidRPr="00A94A50" w:rsidRDefault="0023086A" w:rsidP="0023086A">
      <w:pPr>
        <w:numPr>
          <w:ilvl w:val="0"/>
          <w:numId w:val="11"/>
        </w:numPr>
        <w:tabs>
          <w:tab w:val="clear" w:pos="360"/>
          <w:tab w:val="clear" w:pos="1080"/>
          <w:tab w:val="clear" w:pos="1440"/>
        </w:tabs>
        <w:overflowPunct/>
        <w:spacing w:before="0"/>
        <w:textAlignment w:val="auto"/>
        <w:rPr>
          <w:rFonts w:ascii="TimesNewRoman" w:hAnsi="TimesNewRoman" w:cs="TimesNewRoman"/>
          <w:szCs w:val="22"/>
        </w:rPr>
      </w:pPr>
      <w:r w:rsidRPr="00A94A50">
        <w:rPr>
          <w:rFonts w:ascii="TimesNewRoman" w:hAnsi="TimesNewRoman" w:cs="TimesNewRoman"/>
          <w:szCs w:val="22"/>
        </w:rPr>
        <w:t xml:space="preserve"> A picture in an access unit containing a display orientation characteristics SEI message is output having PicOrderCnt( ) greater than PicOrderCnt( CurrPic ). </w:t>
      </w:r>
    </w:p>
    <w:p w:rsidR="0023086A" w:rsidRPr="00A94A50" w:rsidRDefault="0023086A" w:rsidP="0023086A">
      <w:pPr>
        <w:rPr>
          <w:rFonts w:ascii="TimesNewRoman" w:hAnsi="TimesNewRoman" w:cs="TimesNewRoman"/>
          <w:szCs w:val="22"/>
        </w:rPr>
      </w:pPr>
      <w:r w:rsidRPr="00A94A50">
        <w:rPr>
          <w:rFonts w:ascii="TimesNewRoman" w:hAnsi="TimesNewRoman" w:cs="TimesNewRoman"/>
          <w:szCs w:val="22"/>
        </w:rPr>
        <w:t>display_orientation_repetition_period greater than 1 specifies that the display orientation characteristics SEI message persists until any of the following conditions are true:</w:t>
      </w:r>
    </w:p>
    <w:p w:rsidR="0023086A" w:rsidRPr="00A94A50" w:rsidRDefault="0023086A" w:rsidP="0023086A">
      <w:pPr>
        <w:numPr>
          <w:ilvl w:val="0"/>
          <w:numId w:val="11"/>
        </w:numPr>
        <w:tabs>
          <w:tab w:val="clear" w:pos="360"/>
          <w:tab w:val="clear" w:pos="1080"/>
          <w:tab w:val="clear" w:pos="1440"/>
        </w:tabs>
        <w:overflowPunct/>
        <w:spacing w:before="0"/>
        <w:textAlignment w:val="auto"/>
        <w:rPr>
          <w:rFonts w:ascii="TimesNewRoman" w:hAnsi="TimesNewRoman" w:cs="TimesNewRoman"/>
          <w:szCs w:val="22"/>
        </w:rPr>
      </w:pPr>
      <w:r w:rsidRPr="00A94A50">
        <w:rPr>
          <w:rFonts w:ascii="TimesNewRoman" w:hAnsi="TimesNewRoman" w:cs="TimesNewRoman"/>
          <w:szCs w:val="22"/>
        </w:rPr>
        <w:t xml:space="preserve"> A new coded video sequence begins.</w:t>
      </w:r>
    </w:p>
    <w:p w:rsidR="0023086A" w:rsidRPr="00A94A50" w:rsidRDefault="0023086A" w:rsidP="0023086A">
      <w:pPr>
        <w:numPr>
          <w:ilvl w:val="0"/>
          <w:numId w:val="11"/>
        </w:numPr>
        <w:tabs>
          <w:tab w:val="clear" w:pos="360"/>
          <w:tab w:val="clear" w:pos="1080"/>
          <w:tab w:val="clear" w:pos="1440"/>
        </w:tabs>
        <w:overflowPunct/>
        <w:spacing w:before="0"/>
        <w:textAlignment w:val="auto"/>
        <w:rPr>
          <w:rFonts w:ascii="TimesNewRoman" w:hAnsi="TimesNewRoman" w:cs="TimesNewRoman"/>
          <w:szCs w:val="22"/>
        </w:rPr>
      </w:pPr>
      <w:r w:rsidRPr="00A94A50">
        <w:rPr>
          <w:rFonts w:ascii="TimesNewRoman" w:hAnsi="TimesNewRoman" w:cs="TimesNewRoman"/>
          <w:szCs w:val="22"/>
        </w:rPr>
        <w:t>A picture in an access unit containing a display orientation characteristics SEI message is output having PicOrderCnt( ) greater than PicOrderCnt( CurrPic ) and less than or equal to PicOrderCnt( CurrPic ) + display_orientation_repetition_period.</w:t>
      </w:r>
    </w:p>
    <w:p w:rsidR="005666B0" w:rsidRPr="00A94A50" w:rsidRDefault="005666B0" w:rsidP="0023086A">
      <w:pPr>
        <w:spacing w:before="0"/>
        <w:rPr>
          <w:rFonts w:ascii="TimesNewRoman" w:hAnsi="TimesNewRoman" w:cs="TimesNewRoman"/>
          <w:szCs w:val="22"/>
        </w:rPr>
      </w:pPr>
    </w:p>
    <w:p w:rsidR="0023086A" w:rsidRPr="00A94A50" w:rsidRDefault="0023086A" w:rsidP="0023086A">
      <w:pPr>
        <w:spacing w:before="0"/>
        <w:rPr>
          <w:rFonts w:ascii="TimesNewRoman" w:hAnsi="TimesNewRoman" w:cs="TimesNewRoman"/>
          <w:szCs w:val="22"/>
        </w:rPr>
      </w:pPr>
      <w:r w:rsidRPr="00A94A50">
        <w:rPr>
          <w:rFonts w:ascii="TimesNewRoman" w:hAnsi="TimesNewRoman" w:cs="TimesNewRoman"/>
          <w:szCs w:val="22"/>
        </w:rPr>
        <w:t>display_orientation_repetition_period greater than 1 indicates that another display orientation characteristics SEI message shall be present for a picture in an access unit that is output having PicOrderCnt( ) greater than PicOrderCnt( CurrPic ) and less than or equal to PicOrderCnt( CurrPic ) + display_orientation_repetition_period; unless the bitstream ends or a new coded video sequence begins without output of such a picture.</w:t>
      </w:r>
    </w:p>
    <w:p w:rsidR="0023086A" w:rsidRDefault="0023086A" w:rsidP="0023086A">
      <w:pPr>
        <w:tabs>
          <w:tab w:val="left" w:pos="794"/>
          <w:tab w:val="left" w:pos="1191"/>
          <w:tab w:val="left" w:pos="1588"/>
          <w:tab w:val="left" w:pos="1985"/>
        </w:tabs>
        <w:rPr>
          <w:b/>
          <w:lang w:val="en-GB"/>
        </w:rPr>
      </w:pPr>
    </w:p>
    <w:p w:rsidR="0023086A" w:rsidRDefault="0023086A" w:rsidP="0023086A">
      <w:pPr>
        <w:rPr>
          <w:b/>
        </w:rPr>
      </w:pPr>
      <w:r w:rsidRPr="00366837">
        <w:rPr>
          <w:b/>
          <w:highlight w:val="yellow"/>
        </w:rPr>
        <w:t>D.2.27</w:t>
      </w:r>
      <w:r>
        <w:rPr>
          <w:b/>
        </w:rPr>
        <w:t xml:space="preserve"> Reserved SEI message</w:t>
      </w:r>
      <w:r w:rsidRPr="007060F9">
        <w:rPr>
          <w:b/>
        </w:rPr>
        <w:t xml:space="preserve"> </w:t>
      </w:r>
      <w:r>
        <w:rPr>
          <w:b/>
        </w:rPr>
        <w:t>semantics</w:t>
      </w:r>
    </w:p>
    <w:p w:rsidR="0023086A" w:rsidRPr="00AD1F46" w:rsidRDefault="0023086A" w:rsidP="0023086A">
      <w:r w:rsidRPr="00AD1F46">
        <w:t>…</w:t>
      </w:r>
    </w:p>
    <w:p w:rsidR="0023086A" w:rsidRPr="002B191D" w:rsidRDefault="0023086A" w:rsidP="0023086A">
      <w:pPr>
        <w:pStyle w:val="Heading1"/>
      </w:pPr>
      <w:r w:rsidRPr="0007614F">
        <w:rPr>
          <w:szCs w:val="22"/>
        </w:rPr>
        <w:t xml:space="preserve"> </w:t>
      </w:r>
      <w:r w:rsidRPr="00E11923">
        <w:t>Patent</w:t>
      </w:r>
      <w:r w:rsidRPr="002B191D">
        <w:t xml:space="preserve"> rights declaration(s)</w:t>
      </w:r>
    </w:p>
    <w:p w:rsidR="001F2594" w:rsidRDefault="00CA323E" w:rsidP="009234A5">
      <w:pPr>
        <w:jc w:val="both"/>
        <w:rPr>
          <w:szCs w:val="22"/>
        </w:rPr>
      </w:pPr>
      <w:r>
        <w:rPr>
          <w:b/>
          <w:szCs w:val="22"/>
        </w:rPr>
        <w:t>Vidyo</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Pr="009234A5" w:rsidRDefault="000E00F3" w:rsidP="009234A5">
      <w:pPr>
        <w:jc w:val="both"/>
        <w:rPr>
          <w:szCs w:val="22"/>
        </w:rPr>
      </w:pPr>
    </w:p>
    <w:p w:rsidR="007F1F8B" w:rsidRPr="009234A5" w:rsidRDefault="007F1F8B" w:rsidP="009234A5">
      <w:pPr>
        <w:jc w:val="both"/>
        <w:rPr>
          <w:szCs w:val="22"/>
        </w:rPr>
      </w:pPr>
    </w:p>
    <w:sectPr w:rsidR="007F1F8B" w:rsidRPr="009234A5"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3D1" w:rsidRDefault="003773D1">
      <w:r>
        <w:separator/>
      </w:r>
    </w:p>
  </w:endnote>
  <w:endnote w:type="continuationSeparator" w:id="0">
    <w:p w:rsidR="003773D1" w:rsidRDefault="00377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074B3">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22996">
      <w:rPr>
        <w:rStyle w:val="PageNumber"/>
        <w:noProof/>
      </w:rPr>
      <w:t>2011-10-26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3D1" w:rsidRDefault="003773D1">
      <w:r>
        <w:separator/>
      </w:r>
    </w:p>
  </w:footnote>
  <w:footnote w:type="continuationSeparator" w:id="0">
    <w:p w:rsidR="003773D1" w:rsidRDefault="003773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D072641"/>
    <w:multiLevelType w:val="hybridMultilevel"/>
    <w:tmpl w:val="9DE83EAE"/>
    <w:lvl w:ilvl="0" w:tplc="2FC2A626">
      <w:start w:val="3"/>
      <w:numFmt w:val="bullet"/>
      <w:lvlText w:val="-"/>
      <w:lvlJc w:val="left"/>
      <w:pPr>
        <w:tabs>
          <w:tab w:val="num" w:pos="720"/>
        </w:tabs>
        <w:ind w:left="720" w:hanging="360"/>
      </w:pPr>
      <w:rPr>
        <w:rFonts w:ascii="Times New Roman" w:eastAsia="Batang"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7"/>
  </w:num>
  <w:num w:numId="4">
    <w:abstractNumId w:val="5"/>
  </w:num>
  <w:num w:numId="5">
    <w:abstractNumId w:val="6"/>
  </w:num>
  <w:num w:numId="6">
    <w:abstractNumId w:val="3"/>
  </w:num>
  <w:num w:numId="7">
    <w:abstractNumId w:val="4"/>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ECD"/>
    <w:rsid w:val="0000237E"/>
    <w:rsid w:val="000074B3"/>
    <w:rsid w:val="000458BC"/>
    <w:rsid w:val="00045C41"/>
    <w:rsid w:val="00046C03"/>
    <w:rsid w:val="0007614F"/>
    <w:rsid w:val="000B1C6B"/>
    <w:rsid w:val="000C09AC"/>
    <w:rsid w:val="000E00F3"/>
    <w:rsid w:val="000F158C"/>
    <w:rsid w:val="00112AC3"/>
    <w:rsid w:val="00122996"/>
    <w:rsid w:val="00124E38"/>
    <w:rsid w:val="0012580B"/>
    <w:rsid w:val="0013526E"/>
    <w:rsid w:val="00171371"/>
    <w:rsid w:val="00175A24"/>
    <w:rsid w:val="00187E58"/>
    <w:rsid w:val="001A297E"/>
    <w:rsid w:val="001A368E"/>
    <w:rsid w:val="001A7329"/>
    <w:rsid w:val="001B4E28"/>
    <w:rsid w:val="001C3525"/>
    <w:rsid w:val="001D1BD2"/>
    <w:rsid w:val="001E02BE"/>
    <w:rsid w:val="001E3B37"/>
    <w:rsid w:val="001F2594"/>
    <w:rsid w:val="00206460"/>
    <w:rsid w:val="002069B4"/>
    <w:rsid w:val="00215DFC"/>
    <w:rsid w:val="002212DF"/>
    <w:rsid w:val="00227BA7"/>
    <w:rsid w:val="0023086A"/>
    <w:rsid w:val="00275BCF"/>
    <w:rsid w:val="00292257"/>
    <w:rsid w:val="002A54E0"/>
    <w:rsid w:val="002B1595"/>
    <w:rsid w:val="002B191D"/>
    <w:rsid w:val="002D0AF6"/>
    <w:rsid w:val="002F164D"/>
    <w:rsid w:val="00306206"/>
    <w:rsid w:val="00326612"/>
    <w:rsid w:val="00327C56"/>
    <w:rsid w:val="003315A1"/>
    <w:rsid w:val="003373EC"/>
    <w:rsid w:val="00365ABF"/>
    <w:rsid w:val="003706CC"/>
    <w:rsid w:val="003773D1"/>
    <w:rsid w:val="003A2D8E"/>
    <w:rsid w:val="003C20E4"/>
    <w:rsid w:val="003E6F90"/>
    <w:rsid w:val="003F5D0F"/>
    <w:rsid w:val="00403ECD"/>
    <w:rsid w:val="00414101"/>
    <w:rsid w:val="00433DDB"/>
    <w:rsid w:val="00437619"/>
    <w:rsid w:val="004B210C"/>
    <w:rsid w:val="004D405F"/>
    <w:rsid w:val="004F61E3"/>
    <w:rsid w:val="0051015C"/>
    <w:rsid w:val="00531AE9"/>
    <w:rsid w:val="005666B0"/>
    <w:rsid w:val="00567EC7"/>
    <w:rsid w:val="00570013"/>
    <w:rsid w:val="0058724E"/>
    <w:rsid w:val="005A33A1"/>
    <w:rsid w:val="005C385F"/>
    <w:rsid w:val="005F6F1B"/>
    <w:rsid w:val="00624B33"/>
    <w:rsid w:val="00630AA2"/>
    <w:rsid w:val="00646707"/>
    <w:rsid w:val="00664DCF"/>
    <w:rsid w:val="006C5D39"/>
    <w:rsid w:val="006D738E"/>
    <w:rsid w:val="006E2810"/>
    <w:rsid w:val="006E5417"/>
    <w:rsid w:val="00712F60"/>
    <w:rsid w:val="00720E3B"/>
    <w:rsid w:val="00745F6B"/>
    <w:rsid w:val="0075585E"/>
    <w:rsid w:val="00772782"/>
    <w:rsid w:val="007768FF"/>
    <w:rsid w:val="007824D3"/>
    <w:rsid w:val="007956FF"/>
    <w:rsid w:val="00796EE3"/>
    <w:rsid w:val="007A7D29"/>
    <w:rsid w:val="007B2168"/>
    <w:rsid w:val="007F1F8B"/>
    <w:rsid w:val="00817A53"/>
    <w:rsid w:val="008206C8"/>
    <w:rsid w:val="00874A6C"/>
    <w:rsid w:val="00876C65"/>
    <w:rsid w:val="008A4B4C"/>
    <w:rsid w:val="008C239F"/>
    <w:rsid w:val="008E32BD"/>
    <w:rsid w:val="008F38AD"/>
    <w:rsid w:val="00907757"/>
    <w:rsid w:val="009212B0"/>
    <w:rsid w:val="009234A5"/>
    <w:rsid w:val="009336F7"/>
    <w:rsid w:val="009374A7"/>
    <w:rsid w:val="0099518F"/>
    <w:rsid w:val="009A523D"/>
    <w:rsid w:val="009F496B"/>
    <w:rsid w:val="00A01439"/>
    <w:rsid w:val="00A02E61"/>
    <w:rsid w:val="00A05CFF"/>
    <w:rsid w:val="00A56B97"/>
    <w:rsid w:val="00A6093D"/>
    <w:rsid w:val="00A76A6D"/>
    <w:rsid w:val="00A83253"/>
    <w:rsid w:val="00A94A50"/>
    <w:rsid w:val="00AA6E84"/>
    <w:rsid w:val="00AE341B"/>
    <w:rsid w:val="00B07CA7"/>
    <w:rsid w:val="00B1279A"/>
    <w:rsid w:val="00B5222E"/>
    <w:rsid w:val="00B61C96"/>
    <w:rsid w:val="00B6435E"/>
    <w:rsid w:val="00B73A2A"/>
    <w:rsid w:val="00B94B06"/>
    <w:rsid w:val="00B94C28"/>
    <w:rsid w:val="00BC10BA"/>
    <w:rsid w:val="00BC5AFD"/>
    <w:rsid w:val="00C0609D"/>
    <w:rsid w:val="00C115AB"/>
    <w:rsid w:val="00C30249"/>
    <w:rsid w:val="00C606C9"/>
    <w:rsid w:val="00C90650"/>
    <w:rsid w:val="00C97D78"/>
    <w:rsid w:val="00CA323E"/>
    <w:rsid w:val="00CC5A42"/>
    <w:rsid w:val="00CD0EAB"/>
    <w:rsid w:val="00CF34DB"/>
    <w:rsid w:val="00CF3F21"/>
    <w:rsid w:val="00CF558F"/>
    <w:rsid w:val="00D073E2"/>
    <w:rsid w:val="00D446EC"/>
    <w:rsid w:val="00D51BF0"/>
    <w:rsid w:val="00D55942"/>
    <w:rsid w:val="00D807BF"/>
    <w:rsid w:val="00DA38B4"/>
    <w:rsid w:val="00DA7887"/>
    <w:rsid w:val="00DB2C26"/>
    <w:rsid w:val="00DB50C0"/>
    <w:rsid w:val="00DE6B43"/>
    <w:rsid w:val="00E11923"/>
    <w:rsid w:val="00E262D4"/>
    <w:rsid w:val="00E36250"/>
    <w:rsid w:val="00E54511"/>
    <w:rsid w:val="00E61DAC"/>
    <w:rsid w:val="00E64C94"/>
    <w:rsid w:val="00E75529"/>
    <w:rsid w:val="00E75FE3"/>
    <w:rsid w:val="00EB7AB1"/>
    <w:rsid w:val="00EF48CC"/>
    <w:rsid w:val="00F53A6E"/>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23086A"/>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23086A"/>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23086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rPr>
  </w:style>
  <w:style w:type="character" w:customStyle="1" w:styleId="tablesyntaxChar">
    <w:name w:val="table syntax Char"/>
    <w:link w:val="tablesyntax"/>
    <w:rsid w:val="0023086A"/>
    <w:rPr>
      <w:rFonts w:eastAsia="Batang"/>
      <w:lang w:val="en-GB"/>
    </w:rPr>
  </w:style>
  <w:style w:type="character" w:styleId="CommentReference">
    <w:name w:val="annotation reference"/>
    <w:rsid w:val="0023086A"/>
    <w:rPr>
      <w:sz w:val="16"/>
      <w:szCs w:val="16"/>
    </w:rPr>
  </w:style>
  <w:style w:type="paragraph" w:styleId="CommentText">
    <w:name w:val="annotation text"/>
    <w:basedOn w:val="Normal"/>
    <w:link w:val="CommentTextChar"/>
    <w:rsid w:val="0023086A"/>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rsid w:val="0023086A"/>
    <w:rPr>
      <w:rFonts w:eastAsia="Batang"/>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AppData\Local\Temp\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JCTVC-Yxxx.dot</Template>
  <TotalTime>2</TotalTime>
  <Pages>3</Pages>
  <Words>984</Words>
  <Characters>5612</Characters>
  <Application>Microsoft Office Word</Application>
  <DocSecurity>0</DocSecurity>
  <Lines>46</Lines>
  <Paragraphs>13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6583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Jill</dc:creator>
  <cp:keywords>JCT-VC, MPEG, VCEG</cp:keywords>
  <cp:lastModifiedBy>Jill</cp:lastModifiedBy>
  <cp:revision>5</cp:revision>
  <cp:lastPrinted>2011-10-26T15:40:00Z</cp:lastPrinted>
  <dcterms:created xsi:type="dcterms:W3CDTF">2011-11-07T22:26:00Z</dcterms:created>
  <dcterms:modified xsi:type="dcterms:W3CDTF">2011-11-07T22:28:00Z</dcterms:modified>
</cp:coreProperties>
</file>