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882722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7956FF" w:rsidP="007956F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Torino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14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030207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9A0BE7">
              <w:t>F725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9A0BE7" w:rsidP="003275E3">
            <w:pPr>
              <w:spacing w:before="60" w:after="60"/>
              <w:rPr>
                <w:b/>
                <w:szCs w:val="22"/>
              </w:rPr>
            </w:pPr>
            <w:r w:rsidRPr="009A0BE7">
              <w:rPr>
                <w:b/>
                <w:szCs w:val="22"/>
              </w:rPr>
              <w:t>Cross-verification of F356 by Nokia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BA6CFD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BA6CFD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030207" w:rsidRPr="009A0BE7" w:rsidRDefault="00BA6CFD" w:rsidP="00BA6CFD">
            <w:pPr>
              <w:spacing w:before="60" w:after="60"/>
              <w:rPr>
                <w:szCs w:val="22"/>
                <w:lang w:val="fi-FI"/>
              </w:rPr>
            </w:pPr>
            <w:r w:rsidRPr="009A0BE7">
              <w:rPr>
                <w:szCs w:val="22"/>
                <w:lang w:val="fi-FI"/>
              </w:rPr>
              <w:t>Kemal Ugur</w:t>
            </w:r>
            <w:r w:rsidR="00E61DAC" w:rsidRPr="009A0BE7">
              <w:rPr>
                <w:szCs w:val="22"/>
                <w:lang w:val="fi-FI"/>
              </w:rPr>
              <w:br/>
            </w:r>
          </w:p>
          <w:p w:rsidR="00030207" w:rsidRPr="009A0BE7" w:rsidRDefault="00030207" w:rsidP="00BA6CFD">
            <w:pPr>
              <w:spacing w:before="60" w:after="60"/>
              <w:rPr>
                <w:szCs w:val="22"/>
                <w:lang w:val="fi-FI"/>
              </w:rPr>
            </w:pPr>
            <w:r w:rsidRPr="009A0BE7">
              <w:rPr>
                <w:szCs w:val="22"/>
                <w:lang w:val="fi-FI"/>
              </w:rPr>
              <w:t>Oguz Bici</w:t>
            </w:r>
          </w:p>
          <w:p w:rsidR="00030207" w:rsidRPr="009A0BE7" w:rsidRDefault="00030207" w:rsidP="00030207">
            <w:pPr>
              <w:spacing w:before="60" w:after="60"/>
              <w:rPr>
                <w:szCs w:val="22"/>
                <w:lang w:val="fi-FI"/>
              </w:rPr>
            </w:pPr>
          </w:p>
          <w:p w:rsidR="00030207" w:rsidRPr="009A0BE7" w:rsidRDefault="00030207" w:rsidP="00030207">
            <w:pPr>
              <w:spacing w:before="60" w:after="60"/>
              <w:rPr>
                <w:szCs w:val="22"/>
                <w:lang w:val="fi-FI"/>
              </w:rPr>
            </w:pPr>
            <w:r w:rsidRPr="009A0BE7">
              <w:rPr>
                <w:szCs w:val="22"/>
                <w:lang w:val="fi-FI"/>
              </w:rPr>
              <w:t>Visiokatu 1, Tampere Finland</w:t>
            </w:r>
          </w:p>
          <w:p w:rsidR="00030207" w:rsidRPr="009A0BE7" w:rsidRDefault="00030207" w:rsidP="00BA6CFD">
            <w:pPr>
              <w:spacing w:before="60" w:after="60"/>
              <w:rPr>
                <w:szCs w:val="22"/>
                <w:lang w:val="fi-FI"/>
              </w:rPr>
            </w:pP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341B" w:rsidRDefault="00BA6CFD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+358 50 4860857</w:t>
            </w:r>
            <w:r w:rsidR="00E61DAC" w:rsidRPr="00AE341B">
              <w:rPr>
                <w:szCs w:val="22"/>
              </w:rPr>
              <w:br/>
            </w:r>
            <w:r>
              <w:rPr>
                <w:szCs w:val="22"/>
              </w:rPr>
              <w:t>kemal.ugur@nokia.com</w:t>
            </w:r>
            <w:r w:rsidR="00E61DAC"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BA6CFD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Nokia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BA6CFD" w:rsidP="00BA6CFD">
      <w:pPr>
        <w:rPr>
          <w:szCs w:val="22"/>
        </w:rPr>
      </w:pPr>
      <w:r>
        <w:t xml:space="preserve">This contribution presents cross-check results by Nokia for </w:t>
      </w:r>
      <w:r w:rsidR="009A0BE7">
        <w:t>ETRI’s proposal</w:t>
      </w:r>
      <w:r w:rsidR="00030207">
        <w:t xml:space="preserve"> JCTVC-</w:t>
      </w:r>
      <w:r w:rsidR="009A0BE7">
        <w:t>F356</w:t>
      </w:r>
    </w:p>
    <w:p w:rsidR="00745F6B" w:rsidRPr="00AE341B" w:rsidRDefault="00745F6B" w:rsidP="00E11923">
      <w:pPr>
        <w:pStyle w:val="Heading1"/>
      </w:pPr>
      <w:r w:rsidRPr="00AE341B">
        <w:t xml:space="preserve">Introduction </w:t>
      </w:r>
    </w:p>
    <w:p w:rsidR="006E00A5" w:rsidRDefault="006E00A5" w:rsidP="006E00A5">
      <w:r>
        <w:t xml:space="preserve">This contribution presents cross-check results by Nokia for </w:t>
      </w:r>
      <w:r w:rsidR="009A0BE7">
        <w:t>ETRI’s proposal</w:t>
      </w:r>
      <w:r>
        <w:t xml:space="preserve"> JCTVC-F</w:t>
      </w:r>
      <w:r w:rsidR="009A0BE7">
        <w:t>356.</w:t>
      </w:r>
      <w:r>
        <w:t xml:space="preserve"> </w:t>
      </w:r>
      <w:r w:rsidR="009A0BE7">
        <w:t xml:space="preserve">Currently, not all the </w:t>
      </w:r>
      <w:r>
        <w:t xml:space="preserve">results </w:t>
      </w:r>
      <w:r w:rsidR="009A0BE7">
        <w:t xml:space="preserve">were made available by the proponent but all the remaining results </w:t>
      </w:r>
      <w:r>
        <w:t>match with the reported results and the software is implementing what is described in the contributions. Nokia’s results are attached to the contribution.</w:t>
      </w:r>
    </w:p>
    <w:p w:rsidR="00F035FD" w:rsidRDefault="00F035FD" w:rsidP="006E00A5"/>
    <w:p w:rsidR="00F035FD" w:rsidRDefault="00F035FD" w:rsidP="00F035FD">
      <w:r>
        <w:t>JCTVC-F356 proposes three methods for reducing the interpolation complexity for bi-predicted blocks. The main idea of the contribution is to avoid duplicate interpolation for the cases where motion vector fields from L0 and L1 are identical.</w:t>
      </w:r>
      <w:r w:rsidR="00520D2F">
        <w:t xml:space="preserve"> </w:t>
      </w:r>
    </w:p>
    <w:p w:rsidR="00F035FD" w:rsidRDefault="00F035FD" w:rsidP="00F035FD"/>
    <w:p w:rsidR="009A0BE7" w:rsidRDefault="005C1FF3" w:rsidP="00F035FD">
      <w:pPr>
        <w:rPr>
          <w:b/>
          <w:szCs w:val="22"/>
        </w:rPr>
      </w:pPr>
      <w:r>
        <w:t xml:space="preserve">It should be noted that the decoder might not be doing interpolation twice after detecting both motion vectors are identical for both lists, so a normative definition might not be needed. </w:t>
      </w:r>
      <w:r w:rsidR="00F035FD">
        <w:t xml:space="preserve"> </w:t>
      </w:r>
    </w:p>
    <w:p w:rsidR="00A33B27" w:rsidRDefault="00A33B27" w:rsidP="009234A5">
      <w:pPr>
        <w:jc w:val="both"/>
        <w:rPr>
          <w:szCs w:val="22"/>
        </w:rPr>
      </w:pPr>
    </w:p>
    <w:p w:rsidR="001F2594" w:rsidRPr="002B191D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1F2594" w:rsidRDefault="00BA6CFD" w:rsidP="009234A5">
      <w:pPr>
        <w:jc w:val="both"/>
        <w:rPr>
          <w:szCs w:val="22"/>
        </w:rPr>
      </w:pPr>
      <w:r>
        <w:rPr>
          <w:b/>
          <w:szCs w:val="22"/>
        </w:rPr>
        <w:t xml:space="preserve">Nokia </w:t>
      </w:r>
      <w:r w:rsidR="001F2594" w:rsidRPr="00A01439">
        <w:rPr>
          <w:b/>
          <w:szCs w:val="22"/>
        </w:rPr>
        <w:t xml:space="preserve">may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  <w:bookmarkStart w:id="0" w:name="_GoBack"/>
      <w:bookmarkEnd w:id="0"/>
    </w:p>
    <w:sectPr w:rsidR="007F1F8B" w:rsidRPr="009234A5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BBF" w:rsidRDefault="00454BBF">
      <w:r>
        <w:separator/>
      </w:r>
    </w:p>
  </w:endnote>
  <w:endnote w:type="continuationSeparator" w:id="0">
    <w:p w:rsidR="00454BBF" w:rsidRDefault="00454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1FF3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520D2F">
      <w:rPr>
        <w:rStyle w:val="PageNumber"/>
        <w:noProof/>
      </w:rPr>
      <w:t>2011-07-13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BBF" w:rsidRDefault="00454BBF">
      <w:r>
        <w:separator/>
      </w:r>
    </w:p>
  </w:footnote>
  <w:footnote w:type="continuationSeparator" w:id="0">
    <w:p w:rsidR="00454BBF" w:rsidRDefault="00454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331657"/>
    <w:multiLevelType w:val="hybridMultilevel"/>
    <w:tmpl w:val="613C9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FD"/>
    <w:rsid w:val="00030207"/>
    <w:rsid w:val="000458BC"/>
    <w:rsid w:val="00045C41"/>
    <w:rsid w:val="00046C03"/>
    <w:rsid w:val="0007614F"/>
    <w:rsid w:val="00090A90"/>
    <w:rsid w:val="000B1C6B"/>
    <w:rsid w:val="000C09AC"/>
    <w:rsid w:val="000E00F3"/>
    <w:rsid w:val="000F158C"/>
    <w:rsid w:val="000F6AAE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92257"/>
    <w:rsid w:val="002A54E0"/>
    <w:rsid w:val="002B1595"/>
    <w:rsid w:val="002B191D"/>
    <w:rsid w:val="002D0AF6"/>
    <w:rsid w:val="002F164D"/>
    <w:rsid w:val="00306206"/>
    <w:rsid w:val="003275E3"/>
    <w:rsid w:val="00327C56"/>
    <w:rsid w:val="003315A1"/>
    <w:rsid w:val="003373EC"/>
    <w:rsid w:val="003706CC"/>
    <w:rsid w:val="003A2D8E"/>
    <w:rsid w:val="003A434B"/>
    <w:rsid w:val="003C20E4"/>
    <w:rsid w:val="003E6F90"/>
    <w:rsid w:val="003F5D0F"/>
    <w:rsid w:val="00414101"/>
    <w:rsid w:val="00433DDB"/>
    <w:rsid w:val="00437619"/>
    <w:rsid w:val="00454BBF"/>
    <w:rsid w:val="00467DED"/>
    <w:rsid w:val="004B210C"/>
    <w:rsid w:val="004D405F"/>
    <w:rsid w:val="004F61E3"/>
    <w:rsid w:val="00504D33"/>
    <w:rsid w:val="0051015C"/>
    <w:rsid w:val="00520D2F"/>
    <w:rsid w:val="00531AE9"/>
    <w:rsid w:val="00567EC7"/>
    <w:rsid w:val="00570013"/>
    <w:rsid w:val="00583FA6"/>
    <w:rsid w:val="005A33A1"/>
    <w:rsid w:val="005C1FF3"/>
    <w:rsid w:val="005C385F"/>
    <w:rsid w:val="005D1A51"/>
    <w:rsid w:val="005F6F1B"/>
    <w:rsid w:val="0062433D"/>
    <w:rsid w:val="00624B33"/>
    <w:rsid w:val="00630AA2"/>
    <w:rsid w:val="00646707"/>
    <w:rsid w:val="00657A53"/>
    <w:rsid w:val="00664DCF"/>
    <w:rsid w:val="006C35D7"/>
    <w:rsid w:val="006C5D39"/>
    <w:rsid w:val="006D738E"/>
    <w:rsid w:val="006E00A5"/>
    <w:rsid w:val="006E2810"/>
    <w:rsid w:val="006E5417"/>
    <w:rsid w:val="006F5009"/>
    <w:rsid w:val="00712F60"/>
    <w:rsid w:val="00713930"/>
    <w:rsid w:val="00720E3B"/>
    <w:rsid w:val="007432B3"/>
    <w:rsid w:val="00745F6B"/>
    <w:rsid w:val="0075585E"/>
    <w:rsid w:val="00772782"/>
    <w:rsid w:val="007768FF"/>
    <w:rsid w:val="007824D3"/>
    <w:rsid w:val="007956FF"/>
    <w:rsid w:val="00796EE3"/>
    <w:rsid w:val="007A7D29"/>
    <w:rsid w:val="007F1F8B"/>
    <w:rsid w:val="008206C8"/>
    <w:rsid w:val="00874A6C"/>
    <w:rsid w:val="00876C65"/>
    <w:rsid w:val="00882722"/>
    <w:rsid w:val="00892640"/>
    <w:rsid w:val="008A4B4C"/>
    <w:rsid w:val="008C239F"/>
    <w:rsid w:val="00907757"/>
    <w:rsid w:val="009212B0"/>
    <w:rsid w:val="009234A5"/>
    <w:rsid w:val="009336F7"/>
    <w:rsid w:val="009374A7"/>
    <w:rsid w:val="0099518F"/>
    <w:rsid w:val="009A0BE7"/>
    <w:rsid w:val="009A523D"/>
    <w:rsid w:val="009B4327"/>
    <w:rsid w:val="009F496B"/>
    <w:rsid w:val="00A01439"/>
    <w:rsid w:val="00A02E61"/>
    <w:rsid w:val="00A05CFF"/>
    <w:rsid w:val="00A33B27"/>
    <w:rsid w:val="00A56B97"/>
    <w:rsid w:val="00A6093D"/>
    <w:rsid w:val="00A76A6D"/>
    <w:rsid w:val="00A83253"/>
    <w:rsid w:val="00AA6E84"/>
    <w:rsid w:val="00AB3C98"/>
    <w:rsid w:val="00AE341B"/>
    <w:rsid w:val="00B07CA7"/>
    <w:rsid w:val="00B1279A"/>
    <w:rsid w:val="00B5222E"/>
    <w:rsid w:val="00B61C96"/>
    <w:rsid w:val="00B73A2A"/>
    <w:rsid w:val="00B94B06"/>
    <w:rsid w:val="00B94C28"/>
    <w:rsid w:val="00BA6CFD"/>
    <w:rsid w:val="00BC10BA"/>
    <w:rsid w:val="00BC5AFD"/>
    <w:rsid w:val="00C0609D"/>
    <w:rsid w:val="00C115AB"/>
    <w:rsid w:val="00C30249"/>
    <w:rsid w:val="00C606C9"/>
    <w:rsid w:val="00C90650"/>
    <w:rsid w:val="00C97D78"/>
    <w:rsid w:val="00CC5A42"/>
    <w:rsid w:val="00CD0EAB"/>
    <w:rsid w:val="00CE410B"/>
    <w:rsid w:val="00CF34DB"/>
    <w:rsid w:val="00CF558F"/>
    <w:rsid w:val="00D073E2"/>
    <w:rsid w:val="00D446EC"/>
    <w:rsid w:val="00D51BF0"/>
    <w:rsid w:val="00D55942"/>
    <w:rsid w:val="00D74F41"/>
    <w:rsid w:val="00D807BF"/>
    <w:rsid w:val="00DA7887"/>
    <w:rsid w:val="00DB2C26"/>
    <w:rsid w:val="00DE6B43"/>
    <w:rsid w:val="00E11923"/>
    <w:rsid w:val="00E262D4"/>
    <w:rsid w:val="00E36250"/>
    <w:rsid w:val="00E54511"/>
    <w:rsid w:val="00E61DAC"/>
    <w:rsid w:val="00E75529"/>
    <w:rsid w:val="00E75FE3"/>
    <w:rsid w:val="00EB7AB1"/>
    <w:rsid w:val="00EF48CC"/>
    <w:rsid w:val="00F035FD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6C35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6C3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6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gur\My%20Work%20Related\My%20Documents\My%20Authored%20Papers\My%20Standard%20Contributions\JCTVC-F\interpolation_ce\XCHECK\JCTVC-F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JCTVC-Fxx.dot</Template>
  <TotalTime>1091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1725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Ugur Kemal</dc:creator>
  <cp:keywords>JCT-VC, MPEG, VCEG</cp:keywords>
  <cp:lastModifiedBy>Ugur Kemal</cp:lastModifiedBy>
  <cp:revision>6</cp:revision>
  <cp:lastPrinted>1900-12-31T21:00:00Z</cp:lastPrinted>
  <dcterms:created xsi:type="dcterms:W3CDTF">2011-07-12T11:05:00Z</dcterms:created>
  <dcterms:modified xsi:type="dcterms:W3CDTF">2011-07-15T13:15:00Z</dcterms:modified>
</cp:coreProperties>
</file>