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B975D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30FE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9D66FA">
              <w:rPr>
                <w:u w:val="single"/>
              </w:rPr>
              <w:t>6</w:t>
            </w:r>
            <w:r w:rsidR="00E06755">
              <w:rPr>
                <w:u w:val="single"/>
              </w:rPr>
              <w:t>2</w:t>
            </w:r>
            <w:r w:rsidR="00F70DA4">
              <w:rPr>
                <w:u w:val="single"/>
              </w:rPr>
              <w:t>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F0409B" w:rsidP="00F0409B">
            <w:pPr>
              <w:spacing w:before="60" w:after="60"/>
              <w:rPr>
                <w:b/>
                <w:szCs w:val="22"/>
              </w:rPr>
            </w:pPr>
            <w:r w:rsidRPr="00F0409B">
              <w:rPr>
                <w:b/>
                <w:szCs w:val="22"/>
              </w:rPr>
              <w:t>Crosscheck report for Samsung's JCTVC-F458 on CAVLC run coding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5C4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B503FE" w:rsidRDefault="009D66FA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B503FE" w:rsidRDefault="00B503FE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E61DAC" w:rsidRPr="00AE341B" w:rsidRDefault="00E61DAC" w:rsidP="00367E46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</w:pPr>
            <w:r w:rsidRPr="00AE341B">
              <w:rPr>
                <w:szCs w:val="22"/>
              </w:rPr>
              <w:br/>
            </w:r>
            <w:hyperlink r:id="rId10" w:history="1">
              <w:r w:rsidR="009D66FA" w:rsidRPr="0060161A">
                <w:rPr>
                  <w:rStyle w:val="Hyperlink"/>
                  <w:szCs w:val="22"/>
                </w:rPr>
                <w:t>xianglin@qualcomm.com</w:t>
              </w:r>
            </w:hyperlink>
          </w:p>
          <w:p w:rsidR="00B503FE" w:rsidRDefault="00B975DF">
            <w:pPr>
              <w:spacing w:before="60" w:after="60"/>
            </w:pPr>
            <w:hyperlink r:id="rId11" w:history="1">
              <w:r w:rsidR="00B503FE" w:rsidRPr="00D818FC">
                <w:rPr>
                  <w:rStyle w:val="Hyperlink"/>
                </w:rPr>
                <w:t>liweig@qualcomm.com</w:t>
              </w:r>
            </w:hyperlink>
          </w:p>
          <w:p w:rsidR="00B503FE" w:rsidRDefault="00B503FE">
            <w:pPr>
              <w:spacing w:before="60" w:after="60"/>
              <w:rPr>
                <w:szCs w:val="22"/>
              </w:rPr>
            </w:pPr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81DB0" w:rsidP="00374077">
      <w:pPr>
        <w:rPr>
          <w:szCs w:val="22"/>
        </w:rPr>
      </w:pPr>
      <w:r>
        <w:t xml:space="preserve">This document contains </w:t>
      </w:r>
      <w:r w:rsidR="00EB6650">
        <w:t xml:space="preserve">cross check results for </w:t>
      </w:r>
      <w:r w:rsidR="009D66FA">
        <w:t xml:space="preserve">Samsung’s </w:t>
      </w:r>
      <w:r w:rsidR="00374077">
        <w:t xml:space="preserve">proposal on </w:t>
      </w:r>
      <w:r w:rsidR="009D66FA">
        <w:t xml:space="preserve">run mode coding </w:t>
      </w:r>
      <w:r w:rsidR="00374077">
        <w:t>(JCTVC-F</w:t>
      </w:r>
      <w:r w:rsidR="009D66FA">
        <w:t>4</w:t>
      </w:r>
      <w:r w:rsidR="00157825">
        <w:t>58</w:t>
      </w:r>
      <w:r w:rsidR="00374077">
        <w:t>). The BD-rate results match, encoding and decoding results are similar.</w:t>
      </w:r>
    </w:p>
    <w:p w:rsidR="00745F6B" w:rsidRPr="00AE341B" w:rsidRDefault="00C43F25" w:rsidP="00E11923">
      <w:pPr>
        <w:pStyle w:val="Heading1"/>
      </w:pPr>
      <w:r>
        <w:t>Objective Cross Check Results</w:t>
      </w:r>
    </w:p>
    <w:p w:rsidR="001F2594" w:rsidRDefault="00B975DF" w:rsidP="009234A5">
      <w:pPr>
        <w:jc w:val="both"/>
        <w:rPr>
          <w:szCs w:val="22"/>
        </w:rPr>
      </w:pP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_Ref297306711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1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</w:t>
      </w:r>
      <w:r w:rsidR="009D66FA">
        <w:rPr>
          <w:szCs w:val="22"/>
        </w:rPr>
        <w:t>shows</w:t>
      </w:r>
      <w:r w:rsidR="00691BE9">
        <w:rPr>
          <w:szCs w:val="22"/>
        </w:rPr>
        <w:t xml:space="preserve"> the BD-rate results and execution times for the two configurations compared </w:t>
      </w:r>
      <w:r w:rsidR="003B4476">
        <w:rPr>
          <w:szCs w:val="22"/>
        </w:rPr>
        <w:t>to</w:t>
      </w:r>
      <w:r w:rsidR="00691BE9">
        <w:rPr>
          <w:szCs w:val="22"/>
        </w:rPr>
        <w:t xml:space="preserve"> the HM3.0 anchor. The BD-rate results match those reported by the proponent in JCTVC-F</w:t>
      </w:r>
      <w:r w:rsidR="009D66FA">
        <w:rPr>
          <w:szCs w:val="22"/>
        </w:rPr>
        <w:t>4</w:t>
      </w:r>
      <w:r w:rsidR="00157825">
        <w:rPr>
          <w:szCs w:val="22"/>
        </w:rPr>
        <w:t>58</w:t>
      </w:r>
      <w:r w:rsidR="00691BE9">
        <w:rPr>
          <w:szCs w:val="22"/>
        </w:rPr>
        <w:t>.</w:t>
      </w:r>
    </w:p>
    <w:p w:rsidR="009D66FA" w:rsidRDefault="009D66FA" w:rsidP="009234A5">
      <w:pPr>
        <w:jc w:val="both"/>
        <w:rPr>
          <w:szCs w:val="22"/>
        </w:rPr>
      </w:pPr>
      <w:r>
        <w:rPr>
          <w:szCs w:val="22"/>
        </w:rPr>
        <w:t>The encoding and decoding are performed on clusters with the same CPU types. Both the encoding time and the decoding times are similar to those reported in JCTVC-</w:t>
      </w:r>
      <w:r w:rsidRPr="009D66FA">
        <w:rPr>
          <w:szCs w:val="22"/>
        </w:rPr>
        <w:t xml:space="preserve"> </w:t>
      </w:r>
      <w:r>
        <w:rPr>
          <w:szCs w:val="22"/>
        </w:rPr>
        <w:t>F4</w:t>
      </w:r>
      <w:r w:rsidR="00157825">
        <w:rPr>
          <w:szCs w:val="22"/>
        </w:rPr>
        <w:t>58</w:t>
      </w:r>
      <w:r>
        <w:rPr>
          <w:szCs w:val="22"/>
        </w:rPr>
        <w:t>.</w:t>
      </w:r>
    </w:p>
    <w:p w:rsidR="007A13E5" w:rsidRDefault="00691BE9" w:rsidP="007A13E5">
      <w:pPr>
        <w:pStyle w:val="Caption"/>
        <w:keepNext/>
      </w:pPr>
      <w:bookmarkStart w:id="0" w:name="_Ref29730671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and execution timings </w:t>
      </w:r>
    </w:p>
    <w:tbl>
      <w:tblPr>
        <w:tblW w:w="9783" w:type="dxa"/>
        <w:tblInd w:w="98" w:type="dxa"/>
        <w:tblLook w:val="04A0"/>
      </w:tblPr>
      <w:tblGrid>
        <w:gridCol w:w="1143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A13E5" w:rsidRPr="007A13E5" w:rsidTr="007A13E5">
        <w:trPr>
          <w:trHeight w:val="315"/>
        </w:trPr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Random Access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Low delay B LC</w:t>
            </w:r>
          </w:p>
        </w:tc>
      </w:tr>
      <w:tr w:rsidR="007A13E5" w:rsidRPr="007A13E5" w:rsidTr="007A13E5">
        <w:trPr>
          <w:trHeight w:val="315"/>
        </w:trPr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-1.0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1.3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-0.5 </w:t>
            </w:r>
          </w:p>
        </w:tc>
      </w:tr>
      <w:tr w:rsidR="007A13E5" w:rsidRPr="007A13E5" w:rsidTr="007A13E5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7A13E5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-0.3 </w:t>
            </w:r>
          </w:p>
        </w:tc>
      </w:tr>
      <w:tr w:rsidR="007A13E5" w:rsidRPr="007A13E5" w:rsidTr="007A13E5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102%</w:t>
            </w:r>
          </w:p>
        </w:tc>
      </w:tr>
      <w:tr w:rsidR="007A13E5" w:rsidRPr="007A13E5" w:rsidTr="007A13E5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98%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13E5" w:rsidRPr="007A13E5" w:rsidRDefault="007A13E5" w:rsidP="007A13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7A13E5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</w:tr>
    </w:tbl>
    <w:p w:rsidR="00C43F25" w:rsidRPr="007A13E5" w:rsidRDefault="00EB6650" w:rsidP="007A13E5">
      <w:pPr>
        <w:pStyle w:val="Caption"/>
        <w:keepNext/>
        <w:rPr>
          <w:rFonts w:cs="Arial"/>
          <w:kern w:val="32"/>
          <w:sz w:val="32"/>
          <w:szCs w:val="32"/>
        </w:rPr>
      </w:pPr>
      <w:r w:rsidRPr="007A13E5">
        <w:rPr>
          <w:rFonts w:cs="Arial"/>
          <w:kern w:val="32"/>
          <w:sz w:val="32"/>
          <w:szCs w:val="32"/>
        </w:rPr>
        <w:t>Conclusion</w:t>
      </w:r>
    </w:p>
    <w:p w:rsidR="000E00F3" w:rsidRPr="009234A5" w:rsidRDefault="00EB6650" w:rsidP="009234A5">
      <w:pPr>
        <w:jc w:val="both"/>
        <w:rPr>
          <w:szCs w:val="22"/>
        </w:rPr>
      </w:pPr>
      <w:r>
        <w:rPr>
          <w:szCs w:val="22"/>
        </w:rPr>
        <w:t>The BD-rate results and execution times match those reported in JCTVC-F</w:t>
      </w:r>
      <w:r w:rsidR="009D66FA">
        <w:rPr>
          <w:szCs w:val="22"/>
        </w:rPr>
        <w:t>4</w:t>
      </w:r>
      <w:r w:rsidR="00157825">
        <w:rPr>
          <w:szCs w:val="22"/>
        </w:rPr>
        <w:t>58</w:t>
      </w:r>
      <w:r>
        <w:rPr>
          <w:szCs w:val="22"/>
        </w:rPr>
        <w:t>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347" w:rsidRDefault="00C24347">
      <w:r>
        <w:separator/>
      </w:r>
    </w:p>
  </w:endnote>
  <w:endnote w:type="continuationSeparator" w:id="0">
    <w:p w:rsidR="00C24347" w:rsidRDefault="00C24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975D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975DF">
      <w:rPr>
        <w:rStyle w:val="PageNumber"/>
      </w:rPr>
      <w:fldChar w:fldCharType="separate"/>
    </w:r>
    <w:r w:rsidR="00F70DA4">
      <w:rPr>
        <w:rStyle w:val="PageNumber"/>
        <w:noProof/>
      </w:rPr>
      <w:t>1</w:t>
    </w:r>
    <w:r w:rsidR="00B975D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975D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975DF">
      <w:rPr>
        <w:rStyle w:val="PageNumber"/>
      </w:rPr>
      <w:fldChar w:fldCharType="separate"/>
    </w:r>
    <w:r w:rsidR="00F70DA4">
      <w:rPr>
        <w:rStyle w:val="PageNumber"/>
        <w:noProof/>
      </w:rPr>
      <w:t>2011-07-14</w:t>
    </w:r>
    <w:r w:rsidR="00B975D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347" w:rsidRDefault="00C24347">
      <w:r>
        <w:separator/>
      </w:r>
    </w:p>
  </w:footnote>
  <w:footnote w:type="continuationSeparator" w:id="0">
    <w:p w:rsidR="00C24347" w:rsidRDefault="00C243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  <w:num w:numId="14">
    <w:abstractNumId w:val="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62D"/>
    <w:rsid w:val="000458BC"/>
    <w:rsid w:val="00045C41"/>
    <w:rsid w:val="00046C03"/>
    <w:rsid w:val="0007614F"/>
    <w:rsid w:val="0008254F"/>
    <w:rsid w:val="00086B8D"/>
    <w:rsid w:val="000872D8"/>
    <w:rsid w:val="000B1C6B"/>
    <w:rsid w:val="000C09AC"/>
    <w:rsid w:val="000E00F3"/>
    <w:rsid w:val="000F158C"/>
    <w:rsid w:val="00124E38"/>
    <w:rsid w:val="0012580B"/>
    <w:rsid w:val="0013526E"/>
    <w:rsid w:val="00157825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74077"/>
    <w:rsid w:val="003A2D8E"/>
    <w:rsid w:val="003B4476"/>
    <w:rsid w:val="003B6B23"/>
    <w:rsid w:val="003C20E4"/>
    <w:rsid w:val="003C2152"/>
    <w:rsid w:val="003D18D7"/>
    <w:rsid w:val="003E6F90"/>
    <w:rsid w:val="003F03D0"/>
    <w:rsid w:val="003F5D0F"/>
    <w:rsid w:val="00414101"/>
    <w:rsid w:val="00433DDB"/>
    <w:rsid w:val="00437619"/>
    <w:rsid w:val="00450FF9"/>
    <w:rsid w:val="004640F2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3E48"/>
    <w:rsid w:val="00646707"/>
    <w:rsid w:val="00647920"/>
    <w:rsid w:val="00664DCF"/>
    <w:rsid w:val="00691BE9"/>
    <w:rsid w:val="006B750C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1DB0"/>
    <w:rsid w:val="007824D3"/>
    <w:rsid w:val="007956FF"/>
    <w:rsid w:val="00796EE3"/>
    <w:rsid w:val="007A13E5"/>
    <w:rsid w:val="007A7D29"/>
    <w:rsid w:val="007F1F8B"/>
    <w:rsid w:val="008206C8"/>
    <w:rsid w:val="008207FF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56524"/>
    <w:rsid w:val="009623DF"/>
    <w:rsid w:val="00970041"/>
    <w:rsid w:val="009847E6"/>
    <w:rsid w:val="0099518F"/>
    <w:rsid w:val="009A523D"/>
    <w:rsid w:val="009D66FA"/>
    <w:rsid w:val="009F496B"/>
    <w:rsid w:val="00A01439"/>
    <w:rsid w:val="00A02E61"/>
    <w:rsid w:val="00A05CFF"/>
    <w:rsid w:val="00A25C49"/>
    <w:rsid w:val="00A56B97"/>
    <w:rsid w:val="00A6093D"/>
    <w:rsid w:val="00A76A6D"/>
    <w:rsid w:val="00A83253"/>
    <w:rsid w:val="00AA1982"/>
    <w:rsid w:val="00AA6E84"/>
    <w:rsid w:val="00AE341B"/>
    <w:rsid w:val="00AE647F"/>
    <w:rsid w:val="00B07CA7"/>
    <w:rsid w:val="00B1279A"/>
    <w:rsid w:val="00B374A2"/>
    <w:rsid w:val="00B503FE"/>
    <w:rsid w:val="00B5222E"/>
    <w:rsid w:val="00B61C96"/>
    <w:rsid w:val="00B6643B"/>
    <w:rsid w:val="00B710C2"/>
    <w:rsid w:val="00B73A2A"/>
    <w:rsid w:val="00B94B06"/>
    <w:rsid w:val="00B94C28"/>
    <w:rsid w:val="00B975DF"/>
    <w:rsid w:val="00BC10BA"/>
    <w:rsid w:val="00BC5AFD"/>
    <w:rsid w:val="00C0609D"/>
    <w:rsid w:val="00C115AB"/>
    <w:rsid w:val="00C24347"/>
    <w:rsid w:val="00C30249"/>
    <w:rsid w:val="00C30FEC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6B43"/>
    <w:rsid w:val="00E06755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0409B"/>
    <w:rsid w:val="00F70DA4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weig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anglin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5C6C4-07A3-4C2C-A9D1-6702438D1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1770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Wang, Xianglin</cp:lastModifiedBy>
  <cp:revision>15</cp:revision>
  <cp:lastPrinted>2011-06-29T17:03:00Z</cp:lastPrinted>
  <dcterms:created xsi:type="dcterms:W3CDTF">2011-07-05T20:25:00Z</dcterms:created>
  <dcterms:modified xsi:type="dcterms:W3CDTF">2011-07-14T21:58:00Z</dcterms:modified>
</cp:coreProperties>
</file>