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bookmarkStart w:id="0" w:name="_GoBack"/>
          <w:bookmarkEnd w:id="0"/>
          <w:p w:rsidR="006C5D39" w:rsidRPr="00AE341B" w:rsidRDefault="009726F6" w:rsidP="00C97D78">
            <w:pPr>
              <w:tabs>
                <w:tab w:val="left" w:pos="7200"/>
              </w:tabs>
              <w:spacing w:before="0"/>
              <w:rPr>
                <w:b/>
                <w:szCs w:val="22"/>
              </w:rPr>
            </w:pPr>
            <w:r>
              <w:rPr>
                <w:b/>
                <w:noProof/>
                <w:szCs w:val="22"/>
              </w:rPr>
              <mc:AlternateContent>
                <mc:Choice Requires="wpg">
                  <w:drawing>
                    <wp:anchor distT="0" distB="0" distL="114300" distR="114300" simplePos="0" relativeHeight="251655680"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0"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1"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2"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3"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4"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5"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568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xtJJKsAANp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kV+78AAADbAAAADwAAAGRycy9kb3ducmV2LnhtbERPS2vCQBC+C/6HZYTedNNCVV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ZkV+78AAADbAAAADwAAAAAAAAAAAAAAAACh&#10;AgAAZHJzL2Rvd25yZXYueG1sUEsFBgAAAAAEAAQA+QAAAI0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WwYMIAAADbAAAADwAAAGRycy9kb3ducmV2LnhtbESPUWvCQBCE3wv+h2MF3+pFwVZSTxFF&#10;ECmlRunzNrdNgrm9kFuT9N/3CoU+DjPzDbPaDK5WHbWh8mxgNk1AEefeVlwYuF4Oj0tQQZAt1p7J&#10;wDcF2KxHDytMre/5TF0mhYoQDikaKEWaVOuQl+QwTH1DHL0v3zqUKNtC2xb7CHe1nifJk3ZYcVwo&#10;saFdSfktuzsD2PGnXHp8+5Cm9yf7HG7v+1djJuNh+wJKaJD/8F/7aA0sZvD7Jf4Av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tWwYM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xZ7sUAAADbAAAADwAAAGRycy9kb3ducmV2LnhtbESPQWsCMRSE70L/Q3iF3mpWa1W2RhGh&#10;0IIKrgoen5vXzeLmZbuJuv57Uyh4HGbmG2Yya20lLtT40rGCXjcBQZw7XXKhYLf9fB2D8AFZY+WY&#10;FNzIw2z61Jlgqt2VN3TJQiEihH2KCkwIdSqlzw1Z9F1XE0fvxzUWQ5RNIXWD1wi3lewnyVBaLDku&#10;GKxpYSg/ZWer4Lc+tb3VaPy2rI4m+17a9eCwPyv18tzOP0AEasMj/N/+0gre+/D3Jf4AOb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exZ7s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D8dcUAAADbAAAADwAAAGRycy9kb3ducmV2LnhtbESPQWvCQBSE7wX/w/IEb2ajtlWiq0hB&#10;ULBCYws9vmaf2WD2bZpdNf333YLQ4zAz3zCLVWdrcaXWV44VjJIUBHHhdMWlgvfjZjgD4QOyxtox&#10;KfghD6tl72GBmXY3fqNrHkoRIewzVGBCaDIpfWHIok9cQxy9k2sthijbUuoWbxFuazlO02dpseK4&#10;YLChF0PFOb9YBd/NuRu9TmeTff1l8t3eHh4/Py5KDfrdeg4iUBf+w/f2Vit4msDfl/gD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qD8dc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IT+MIAAADbAAAADwAAAGRycy9kb3ducmV2LnhtbESPUWvCQBCE3wv9D8cWfNNLi20l9ZRS&#10;EaRIsSo+r7ltEszthdyaxH/vCUIfh5n5hpnOe1eplppQejbwPEpAEWfelpwb2O+WwwmoIMgWK89k&#10;4EIB5rPHhymm1nf8S+1WchUhHFI0UIjUqdYhK8hhGPmaOHp/vnEoUTa5tg12Ee4q/ZIkb9phyXGh&#10;wJq+CspO27MzgC0fZdfhz0Hqzn/b93DaLNbGDJ76zw9QQr38h+/tlTXwOob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IT+M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f2fsEA&#10;AADbAAAADwAAAGRycy9kb3ducmV2LnhtbESPzWrDMBCE74G8g9hCb7GcQpriWg4lkFJyi93eF2tj&#10;mVgrx1JtN09fFQo5DvPzMflutp0YafCtYwXrJAVBXDvdcqPgszqsXkD4gKyxc0wKfsjDrlgucsy0&#10;m/hEYxkaEUfYZ6jAhNBnUvrakEWfuJ44emc3WAxRDo3UA05x3HbyKU2fpcWWI8FgT3tD9aX8tpFb&#10;rr/sia7bW1O9H7XXs6mcUerxYX57BRFoDvfwf/tDK9hs4O9L/AG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39n7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S8w8MA&#10;AADbAAAADwAAAGRycy9kb3ducmV2LnhtbESPQYvCMBSE7wv+h/CEvWnqalWqUWTBZUU8WL14ezTP&#10;ttq8lCar9d8bQdjjMDPfMPNlaypxo8aVlhUM+hEI4szqknMFx8O6NwXhPLLGyjIpeJCD5aLzMcdE&#10;2zvv6Zb6XAQIuwQVFN7XiZQuK8ig69uaOHhn2xj0QTa51A3eA9xU8iuKxtJgyWGhwJq+C8qu6Z9R&#10;MPzxcbVJOdodpB6ZyyTetu6k1Ge3Xc1AeGr9f/jd/tUK4jG8vo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S8w8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zx8MQA&#10;AADbAAAADwAAAGRycy9kb3ducmV2LnhtbESPT2vCQBTE70K/w/IKvelGqzVEN1Jaih68mJaeH9ln&#10;EpJ9G7KbP+2n7xYEj8PM/IbZHybTiIE6V1lWsFxEIIhzqysuFHx9fsxjEM4ja2wsk4IfcnBIH2Z7&#10;TLQd+UJD5gsRIOwSVFB63yZSurwkg25hW+LgXW1n0AfZFVJ3OAa4aeQqil6kwYrDQoktvZWU11lv&#10;FHzH43Z1ner3/jdeI2YnLs7PR6WeHqfXHQhPk7+Hb+2TVrDZwv+X8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c8fD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SX+MMA&#10;AADbAAAADwAAAGRycy9kb3ducmV2LnhtbERPTWvCQBC9C/0PyxR6KbqxULHRVVolJJcKpqIeh+w0&#10;Cc3OhuzGpP++eyh4fLzv9XY0jbhR52rLCuazCARxYXXNpYLTVzJdgnAeWWNjmRT8koPt5mGyxljb&#10;gY90y30pQgi7GBVU3rexlK6oyKCb2ZY4cN+2M+gD7EqpOxxCuGnkSxQtpMGaQ0OFLe0qKn7y3ijI&#10;L+n1LT189J/lwmS4PyfPuyRR6ulxfF+B8DT6u/jfnWkFr2Fs+BJ+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SX+M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t/vsMA&#10;AADbAAAADwAAAGRycy9kb3ducmV2LnhtbESPQYvCMBSE74L/ITxhbzZ1wVWrUUQQPHhZFdTbs3m2&#10;1eal22S1u7/eCILHYeabYSazxpTiRrUrLCvoRTEI4tTqgjMFu+2yOwThPLLG0jIp+CMHs2m7NcFE&#10;2zt/023jMxFK2CWoIPe+SqR0aU4GXWQr4uCdbW3QB1lnUtd4D+WmlJ9x/CUNFhwWcqxokVN63fwa&#10;Bf3B/25/Sdd4+lkejnG1GBLJtVIfnWY+BuGp8e/wi17pwI3g+SX8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t/vs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bWMAA&#10;AADbAAAADwAAAGRycy9kb3ducmV2LnhtbERPz2vCMBS+C/sfwhvsZlM3KF1nFBFEYSfroOz2aJ5N&#10;sXkpTVarf/1yEDx+fL+X68l2YqTBt44VLJIUBHHtdMuNgp/Tbp6D8AFZY+eYFNzIw3r1Mltiod2V&#10;jzSWoRExhH2BCkwIfSGlrw1Z9InriSN3doPFEOHQSD3gNYbbTr6naSYtthwbDPa0NVRfyj+r4Hfc&#10;l5I/N6nVsvrIqZrO33ej1NvrtPkCEWgKT/HDfdAKsrg+fo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zbWMAAAADbAAAADwAAAAAAAAAAAAAAAACYAgAAZHJzL2Rvd25y&#10;ZXYueG1sUEsFBgAAAAAEAAQA9QAAAIUD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NPZcQA&#10;AADbAAAADwAAAGRycy9kb3ducmV2LnhtbESPT2sCMRTE7wW/Q3iCl6JZPUhZzS4iCD3V1iptb4/N&#10;2z908xKSqOu3bwqCx2FmfsOsy8H04kI+dJYVzGcZCOLK6o4bBcfP3fQFRIjIGnvLpOBGAcpi9LTG&#10;XNsrf9DlEBuRIBxyVNDG6HIpQ9WSwTCzjjh5tfUGY5K+kdrjNcFNLxdZtpQGO04LLTratlT9Hs5G&#10;ge78ydXHvf9+vr2FXf31M7x7p9RkPGxWICIN8RG+t1+1guUc/r+kHy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DT2X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qyhcUA&#10;AADbAAAADwAAAGRycy9kb3ducmV2LnhtbESPT2vCQBTE7wW/w/KE3urGKKmmrlKKlR4q/gWvj+xr&#10;Nph9G7Orpt++Wyj0OMzMb5jZorO1uFHrK8cKhoMEBHHhdMWlguPh/WkCwgdkjbVjUvBNHhbz3sMM&#10;c+3uvKPbPpQiQtjnqMCE0ORS+sKQRT9wDXH0vlxrMUTZllK3eI9wW8s0STJpseK4YLChN0PFeX+1&#10;Cj6zzXq0WV7S8Wo6bgwdRtvk+aTUY797fQERqAv/4b/2h1aQpf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qrKF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wfX8IA&#10;AADbAAAADwAAAGRycy9kb3ducmV2LnhtbESPT4vCMBTE7wt+h/AEb9tUBZFqWvyD4HG3FvH4aJ5t&#10;sXkpTdTqp98sLOxxmJnfMOtsMK14UO8aywqmUQyCuLS64UpBcTp8LkE4j6yxtUwKXuQgS0cfa0y0&#10;ffI3PXJfiQBhl6CC2vsukdKVNRl0ke2Ig3e1vUEfZF9J3eMzwE0rZ3G8kAYbDgs1drSrqbzld6Pg&#10;vb/ilqTj97ktvor9Ja9MmSs1GQ+bFQhPg/8P/7WPWsFiDr9fwg+Q6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fB9f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dhHMQA&#10;AADbAAAADwAAAGRycy9kb3ducmV2LnhtbESPT4vCMBTE78J+h/AEL7KmylKkaxRZEUS9+Ofi7ZG8&#10;bes2L6WJWv30G0HwOMzMb5jJrLWVuFLjS8cKhoMEBLF2puRcwfGw/ByD8AHZYOWYFNzJw2z60Zlg&#10;ZtyNd3Tdh1xECPsMFRQh1JmUXhdk0Q9cTRy9X9dYDFE2uTQN3iLcVnKUJKm0WHJcKLCmn4L03/5i&#10;FazTLeo+n9b56XHQ581ocRzyWalet51/gwjUhnf41V4ZBekXPL/EHyC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3YRz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JZr8A&#10;AADbAAAADwAAAGRycy9kb3ducmV2LnhtbESP0YrCMBRE3xf8h3AF39bUirJUo6gg+CZb9wOuzbUt&#10;NjcliRr/3ggLPg4zc4ZZrqPpxJ2cby0rmIwzEMSV1S3XCv5O++8fED4ga+wsk4IneVivBl9LLLR9&#10;8C/dy1CLBGFfoIImhL6Q0lcNGfRj2xMn72KdwZCkq6V2+Ehw08k8y+bSYMtpocGedg1V1/JmFJyn&#10;Ospj7vlSuirW2/xotjOp1GgYNwsQgWL4hP/bB61gPoP3l/Q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6wlmvwAAANsAAAAPAAAAAAAAAAAAAAAAAJgCAABkcnMvZG93bnJl&#10;di54bWxQSwUGAAAAAAQABAD1AAAAhA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mb1cMA&#10;AADbAAAADwAAAGRycy9kb3ducmV2LnhtbESPS2vDMBCE74H8B7GF3mK5KZjgWAkhIdBCL3kdcttY&#10;6wexVo6l2s6/rwqFHoeZ+YbJ1qNpRE+dqy0reItiEMS51TWXCs6n/WwBwnlkjY1lUvAkB+vVdJJh&#10;qu3AB+qPvhQBwi5FBZX3bSqlyysy6CLbEgevsJ1BH2RXSt3hEOCmkfM4TqTBmsNChS1tK8rvx28T&#10;KCjfH1/79ra7bK929J/1obBPpV5fxs0ShKfR/4f/2h9aQZLA75fw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mb1c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m5g8UA&#10;AADbAAAADwAAAGRycy9kb3ducmV2LnhtbESPQWvCQBSE7wX/w/KE3upGS6PEbEQKhaK9NEa9PrPP&#10;JJh9m2a3mv77bkHocZiZb5h0NZhWXKl3jWUF00kEgri0uuFKQbF7e1qAcB5ZY2uZFPyQg1U2ekgx&#10;0fbGn3TNfSUChF2CCmrvu0RKV9Zk0E1sRxy8s+0N+iD7SuoebwFuWjmLolgabDgs1NjRa03lJf82&#10;Cmb74qWQ1fPm4+uYH7an6SY6bWOlHsfDegnC0+D/w/f2u1YQz+HvS/gB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mD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qikcAA&#10;AADbAAAADwAAAGRycy9kb3ducmV2LnhtbERPTYvCMBC9C/sfwizsTdP1ULQaRYSFwlLBKu4eh2Zs&#10;is2kNFHrvzcHwePjfS/Xg23FjXrfOFbwPUlAEFdON1wrOB5+xjMQPiBrbB2Tggd5WK8+RkvMtLvz&#10;nm5lqEUMYZ+hAhNCl0npK0MW/cR1xJE7u95iiLCvpe7xHsNtK6dJkkqLDccGgx1tDVWX8moVnH7/&#10;y9wUJv/T6XC67PLiUZRzpb4+h80CRKAhvMUvd64VpHFs/BJ/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pqikcAAAADbAAAADwAAAAAAAAAAAAAAAACYAgAAZHJzL2Rvd25y&#10;ZXYueG1sUEsFBgAAAAAEAAQA9QAAAIU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areMIA&#10;AADbAAAADwAAAGRycy9kb3ducmV2LnhtbESPQWvCQBSE7wX/w/IEb3XTHiRNXUWUgB4bxV4f2dds&#10;YvZtyG6T+O+7gtDjMDPfMOvtZFsxUO9rxwrelgkI4tLpmisFl3P+moLwAVlj65gU3MnDdjN7WWOm&#10;3chfNBShEhHCPkMFJoQuk9KXhiz6peuIo/fjeoshyr6Suscxwm0r35NkJS3WHBcMdrQ3VN6KX6vg&#10;cMqbQjb73Xc73g5NnkpzTQelFvNp9wki0BT+w8/2UStYfcDjS/w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lqt4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NRMQA&#10;AADbAAAADwAAAGRycy9kb3ducmV2LnhtbESPy27CQAxF90j9h5GRuisTWsojZUCoahEbkAh8gJVx&#10;k4iMJ80MIf37eoHE0rq+xz7Lde9q1VEbKs8GxqMEFHHubcWFgfPp+2UOKkRki7VnMvBHAdarp8ES&#10;U+tvfKQui4USCIcUDZQxNqnWIS/JYRj5hliyH986jDK2hbYt3gTuav2aJFPtsGK5UGJDnyXll+zq&#10;hLK4vP3mO7s5XL+S4/Z9P8l0NzHmedhvPkBF6uNj+d7eWQMz+V5cxAP0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SjUT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oE68UA&#10;AADbAAAADwAAAGRycy9kb3ducmV2LnhtbESPQUvDQBSE74L/YXlCb3bTUq2k3RYRBcFD01Ta6yP7&#10;zIZk34bdtYn99V1B8DjMzDfMejvaTpzJh8axgtk0A0FcOd1wreDz8Hb/BCJEZI2dY1LwQwG2m9ub&#10;NebaDbyncxlrkSAcclRgYuxzKUNlyGKYup44eV/OW4xJ+lpqj0OC207Os+xRWmw4LRjs6cVQ1Zbf&#10;VoHdLY5mvju19evx4ePgL0U7FIVSk7vxeQUi0hj/w3/td61gO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egTr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58LsUA&#10;AADbAAAADwAAAGRycy9kb3ducmV2LnhtbESP3WoCMRSE74W+QziF3kjNKrTqdrNSC4UKRXDtAxyS&#10;sz/t5mTZRN369EYQvBxm5hsmWw22FUfqfeNYwXSSgCDWzjRcKfjZfz4vQPiAbLB1TAr+ycMqfxhl&#10;mBp34h0di1CJCGGfooI6hC6V0uuaLPqJ64ijV7reYoiyr6Tp8RThtpWzJHmVFhuOCzV29FGT/isO&#10;VoEeL8vfc1U6v9l86+15bV6Kw1Kpp8fh/Q1EoCHcw7f2l1Ewn8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vnwu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E313C0">
              <w:rPr>
                <w:b/>
                <w:noProof/>
                <w:szCs w:val="22"/>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4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E313C0">
              <w:rPr>
                <w:b/>
                <w:noProof/>
                <w:szCs w:val="22"/>
              </w:rPr>
              <w:drawing>
                <wp:anchor distT="0" distB="0" distL="114300" distR="114300" simplePos="0" relativeHeight="251656704"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4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7956FF" w:rsidP="007956FF">
            <w:pPr>
              <w:tabs>
                <w:tab w:val="left" w:pos="7200"/>
              </w:tabs>
              <w:spacing w:before="0"/>
              <w:rPr>
                <w:b/>
                <w:szCs w:val="22"/>
              </w:rPr>
            </w:pPr>
            <w:r>
              <w:rPr>
                <w:szCs w:val="22"/>
              </w:rPr>
              <w:t>6</w:t>
            </w:r>
            <w:r w:rsidR="00630AA2">
              <w:rPr>
                <w:szCs w:val="22"/>
              </w:rPr>
              <w:t>th</w:t>
            </w:r>
            <w:r w:rsidR="00E61DAC" w:rsidRPr="00AE341B">
              <w:rPr>
                <w:szCs w:val="22"/>
              </w:rPr>
              <w:t xml:space="preserve"> Meeting: </w:t>
            </w:r>
            <w:r>
              <w:t>Torino</w:t>
            </w:r>
            <w:r w:rsidR="003F5D0F" w:rsidRPr="00AE341B">
              <w:rPr>
                <w:szCs w:val="22"/>
              </w:rPr>
              <w:t xml:space="preserve">, </w:t>
            </w:r>
            <w:r>
              <w:rPr>
                <w:szCs w:val="22"/>
              </w:rPr>
              <w:t>14</w:t>
            </w:r>
            <w:r w:rsidR="00171371" w:rsidRPr="00AE341B">
              <w:rPr>
                <w:szCs w:val="22"/>
              </w:rPr>
              <w:t>-</w:t>
            </w:r>
            <w:r w:rsidR="00630AA2">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593223">
            <w:pPr>
              <w:tabs>
                <w:tab w:val="left" w:pos="7200"/>
              </w:tabs>
              <w:rPr>
                <w:u w:val="single"/>
              </w:rPr>
            </w:pPr>
            <w:r w:rsidRPr="00AE341B">
              <w:t>Document</w:t>
            </w:r>
            <w:r w:rsidR="006C5D39" w:rsidRPr="00AE341B">
              <w:t>: JC</w:t>
            </w:r>
            <w:r w:rsidRPr="00AE341B">
              <w:t>T</w:t>
            </w:r>
            <w:r w:rsidR="006C5D39" w:rsidRPr="00AE341B">
              <w:t>VC</w:t>
            </w:r>
            <w:r w:rsidRPr="00AE341B">
              <w:t>-</w:t>
            </w:r>
            <w:r w:rsidR="00593223">
              <w:t>F24</w:t>
            </w:r>
            <w:r w:rsidR="00AC17A1">
              <w:t>8</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AC17A1" w:rsidP="00F6512D">
            <w:pPr>
              <w:spacing w:before="60" w:after="60"/>
              <w:rPr>
                <w:b/>
                <w:szCs w:val="22"/>
              </w:rPr>
            </w:pPr>
            <w:r w:rsidRPr="00AC17A1">
              <w:rPr>
                <w:b/>
                <w:szCs w:val="22"/>
              </w:rPr>
              <w:t>CE3: Interpolation filter with shorter tap-length for small PU's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4342C7">
            <w:pPr>
              <w:spacing w:before="60" w:after="60"/>
              <w:rPr>
                <w:szCs w:val="22"/>
              </w:rPr>
            </w:pPr>
            <w:r>
              <w:rPr>
                <w:szCs w:val="22"/>
              </w:rPr>
              <w:t>Input Document to 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4342C7">
            <w:pPr>
              <w:spacing w:before="60" w:after="60"/>
              <w:rPr>
                <w:szCs w:val="22"/>
              </w:rPr>
            </w:pPr>
            <w:r>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3A16A1" w:rsidRDefault="006F3285" w:rsidP="003A16A1">
            <w:pPr>
              <w:spacing w:before="60" w:after="60"/>
              <w:rPr>
                <w:szCs w:val="22"/>
                <w:lang w:val="fi-FI" w:eastAsia="ja-JP"/>
              </w:rPr>
            </w:pPr>
            <w:r>
              <w:rPr>
                <w:szCs w:val="22"/>
                <w:lang w:val="fi-FI"/>
              </w:rPr>
              <w:t>Kemal Ugur,</w:t>
            </w:r>
            <w:r w:rsidR="00593223" w:rsidRPr="00593223">
              <w:rPr>
                <w:szCs w:val="22"/>
                <w:lang w:val="fi-FI"/>
              </w:rPr>
              <w:t xml:space="preserve"> Jani Lainema</w:t>
            </w:r>
            <w:r>
              <w:rPr>
                <w:szCs w:val="22"/>
                <w:lang w:val="fi-FI"/>
              </w:rPr>
              <w:t>, Oguz Bici</w:t>
            </w:r>
            <w:r w:rsidR="00E61DAC" w:rsidRPr="00593223">
              <w:rPr>
                <w:szCs w:val="22"/>
                <w:lang w:val="fi-FI"/>
              </w:rPr>
              <w:br/>
            </w:r>
            <w:r w:rsidR="00593223" w:rsidRPr="00593223">
              <w:rPr>
                <w:szCs w:val="22"/>
                <w:lang w:val="fi-FI"/>
              </w:rPr>
              <w:t>Visiokatu 1, Tampere, Finland</w:t>
            </w:r>
          </w:p>
        </w:tc>
        <w:tc>
          <w:tcPr>
            <w:tcW w:w="900" w:type="dxa"/>
          </w:tcPr>
          <w:p w:rsidR="00593223" w:rsidRDefault="00593223">
            <w:pPr>
              <w:spacing w:before="60" w:after="60"/>
              <w:rPr>
                <w:szCs w:val="22"/>
              </w:rPr>
            </w:pPr>
            <w:r>
              <w:rPr>
                <w:szCs w:val="22"/>
              </w:rPr>
              <w:t>Tel:</w:t>
            </w:r>
            <w:r w:rsidR="00E61DAC" w:rsidRPr="00AE341B">
              <w:rPr>
                <w:szCs w:val="22"/>
              </w:rPr>
              <w:br/>
            </w:r>
            <w:r>
              <w:rPr>
                <w:szCs w:val="22"/>
              </w:rPr>
              <w:t>Email:</w:t>
            </w:r>
          </w:p>
          <w:p w:rsidR="00E61DAC" w:rsidRPr="00AE341B" w:rsidRDefault="00593223" w:rsidP="00AC17A1">
            <w:pPr>
              <w:spacing w:before="60" w:after="60"/>
              <w:rPr>
                <w:szCs w:val="22"/>
              </w:rPr>
            </w:pPr>
            <w:r>
              <w:rPr>
                <w:szCs w:val="22"/>
              </w:rPr>
              <w:br/>
            </w:r>
            <w:r>
              <w:rPr>
                <w:szCs w:val="22"/>
              </w:rPr>
              <w:br/>
            </w:r>
          </w:p>
        </w:tc>
        <w:tc>
          <w:tcPr>
            <w:tcW w:w="3168" w:type="dxa"/>
          </w:tcPr>
          <w:p w:rsidR="00593223" w:rsidRDefault="00593223">
            <w:pPr>
              <w:spacing w:before="60" w:after="60"/>
              <w:rPr>
                <w:rStyle w:val="Hyperlink"/>
                <w:szCs w:val="22"/>
              </w:rPr>
            </w:pPr>
            <w:r>
              <w:rPr>
                <w:szCs w:val="22"/>
              </w:rPr>
              <w:t>+358 50 4860857</w:t>
            </w:r>
            <w:r w:rsidR="00E61DAC" w:rsidRPr="00AE341B">
              <w:rPr>
                <w:szCs w:val="22"/>
              </w:rPr>
              <w:br/>
            </w:r>
            <w:hyperlink r:id="rId11" w:history="1">
              <w:r w:rsidRPr="00F12023">
                <w:rPr>
                  <w:rStyle w:val="Hyperlink"/>
                  <w:szCs w:val="22"/>
                </w:rPr>
                <w:t>kemal.ugur@nokia.com</w:t>
              </w:r>
            </w:hyperlink>
            <w:r>
              <w:rPr>
                <w:szCs w:val="22"/>
              </w:rPr>
              <w:br/>
            </w:r>
            <w:hyperlink r:id="rId12" w:history="1">
              <w:r w:rsidRPr="00F12023">
                <w:rPr>
                  <w:rStyle w:val="Hyperlink"/>
                  <w:szCs w:val="22"/>
                </w:rPr>
                <w:t>jani.lainema@nokia.com</w:t>
              </w:r>
            </w:hyperlink>
          </w:p>
          <w:p w:rsidR="006F3285" w:rsidRDefault="006F3285">
            <w:pPr>
              <w:spacing w:before="60" w:after="60"/>
              <w:rPr>
                <w:szCs w:val="22"/>
              </w:rPr>
            </w:pPr>
            <w:r>
              <w:rPr>
                <w:rStyle w:val="Hyperlink"/>
                <w:szCs w:val="22"/>
              </w:rPr>
              <w:t>ext-oguz.bici@nokia.com</w:t>
            </w:r>
          </w:p>
          <w:p w:rsidR="00AC17A1" w:rsidRPr="00AE341B" w:rsidRDefault="00593223" w:rsidP="00AC17A1">
            <w:pPr>
              <w:spacing w:before="60" w:after="60"/>
              <w:rPr>
                <w:szCs w:val="22"/>
                <w:lang w:eastAsia="ja-JP"/>
              </w:rPr>
            </w:pPr>
            <w:r>
              <w:rPr>
                <w:szCs w:val="22"/>
              </w:rPr>
              <w:br/>
            </w:r>
          </w:p>
          <w:p w:rsidR="00E611B4" w:rsidRPr="00AE341B" w:rsidRDefault="00E611B4">
            <w:pPr>
              <w:spacing w:before="60" w:after="60"/>
              <w:rPr>
                <w:szCs w:val="22"/>
                <w:lang w:eastAsia="ja-JP"/>
              </w:rPr>
            </w:pP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4342C7" w:rsidP="00AC17A1">
            <w:pPr>
              <w:spacing w:before="60" w:after="60"/>
              <w:rPr>
                <w:szCs w:val="22"/>
                <w:lang w:eastAsia="ja-JP"/>
              </w:rPr>
            </w:pPr>
            <w:r>
              <w:rPr>
                <w:szCs w:val="22"/>
              </w:rPr>
              <w:t>Nokia</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AC17A1" w:rsidRDefault="00AC17A1" w:rsidP="00F6512D">
      <w:r>
        <w:t>This contribution presents Nokia’s response to the C</w:t>
      </w:r>
      <w:r w:rsidR="0032331D">
        <w:t>ore Experiment-3</w:t>
      </w:r>
      <w:r>
        <w:t xml:space="preserve">. In this proposal instead of the HM 8-tap filter, a 4-tap filter is used for bi-predicted small PU’s. The main goal of the proposal is to reduce the peak memory bandwidth of HEVC without impacting the coding efficiency. Experimental results show that coding efficiency changes negligibly (by around 0.03% on average) using this technique. </w:t>
      </w:r>
    </w:p>
    <w:p w:rsidR="00745F6B" w:rsidRPr="00AE341B" w:rsidRDefault="00745F6B" w:rsidP="00E11923">
      <w:pPr>
        <w:pStyle w:val="Heading1"/>
      </w:pPr>
      <w:r w:rsidRPr="00AE341B">
        <w:t xml:space="preserve">Introduction </w:t>
      </w:r>
    </w:p>
    <w:p w:rsidR="0032331D" w:rsidRDefault="0032331D" w:rsidP="0032331D">
      <w:pPr>
        <w:jc w:val="both"/>
        <w:rPr>
          <w:szCs w:val="22"/>
        </w:rPr>
      </w:pPr>
      <w:r>
        <w:rPr>
          <w:szCs w:val="22"/>
        </w:rPr>
        <w:t>HM3.0 defines a</w:t>
      </w:r>
      <w:r w:rsidR="00AC17A1">
        <w:rPr>
          <w:szCs w:val="22"/>
        </w:rPr>
        <w:t>n</w:t>
      </w:r>
      <w:r>
        <w:rPr>
          <w:szCs w:val="22"/>
        </w:rPr>
        <w:t xml:space="preserve"> </w:t>
      </w:r>
      <w:r w:rsidR="00AC17A1">
        <w:rPr>
          <w:szCs w:val="22"/>
        </w:rPr>
        <w:t>8</w:t>
      </w:r>
      <w:r>
        <w:rPr>
          <w:szCs w:val="22"/>
        </w:rPr>
        <w:t xml:space="preserve">-tap separable filter to interpolate </w:t>
      </w:r>
      <w:proofErr w:type="spellStart"/>
      <w:r w:rsidR="00AC17A1">
        <w:rPr>
          <w:szCs w:val="22"/>
        </w:rPr>
        <w:t>luma</w:t>
      </w:r>
      <w:proofErr w:type="spellEnd"/>
      <w:r w:rsidR="00AC17A1">
        <w:rPr>
          <w:szCs w:val="22"/>
        </w:rPr>
        <w:t xml:space="preserve"> </w:t>
      </w:r>
      <w:r>
        <w:rPr>
          <w:szCs w:val="22"/>
        </w:rPr>
        <w:t>samples. For small motion blocks,</w:t>
      </w:r>
      <w:r w:rsidR="00AC17A1">
        <w:rPr>
          <w:szCs w:val="22"/>
        </w:rPr>
        <w:t xml:space="preserve"> utilizing the</w:t>
      </w:r>
      <w:r>
        <w:rPr>
          <w:szCs w:val="22"/>
        </w:rPr>
        <w:t xml:space="preserve"> </w:t>
      </w:r>
      <w:r w:rsidR="00AC17A1">
        <w:rPr>
          <w:szCs w:val="22"/>
        </w:rPr>
        <w:t>8</w:t>
      </w:r>
      <w:r>
        <w:rPr>
          <w:szCs w:val="22"/>
        </w:rPr>
        <w:t xml:space="preserve">-tap filter brings a significant overhead in terms of memory bandwidth. For example if the PU size is 4x4, then </w:t>
      </w:r>
      <w:r w:rsidR="00AC17A1">
        <w:rPr>
          <w:szCs w:val="22"/>
        </w:rPr>
        <w:t>the decoder needs to load 11x11 = 121 samples (a</w:t>
      </w:r>
      <w:r>
        <w:rPr>
          <w:szCs w:val="22"/>
        </w:rPr>
        <w:t>ssuming MV points one of the sub-pixels that are not horizontally or vertically aligned with the integer samples</w:t>
      </w:r>
      <w:r w:rsidR="00AC17A1">
        <w:rPr>
          <w:szCs w:val="22"/>
        </w:rPr>
        <w:t xml:space="preserve">). This is around </w:t>
      </w:r>
      <w:r w:rsidR="00137054">
        <w:rPr>
          <w:szCs w:val="22"/>
        </w:rPr>
        <w:t>7.5</w:t>
      </w:r>
      <w:r w:rsidR="00AC17A1">
        <w:rPr>
          <w:szCs w:val="22"/>
        </w:rPr>
        <w:t xml:space="preserve"> times the prediction block and significantly increase, especially, the worst case memory bandwidth. </w:t>
      </w:r>
    </w:p>
    <w:p w:rsidR="0032331D" w:rsidRDefault="0032331D" w:rsidP="0032331D">
      <w:pPr>
        <w:jc w:val="both"/>
        <w:rPr>
          <w:szCs w:val="22"/>
        </w:rPr>
      </w:pPr>
      <w:r>
        <w:rPr>
          <w:szCs w:val="22"/>
        </w:rPr>
        <w:t>In order to reduce the memory bandwidth overhead we propose the following:</w:t>
      </w:r>
    </w:p>
    <w:p w:rsidR="0032331D" w:rsidRDefault="0032331D" w:rsidP="0032331D">
      <w:pPr>
        <w:numPr>
          <w:ilvl w:val="0"/>
          <w:numId w:val="11"/>
        </w:numPr>
        <w:jc w:val="both"/>
        <w:rPr>
          <w:szCs w:val="22"/>
        </w:rPr>
      </w:pPr>
      <w:r>
        <w:rPr>
          <w:szCs w:val="22"/>
        </w:rPr>
        <w:t xml:space="preserve">For bi-predicted blocks of PU size &lt; 8x8, use </w:t>
      </w:r>
      <w:r w:rsidR="00AC17A1">
        <w:rPr>
          <w:szCs w:val="22"/>
        </w:rPr>
        <w:t>4-tap</w:t>
      </w:r>
      <w:r>
        <w:rPr>
          <w:szCs w:val="22"/>
        </w:rPr>
        <w:t xml:space="preserve"> filter</w:t>
      </w:r>
      <w:r w:rsidR="00AC17A1">
        <w:rPr>
          <w:szCs w:val="22"/>
        </w:rPr>
        <w:t>.</w:t>
      </w:r>
    </w:p>
    <w:p w:rsidR="0032331D" w:rsidRDefault="0032331D" w:rsidP="0032331D">
      <w:pPr>
        <w:numPr>
          <w:ilvl w:val="0"/>
          <w:numId w:val="11"/>
        </w:numPr>
        <w:jc w:val="both"/>
        <w:rPr>
          <w:szCs w:val="22"/>
        </w:rPr>
      </w:pPr>
      <w:r>
        <w:rPr>
          <w:szCs w:val="22"/>
        </w:rPr>
        <w:t xml:space="preserve">For other cases, use </w:t>
      </w:r>
      <w:r w:rsidR="00137054">
        <w:rPr>
          <w:szCs w:val="22"/>
        </w:rPr>
        <w:t>8</w:t>
      </w:r>
      <w:r>
        <w:rPr>
          <w:szCs w:val="22"/>
        </w:rPr>
        <w:t xml:space="preserve">-tap </w:t>
      </w:r>
      <w:r w:rsidR="00137054">
        <w:rPr>
          <w:szCs w:val="22"/>
        </w:rPr>
        <w:t xml:space="preserve">filter </w:t>
      </w:r>
      <w:r>
        <w:rPr>
          <w:szCs w:val="22"/>
        </w:rPr>
        <w:t>as defined in HM3.0.</w:t>
      </w:r>
    </w:p>
    <w:p w:rsidR="00F81074" w:rsidRDefault="00F81074" w:rsidP="0032331D">
      <w:pPr>
        <w:jc w:val="both"/>
        <w:rPr>
          <w:szCs w:val="22"/>
        </w:rPr>
      </w:pPr>
      <w:r>
        <w:rPr>
          <w:szCs w:val="22"/>
        </w:rPr>
        <w:t xml:space="preserve">The main reason to limit the usage of bilinear filter for small block sizes is that memory bandwidth is more problematic when the block size is small. For example, for a 16x16 block </w:t>
      </w:r>
      <w:r w:rsidR="00AC17A1">
        <w:rPr>
          <w:szCs w:val="22"/>
        </w:rPr>
        <w:t>size, decoder needs to load a 23</w:t>
      </w:r>
      <w:r>
        <w:rPr>
          <w:szCs w:val="22"/>
        </w:rPr>
        <w:t>x</w:t>
      </w:r>
      <w:r w:rsidR="00AC17A1">
        <w:rPr>
          <w:szCs w:val="22"/>
        </w:rPr>
        <w:t>23</w:t>
      </w:r>
      <w:r>
        <w:rPr>
          <w:szCs w:val="22"/>
        </w:rPr>
        <w:t xml:space="preserve"> block (which is </w:t>
      </w:r>
      <w:r w:rsidR="00AC17A1">
        <w:rPr>
          <w:szCs w:val="22"/>
        </w:rPr>
        <w:t xml:space="preserve">around 2 x the </w:t>
      </w:r>
      <w:r>
        <w:rPr>
          <w:szCs w:val="22"/>
        </w:rPr>
        <w:t>prediction block</w:t>
      </w:r>
      <w:r w:rsidR="00AC17A1">
        <w:rPr>
          <w:szCs w:val="22"/>
        </w:rPr>
        <w:t xml:space="preserve"> size</w:t>
      </w:r>
      <w:r>
        <w:rPr>
          <w:szCs w:val="22"/>
        </w:rPr>
        <w:t xml:space="preserve">), but for a </w:t>
      </w:r>
      <w:r w:rsidR="00AC17A1">
        <w:rPr>
          <w:szCs w:val="22"/>
        </w:rPr>
        <w:t>4x4</w:t>
      </w:r>
      <w:r>
        <w:rPr>
          <w:szCs w:val="22"/>
        </w:rPr>
        <w:t xml:space="preserve"> block size, decoder needs to load a </w:t>
      </w:r>
      <w:r w:rsidR="00AC17A1">
        <w:rPr>
          <w:szCs w:val="22"/>
        </w:rPr>
        <w:t>11</w:t>
      </w:r>
      <w:r>
        <w:rPr>
          <w:szCs w:val="22"/>
        </w:rPr>
        <w:t>x</w:t>
      </w:r>
      <w:r w:rsidR="00AC17A1">
        <w:rPr>
          <w:szCs w:val="22"/>
        </w:rPr>
        <w:t>11</w:t>
      </w:r>
      <w:r>
        <w:rPr>
          <w:szCs w:val="22"/>
        </w:rPr>
        <w:t xml:space="preserve"> block (which </w:t>
      </w:r>
      <w:r w:rsidR="00AC17A1">
        <w:rPr>
          <w:szCs w:val="22"/>
        </w:rPr>
        <w:t>is around 7.5 x prediction block size</w:t>
      </w:r>
      <w:r>
        <w:rPr>
          <w:szCs w:val="22"/>
        </w:rPr>
        <w:t>).</w:t>
      </w:r>
    </w:p>
    <w:p w:rsidR="00D212FF" w:rsidRDefault="00D212FF" w:rsidP="0032331D">
      <w:pPr>
        <w:jc w:val="both"/>
        <w:rPr>
          <w:szCs w:val="22"/>
        </w:rPr>
      </w:pPr>
      <w:r>
        <w:rPr>
          <w:szCs w:val="22"/>
        </w:rPr>
        <w:t>In addition to reducing the peak memory bandwidth, the average memory bandwidth and average interpolation complexities are also reduced.</w:t>
      </w:r>
    </w:p>
    <w:p w:rsidR="00D212FF" w:rsidRDefault="00D212FF" w:rsidP="0032331D">
      <w:pPr>
        <w:jc w:val="both"/>
        <w:rPr>
          <w:szCs w:val="22"/>
        </w:rPr>
      </w:pPr>
      <w:r>
        <w:rPr>
          <w:szCs w:val="22"/>
        </w:rPr>
        <w:t>The</w:t>
      </w:r>
      <w:r w:rsidR="003A16A1">
        <w:rPr>
          <w:szCs w:val="22"/>
        </w:rPr>
        <w:t xml:space="preserve"> utilized</w:t>
      </w:r>
      <w:r>
        <w:rPr>
          <w:szCs w:val="22"/>
        </w:rPr>
        <w:t xml:space="preserve"> 4-tap filter has the following taps</w:t>
      </w:r>
      <w:r w:rsidR="003A16A1">
        <w:rPr>
          <w:szCs w:val="22"/>
        </w:rPr>
        <w:t xml:space="preserve"> (it is designed to have a sharp frequency response as it is only used for bi-prediction):</w:t>
      </w:r>
    </w:p>
    <w:p w:rsidR="009A55E5" w:rsidRDefault="009A55E5" w:rsidP="0032331D">
      <w:pPr>
        <w:jc w:val="both"/>
        <w:rPr>
          <w:szCs w:val="22"/>
        </w:rPr>
      </w:pPr>
      <w:r>
        <w:rPr>
          <w:szCs w:val="22"/>
        </w:rPr>
        <w:t xml:space="preserve">½ </w:t>
      </w:r>
      <w:proofErr w:type="spellStart"/>
      <w:proofErr w:type="gramStart"/>
      <w:r>
        <w:rPr>
          <w:szCs w:val="22"/>
        </w:rPr>
        <w:t>pel</w:t>
      </w:r>
      <w:proofErr w:type="spellEnd"/>
      <w:r>
        <w:rPr>
          <w:szCs w:val="22"/>
        </w:rPr>
        <w:t xml:space="preserve"> :</w:t>
      </w:r>
      <w:proofErr w:type="gramEnd"/>
      <w:r>
        <w:rPr>
          <w:szCs w:val="22"/>
        </w:rPr>
        <w:t xml:space="preserve"> [-6 38 38 -6]</w:t>
      </w:r>
    </w:p>
    <w:p w:rsidR="009A55E5" w:rsidRDefault="009A55E5" w:rsidP="0032331D">
      <w:pPr>
        <w:jc w:val="both"/>
        <w:rPr>
          <w:szCs w:val="22"/>
        </w:rPr>
      </w:pPr>
      <w:r>
        <w:rPr>
          <w:szCs w:val="22"/>
        </w:rPr>
        <w:t xml:space="preserve">¼ </w:t>
      </w:r>
      <w:proofErr w:type="spellStart"/>
      <w:proofErr w:type="gramStart"/>
      <w:r>
        <w:rPr>
          <w:szCs w:val="22"/>
        </w:rPr>
        <w:t>pel</w:t>
      </w:r>
      <w:proofErr w:type="spellEnd"/>
      <w:r>
        <w:rPr>
          <w:szCs w:val="22"/>
        </w:rPr>
        <w:t xml:space="preserve"> :</w:t>
      </w:r>
      <w:proofErr w:type="gramEnd"/>
      <w:r>
        <w:rPr>
          <w:szCs w:val="22"/>
        </w:rPr>
        <w:t xml:space="preserve"> [-6 56 18 -4]</w:t>
      </w:r>
    </w:p>
    <w:p w:rsidR="00784569" w:rsidRDefault="00784569" w:rsidP="0032331D">
      <w:pPr>
        <w:jc w:val="both"/>
        <w:rPr>
          <w:szCs w:val="22"/>
        </w:rPr>
      </w:pPr>
      <w:r>
        <w:rPr>
          <w:szCs w:val="22"/>
        </w:rPr>
        <w:t>In order to avoid supporting an additional 4-tap filter</w:t>
      </w:r>
      <w:r w:rsidR="009A55E5">
        <w:rPr>
          <w:szCs w:val="22"/>
        </w:rPr>
        <w:t xml:space="preserve"> in the HEVC design</w:t>
      </w:r>
      <w:r>
        <w:rPr>
          <w:szCs w:val="22"/>
        </w:rPr>
        <w:t xml:space="preserve">, the </w:t>
      </w:r>
      <w:proofErr w:type="spellStart"/>
      <w:r>
        <w:rPr>
          <w:szCs w:val="22"/>
        </w:rPr>
        <w:t>chroma</w:t>
      </w:r>
      <w:proofErr w:type="spellEnd"/>
      <w:r>
        <w:rPr>
          <w:szCs w:val="22"/>
        </w:rPr>
        <w:t xml:space="preserve"> 4-tap filter could be </w:t>
      </w:r>
      <w:r w:rsidR="009A55E5">
        <w:rPr>
          <w:szCs w:val="22"/>
        </w:rPr>
        <w:t>re-</w:t>
      </w:r>
      <w:r>
        <w:rPr>
          <w:szCs w:val="22"/>
        </w:rPr>
        <w:t xml:space="preserve">used. The results for that case </w:t>
      </w:r>
      <w:r w:rsidR="009A55E5">
        <w:rPr>
          <w:szCs w:val="22"/>
        </w:rPr>
        <w:t>will</w:t>
      </w:r>
      <w:r>
        <w:rPr>
          <w:szCs w:val="22"/>
        </w:rPr>
        <w:t xml:space="preserve"> also </w:t>
      </w:r>
      <w:r w:rsidR="009A55E5">
        <w:rPr>
          <w:szCs w:val="22"/>
        </w:rPr>
        <w:t xml:space="preserve">be </w:t>
      </w:r>
      <w:r>
        <w:rPr>
          <w:szCs w:val="22"/>
        </w:rPr>
        <w:t>provided.</w:t>
      </w:r>
    </w:p>
    <w:p w:rsidR="0032331D" w:rsidRDefault="0032331D" w:rsidP="0032331D">
      <w:pPr>
        <w:pStyle w:val="Heading1"/>
      </w:pPr>
      <w:r>
        <w:lastRenderedPageBreak/>
        <w:t>Experimental Results</w:t>
      </w:r>
    </w:p>
    <w:p w:rsidR="00137054" w:rsidRDefault="00137054" w:rsidP="00137054">
      <w:r>
        <w:t xml:space="preserve">The proposal is implemented in HM3.0. It should be noted that the motion estimation stage utilizes an 8-tap filter, but during motion compensation the prediction block is generated using the 4-tap filter. </w:t>
      </w:r>
      <w:r w:rsidR="003A16A1">
        <w:t xml:space="preserve"> (Results for low-delay with P pictures are not presented as they are identical to the anchor)</w:t>
      </w:r>
    </w:p>
    <w:p w:rsidR="00137054" w:rsidRDefault="00137054" w:rsidP="00137054"/>
    <w:tbl>
      <w:tblPr>
        <w:tblW w:w="7240" w:type="dxa"/>
        <w:tblInd w:w="93" w:type="dxa"/>
        <w:tblLook w:val="04A0" w:firstRow="1" w:lastRow="0" w:firstColumn="1" w:lastColumn="0" w:noHBand="0" w:noVBand="1"/>
      </w:tblPr>
      <w:tblGrid>
        <w:gridCol w:w="1360"/>
        <w:gridCol w:w="980"/>
        <w:gridCol w:w="980"/>
        <w:gridCol w:w="980"/>
        <w:gridCol w:w="980"/>
        <w:gridCol w:w="980"/>
        <w:gridCol w:w="980"/>
      </w:tblGrid>
      <w:tr w:rsidR="00137054" w:rsidRPr="00137054" w:rsidTr="00137054">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Random access</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Random access LC</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r>
      <w:tr w:rsidR="00137054" w:rsidRPr="00137054" w:rsidTr="00137054">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V BD-rate</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Y BD-rate</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U BD-rate</w:t>
            </w:r>
          </w:p>
        </w:tc>
        <w:tc>
          <w:tcPr>
            <w:tcW w:w="980" w:type="dxa"/>
            <w:tcBorders>
              <w:top w:val="nil"/>
              <w:left w:val="nil"/>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V BD-rate</w:t>
            </w:r>
          </w:p>
        </w:tc>
      </w:tr>
      <w:tr w:rsidR="00137054" w:rsidRPr="00137054" w:rsidTr="00137054">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A</w:t>
            </w:r>
          </w:p>
        </w:tc>
        <w:tc>
          <w:tcPr>
            <w:tcW w:w="980" w:type="dxa"/>
            <w:tcBorders>
              <w:top w:val="single" w:sz="8" w:space="0" w:color="auto"/>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single" w:sz="8" w:space="0" w:color="auto"/>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c>
          <w:tcPr>
            <w:tcW w:w="980" w:type="dxa"/>
            <w:tcBorders>
              <w:top w:val="single" w:sz="8" w:space="0" w:color="auto"/>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r>
      <w:tr w:rsidR="00137054" w:rsidRPr="00137054" w:rsidTr="00137054">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B</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r>
      <w:tr w:rsidR="00137054" w:rsidRPr="00137054" w:rsidTr="00137054">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C</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r>
      <w:tr w:rsidR="00137054" w:rsidRPr="00137054" w:rsidTr="00137054">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D</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0.3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0.3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r>
      <w:tr w:rsidR="00137054" w:rsidRPr="00137054" w:rsidTr="00137054">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E</w:t>
            </w:r>
          </w:p>
        </w:tc>
        <w:tc>
          <w:tcPr>
            <w:tcW w:w="980" w:type="dxa"/>
            <w:tcBorders>
              <w:top w:val="nil"/>
              <w:left w:val="nil"/>
              <w:bottom w:val="single" w:sz="4" w:space="0" w:color="auto"/>
              <w:right w:val="nil"/>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nil"/>
              <w:left w:val="nil"/>
              <w:bottom w:val="single" w:sz="4" w:space="0" w:color="auto"/>
              <w:right w:val="single" w:sz="8" w:space="0" w:color="auto"/>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nil"/>
              <w:left w:val="nil"/>
              <w:bottom w:val="single" w:sz="4" w:space="0" w:color="auto"/>
              <w:right w:val="single" w:sz="8" w:space="0" w:color="auto"/>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r>
      <w:tr w:rsidR="00137054" w:rsidRPr="00137054" w:rsidTr="00137054">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All</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0.06 </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0.05 </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r>
      <w:tr w:rsidR="00137054" w:rsidRPr="00137054" w:rsidTr="00137054">
        <w:trPr>
          <w:trHeight w:val="255"/>
        </w:trPr>
        <w:tc>
          <w:tcPr>
            <w:tcW w:w="1360" w:type="dxa"/>
            <w:tcBorders>
              <w:top w:val="nil"/>
              <w:left w:val="single" w:sz="8" w:space="0" w:color="auto"/>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roofErr w:type="spellStart"/>
            <w:r w:rsidRPr="00137054">
              <w:rPr>
                <w:rFonts w:ascii="Arial" w:eastAsia="Times New Roman" w:hAnsi="Arial" w:cs="Arial"/>
                <w:sz w:val="20"/>
              </w:rPr>
              <w:t>Enc</w:t>
            </w:r>
            <w:proofErr w:type="spellEnd"/>
            <w:r w:rsidRPr="00137054">
              <w:rPr>
                <w:rFonts w:ascii="Arial" w:eastAsia="Times New Roman" w:hAnsi="Arial" w:cs="Arial"/>
                <w:sz w:val="20"/>
              </w:rPr>
              <w:t xml:space="preserve">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101%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101%</w:t>
            </w:r>
          </w:p>
        </w:tc>
      </w:tr>
      <w:tr w:rsidR="00137054" w:rsidRPr="00137054" w:rsidTr="00137054">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96%</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100%</w:t>
            </w:r>
          </w:p>
        </w:tc>
      </w:tr>
      <w:tr w:rsidR="00137054" w:rsidRPr="00137054" w:rsidTr="00137054">
        <w:trPr>
          <w:trHeight w:val="270"/>
        </w:trPr>
        <w:tc>
          <w:tcPr>
            <w:tcW w:w="136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r>
      <w:tr w:rsidR="00137054" w:rsidRPr="00137054" w:rsidTr="00137054">
        <w:trPr>
          <w:trHeight w:val="270"/>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Low delay</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Low delay LC</w:t>
            </w:r>
          </w:p>
        </w:tc>
      </w:tr>
      <w:tr w:rsidR="00137054" w:rsidRPr="00137054" w:rsidTr="00137054">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V BD-rate</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V BD-rate</w:t>
            </w:r>
          </w:p>
        </w:tc>
      </w:tr>
      <w:tr w:rsidR="00137054" w:rsidRPr="00137054" w:rsidTr="00137054">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A</w:t>
            </w:r>
          </w:p>
        </w:tc>
        <w:tc>
          <w:tcPr>
            <w:tcW w:w="980" w:type="dxa"/>
            <w:tcBorders>
              <w:top w:val="single" w:sz="8" w:space="0" w:color="auto"/>
              <w:left w:val="nil"/>
              <w:bottom w:val="nil"/>
              <w:right w:val="nil"/>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single" w:sz="8" w:space="0" w:color="auto"/>
              <w:left w:val="nil"/>
              <w:bottom w:val="nil"/>
              <w:right w:val="single" w:sz="8" w:space="0" w:color="auto"/>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c>
          <w:tcPr>
            <w:tcW w:w="980" w:type="dxa"/>
            <w:tcBorders>
              <w:top w:val="single" w:sz="8" w:space="0" w:color="auto"/>
              <w:left w:val="nil"/>
              <w:bottom w:val="nil"/>
              <w:right w:val="single" w:sz="8" w:space="0" w:color="auto"/>
            </w:tcBorders>
            <w:shd w:val="clear" w:color="000000" w:fill="C0C0C0"/>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 </w:t>
            </w:r>
          </w:p>
        </w:tc>
      </w:tr>
      <w:tr w:rsidR="00137054" w:rsidRPr="00137054" w:rsidTr="00137054">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B</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0.3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-0.3 </w:t>
            </w:r>
          </w:p>
        </w:tc>
      </w:tr>
      <w:tr w:rsidR="00137054" w:rsidRPr="00137054" w:rsidTr="00137054">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C</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r>
      <w:tr w:rsidR="00137054" w:rsidRPr="00137054" w:rsidTr="00137054">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D</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0.4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0.4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c>
          <w:tcPr>
            <w:tcW w:w="980" w:type="dxa"/>
            <w:tcBorders>
              <w:top w:val="nil"/>
              <w:left w:val="nil"/>
              <w:bottom w:val="nil"/>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r>
      <w:tr w:rsidR="00137054" w:rsidRPr="00137054" w:rsidTr="00137054">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Class E</w:t>
            </w:r>
          </w:p>
        </w:tc>
        <w:tc>
          <w:tcPr>
            <w:tcW w:w="980" w:type="dxa"/>
            <w:tcBorders>
              <w:top w:val="nil"/>
              <w:left w:val="nil"/>
              <w:bottom w:val="single" w:sz="4"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single" w:sz="4"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c>
          <w:tcPr>
            <w:tcW w:w="980" w:type="dxa"/>
            <w:tcBorders>
              <w:top w:val="nil"/>
              <w:left w:val="nil"/>
              <w:bottom w:val="single" w:sz="4"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-0.3 </w:t>
            </w:r>
          </w:p>
        </w:tc>
        <w:tc>
          <w:tcPr>
            <w:tcW w:w="980" w:type="dxa"/>
            <w:tcBorders>
              <w:top w:val="nil"/>
              <w:left w:val="nil"/>
              <w:bottom w:val="single" w:sz="4"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-0.1 </w:t>
            </w:r>
          </w:p>
        </w:tc>
        <w:tc>
          <w:tcPr>
            <w:tcW w:w="980" w:type="dxa"/>
            <w:tcBorders>
              <w:top w:val="nil"/>
              <w:left w:val="nil"/>
              <w:bottom w:val="single" w:sz="4"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c>
          <w:tcPr>
            <w:tcW w:w="980" w:type="dxa"/>
            <w:tcBorders>
              <w:top w:val="nil"/>
              <w:left w:val="nil"/>
              <w:bottom w:val="single" w:sz="4"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-0.6 </w:t>
            </w:r>
          </w:p>
        </w:tc>
      </w:tr>
      <w:tr w:rsidR="00137054" w:rsidRPr="00137054" w:rsidTr="00137054">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All</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0.05 </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c>
          <w:tcPr>
            <w:tcW w:w="980" w:type="dxa"/>
            <w:tcBorders>
              <w:top w:val="nil"/>
              <w:left w:val="nil"/>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-0.04 </w:t>
            </w:r>
          </w:p>
        </w:tc>
        <w:tc>
          <w:tcPr>
            <w:tcW w:w="980" w:type="dxa"/>
            <w:tcBorders>
              <w:top w:val="nil"/>
              <w:left w:val="nil"/>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0.0 </w:t>
            </w:r>
          </w:p>
        </w:tc>
        <w:tc>
          <w:tcPr>
            <w:tcW w:w="980" w:type="dxa"/>
            <w:tcBorders>
              <w:top w:val="nil"/>
              <w:left w:val="nil"/>
              <w:bottom w:val="single" w:sz="8" w:space="0" w:color="auto"/>
              <w:right w:val="single" w:sz="8" w:space="0" w:color="auto"/>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137054">
              <w:rPr>
                <w:rFonts w:ascii="Arial" w:eastAsia="Times New Roman" w:hAnsi="Arial" w:cs="Arial"/>
                <w:sz w:val="20"/>
              </w:rPr>
              <w:t xml:space="preserve">-0.2 </w:t>
            </w:r>
          </w:p>
        </w:tc>
      </w:tr>
      <w:tr w:rsidR="00137054" w:rsidRPr="00137054" w:rsidTr="00137054">
        <w:trPr>
          <w:trHeight w:val="255"/>
        </w:trPr>
        <w:tc>
          <w:tcPr>
            <w:tcW w:w="1360" w:type="dxa"/>
            <w:tcBorders>
              <w:top w:val="nil"/>
              <w:left w:val="single" w:sz="8" w:space="0" w:color="auto"/>
              <w:bottom w:val="nil"/>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roofErr w:type="spellStart"/>
            <w:r w:rsidRPr="00137054">
              <w:rPr>
                <w:rFonts w:ascii="Arial" w:eastAsia="Times New Roman" w:hAnsi="Arial" w:cs="Arial"/>
                <w:sz w:val="20"/>
              </w:rPr>
              <w:t>Enc</w:t>
            </w:r>
            <w:proofErr w:type="spellEnd"/>
            <w:r w:rsidRPr="00137054">
              <w:rPr>
                <w:rFonts w:ascii="Arial" w:eastAsia="Times New Roman" w:hAnsi="Arial" w:cs="Arial"/>
                <w:sz w:val="20"/>
              </w:rPr>
              <w:t xml:space="preserve">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101%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101%</w:t>
            </w:r>
          </w:p>
        </w:tc>
      </w:tr>
      <w:tr w:rsidR="00137054" w:rsidRPr="00137054" w:rsidTr="00137054">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137054">
              <w:rPr>
                <w:rFonts w:ascii="Arial" w:eastAsia="Times New Roman" w:hAnsi="Arial" w:cs="Arial"/>
                <w:sz w:val="20"/>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137054" w:rsidRPr="00137054" w:rsidRDefault="00137054" w:rsidP="0013705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137054">
              <w:rPr>
                <w:rFonts w:ascii="Arial" w:eastAsia="Times New Roman" w:hAnsi="Arial" w:cs="Arial"/>
                <w:sz w:val="20"/>
              </w:rPr>
              <w:t>100%</w:t>
            </w:r>
          </w:p>
        </w:tc>
      </w:tr>
    </w:tbl>
    <w:p w:rsidR="00B552A3" w:rsidRDefault="00B552A3" w:rsidP="00B552A3"/>
    <w:p w:rsidR="00B552A3" w:rsidRDefault="00B552A3" w:rsidP="00B552A3">
      <w:r>
        <w:t xml:space="preserve">In CE3, various other filter coefficients are presented. Some variations of this proposal together with other proposals are presented below as supplementary experimental data </w:t>
      </w:r>
    </w:p>
    <w:p w:rsidR="00B552A3" w:rsidRDefault="00B552A3" w:rsidP="00B552A3">
      <w:pPr>
        <w:rPr>
          <w:b/>
        </w:rPr>
      </w:pPr>
      <w:r>
        <w:rPr>
          <w:b/>
        </w:rPr>
        <w:t xml:space="preserve">Using the same 4-tap </w:t>
      </w:r>
      <w:proofErr w:type="spellStart"/>
      <w:r>
        <w:rPr>
          <w:b/>
        </w:rPr>
        <w:t>chroma</w:t>
      </w:r>
      <w:proofErr w:type="spellEnd"/>
      <w:r>
        <w:rPr>
          <w:b/>
        </w:rPr>
        <w:t xml:space="preserve"> filter</w:t>
      </w:r>
    </w:p>
    <w:p w:rsidR="00B552A3" w:rsidRPr="006F3285" w:rsidRDefault="006F3285" w:rsidP="00B552A3">
      <w:r>
        <w:t xml:space="preserve">This test </w:t>
      </w:r>
      <w:r w:rsidR="00210969">
        <w:t>reuses</w:t>
      </w:r>
      <w:r>
        <w:t xml:space="preserve"> the same 4-tap filter coefficients </w:t>
      </w:r>
      <w:r w:rsidR="00210969">
        <w:t xml:space="preserve">used </w:t>
      </w:r>
      <w:r>
        <w:t xml:space="preserve">for </w:t>
      </w:r>
      <w:proofErr w:type="spellStart"/>
      <w:r>
        <w:t>chroma</w:t>
      </w:r>
      <w:proofErr w:type="spellEnd"/>
      <w:r w:rsidR="00210969">
        <w:t xml:space="preserve"> sample interpolation</w:t>
      </w:r>
      <w:r>
        <w:t xml:space="preserve"> instead of the ones defined in previous subsection. The aim of this is to improve the spec. cleanliness and help in implementation complexity. On average the coding efficiency loss is 0.05% </w:t>
      </w:r>
    </w:p>
    <w:p w:rsidR="006F3285" w:rsidRDefault="006F3285" w:rsidP="00B552A3">
      <w:pPr>
        <w:rPr>
          <w:b/>
        </w:rPr>
      </w:pPr>
    </w:p>
    <w:tbl>
      <w:tblPr>
        <w:tblW w:w="7240" w:type="dxa"/>
        <w:tblInd w:w="93" w:type="dxa"/>
        <w:tblLook w:val="04A0" w:firstRow="1" w:lastRow="0" w:firstColumn="1" w:lastColumn="0" w:noHBand="0" w:noVBand="1"/>
      </w:tblPr>
      <w:tblGrid>
        <w:gridCol w:w="1360"/>
        <w:gridCol w:w="980"/>
        <w:gridCol w:w="980"/>
        <w:gridCol w:w="980"/>
        <w:gridCol w:w="980"/>
        <w:gridCol w:w="980"/>
        <w:gridCol w:w="980"/>
      </w:tblGrid>
      <w:tr w:rsidR="00B552A3" w:rsidRPr="00B552A3" w:rsidTr="00B552A3">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Random access</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Random access LC</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r>
      <w:tr w:rsidR="00B552A3" w:rsidRPr="00B552A3" w:rsidTr="00B552A3">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V BD-rate</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Y BD-rate</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U BD-rate</w:t>
            </w:r>
          </w:p>
        </w:tc>
        <w:tc>
          <w:tcPr>
            <w:tcW w:w="980" w:type="dxa"/>
            <w:tcBorders>
              <w:top w:val="nil"/>
              <w:left w:val="nil"/>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V BD-rate</w:t>
            </w:r>
          </w:p>
        </w:tc>
      </w:tr>
      <w:tr w:rsidR="00B552A3" w:rsidRPr="00B552A3" w:rsidTr="00B552A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A</w:t>
            </w:r>
          </w:p>
        </w:tc>
        <w:tc>
          <w:tcPr>
            <w:tcW w:w="980" w:type="dxa"/>
            <w:tcBorders>
              <w:top w:val="single" w:sz="8" w:space="0" w:color="auto"/>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0.06 </w:t>
            </w:r>
          </w:p>
        </w:tc>
        <w:tc>
          <w:tcPr>
            <w:tcW w:w="980" w:type="dxa"/>
            <w:tcBorders>
              <w:top w:val="single" w:sz="8" w:space="0" w:color="auto"/>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0.04 </w:t>
            </w:r>
          </w:p>
        </w:tc>
        <w:tc>
          <w:tcPr>
            <w:tcW w:w="980" w:type="dxa"/>
            <w:tcBorders>
              <w:top w:val="single" w:sz="8" w:space="0" w:color="auto"/>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0.07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0.00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-0.02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0.19 </w:t>
            </w:r>
          </w:p>
        </w:tc>
      </w:tr>
      <w:tr w:rsidR="00B552A3" w:rsidRPr="00B552A3" w:rsidTr="00B552A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B</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0.00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-0.04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0.00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-0.02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0.03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0.04 </w:t>
            </w:r>
          </w:p>
        </w:tc>
      </w:tr>
      <w:tr w:rsidR="00B552A3" w:rsidRPr="00B552A3" w:rsidTr="00B552A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C</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0.11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0.08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0.08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0.12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0.04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0.02 </w:t>
            </w:r>
          </w:p>
        </w:tc>
      </w:tr>
      <w:tr w:rsidR="00B552A3" w:rsidRPr="00B552A3" w:rsidTr="00B552A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D</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0.36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0.19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0.13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0.38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0.19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0.21 </w:t>
            </w:r>
          </w:p>
        </w:tc>
      </w:tr>
      <w:tr w:rsidR="00B552A3" w:rsidRPr="00B552A3" w:rsidTr="00B552A3">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E</w:t>
            </w:r>
          </w:p>
        </w:tc>
        <w:tc>
          <w:tcPr>
            <w:tcW w:w="980" w:type="dxa"/>
            <w:tcBorders>
              <w:top w:val="nil"/>
              <w:left w:val="nil"/>
              <w:bottom w:val="single" w:sz="4" w:space="0" w:color="auto"/>
              <w:right w:val="nil"/>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nil"/>
              <w:left w:val="nil"/>
              <w:bottom w:val="single" w:sz="4" w:space="0" w:color="auto"/>
              <w:right w:val="single" w:sz="8" w:space="0" w:color="auto"/>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nil"/>
              <w:left w:val="nil"/>
              <w:bottom w:val="single" w:sz="4" w:space="0" w:color="auto"/>
              <w:right w:val="single" w:sz="8" w:space="0" w:color="auto"/>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r>
      <w:tr w:rsidR="00B552A3" w:rsidRPr="00B552A3" w:rsidTr="00B552A3">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All</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0.12 </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0.06 </w:t>
            </w:r>
          </w:p>
        </w:tc>
        <w:tc>
          <w:tcPr>
            <w:tcW w:w="980" w:type="dxa"/>
            <w:tcBorders>
              <w:top w:val="nil"/>
              <w:left w:val="nil"/>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0.07 </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0.11 </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0.06 </w:t>
            </w:r>
          </w:p>
        </w:tc>
        <w:tc>
          <w:tcPr>
            <w:tcW w:w="980" w:type="dxa"/>
            <w:tcBorders>
              <w:top w:val="nil"/>
              <w:left w:val="nil"/>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0.11 </w:t>
            </w:r>
          </w:p>
        </w:tc>
      </w:tr>
      <w:tr w:rsidR="00B552A3" w:rsidRPr="00B552A3" w:rsidTr="00B552A3">
        <w:trPr>
          <w:trHeight w:val="255"/>
        </w:trPr>
        <w:tc>
          <w:tcPr>
            <w:tcW w:w="1360" w:type="dxa"/>
            <w:tcBorders>
              <w:top w:val="nil"/>
              <w:left w:val="single" w:sz="8" w:space="0" w:color="auto"/>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roofErr w:type="spellStart"/>
            <w:r w:rsidRPr="00B552A3">
              <w:rPr>
                <w:rFonts w:ascii="Arial" w:eastAsia="Times New Roman" w:hAnsi="Arial" w:cs="Arial"/>
                <w:sz w:val="20"/>
              </w:rPr>
              <w:lastRenderedPageBreak/>
              <w:t>Enc</w:t>
            </w:r>
            <w:proofErr w:type="spellEnd"/>
            <w:r w:rsidRPr="00B552A3">
              <w:rPr>
                <w:rFonts w:ascii="Arial" w:eastAsia="Times New Roman" w:hAnsi="Arial" w:cs="Arial"/>
                <w:sz w:val="20"/>
              </w:rPr>
              <w:t xml:space="preserve">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 </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 </w:t>
            </w:r>
          </w:p>
        </w:tc>
      </w:tr>
      <w:tr w:rsidR="00B552A3" w:rsidRPr="00B552A3" w:rsidTr="00B552A3">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 </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 </w:t>
            </w:r>
          </w:p>
        </w:tc>
      </w:tr>
      <w:tr w:rsidR="00B552A3" w:rsidRPr="00B552A3" w:rsidTr="00B552A3">
        <w:trPr>
          <w:trHeight w:val="270"/>
        </w:trPr>
        <w:tc>
          <w:tcPr>
            <w:tcW w:w="136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r>
      <w:tr w:rsidR="00B552A3" w:rsidRPr="00B552A3" w:rsidTr="00B552A3">
        <w:trPr>
          <w:trHeight w:val="270"/>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Low delay</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Low delay LC</w:t>
            </w:r>
          </w:p>
        </w:tc>
      </w:tr>
      <w:tr w:rsidR="00B552A3" w:rsidRPr="00B552A3" w:rsidTr="00B552A3">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V BD-rate</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V BD-rate</w:t>
            </w:r>
          </w:p>
        </w:tc>
      </w:tr>
      <w:tr w:rsidR="00B552A3" w:rsidRPr="00B552A3" w:rsidTr="00B552A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A</w:t>
            </w:r>
          </w:p>
        </w:tc>
        <w:tc>
          <w:tcPr>
            <w:tcW w:w="980" w:type="dxa"/>
            <w:tcBorders>
              <w:top w:val="single" w:sz="8" w:space="0" w:color="auto"/>
              <w:left w:val="nil"/>
              <w:bottom w:val="nil"/>
              <w:right w:val="nil"/>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single" w:sz="8" w:space="0" w:color="auto"/>
              <w:left w:val="nil"/>
              <w:bottom w:val="nil"/>
              <w:right w:val="single" w:sz="8" w:space="0" w:color="auto"/>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c>
          <w:tcPr>
            <w:tcW w:w="980" w:type="dxa"/>
            <w:tcBorders>
              <w:top w:val="single" w:sz="8" w:space="0" w:color="auto"/>
              <w:left w:val="nil"/>
              <w:bottom w:val="nil"/>
              <w:right w:val="single" w:sz="8" w:space="0" w:color="auto"/>
            </w:tcBorders>
            <w:shd w:val="clear" w:color="000000" w:fill="C0C0C0"/>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 </w:t>
            </w:r>
          </w:p>
        </w:tc>
      </w:tr>
      <w:tr w:rsidR="00B552A3" w:rsidRPr="00B552A3" w:rsidTr="00B552A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B</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-0.04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0.05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0.24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-0.07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-0.02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-0.16 </w:t>
            </w:r>
          </w:p>
        </w:tc>
      </w:tr>
      <w:tr w:rsidR="00B552A3" w:rsidRPr="00B552A3" w:rsidTr="00B552A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C</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0.00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0.11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0.08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0.00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0.15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-0.02 </w:t>
            </w:r>
          </w:p>
        </w:tc>
      </w:tr>
      <w:tr w:rsidR="00B552A3" w:rsidRPr="00B552A3" w:rsidTr="00B552A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D</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0.12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0.15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-0.06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0.09 </w:t>
            </w:r>
          </w:p>
        </w:tc>
        <w:tc>
          <w:tcPr>
            <w:tcW w:w="980" w:type="dxa"/>
            <w:tcBorders>
              <w:top w:val="nil"/>
              <w:left w:val="nil"/>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0.00 </w:t>
            </w:r>
          </w:p>
        </w:tc>
        <w:tc>
          <w:tcPr>
            <w:tcW w:w="980" w:type="dxa"/>
            <w:tcBorders>
              <w:top w:val="nil"/>
              <w:left w:val="nil"/>
              <w:bottom w:val="nil"/>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-0.01 </w:t>
            </w:r>
          </w:p>
        </w:tc>
      </w:tr>
      <w:tr w:rsidR="00B552A3" w:rsidRPr="00B552A3" w:rsidTr="00B552A3">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Class E</w:t>
            </w:r>
          </w:p>
        </w:tc>
        <w:tc>
          <w:tcPr>
            <w:tcW w:w="980" w:type="dxa"/>
            <w:tcBorders>
              <w:top w:val="nil"/>
              <w:left w:val="nil"/>
              <w:bottom w:val="single" w:sz="4"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0.05 </w:t>
            </w:r>
          </w:p>
        </w:tc>
        <w:tc>
          <w:tcPr>
            <w:tcW w:w="980" w:type="dxa"/>
            <w:tcBorders>
              <w:top w:val="nil"/>
              <w:left w:val="nil"/>
              <w:bottom w:val="single" w:sz="4"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-0.20 </w:t>
            </w:r>
          </w:p>
        </w:tc>
        <w:tc>
          <w:tcPr>
            <w:tcW w:w="980" w:type="dxa"/>
            <w:tcBorders>
              <w:top w:val="nil"/>
              <w:left w:val="nil"/>
              <w:bottom w:val="single" w:sz="4"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0.06 </w:t>
            </w:r>
          </w:p>
        </w:tc>
        <w:tc>
          <w:tcPr>
            <w:tcW w:w="980" w:type="dxa"/>
            <w:tcBorders>
              <w:top w:val="nil"/>
              <w:left w:val="nil"/>
              <w:bottom w:val="single" w:sz="4"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-0.36 </w:t>
            </w:r>
          </w:p>
        </w:tc>
        <w:tc>
          <w:tcPr>
            <w:tcW w:w="980" w:type="dxa"/>
            <w:tcBorders>
              <w:top w:val="nil"/>
              <w:left w:val="nil"/>
              <w:bottom w:val="single" w:sz="4"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-0.20 </w:t>
            </w:r>
          </w:p>
        </w:tc>
        <w:tc>
          <w:tcPr>
            <w:tcW w:w="980" w:type="dxa"/>
            <w:tcBorders>
              <w:top w:val="nil"/>
              <w:left w:val="nil"/>
              <w:bottom w:val="single" w:sz="4"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0.11 </w:t>
            </w:r>
          </w:p>
        </w:tc>
      </w:tr>
      <w:tr w:rsidR="00B552A3" w:rsidRPr="00B552A3" w:rsidTr="00B552A3">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All</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0.03 </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0.04 </w:t>
            </w:r>
          </w:p>
        </w:tc>
        <w:tc>
          <w:tcPr>
            <w:tcW w:w="980" w:type="dxa"/>
            <w:tcBorders>
              <w:top w:val="nil"/>
              <w:left w:val="nil"/>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0.09 </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-0.07 </w:t>
            </w:r>
          </w:p>
        </w:tc>
        <w:tc>
          <w:tcPr>
            <w:tcW w:w="980" w:type="dxa"/>
            <w:tcBorders>
              <w:top w:val="nil"/>
              <w:left w:val="nil"/>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0.00 </w:t>
            </w:r>
          </w:p>
        </w:tc>
        <w:tc>
          <w:tcPr>
            <w:tcW w:w="980" w:type="dxa"/>
            <w:tcBorders>
              <w:top w:val="nil"/>
              <w:left w:val="nil"/>
              <w:bottom w:val="single" w:sz="8" w:space="0" w:color="auto"/>
              <w:right w:val="single" w:sz="8" w:space="0" w:color="auto"/>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B552A3">
              <w:rPr>
                <w:rFonts w:ascii="Arial" w:eastAsia="Times New Roman" w:hAnsi="Arial" w:cs="Arial"/>
                <w:sz w:val="20"/>
              </w:rPr>
              <w:t xml:space="preserve">-0.04 </w:t>
            </w:r>
          </w:p>
        </w:tc>
      </w:tr>
      <w:tr w:rsidR="00B552A3" w:rsidRPr="00B552A3" w:rsidTr="00B552A3">
        <w:trPr>
          <w:trHeight w:val="255"/>
        </w:trPr>
        <w:tc>
          <w:tcPr>
            <w:tcW w:w="1360" w:type="dxa"/>
            <w:tcBorders>
              <w:top w:val="nil"/>
              <w:left w:val="single" w:sz="8" w:space="0" w:color="auto"/>
              <w:bottom w:val="nil"/>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roofErr w:type="spellStart"/>
            <w:r w:rsidRPr="00B552A3">
              <w:rPr>
                <w:rFonts w:ascii="Arial" w:eastAsia="Times New Roman" w:hAnsi="Arial" w:cs="Arial"/>
                <w:sz w:val="20"/>
              </w:rPr>
              <w:t>Enc</w:t>
            </w:r>
            <w:proofErr w:type="spellEnd"/>
            <w:r w:rsidRPr="00B552A3">
              <w:rPr>
                <w:rFonts w:ascii="Arial" w:eastAsia="Times New Roman" w:hAnsi="Arial" w:cs="Arial"/>
                <w:sz w:val="20"/>
              </w:rPr>
              <w:t xml:space="preserve">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 </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 </w:t>
            </w:r>
          </w:p>
        </w:tc>
      </w:tr>
      <w:tr w:rsidR="00B552A3" w:rsidRPr="00B552A3" w:rsidTr="00B552A3">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B552A3">
              <w:rPr>
                <w:rFonts w:ascii="Arial" w:eastAsia="Times New Roman" w:hAnsi="Arial" w:cs="Arial"/>
                <w:sz w:val="20"/>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 </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B552A3" w:rsidRPr="00B552A3" w:rsidRDefault="00B552A3" w:rsidP="00B552A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B552A3">
              <w:rPr>
                <w:rFonts w:ascii="Arial" w:eastAsia="Times New Roman" w:hAnsi="Arial" w:cs="Arial"/>
                <w:sz w:val="20"/>
              </w:rPr>
              <w:t> </w:t>
            </w:r>
          </w:p>
        </w:tc>
      </w:tr>
    </w:tbl>
    <w:p w:rsidR="00B552A3" w:rsidRDefault="00B552A3" w:rsidP="00B552A3">
      <w:pPr>
        <w:rPr>
          <w:b/>
        </w:rPr>
      </w:pPr>
    </w:p>
    <w:p w:rsidR="00B552A3" w:rsidRDefault="00B552A3" w:rsidP="00B552A3">
      <w:pPr>
        <w:rPr>
          <w:b/>
        </w:rPr>
      </w:pPr>
      <w:r>
        <w:rPr>
          <w:b/>
        </w:rPr>
        <w:t>Using with Samsung’s coefficients</w:t>
      </w:r>
    </w:p>
    <w:p w:rsidR="006F3285" w:rsidRDefault="00210969" w:rsidP="00B552A3">
      <w:pPr>
        <w:rPr>
          <w:b/>
        </w:rPr>
      </w:pPr>
      <w:r>
        <w:t xml:space="preserve">This test reuses the same 4-tap filter coefficients used for </w:t>
      </w:r>
      <w:proofErr w:type="spellStart"/>
      <w:r>
        <w:t>chroma</w:t>
      </w:r>
      <w:proofErr w:type="spellEnd"/>
      <w:r>
        <w:t xml:space="preserve"> sample interpolation </w:t>
      </w:r>
      <w:r w:rsidR="006F3285">
        <w:t>and implements the idea on top of Samsung’s 7H6Q proposal. On average the coding efficiency loss is 0.09%</w:t>
      </w:r>
    </w:p>
    <w:p w:rsidR="006F3285" w:rsidRDefault="006F3285" w:rsidP="00B552A3">
      <w:pPr>
        <w:rPr>
          <w:b/>
        </w:rPr>
      </w:pPr>
    </w:p>
    <w:tbl>
      <w:tblPr>
        <w:tblW w:w="7240" w:type="dxa"/>
        <w:tblInd w:w="93" w:type="dxa"/>
        <w:tblLook w:val="04A0" w:firstRow="1" w:lastRow="0" w:firstColumn="1" w:lastColumn="0" w:noHBand="0" w:noVBand="1"/>
      </w:tblPr>
      <w:tblGrid>
        <w:gridCol w:w="1360"/>
        <w:gridCol w:w="980"/>
        <w:gridCol w:w="980"/>
        <w:gridCol w:w="980"/>
        <w:gridCol w:w="980"/>
        <w:gridCol w:w="980"/>
        <w:gridCol w:w="980"/>
      </w:tblGrid>
      <w:tr w:rsidR="00500E93" w:rsidRPr="00500E93" w:rsidTr="00500E93">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Random access</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Random access LC</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V BD-rate</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Y BD-rate</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U BD-rate</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V BD-rate</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A</w:t>
            </w:r>
          </w:p>
        </w:tc>
        <w:tc>
          <w:tcPr>
            <w:tcW w:w="980" w:type="dxa"/>
            <w:tcBorders>
              <w:top w:val="single" w:sz="8" w:space="0" w:color="auto"/>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0.08 </w:t>
            </w:r>
          </w:p>
        </w:tc>
        <w:tc>
          <w:tcPr>
            <w:tcW w:w="980" w:type="dxa"/>
            <w:tcBorders>
              <w:top w:val="single" w:sz="8" w:space="0" w:color="auto"/>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0.27 </w:t>
            </w:r>
          </w:p>
        </w:tc>
        <w:tc>
          <w:tcPr>
            <w:tcW w:w="980" w:type="dxa"/>
            <w:tcBorders>
              <w:top w:val="single" w:sz="8" w:space="0" w:color="auto"/>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0.10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0.04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0.04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0.06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B</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0.01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0.05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-0.05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0.00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0.02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0.04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C</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0.15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0.07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0.16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0.15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0.04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0.09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D</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0.36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0.33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0.28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0.39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0.22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0.27 </w:t>
            </w:r>
          </w:p>
        </w:tc>
      </w:tr>
      <w:tr w:rsidR="00500E93" w:rsidRPr="00500E93" w:rsidTr="00500E93">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E</w:t>
            </w:r>
          </w:p>
        </w:tc>
        <w:tc>
          <w:tcPr>
            <w:tcW w:w="980" w:type="dxa"/>
            <w:tcBorders>
              <w:top w:val="nil"/>
              <w:left w:val="nil"/>
              <w:bottom w:val="single" w:sz="4" w:space="0" w:color="auto"/>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single" w:sz="8" w:space="0" w:color="auto"/>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single" w:sz="8" w:space="0" w:color="auto"/>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All</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0.14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0.17 </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0.11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0.14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0.08 </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0.11 </w:t>
            </w:r>
          </w:p>
        </w:tc>
      </w:tr>
      <w:tr w:rsidR="00500E93" w:rsidRPr="00500E93" w:rsidTr="00500E93">
        <w:trPr>
          <w:trHeight w:val="255"/>
        </w:trPr>
        <w:tc>
          <w:tcPr>
            <w:tcW w:w="1360" w:type="dxa"/>
            <w:tcBorders>
              <w:top w:val="nil"/>
              <w:left w:val="single" w:sz="8" w:space="0" w:color="auto"/>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roofErr w:type="spellStart"/>
            <w:r w:rsidRPr="00500E93">
              <w:rPr>
                <w:rFonts w:ascii="Arial" w:eastAsia="Times New Roman" w:hAnsi="Arial" w:cs="Arial"/>
                <w:sz w:val="20"/>
              </w:rPr>
              <w:t>Enc</w:t>
            </w:r>
            <w:proofErr w:type="spellEnd"/>
            <w:r w:rsidRPr="00500E93">
              <w:rPr>
                <w:rFonts w:ascii="Arial" w:eastAsia="Times New Roman" w:hAnsi="Arial" w:cs="Arial"/>
                <w:sz w:val="20"/>
              </w:rPr>
              <w:t xml:space="preserve">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r>
      <w:tr w:rsidR="00500E93" w:rsidRPr="00500E93" w:rsidTr="00500E93">
        <w:trPr>
          <w:trHeight w:val="270"/>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Low delay</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Low delay LC</w:t>
            </w:r>
          </w:p>
        </w:tc>
      </w:tr>
      <w:tr w:rsidR="00500E93" w:rsidRPr="00500E93" w:rsidTr="00500E93">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V BD-rate</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V BD-rate</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A</w:t>
            </w:r>
          </w:p>
        </w:tc>
        <w:tc>
          <w:tcPr>
            <w:tcW w:w="980" w:type="dxa"/>
            <w:tcBorders>
              <w:top w:val="single" w:sz="8" w:space="0" w:color="auto"/>
              <w:left w:val="nil"/>
              <w:bottom w:val="nil"/>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single" w:sz="8" w:space="0" w:color="auto"/>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single" w:sz="8" w:space="0" w:color="auto"/>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B</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-0.01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0.09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0.20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-0.03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0.19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0.10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C</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0.02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0.07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-0.08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0.04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0.27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0.00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D</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0.24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0.65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0.25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0.23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0.74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0.07 </w:t>
            </w:r>
          </w:p>
        </w:tc>
      </w:tr>
      <w:tr w:rsidR="00500E93" w:rsidRPr="00500E93" w:rsidTr="00500E93">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E</w:t>
            </w:r>
          </w:p>
        </w:tc>
        <w:tc>
          <w:tcPr>
            <w:tcW w:w="980" w:type="dxa"/>
            <w:tcBorders>
              <w:top w:val="nil"/>
              <w:left w:val="nil"/>
              <w:bottom w:val="single" w:sz="4"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-0.06 </w:t>
            </w:r>
          </w:p>
        </w:tc>
        <w:tc>
          <w:tcPr>
            <w:tcW w:w="980" w:type="dxa"/>
            <w:tcBorders>
              <w:top w:val="nil"/>
              <w:left w:val="nil"/>
              <w:bottom w:val="single" w:sz="4"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0.30 </w:t>
            </w:r>
          </w:p>
        </w:tc>
        <w:tc>
          <w:tcPr>
            <w:tcW w:w="980" w:type="dxa"/>
            <w:tcBorders>
              <w:top w:val="nil"/>
              <w:left w:val="nil"/>
              <w:bottom w:val="single" w:sz="4"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0.47 </w:t>
            </w:r>
          </w:p>
        </w:tc>
        <w:tc>
          <w:tcPr>
            <w:tcW w:w="980" w:type="dxa"/>
            <w:tcBorders>
              <w:top w:val="nil"/>
              <w:left w:val="nil"/>
              <w:bottom w:val="single" w:sz="4"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-0.25 </w:t>
            </w:r>
          </w:p>
        </w:tc>
        <w:tc>
          <w:tcPr>
            <w:tcW w:w="980" w:type="dxa"/>
            <w:tcBorders>
              <w:top w:val="nil"/>
              <w:left w:val="nil"/>
              <w:bottom w:val="single" w:sz="4"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-0.18 </w:t>
            </w:r>
          </w:p>
        </w:tc>
        <w:tc>
          <w:tcPr>
            <w:tcW w:w="980" w:type="dxa"/>
            <w:tcBorders>
              <w:top w:val="nil"/>
              <w:left w:val="nil"/>
              <w:bottom w:val="single" w:sz="4"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0.19 </w:t>
            </w:r>
          </w:p>
        </w:tc>
      </w:tr>
      <w:tr w:rsidR="00500E93" w:rsidRPr="00500E93" w:rsidTr="00500E93">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All</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0.05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0.26 </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0.19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0.01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0.28 </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0.09 </w:t>
            </w:r>
          </w:p>
        </w:tc>
      </w:tr>
      <w:tr w:rsidR="00500E93" w:rsidRPr="00500E93" w:rsidTr="00500E93">
        <w:trPr>
          <w:trHeight w:val="255"/>
        </w:trPr>
        <w:tc>
          <w:tcPr>
            <w:tcW w:w="1360" w:type="dxa"/>
            <w:tcBorders>
              <w:top w:val="nil"/>
              <w:left w:val="single" w:sz="8" w:space="0" w:color="auto"/>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roofErr w:type="spellStart"/>
            <w:r w:rsidRPr="00500E93">
              <w:rPr>
                <w:rFonts w:ascii="Arial" w:eastAsia="Times New Roman" w:hAnsi="Arial" w:cs="Arial"/>
                <w:sz w:val="20"/>
              </w:rPr>
              <w:t>Enc</w:t>
            </w:r>
            <w:proofErr w:type="spellEnd"/>
            <w:r w:rsidRPr="00500E93">
              <w:rPr>
                <w:rFonts w:ascii="Arial" w:eastAsia="Times New Roman" w:hAnsi="Arial" w:cs="Arial"/>
                <w:sz w:val="20"/>
              </w:rPr>
              <w:t xml:space="preserve">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r>
    </w:tbl>
    <w:p w:rsidR="00B552A3" w:rsidRDefault="00B552A3" w:rsidP="00B552A3">
      <w:pPr>
        <w:rPr>
          <w:b/>
        </w:rPr>
      </w:pPr>
    </w:p>
    <w:p w:rsidR="00210969" w:rsidRDefault="00210969" w:rsidP="00B552A3">
      <w:pPr>
        <w:rPr>
          <w:b/>
        </w:rPr>
      </w:pPr>
    </w:p>
    <w:p w:rsidR="00210969" w:rsidRDefault="00210969" w:rsidP="00B552A3">
      <w:pPr>
        <w:rPr>
          <w:b/>
        </w:rPr>
      </w:pPr>
    </w:p>
    <w:p w:rsidR="00500E93" w:rsidRDefault="00500E93" w:rsidP="00B552A3">
      <w:pPr>
        <w:rPr>
          <w:b/>
        </w:rPr>
      </w:pPr>
      <w:r>
        <w:rPr>
          <w:b/>
        </w:rPr>
        <w:lastRenderedPageBreak/>
        <w:t>Using with Motorola’s coefficients</w:t>
      </w:r>
    </w:p>
    <w:p w:rsidR="006F3285" w:rsidRDefault="00210969" w:rsidP="006F3285">
      <w:pPr>
        <w:rPr>
          <w:b/>
        </w:rPr>
      </w:pPr>
      <w:r>
        <w:t xml:space="preserve">This test reuses the same 4-tap filter coefficients used for </w:t>
      </w:r>
      <w:proofErr w:type="spellStart"/>
      <w:r>
        <w:t>chroma</w:t>
      </w:r>
      <w:proofErr w:type="spellEnd"/>
      <w:r>
        <w:t xml:space="preserve"> sample interpolation </w:t>
      </w:r>
      <w:r w:rsidR="006F3285">
        <w:t>and implements the idea on top of Motorola’s 8H8Q proposal. On average the coding efficiency loss is 0.08%</w:t>
      </w:r>
    </w:p>
    <w:p w:rsidR="006F3285" w:rsidRDefault="006F3285" w:rsidP="00B552A3">
      <w:pPr>
        <w:rPr>
          <w:b/>
        </w:rPr>
      </w:pPr>
    </w:p>
    <w:tbl>
      <w:tblPr>
        <w:tblW w:w="7240" w:type="dxa"/>
        <w:tblInd w:w="93" w:type="dxa"/>
        <w:tblLook w:val="04A0" w:firstRow="1" w:lastRow="0" w:firstColumn="1" w:lastColumn="0" w:noHBand="0" w:noVBand="1"/>
      </w:tblPr>
      <w:tblGrid>
        <w:gridCol w:w="1360"/>
        <w:gridCol w:w="980"/>
        <w:gridCol w:w="980"/>
        <w:gridCol w:w="980"/>
        <w:gridCol w:w="980"/>
        <w:gridCol w:w="980"/>
        <w:gridCol w:w="980"/>
      </w:tblGrid>
      <w:tr w:rsidR="00500E93" w:rsidRPr="00500E93" w:rsidTr="00500E93">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Random access</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Random access LC</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V BD-rate</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Y BD-rate</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U BD-rate</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V BD-rate</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A</w:t>
            </w:r>
          </w:p>
        </w:tc>
        <w:tc>
          <w:tcPr>
            <w:tcW w:w="980" w:type="dxa"/>
            <w:tcBorders>
              <w:top w:val="single" w:sz="8" w:space="0" w:color="auto"/>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0.08 </w:t>
            </w:r>
          </w:p>
        </w:tc>
        <w:tc>
          <w:tcPr>
            <w:tcW w:w="980" w:type="dxa"/>
            <w:tcBorders>
              <w:top w:val="single" w:sz="8" w:space="0" w:color="auto"/>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0.05 </w:t>
            </w:r>
          </w:p>
        </w:tc>
        <w:tc>
          <w:tcPr>
            <w:tcW w:w="980" w:type="dxa"/>
            <w:tcBorders>
              <w:top w:val="single" w:sz="8" w:space="0" w:color="auto"/>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-0.06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-0.03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0.01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0.02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B</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0.01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-0.04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0.03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0.00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-0.03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0.00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C</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0.17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0.09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0.28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0.15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0.05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0.08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D</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0.38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0.33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0.29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0.43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0.13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0.23 </w:t>
            </w:r>
          </w:p>
        </w:tc>
      </w:tr>
      <w:tr w:rsidR="00500E93" w:rsidRPr="00500E93" w:rsidTr="00500E93">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E</w:t>
            </w:r>
          </w:p>
        </w:tc>
        <w:tc>
          <w:tcPr>
            <w:tcW w:w="980" w:type="dxa"/>
            <w:tcBorders>
              <w:top w:val="nil"/>
              <w:left w:val="nil"/>
              <w:bottom w:val="single" w:sz="4" w:space="0" w:color="auto"/>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single" w:sz="8" w:space="0" w:color="auto"/>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single" w:sz="4" w:space="0" w:color="auto"/>
              <w:right w:val="single" w:sz="8" w:space="0" w:color="auto"/>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All</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0.15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0.10 </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0.13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0.13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0.04 </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0.08 </w:t>
            </w:r>
          </w:p>
        </w:tc>
      </w:tr>
      <w:tr w:rsidR="00500E93" w:rsidRPr="00500E93" w:rsidTr="00500E93">
        <w:trPr>
          <w:trHeight w:val="255"/>
        </w:trPr>
        <w:tc>
          <w:tcPr>
            <w:tcW w:w="1360" w:type="dxa"/>
            <w:tcBorders>
              <w:top w:val="nil"/>
              <w:left w:val="single" w:sz="8" w:space="0" w:color="auto"/>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roofErr w:type="spellStart"/>
            <w:r w:rsidRPr="00500E93">
              <w:rPr>
                <w:rFonts w:ascii="Arial" w:eastAsia="Times New Roman" w:hAnsi="Arial" w:cs="Arial"/>
                <w:sz w:val="20"/>
              </w:rPr>
              <w:t>Enc</w:t>
            </w:r>
            <w:proofErr w:type="spellEnd"/>
            <w:r w:rsidRPr="00500E93">
              <w:rPr>
                <w:rFonts w:ascii="Arial" w:eastAsia="Times New Roman" w:hAnsi="Arial" w:cs="Arial"/>
                <w:sz w:val="20"/>
              </w:rPr>
              <w:t xml:space="preserve">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
        </w:tc>
      </w:tr>
      <w:tr w:rsidR="00500E93" w:rsidRPr="00500E93" w:rsidTr="00500E93">
        <w:trPr>
          <w:trHeight w:val="270"/>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Low delay</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Low delay LC</w:t>
            </w:r>
          </w:p>
        </w:tc>
      </w:tr>
      <w:tr w:rsidR="00500E93" w:rsidRPr="00500E93" w:rsidTr="00500E93">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V BD-rate</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Y BD-rate</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U BD-rate</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V BD-rate</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A</w:t>
            </w:r>
          </w:p>
        </w:tc>
        <w:tc>
          <w:tcPr>
            <w:tcW w:w="980" w:type="dxa"/>
            <w:tcBorders>
              <w:top w:val="single" w:sz="8" w:space="0" w:color="auto"/>
              <w:left w:val="nil"/>
              <w:bottom w:val="nil"/>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single" w:sz="8" w:space="0" w:color="auto"/>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nil"/>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c>
          <w:tcPr>
            <w:tcW w:w="980" w:type="dxa"/>
            <w:tcBorders>
              <w:top w:val="single" w:sz="8" w:space="0" w:color="auto"/>
              <w:left w:val="nil"/>
              <w:bottom w:val="nil"/>
              <w:right w:val="single" w:sz="8" w:space="0" w:color="auto"/>
            </w:tcBorders>
            <w:shd w:val="clear" w:color="000000" w:fill="C0C0C0"/>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B</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-0.01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0.00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-0.04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-0.09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0.13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0.18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C</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0.00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-0.13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0.24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-0.07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-0.11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-0.11 </w:t>
            </w:r>
          </w:p>
        </w:tc>
      </w:tr>
      <w:tr w:rsidR="00500E93" w:rsidRPr="00500E93" w:rsidTr="00500E93">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D</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0.17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0.25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0.27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0.16 </w:t>
            </w:r>
          </w:p>
        </w:tc>
        <w:tc>
          <w:tcPr>
            <w:tcW w:w="980" w:type="dxa"/>
            <w:tcBorders>
              <w:top w:val="nil"/>
              <w:left w:val="nil"/>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0.02 </w:t>
            </w:r>
          </w:p>
        </w:tc>
        <w:tc>
          <w:tcPr>
            <w:tcW w:w="980" w:type="dxa"/>
            <w:tcBorders>
              <w:top w:val="nil"/>
              <w:left w:val="nil"/>
              <w:bottom w:val="nil"/>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0.74 </w:t>
            </w:r>
          </w:p>
        </w:tc>
      </w:tr>
      <w:tr w:rsidR="00500E93" w:rsidRPr="00500E93" w:rsidTr="00500E93">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Class E</w:t>
            </w:r>
          </w:p>
        </w:tc>
        <w:tc>
          <w:tcPr>
            <w:tcW w:w="980" w:type="dxa"/>
            <w:tcBorders>
              <w:top w:val="nil"/>
              <w:left w:val="nil"/>
              <w:bottom w:val="single" w:sz="4"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0.08 </w:t>
            </w:r>
          </w:p>
        </w:tc>
        <w:tc>
          <w:tcPr>
            <w:tcW w:w="980" w:type="dxa"/>
            <w:tcBorders>
              <w:top w:val="nil"/>
              <w:left w:val="nil"/>
              <w:bottom w:val="single" w:sz="4"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0.30 </w:t>
            </w:r>
          </w:p>
        </w:tc>
        <w:tc>
          <w:tcPr>
            <w:tcW w:w="980" w:type="dxa"/>
            <w:tcBorders>
              <w:top w:val="nil"/>
              <w:left w:val="nil"/>
              <w:bottom w:val="single" w:sz="4"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-0.30 </w:t>
            </w:r>
          </w:p>
        </w:tc>
        <w:tc>
          <w:tcPr>
            <w:tcW w:w="980" w:type="dxa"/>
            <w:tcBorders>
              <w:top w:val="nil"/>
              <w:left w:val="nil"/>
              <w:bottom w:val="single" w:sz="4"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-0.14 </w:t>
            </w:r>
          </w:p>
        </w:tc>
        <w:tc>
          <w:tcPr>
            <w:tcW w:w="980" w:type="dxa"/>
            <w:tcBorders>
              <w:top w:val="nil"/>
              <w:left w:val="nil"/>
              <w:bottom w:val="single" w:sz="4"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-0.61 </w:t>
            </w:r>
          </w:p>
        </w:tc>
        <w:tc>
          <w:tcPr>
            <w:tcW w:w="980" w:type="dxa"/>
            <w:tcBorders>
              <w:top w:val="nil"/>
              <w:left w:val="nil"/>
              <w:bottom w:val="single" w:sz="4"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0.14 </w:t>
            </w:r>
          </w:p>
        </w:tc>
      </w:tr>
      <w:tr w:rsidR="00500E93" w:rsidRPr="00500E93" w:rsidTr="00500E93">
        <w:trPr>
          <w:trHeight w:val="270"/>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All</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0.05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0.09 </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0.06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-0.03 </w:t>
            </w:r>
          </w:p>
        </w:tc>
        <w:tc>
          <w:tcPr>
            <w:tcW w:w="980" w:type="dxa"/>
            <w:tcBorders>
              <w:top w:val="nil"/>
              <w:left w:val="nil"/>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-0.10 </w:t>
            </w:r>
          </w:p>
        </w:tc>
        <w:tc>
          <w:tcPr>
            <w:tcW w:w="980" w:type="dxa"/>
            <w:tcBorders>
              <w:top w:val="nil"/>
              <w:left w:val="nil"/>
              <w:bottom w:val="single" w:sz="8" w:space="0" w:color="auto"/>
              <w:right w:val="single" w:sz="8" w:space="0" w:color="auto"/>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rPr>
            </w:pPr>
            <w:r w:rsidRPr="00500E93">
              <w:rPr>
                <w:rFonts w:ascii="Arial" w:eastAsia="Times New Roman" w:hAnsi="Arial" w:cs="Arial"/>
                <w:sz w:val="20"/>
              </w:rPr>
              <w:t xml:space="preserve">0.24 </w:t>
            </w:r>
          </w:p>
        </w:tc>
      </w:tr>
      <w:tr w:rsidR="00500E93" w:rsidRPr="00500E93" w:rsidTr="00500E93">
        <w:trPr>
          <w:trHeight w:val="255"/>
        </w:trPr>
        <w:tc>
          <w:tcPr>
            <w:tcW w:w="1360" w:type="dxa"/>
            <w:tcBorders>
              <w:top w:val="nil"/>
              <w:left w:val="single" w:sz="8" w:space="0" w:color="auto"/>
              <w:bottom w:val="nil"/>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proofErr w:type="spellStart"/>
            <w:r w:rsidRPr="00500E93">
              <w:rPr>
                <w:rFonts w:ascii="Arial" w:eastAsia="Times New Roman" w:hAnsi="Arial" w:cs="Arial"/>
                <w:sz w:val="20"/>
              </w:rPr>
              <w:t>Enc</w:t>
            </w:r>
            <w:proofErr w:type="spellEnd"/>
            <w:r w:rsidRPr="00500E93">
              <w:rPr>
                <w:rFonts w:ascii="Arial" w:eastAsia="Times New Roman" w:hAnsi="Arial" w:cs="Arial"/>
                <w:sz w:val="20"/>
              </w:rPr>
              <w:t xml:space="preserve">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r>
      <w:tr w:rsidR="00500E93" w:rsidRPr="00500E93" w:rsidTr="00500E93">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rPr>
            </w:pPr>
            <w:r w:rsidRPr="00500E93">
              <w:rPr>
                <w:rFonts w:ascii="Arial" w:eastAsia="Times New Roman" w:hAnsi="Arial" w:cs="Arial"/>
                <w:sz w:val="20"/>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00E93" w:rsidRPr="00500E93" w:rsidRDefault="00500E93" w:rsidP="00500E9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rPr>
            </w:pPr>
            <w:r w:rsidRPr="00500E93">
              <w:rPr>
                <w:rFonts w:ascii="Arial" w:eastAsia="Times New Roman" w:hAnsi="Arial" w:cs="Arial"/>
                <w:sz w:val="20"/>
              </w:rPr>
              <w:t> </w:t>
            </w:r>
          </w:p>
        </w:tc>
      </w:tr>
    </w:tbl>
    <w:p w:rsidR="00B552A3" w:rsidRPr="00B552A3" w:rsidRDefault="00B552A3" w:rsidP="00B552A3"/>
    <w:p w:rsidR="00F81074" w:rsidRDefault="00F81074" w:rsidP="00137054">
      <w:pPr>
        <w:pStyle w:val="Heading1"/>
      </w:pPr>
      <w:r>
        <w:t>Memory bandwidth analysis</w:t>
      </w:r>
    </w:p>
    <w:p w:rsidR="004342C7" w:rsidRDefault="004342C7" w:rsidP="004342C7">
      <w:r>
        <w:t xml:space="preserve">Below table compares the memory bandwidth reduction by using </w:t>
      </w:r>
      <w:r w:rsidR="00D212FF">
        <w:t>4-tap filter</w:t>
      </w:r>
      <w:r>
        <w:t xml:space="preserve"> instead of </w:t>
      </w:r>
      <w:r w:rsidR="00D212FF">
        <w:t>8</w:t>
      </w:r>
      <w:r>
        <w:t xml:space="preserve">-tap filter for small block sizes. </w:t>
      </w:r>
    </w:p>
    <w:p w:rsidR="00D212FF" w:rsidRPr="004342C7" w:rsidRDefault="00D212FF" w:rsidP="004342C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2409"/>
        <w:gridCol w:w="2495"/>
        <w:gridCol w:w="2279"/>
      </w:tblGrid>
      <w:tr w:rsidR="004342C7" w:rsidTr="009A55E5">
        <w:tc>
          <w:tcPr>
            <w:tcW w:w="2285" w:type="dxa"/>
          </w:tcPr>
          <w:p w:rsidR="004342C7" w:rsidRDefault="004342C7" w:rsidP="00F81074">
            <w:r>
              <w:t>PU Size</w:t>
            </w:r>
          </w:p>
        </w:tc>
        <w:tc>
          <w:tcPr>
            <w:tcW w:w="2409" w:type="dxa"/>
          </w:tcPr>
          <w:p w:rsidR="004342C7" w:rsidRDefault="00137054" w:rsidP="00F81074">
            <w:r>
              <w:t>8</w:t>
            </w:r>
            <w:r w:rsidR="004342C7">
              <w:t>-tap filter</w:t>
            </w:r>
          </w:p>
        </w:tc>
        <w:tc>
          <w:tcPr>
            <w:tcW w:w="2495" w:type="dxa"/>
          </w:tcPr>
          <w:p w:rsidR="004342C7" w:rsidRDefault="00137054" w:rsidP="00F81074">
            <w:r>
              <w:t>4-tap</w:t>
            </w:r>
            <w:r w:rsidR="004342C7">
              <w:t xml:space="preserve"> filter</w:t>
            </w:r>
          </w:p>
        </w:tc>
        <w:tc>
          <w:tcPr>
            <w:tcW w:w="2279" w:type="dxa"/>
          </w:tcPr>
          <w:p w:rsidR="004342C7" w:rsidRDefault="004342C7" w:rsidP="00F81074">
            <w:r>
              <w:t>Percent reduction in memory bandwidth</w:t>
            </w:r>
          </w:p>
        </w:tc>
      </w:tr>
      <w:tr w:rsidR="004342C7" w:rsidTr="009A55E5">
        <w:tc>
          <w:tcPr>
            <w:tcW w:w="2285" w:type="dxa"/>
          </w:tcPr>
          <w:p w:rsidR="004342C7" w:rsidRDefault="004342C7" w:rsidP="00F81074">
            <w:r>
              <w:t>4x4</w:t>
            </w:r>
          </w:p>
        </w:tc>
        <w:tc>
          <w:tcPr>
            <w:tcW w:w="2409" w:type="dxa"/>
          </w:tcPr>
          <w:p w:rsidR="004342C7" w:rsidRDefault="00D212FF" w:rsidP="00F81074">
            <w:r>
              <w:t>11x11 = 121</w:t>
            </w:r>
          </w:p>
        </w:tc>
        <w:tc>
          <w:tcPr>
            <w:tcW w:w="2495" w:type="dxa"/>
          </w:tcPr>
          <w:p w:rsidR="004342C7" w:rsidRDefault="00D212FF" w:rsidP="00F81074">
            <w:r>
              <w:t>7x7 = 49</w:t>
            </w:r>
          </w:p>
        </w:tc>
        <w:tc>
          <w:tcPr>
            <w:tcW w:w="2279" w:type="dxa"/>
          </w:tcPr>
          <w:p w:rsidR="004342C7" w:rsidRDefault="00D212FF" w:rsidP="00F81074">
            <w:r>
              <w:t>59%</w:t>
            </w:r>
          </w:p>
        </w:tc>
      </w:tr>
      <w:tr w:rsidR="004342C7" w:rsidTr="009A55E5">
        <w:tc>
          <w:tcPr>
            <w:tcW w:w="2285" w:type="dxa"/>
          </w:tcPr>
          <w:p w:rsidR="004342C7" w:rsidRDefault="004342C7" w:rsidP="00F81074">
            <w:r>
              <w:t>4x8</w:t>
            </w:r>
          </w:p>
        </w:tc>
        <w:tc>
          <w:tcPr>
            <w:tcW w:w="2409" w:type="dxa"/>
          </w:tcPr>
          <w:p w:rsidR="004342C7" w:rsidRDefault="00D212FF" w:rsidP="00F81074">
            <w:r>
              <w:t>11x15 = 165</w:t>
            </w:r>
          </w:p>
        </w:tc>
        <w:tc>
          <w:tcPr>
            <w:tcW w:w="2495" w:type="dxa"/>
          </w:tcPr>
          <w:p w:rsidR="004342C7" w:rsidRDefault="00D212FF" w:rsidP="00F81074">
            <w:r>
              <w:t>7x11 = 77</w:t>
            </w:r>
          </w:p>
        </w:tc>
        <w:tc>
          <w:tcPr>
            <w:tcW w:w="2279" w:type="dxa"/>
          </w:tcPr>
          <w:p w:rsidR="004342C7" w:rsidRDefault="00D212FF" w:rsidP="00F81074">
            <w:r>
              <w:t>53%</w:t>
            </w:r>
          </w:p>
        </w:tc>
      </w:tr>
      <w:tr w:rsidR="004342C7" w:rsidTr="009A55E5">
        <w:tc>
          <w:tcPr>
            <w:tcW w:w="2285" w:type="dxa"/>
          </w:tcPr>
          <w:p w:rsidR="004342C7" w:rsidRDefault="004342C7" w:rsidP="00F81074">
            <w:r>
              <w:t>8x4</w:t>
            </w:r>
          </w:p>
        </w:tc>
        <w:tc>
          <w:tcPr>
            <w:tcW w:w="2409" w:type="dxa"/>
          </w:tcPr>
          <w:p w:rsidR="004342C7" w:rsidRDefault="00D212FF" w:rsidP="00F81074">
            <w:r>
              <w:t>15x11 = 165</w:t>
            </w:r>
          </w:p>
        </w:tc>
        <w:tc>
          <w:tcPr>
            <w:tcW w:w="2495" w:type="dxa"/>
          </w:tcPr>
          <w:p w:rsidR="004342C7" w:rsidRDefault="00D212FF" w:rsidP="00F81074">
            <w:r>
              <w:t>11x7 = 77</w:t>
            </w:r>
          </w:p>
        </w:tc>
        <w:tc>
          <w:tcPr>
            <w:tcW w:w="2279" w:type="dxa"/>
          </w:tcPr>
          <w:p w:rsidR="004342C7" w:rsidRDefault="00D212FF" w:rsidP="00F81074">
            <w:r>
              <w:t>53%</w:t>
            </w:r>
          </w:p>
        </w:tc>
      </w:tr>
    </w:tbl>
    <w:p w:rsidR="00210969" w:rsidRDefault="00210969" w:rsidP="00210969">
      <w:pPr>
        <w:pStyle w:val="Heading1"/>
        <w:numPr>
          <w:ilvl w:val="0"/>
          <w:numId w:val="0"/>
        </w:numPr>
        <w:ind w:left="360"/>
      </w:pPr>
    </w:p>
    <w:p w:rsidR="00210969" w:rsidRDefault="00210969" w:rsidP="00210969">
      <w:pPr>
        <w:pStyle w:val="Heading1"/>
        <w:numPr>
          <w:ilvl w:val="0"/>
          <w:numId w:val="0"/>
        </w:numPr>
        <w:ind w:left="360"/>
      </w:pPr>
    </w:p>
    <w:p w:rsidR="00210969" w:rsidRPr="00210969" w:rsidRDefault="00210969" w:rsidP="00210969"/>
    <w:p w:rsidR="00210969" w:rsidRDefault="00210969" w:rsidP="00210969">
      <w:pPr>
        <w:pStyle w:val="Heading1"/>
      </w:pPr>
      <w:r>
        <w:lastRenderedPageBreak/>
        <w:t>Complexity</w:t>
      </w:r>
      <w:r>
        <w:t xml:space="preserve"> analysis</w:t>
      </w:r>
    </w:p>
    <w:p w:rsidR="00210969" w:rsidRDefault="00210969" w:rsidP="00210969">
      <w:r>
        <w:t>The following chart depicts the complexity summary of the proposal as measured in CE3.</w:t>
      </w:r>
    </w:p>
    <w:p w:rsidR="00210969" w:rsidRPr="00210969" w:rsidRDefault="00210969" w:rsidP="00210969"/>
    <w:p w:rsidR="00210969" w:rsidRDefault="00210969" w:rsidP="00210969">
      <w:pPr>
        <w:pStyle w:val="Heading1"/>
        <w:numPr>
          <w:ilvl w:val="0"/>
          <w:numId w:val="0"/>
        </w:numPr>
        <w:ind w:left="360"/>
      </w:pPr>
      <w:r w:rsidRPr="00210969">
        <w:drawing>
          <wp:inline distT="0" distB="0" distL="0" distR="0" wp14:anchorId="1D700E51" wp14:editId="6EE20926">
            <wp:extent cx="5946754" cy="4035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97146" cy="407017"/>
                    </a:xfrm>
                    <a:prstGeom prst="rect">
                      <a:avLst/>
                    </a:prstGeom>
                    <a:noFill/>
                    <a:ln>
                      <a:noFill/>
                    </a:ln>
                  </pic:spPr>
                </pic:pic>
              </a:graphicData>
            </a:graphic>
          </wp:inline>
        </w:drawing>
      </w:r>
    </w:p>
    <w:p w:rsidR="00210969" w:rsidRDefault="00210969" w:rsidP="00210969">
      <w:pPr>
        <w:pStyle w:val="Heading1"/>
        <w:numPr>
          <w:ilvl w:val="0"/>
          <w:numId w:val="0"/>
        </w:numPr>
        <w:ind w:left="360"/>
      </w:pPr>
      <w:r w:rsidRPr="00210969">
        <w:drawing>
          <wp:inline distT="0" distB="0" distL="0" distR="0" wp14:anchorId="1EF957F4" wp14:editId="5EAFFEF6">
            <wp:extent cx="5943600" cy="4852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85283"/>
                    </a:xfrm>
                    <a:prstGeom prst="rect">
                      <a:avLst/>
                    </a:prstGeom>
                    <a:noFill/>
                    <a:ln>
                      <a:noFill/>
                    </a:ln>
                  </pic:spPr>
                </pic:pic>
              </a:graphicData>
            </a:graphic>
          </wp:inline>
        </w:drawing>
      </w:r>
    </w:p>
    <w:p w:rsidR="001F2594" w:rsidRPr="002B191D" w:rsidRDefault="001F2594" w:rsidP="00E11923">
      <w:pPr>
        <w:pStyle w:val="Heading1"/>
      </w:pPr>
      <w:r w:rsidRPr="00E11923">
        <w:t>Patent</w:t>
      </w:r>
      <w:r w:rsidRPr="002B191D">
        <w:t xml:space="preserve"> rights declaration</w:t>
      </w:r>
      <w:r w:rsidR="00B94B06" w:rsidRPr="002B191D">
        <w:t>(s)</w:t>
      </w:r>
    </w:p>
    <w:p w:rsidR="007F1F8B" w:rsidRPr="009234A5" w:rsidRDefault="0032331D" w:rsidP="009234A5">
      <w:pPr>
        <w:jc w:val="both"/>
        <w:rPr>
          <w:szCs w:val="22"/>
        </w:rPr>
      </w:pPr>
      <w:r>
        <w:rPr>
          <w:b/>
          <w:szCs w:val="22"/>
        </w:rPr>
        <w:t xml:space="preserve">Nokia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sectPr w:rsidR="007F1F8B" w:rsidRPr="009234A5"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A02" w:rsidRDefault="00653A02">
      <w:r>
        <w:separator/>
      </w:r>
    </w:p>
  </w:endnote>
  <w:endnote w:type="continuationSeparator" w:id="0">
    <w:p w:rsidR="00653A02" w:rsidRDefault="00653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E93" w:rsidRDefault="00500E9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1096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10969">
      <w:rPr>
        <w:rStyle w:val="PageNumber"/>
        <w:noProof/>
      </w:rPr>
      <w:t>2011-07-14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A02" w:rsidRDefault="00653A02">
      <w:r>
        <w:separator/>
      </w:r>
    </w:p>
  </w:footnote>
  <w:footnote w:type="continuationSeparator" w:id="0">
    <w:p w:rsidR="00653A02" w:rsidRDefault="00653A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C074205"/>
    <w:multiLevelType w:val="hybridMultilevel"/>
    <w:tmpl w:val="FBE8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C02EB0"/>
    <w:multiLevelType w:val="hybridMultilevel"/>
    <w:tmpl w:val="9B267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3"/>
  </w:num>
  <w:num w:numId="7">
    <w:abstractNumId w:val="5"/>
  </w:num>
  <w:num w:numId="8">
    <w:abstractNumId w:val="3"/>
  </w:num>
  <w:num w:numId="9">
    <w:abstractNumId w:val="1"/>
  </w:num>
  <w:num w:numId="10">
    <w:abstractNumId w:val="2"/>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3C0"/>
    <w:rsid w:val="000458BC"/>
    <w:rsid w:val="00045C41"/>
    <w:rsid w:val="00046C03"/>
    <w:rsid w:val="0006502D"/>
    <w:rsid w:val="0007614F"/>
    <w:rsid w:val="000B1C6B"/>
    <w:rsid w:val="000C09AC"/>
    <w:rsid w:val="000E00F3"/>
    <w:rsid w:val="000F158C"/>
    <w:rsid w:val="00124E38"/>
    <w:rsid w:val="0012580B"/>
    <w:rsid w:val="0013526E"/>
    <w:rsid w:val="00137054"/>
    <w:rsid w:val="00171371"/>
    <w:rsid w:val="00171AEA"/>
    <w:rsid w:val="00175A24"/>
    <w:rsid w:val="00187E58"/>
    <w:rsid w:val="001A297E"/>
    <w:rsid w:val="001A368E"/>
    <w:rsid w:val="001A7329"/>
    <w:rsid w:val="001B4E28"/>
    <w:rsid w:val="001C3525"/>
    <w:rsid w:val="001C7B1A"/>
    <w:rsid w:val="001D1BD2"/>
    <w:rsid w:val="001E02BE"/>
    <w:rsid w:val="001E3B37"/>
    <w:rsid w:val="001F2594"/>
    <w:rsid w:val="00206460"/>
    <w:rsid w:val="002069B4"/>
    <w:rsid w:val="00210969"/>
    <w:rsid w:val="00215DFC"/>
    <w:rsid w:val="002212DF"/>
    <w:rsid w:val="00227BA7"/>
    <w:rsid w:val="00275BCF"/>
    <w:rsid w:val="00292257"/>
    <w:rsid w:val="00297CB9"/>
    <w:rsid w:val="002A54E0"/>
    <w:rsid w:val="002B1595"/>
    <w:rsid w:val="002B191D"/>
    <w:rsid w:val="002D0AF6"/>
    <w:rsid w:val="002D4DC5"/>
    <w:rsid w:val="002F164D"/>
    <w:rsid w:val="00306206"/>
    <w:rsid w:val="0032331D"/>
    <w:rsid w:val="00327C56"/>
    <w:rsid w:val="003315A1"/>
    <w:rsid w:val="003373EC"/>
    <w:rsid w:val="003706CC"/>
    <w:rsid w:val="003A16A1"/>
    <w:rsid w:val="003A2D8E"/>
    <w:rsid w:val="003C20E4"/>
    <w:rsid w:val="003C60D3"/>
    <w:rsid w:val="003E6F90"/>
    <w:rsid w:val="003F5D0F"/>
    <w:rsid w:val="00414101"/>
    <w:rsid w:val="0043294B"/>
    <w:rsid w:val="00433DDB"/>
    <w:rsid w:val="004342C7"/>
    <w:rsid w:val="00437619"/>
    <w:rsid w:val="004B210C"/>
    <w:rsid w:val="004D405F"/>
    <w:rsid w:val="004F61E3"/>
    <w:rsid w:val="00500E93"/>
    <w:rsid w:val="00505B70"/>
    <w:rsid w:val="0051015C"/>
    <w:rsid w:val="00531AE9"/>
    <w:rsid w:val="00567EC7"/>
    <w:rsid w:val="00570013"/>
    <w:rsid w:val="00593223"/>
    <w:rsid w:val="005A33A1"/>
    <w:rsid w:val="005B65C0"/>
    <w:rsid w:val="005C385F"/>
    <w:rsid w:val="005F6F1B"/>
    <w:rsid w:val="00624B33"/>
    <w:rsid w:val="00630AA2"/>
    <w:rsid w:val="00646707"/>
    <w:rsid w:val="00653A02"/>
    <w:rsid w:val="00664DCF"/>
    <w:rsid w:val="006C5D39"/>
    <w:rsid w:val="006D738E"/>
    <w:rsid w:val="006E2810"/>
    <w:rsid w:val="006E5417"/>
    <w:rsid w:val="006F3285"/>
    <w:rsid w:val="00712F60"/>
    <w:rsid w:val="00720E3B"/>
    <w:rsid w:val="00745F6B"/>
    <w:rsid w:val="0075585E"/>
    <w:rsid w:val="00772782"/>
    <w:rsid w:val="007768FF"/>
    <w:rsid w:val="007824D3"/>
    <w:rsid w:val="00784569"/>
    <w:rsid w:val="007956FF"/>
    <w:rsid w:val="00796EE3"/>
    <w:rsid w:val="007A7D29"/>
    <w:rsid w:val="007F1F8B"/>
    <w:rsid w:val="008162BA"/>
    <w:rsid w:val="008206C8"/>
    <w:rsid w:val="00874A6C"/>
    <w:rsid w:val="00876C65"/>
    <w:rsid w:val="008A4B4C"/>
    <w:rsid w:val="008C239F"/>
    <w:rsid w:val="008C69A7"/>
    <w:rsid w:val="00907757"/>
    <w:rsid w:val="009212B0"/>
    <w:rsid w:val="009234A5"/>
    <w:rsid w:val="009336F7"/>
    <w:rsid w:val="009374A7"/>
    <w:rsid w:val="009726F6"/>
    <w:rsid w:val="0099518F"/>
    <w:rsid w:val="009A523D"/>
    <w:rsid w:val="009A55E5"/>
    <w:rsid w:val="009F496B"/>
    <w:rsid w:val="00A01439"/>
    <w:rsid w:val="00A02E61"/>
    <w:rsid w:val="00A05CFF"/>
    <w:rsid w:val="00A56B97"/>
    <w:rsid w:val="00A6093D"/>
    <w:rsid w:val="00A76A6D"/>
    <w:rsid w:val="00A83253"/>
    <w:rsid w:val="00AA6E84"/>
    <w:rsid w:val="00AC17A1"/>
    <w:rsid w:val="00AE341B"/>
    <w:rsid w:val="00B07CA7"/>
    <w:rsid w:val="00B1279A"/>
    <w:rsid w:val="00B5222E"/>
    <w:rsid w:val="00B552A3"/>
    <w:rsid w:val="00B61C96"/>
    <w:rsid w:val="00B73A2A"/>
    <w:rsid w:val="00B94B06"/>
    <w:rsid w:val="00B94C28"/>
    <w:rsid w:val="00BC10BA"/>
    <w:rsid w:val="00BC2D39"/>
    <w:rsid w:val="00BC5AFD"/>
    <w:rsid w:val="00BD2239"/>
    <w:rsid w:val="00C0609D"/>
    <w:rsid w:val="00C115AB"/>
    <w:rsid w:val="00C30249"/>
    <w:rsid w:val="00C606C9"/>
    <w:rsid w:val="00C90650"/>
    <w:rsid w:val="00C97D78"/>
    <w:rsid w:val="00CA04FC"/>
    <w:rsid w:val="00CB0DA6"/>
    <w:rsid w:val="00CC5A42"/>
    <w:rsid w:val="00CD0EAB"/>
    <w:rsid w:val="00CF34DB"/>
    <w:rsid w:val="00CF558F"/>
    <w:rsid w:val="00D073E2"/>
    <w:rsid w:val="00D212FF"/>
    <w:rsid w:val="00D446EC"/>
    <w:rsid w:val="00D51BF0"/>
    <w:rsid w:val="00D55942"/>
    <w:rsid w:val="00D807BF"/>
    <w:rsid w:val="00DA7887"/>
    <w:rsid w:val="00DB2C26"/>
    <w:rsid w:val="00DE6B43"/>
    <w:rsid w:val="00E11923"/>
    <w:rsid w:val="00E262D4"/>
    <w:rsid w:val="00E313C0"/>
    <w:rsid w:val="00E36250"/>
    <w:rsid w:val="00E36837"/>
    <w:rsid w:val="00E43F36"/>
    <w:rsid w:val="00E54511"/>
    <w:rsid w:val="00E611B4"/>
    <w:rsid w:val="00E61DAC"/>
    <w:rsid w:val="00E75529"/>
    <w:rsid w:val="00E75FE3"/>
    <w:rsid w:val="00EA0062"/>
    <w:rsid w:val="00EB7AB1"/>
    <w:rsid w:val="00EF48CC"/>
    <w:rsid w:val="00F07F64"/>
    <w:rsid w:val="00F6512D"/>
    <w:rsid w:val="00F73032"/>
    <w:rsid w:val="00F81074"/>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4DC5"/>
    <w:pPr>
      <w:tabs>
        <w:tab w:val="center" w:pos="4320"/>
        <w:tab w:val="right" w:pos="8640"/>
      </w:tabs>
    </w:pPr>
  </w:style>
  <w:style w:type="paragraph" w:styleId="Footer">
    <w:name w:val="footer"/>
    <w:basedOn w:val="Normal"/>
    <w:rsid w:val="002D4DC5"/>
    <w:pPr>
      <w:tabs>
        <w:tab w:val="center" w:pos="4320"/>
        <w:tab w:val="right" w:pos="8640"/>
      </w:tabs>
    </w:pPr>
  </w:style>
  <w:style w:type="character" w:styleId="PageNumber">
    <w:name w:val="page number"/>
    <w:basedOn w:val="DefaultParagraphFont"/>
    <w:rsid w:val="002D4DC5"/>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Caption">
    <w:name w:val="caption"/>
    <w:basedOn w:val="Normal"/>
    <w:next w:val="Normal"/>
    <w:unhideWhenUsed/>
    <w:qFormat/>
    <w:rsid w:val="003C60D3"/>
    <w:rPr>
      <w:b/>
      <w:bCs/>
      <w:sz w:val="20"/>
    </w:rPr>
  </w:style>
  <w:style w:type="table" w:styleId="TableGrid">
    <w:name w:val="Table Grid"/>
    <w:basedOn w:val="TableNormal"/>
    <w:rsid w:val="00434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4DC5"/>
    <w:pPr>
      <w:tabs>
        <w:tab w:val="center" w:pos="4320"/>
        <w:tab w:val="right" w:pos="8640"/>
      </w:tabs>
    </w:pPr>
  </w:style>
  <w:style w:type="paragraph" w:styleId="Footer">
    <w:name w:val="footer"/>
    <w:basedOn w:val="Normal"/>
    <w:rsid w:val="002D4DC5"/>
    <w:pPr>
      <w:tabs>
        <w:tab w:val="center" w:pos="4320"/>
        <w:tab w:val="right" w:pos="8640"/>
      </w:tabs>
    </w:pPr>
  </w:style>
  <w:style w:type="character" w:styleId="PageNumber">
    <w:name w:val="page number"/>
    <w:basedOn w:val="DefaultParagraphFont"/>
    <w:rsid w:val="002D4DC5"/>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Caption">
    <w:name w:val="caption"/>
    <w:basedOn w:val="Normal"/>
    <w:next w:val="Normal"/>
    <w:unhideWhenUsed/>
    <w:qFormat/>
    <w:rsid w:val="003C60D3"/>
    <w:rPr>
      <w:b/>
      <w:bCs/>
      <w:sz w:val="20"/>
    </w:rPr>
  </w:style>
  <w:style w:type="table" w:styleId="TableGrid">
    <w:name w:val="Table Grid"/>
    <w:basedOn w:val="TableNormal"/>
    <w:rsid w:val="00434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05599">
      <w:bodyDiv w:val="1"/>
      <w:marLeft w:val="0"/>
      <w:marRight w:val="0"/>
      <w:marTop w:val="0"/>
      <w:marBottom w:val="0"/>
      <w:divBdr>
        <w:top w:val="none" w:sz="0" w:space="0" w:color="auto"/>
        <w:left w:val="none" w:sz="0" w:space="0" w:color="auto"/>
        <w:bottom w:val="none" w:sz="0" w:space="0" w:color="auto"/>
        <w:right w:val="none" w:sz="0" w:space="0" w:color="auto"/>
      </w:divBdr>
    </w:div>
    <w:div w:id="759372008">
      <w:bodyDiv w:val="1"/>
      <w:marLeft w:val="0"/>
      <w:marRight w:val="0"/>
      <w:marTop w:val="0"/>
      <w:marBottom w:val="0"/>
      <w:divBdr>
        <w:top w:val="none" w:sz="0" w:space="0" w:color="auto"/>
        <w:left w:val="none" w:sz="0" w:space="0" w:color="auto"/>
        <w:bottom w:val="none" w:sz="0" w:space="0" w:color="auto"/>
        <w:right w:val="none" w:sz="0" w:space="0" w:color="auto"/>
      </w:divBdr>
    </w:div>
    <w:div w:id="792528446">
      <w:bodyDiv w:val="1"/>
      <w:marLeft w:val="0"/>
      <w:marRight w:val="0"/>
      <w:marTop w:val="0"/>
      <w:marBottom w:val="0"/>
      <w:divBdr>
        <w:top w:val="none" w:sz="0" w:space="0" w:color="auto"/>
        <w:left w:val="none" w:sz="0" w:space="0" w:color="auto"/>
        <w:bottom w:val="none" w:sz="0" w:space="0" w:color="auto"/>
        <w:right w:val="none" w:sz="0" w:space="0" w:color="auto"/>
      </w:divBdr>
    </w:div>
    <w:div w:id="798691760">
      <w:bodyDiv w:val="1"/>
      <w:marLeft w:val="0"/>
      <w:marRight w:val="0"/>
      <w:marTop w:val="0"/>
      <w:marBottom w:val="0"/>
      <w:divBdr>
        <w:top w:val="none" w:sz="0" w:space="0" w:color="auto"/>
        <w:left w:val="none" w:sz="0" w:space="0" w:color="auto"/>
        <w:bottom w:val="none" w:sz="0" w:space="0" w:color="auto"/>
        <w:right w:val="none" w:sz="0" w:space="0" w:color="auto"/>
      </w:divBdr>
    </w:div>
    <w:div w:id="821696365">
      <w:bodyDiv w:val="1"/>
      <w:marLeft w:val="0"/>
      <w:marRight w:val="0"/>
      <w:marTop w:val="0"/>
      <w:marBottom w:val="0"/>
      <w:divBdr>
        <w:top w:val="none" w:sz="0" w:space="0" w:color="auto"/>
        <w:left w:val="none" w:sz="0" w:space="0" w:color="auto"/>
        <w:bottom w:val="none" w:sz="0" w:space="0" w:color="auto"/>
        <w:right w:val="none" w:sz="0" w:space="0" w:color="auto"/>
      </w:divBdr>
    </w:div>
    <w:div w:id="1093286632">
      <w:bodyDiv w:val="1"/>
      <w:marLeft w:val="0"/>
      <w:marRight w:val="0"/>
      <w:marTop w:val="0"/>
      <w:marBottom w:val="0"/>
      <w:divBdr>
        <w:top w:val="none" w:sz="0" w:space="0" w:color="auto"/>
        <w:left w:val="none" w:sz="0" w:space="0" w:color="auto"/>
        <w:bottom w:val="none" w:sz="0" w:space="0" w:color="auto"/>
        <w:right w:val="none" w:sz="0" w:space="0" w:color="auto"/>
      </w:divBdr>
    </w:div>
    <w:div w:id="1104228296">
      <w:bodyDiv w:val="1"/>
      <w:marLeft w:val="0"/>
      <w:marRight w:val="0"/>
      <w:marTop w:val="0"/>
      <w:marBottom w:val="0"/>
      <w:divBdr>
        <w:top w:val="none" w:sz="0" w:space="0" w:color="auto"/>
        <w:left w:val="none" w:sz="0" w:space="0" w:color="auto"/>
        <w:bottom w:val="none" w:sz="0" w:space="0" w:color="auto"/>
        <w:right w:val="none" w:sz="0" w:space="0" w:color="auto"/>
      </w:divBdr>
    </w:div>
    <w:div w:id="1252012329">
      <w:bodyDiv w:val="1"/>
      <w:marLeft w:val="0"/>
      <w:marRight w:val="0"/>
      <w:marTop w:val="0"/>
      <w:marBottom w:val="0"/>
      <w:divBdr>
        <w:top w:val="none" w:sz="0" w:space="0" w:color="auto"/>
        <w:left w:val="none" w:sz="0" w:space="0" w:color="auto"/>
        <w:bottom w:val="none" w:sz="0" w:space="0" w:color="auto"/>
        <w:right w:val="none" w:sz="0" w:space="0" w:color="auto"/>
      </w:divBdr>
    </w:div>
    <w:div w:id="1412702730">
      <w:bodyDiv w:val="1"/>
      <w:marLeft w:val="0"/>
      <w:marRight w:val="0"/>
      <w:marTop w:val="0"/>
      <w:marBottom w:val="0"/>
      <w:divBdr>
        <w:top w:val="none" w:sz="0" w:space="0" w:color="auto"/>
        <w:left w:val="none" w:sz="0" w:space="0" w:color="auto"/>
        <w:bottom w:val="none" w:sz="0" w:space="0" w:color="auto"/>
        <w:right w:val="none" w:sz="0" w:space="0" w:color="auto"/>
      </w:divBdr>
    </w:div>
    <w:div w:id="1558468809">
      <w:bodyDiv w:val="1"/>
      <w:marLeft w:val="0"/>
      <w:marRight w:val="0"/>
      <w:marTop w:val="0"/>
      <w:marBottom w:val="0"/>
      <w:divBdr>
        <w:top w:val="none" w:sz="0" w:space="0" w:color="auto"/>
        <w:left w:val="none" w:sz="0" w:space="0" w:color="auto"/>
        <w:bottom w:val="none" w:sz="0" w:space="0" w:color="auto"/>
        <w:right w:val="none" w:sz="0" w:space="0" w:color="auto"/>
      </w:divBdr>
    </w:div>
    <w:div w:id="1600681410">
      <w:bodyDiv w:val="1"/>
      <w:marLeft w:val="0"/>
      <w:marRight w:val="0"/>
      <w:marTop w:val="0"/>
      <w:marBottom w:val="0"/>
      <w:divBdr>
        <w:top w:val="none" w:sz="0" w:space="0" w:color="auto"/>
        <w:left w:val="none" w:sz="0" w:space="0" w:color="auto"/>
        <w:bottom w:val="none" w:sz="0" w:space="0" w:color="auto"/>
        <w:right w:val="none" w:sz="0" w:space="0" w:color="auto"/>
      </w:divBdr>
    </w:div>
    <w:div w:id="1658462059">
      <w:bodyDiv w:val="1"/>
      <w:marLeft w:val="0"/>
      <w:marRight w:val="0"/>
      <w:marTop w:val="0"/>
      <w:marBottom w:val="0"/>
      <w:divBdr>
        <w:top w:val="none" w:sz="0" w:space="0" w:color="auto"/>
        <w:left w:val="none" w:sz="0" w:space="0" w:color="auto"/>
        <w:bottom w:val="none" w:sz="0" w:space="0" w:color="auto"/>
        <w:right w:val="none" w:sz="0" w:space="0" w:color="auto"/>
      </w:divBdr>
    </w:div>
    <w:div w:id="209623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ni.lainema@noki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emal.ugur@nokia.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gur\My%20Work%20Related\My%20Documents\My%20Authored%20Papers\My%20Standard%20Contributions\JCTVC-F\interpolation_ce\chroma_interp\JCTVC-Fxxx.doc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E1F0D-A969-407B-8635-CAC7AE0C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JCTVC-Fxxx.docx.dot</Template>
  <TotalTime>36</TotalTime>
  <Pages>5</Pages>
  <Words>1157</Words>
  <Characters>6600</Characters>
  <Application>Microsoft Office Word</Application>
  <DocSecurity>0</DocSecurity>
  <Lines>55</Lines>
  <Paragraphs>15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Ugur Kemal</dc:creator>
  <cp:keywords>JCT-VC, MPEG, VCEG</cp:keywords>
  <cp:lastModifiedBy>Ugur Kemal</cp:lastModifiedBy>
  <cp:revision>4</cp:revision>
  <cp:lastPrinted>1900-12-31T21:00:00Z</cp:lastPrinted>
  <dcterms:created xsi:type="dcterms:W3CDTF">2011-07-01T14:00:00Z</dcterms:created>
  <dcterms:modified xsi:type="dcterms:W3CDTF">2011-07-14T09:50:00Z</dcterms:modified>
</cp:coreProperties>
</file>