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9726F6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46990" b="30480"/>
                      <wp:wrapNone/>
                      <wp:docPr id="46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50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5680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xtJJKsAANp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kV+78AAADbAAAADwAAAGRycy9kb3ducmV2LnhtbERPS2vCQBC+C/6HZYTedNNCVVJXKUpB&#10;ihRf9DxmxySYnQ3ZMUn/ffcgePz43otV7yrVUhNKzwZeJwko4szbknMD59PXeA4qCLLFyjMZ+KMA&#10;q+VwsMDU+o4P1B4lVzGEQ4oGCpE61TpkBTkME18TR+7qG4cSYZNr22AXw12l35Jkqh2WHBsKrGld&#10;UHY73p0BbPkipw5/fqXu/Ledhdt+szPmZdR/foAS6uUpfri31sB7XB+/xB+gl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ZkV+78AAADbAAAADwAAAAAAAAAAAAAAAACh&#10;AgAAZHJzL2Rvd25yZXYueG1sUEsFBgAAAAAEAAQA+QAAAI0DAAAAAA==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WwYMIAAADbAAAADwAAAGRycy9kb3ducmV2LnhtbESPUWvCQBCE3wv+h2MF3+pFwVZSTxFF&#10;ECmlRunzNrdNgrm9kFuT9N/3CoU+DjPzDbPaDK5WHbWh8mxgNk1AEefeVlwYuF4Oj0tQQZAt1p7J&#10;wDcF2KxHDytMre/5TF0mhYoQDikaKEWaVOuQl+QwTH1DHL0v3zqUKNtC2xb7CHe1nifJk3ZYcVwo&#10;saFdSfktuzsD2PGnXHp8+5Cm9yf7HG7v+1djJuNh+wJKaJD/8F/7aA0sZvD7Jf4Avf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tWwYMIAAADbAAAADwAAAAAAAAAAAAAA&#10;AAChAgAAZHJzL2Rvd25yZXYueG1sUEsFBgAAAAAEAAQA+QAAAJADAAAAAA==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exZ7sUAAADbAAAADwAAAGRycy9kb3ducmV2LnhtbESPQWsCMRSE70L/Q3iF3mpWa1W2RhGh&#10;0IIKrgoen5vXzeLmZbuJuv57Uyh4HGbmG2Yya20lLtT40rGCXjcBQZw7XXKhYLf9fB2D8AFZY+WY&#10;FNzIw2z61Jlgqt2VN3TJQiEihH2KCkwIdSqlzw1Z9F1XE0fvxzUWQ5RNIXWD1wi3lewnyVBaLDku&#10;GKxpYSg/ZWer4Lc+tb3VaPy2rI4m+17a9eCwPyv18tzOP0AEasMj/N/+0gre+/D3Jf4AOb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exZ7sUAAADbAAAADwAAAAAAAAAA&#10;AAAAAAChAgAAZHJzL2Rvd25yZXYueG1sUEsFBgAAAAAEAAQA+QAAAJMDAAAAAA==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D8dcUAAADbAAAADwAAAGRycy9kb3ducmV2LnhtbESPQWvCQBSE7wX/w/IEb2ajtlWiq0hB&#10;ULBCYws9vmaf2WD2bZpdNf333YLQ4zAz3zCLVWdrcaXWV44VjJIUBHHhdMWlgvfjZjgD4QOyxtox&#10;KfghD6tl72GBmXY3fqNrHkoRIewzVGBCaDIpfWHIok9cQxy9k2sthijbUuoWbxFuazlO02dpseK4&#10;YLChF0PFOb9YBd/NuRu9TmeTff1l8t3eHh4/Py5KDfrdeg4iUBf+w/f2Vit4msDfl/gD5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qD8dcUAAADbAAAADwAAAAAAAAAA&#10;AAAAAAChAgAAZHJzL2Rvd25yZXYueG1sUEsFBgAAAAAEAAQA+QAAAJMDAAAAAA==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IT+MIAAADbAAAADwAAAGRycy9kb3ducmV2LnhtbESPUWvCQBCE3wv9D8cWfNNLi20l9ZRS&#10;EaRIsSo+r7ltEszthdyaxH/vCUIfh5n5hpnOe1eplppQejbwPEpAEWfelpwb2O+WwwmoIMgWK89k&#10;4EIB5rPHhymm1nf8S+1WchUhHFI0UIjUqdYhK8hhGPmaOHp/vnEoUTa5tg12Ee4q/ZIkb9phyXGh&#10;wJq+CspO27MzgC0fZdfhz0Hqzn/b93DaLNbGDJ76zw9QQr38h+/tlTXwOobbl/gD9O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qIT+MIAAADbAAAADwAAAAAAAAAAAAAA&#10;AAChAgAAZHJzL2Rvd25yZXYueG1sUEsFBgAAAAAEAAQA+QAAAJA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f2fsEA&#10;AADbAAAADwAAAGRycy9kb3ducmV2LnhtbESPzWrDMBCE74G8g9hCb7GcQpriWg4lkFJyi93eF2tj&#10;mVgrx1JtN09fFQo5DvPzMflutp0YafCtYwXrJAVBXDvdcqPgszqsXkD4gKyxc0wKfsjDrlgucsy0&#10;m/hEYxkaEUfYZ6jAhNBnUvrakEWfuJ44emc3WAxRDo3UA05x3HbyKU2fpcWWI8FgT3tD9aX8tpFb&#10;rr/sia7bW1O9H7XXs6mcUerxYX57BRFoDvfwf/tDK9hs4O9L/AGy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39n7BAAAA2wAAAA8AAAAAAAAAAAAAAAAAmAIAAGRycy9kb3du&#10;cmV2LnhtbFBLBQYAAAAABAAEAPUAAACGAwAAAAA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S8w8MA&#10;AADbAAAADwAAAGRycy9kb3ducmV2LnhtbESPQYvCMBSE7wv+h/CEvWnqalWqUWTBZUU8WL14ezTP&#10;ttq8lCar9d8bQdjjMDPfMPNlaypxo8aVlhUM+hEI4szqknMFx8O6NwXhPLLGyjIpeJCD5aLzMcdE&#10;2zvv6Zb6XAQIuwQVFN7XiZQuK8ig69uaOHhn2xj0QTa51A3eA9xU8iuKxtJgyWGhwJq+C8qu6Z9R&#10;MPzxcbVJOdodpB6ZyyTetu6k1Ge3Xc1AeGr9f/jd/tUK4jG8voQf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S8w8MAAADbAAAADwAAAAAAAAAAAAAAAACYAgAAZHJzL2Rv&#10;d25yZXYueG1sUEsFBgAAAAAEAAQA9QAAAIg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zx8MQA&#10;AADbAAAADwAAAGRycy9kb3ducmV2LnhtbESPT2vCQBTE70K/w/IKvelGqzVEN1Jaih68mJaeH9ln&#10;EpJ9G7KbP+2n7xYEj8PM/IbZHybTiIE6V1lWsFxEIIhzqysuFHx9fsxjEM4ja2wsk4IfcnBIH2Z7&#10;TLQd+UJD5gsRIOwSVFB63yZSurwkg25hW+LgXW1n0AfZFVJ3OAa4aeQqil6kwYrDQoktvZWU11lv&#10;FHzH43Z1ner3/jdeI2YnLs7PR6WeHqfXHQhPk7+Hb+2TVrDZwv+X8AN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c8fDEAAAA2wAAAA8AAAAAAAAAAAAAAAAAmAIAAGRycy9k&#10;b3ducmV2LnhtbFBLBQYAAAAABAAEAPUAAACJ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SX+MMA&#10;AADbAAAADwAAAGRycy9kb3ducmV2LnhtbERPTWvCQBC9C/0PyxR6KbqxULHRVVolJJcKpqIeh+w0&#10;Cc3OhuzGpP++eyh4fLzv9XY0jbhR52rLCuazCARxYXXNpYLTVzJdgnAeWWNjmRT8koPt5mGyxljb&#10;gY90y30pQgi7GBVU3rexlK6oyKCb2ZY4cN+2M+gD7EqpOxxCuGnkSxQtpMGaQ0OFLe0qKn7y3ijI&#10;L+n1LT189J/lwmS4PyfPuyRR6ulxfF+B8DT6u/jfnWkFr2Fs+BJ+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SX+M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t/vsMA&#10;AADbAAAADwAAAGRycy9kb3ducmV2LnhtbESPQYvCMBSE74L/ITxhbzZ1wVWrUUQQPHhZFdTbs3m2&#10;1eal22S1u7/eCILHYeabYSazxpTiRrUrLCvoRTEI4tTqgjMFu+2yOwThPLLG0jIp+CMHs2m7NcFE&#10;2zt/023jMxFK2CWoIPe+SqR0aU4GXWQr4uCdbW3QB1lnUtd4D+WmlJ9x/CUNFhwWcqxokVN63fwa&#10;Bf3B/25/Sdd4+lkejnG1GBLJtVIfnWY+BuGp8e/wi17pwI3g+SX8AD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t/vs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zbWMAA&#10;AADbAAAADwAAAGRycy9kb3ducmV2LnhtbERPz2vCMBS+C/sfwhvsZlM3KF1nFBFEYSfroOz2aJ5N&#10;sXkpTVarf/1yEDx+fL+X68l2YqTBt44VLJIUBHHtdMuNgp/Tbp6D8AFZY+eYFNzIw3r1Mltiod2V&#10;jzSWoRExhH2BCkwIfSGlrw1Z9InriSN3doPFEOHQSD3gNYbbTr6naSYtthwbDPa0NVRfyj+r4Hfc&#10;l5I/N6nVsvrIqZrO33ej1NvrtPkCEWgKT/HDfdAKsrg+fok/QK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zbWMAAAADbAAAADwAAAAAAAAAAAAAAAACYAgAAZHJzL2Rvd25y&#10;ZXYueG1sUEsFBgAAAAAEAAQA9QAAAIUDAAAAAA=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NPZcQA&#10;AADbAAAADwAAAGRycy9kb3ducmV2LnhtbESPT2sCMRTE7wW/Q3iCl6JZPUhZzS4iCD3V1iptb4/N&#10;2z908xKSqOu3bwqCx2FmfsOsy8H04kI+dJYVzGcZCOLK6o4bBcfP3fQFRIjIGnvLpOBGAcpi9LTG&#10;XNsrf9DlEBuRIBxyVNDG6HIpQ9WSwTCzjjh5tfUGY5K+kdrjNcFNLxdZtpQGO04LLTratlT9Hs5G&#10;ge78ydXHvf9+vr2FXf31M7x7p9RkPGxWICIN8RG+t1+1guUc/r+kHy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DT2XEAAAA2wAAAA8AAAAAAAAAAAAAAAAAmAIAAGRycy9k&#10;b3ducmV2LnhtbFBLBQYAAAAABAAEAPUAAACJAwAAAAA=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qyhcUA&#10;AADbAAAADwAAAGRycy9kb3ducmV2LnhtbESPT2vCQBTE7wW/w/KE3urGKKmmrlKKlR4q/gWvj+xr&#10;Nph9G7Orpt++Wyj0OMzMb5jZorO1uFHrK8cKhoMEBHHhdMWlguPh/WkCwgdkjbVjUvBNHhbz3sMM&#10;c+3uvKPbPpQiQtjnqMCE0ORS+sKQRT9wDXH0vlxrMUTZllK3eI9wW8s0STJpseK4YLChN0PFeX+1&#10;Cj6zzXq0WV7S8Wo6bgwdRtvk+aTUY797fQERqAv/4b/2h1aQpfD7Jf4A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qrKFxQAAANsAAAAPAAAAAAAAAAAAAAAAAJgCAABkcnMv&#10;ZG93bnJldi54bWxQSwUGAAAAAAQABAD1AAAAigMAAAAA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wfX8IA&#10;AADbAAAADwAAAGRycy9kb3ducmV2LnhtbESPT4vCMBTE7wt+h/AEb9tUBZFqWvyD4HG3FvH4aJ5t&#10;sXkpTdTqp98sLOxxmJnfMOtsMK14UO8aywqmUQyCuLS64UpBcTp8LkE4j6yxtUwKXuQgS0cfa0y0&#10;ffI3PXJfiQBhl6CC2vsukdKVNRl0ke2Ig3e1vUEfZF9J3eMzwE0rZ3G8kAYbDgs1drSrqbzld6Pg&#10;vb/ilqTj97ktvor9Ja9MmSs1GQ+bFQhPg/8P/7WPWsFiDr9fwg+Q6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fB9fwgAAANsAAAAPAAAAAAAAAAAAAAAAAJgCAABkcnMvZG93&#10;bnJldi54bWxQSwUGAAAAAAQABAD1AAAAhw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dhHMQA&#10;AADbAAAADwAAAGRycy9kb3ducmV2LnhtbESPT4vCMBTE78J+h/AEL7KmylKkaxRZEUS9+Ofi7ZG8&#10;bes2L6WJWv30G0HwOMzMb5jJrLWVuFLjS8cKhoMEBLF2puRcwfGw/ByD8AHZYOWYFNzJw2z60Zlg&#10;ZtyNd3Tdh1xECPsMFRQh1JmUXhdk0Q9cTRy9X9dYDFE2uTQN3iLcVnKUJKm0WHJcKLCmn4L03/5i&#10;FazTLeo+n9b56XHQ581ocRzyWalet51/gwjUhnf41V4ZBekXPL/EHyC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3YRz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sJZr8A&#10;AADbAAAADwAAAGRycy9kb3ducmV2LnhtbESP0YrCMBRE3xf8h3AF39bUirJUo6gg+CZb9wOuzbUt&#10;NjcliRr/3ggLPg4zc4ZZrqPpxJ2cby0rmIwzEMSV1S3XCv5O++8fED4ga+wsk4IneVivBl9LLLR9&#10;8C/dy1CLBGFfoIImhL6Q0lcNGfRj2xMn72KdwZCkq6V2+Ehw08k8y+bSYMtpocGedg1V1/JmFJyn&#10;Ospj7vlSuirW2/xotjOp1GgYNwsQgWL4hP/bB61gPoP3l/QD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6wlmvwAAANsAAAAPAAAAAAAAAAAAAAAAAJgCAABkcnMvZG93bnJl&#10;di54bWxQSwUGAAAAAAQABAD1AAAAhAMAAAAA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mb1cMA&#10;AADbAAAADwAAAGRycy9kb3ducmV2LnhtbESPS2vDMBCE74H8B7GF3mK5KZjgWAkhIdBCL3kdcttY&#10;6wexVo6l2s6/rwqFHoeZ+YbJ1qNpRE+dqy0reItiEMS51TWXCs6n/WwBwnlkjY1lUvAkB+vVdJJh&#10;qu3AB+qPvhQBwi5FBZX3bSqlyysy6CLbEgevsJ1BH2RXSt3hEOCmkfM4TqTBmsNChS1tK8rvx28T&#10;KCjfH1/79ra7bK929J/1obBPpV5fxs0ShKfR/4f/2h9aQZLA75fwA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5mb1cMAAADbAAAADwAAAAAAAAAAAAAAAACYAgAAZHJzL2Rv&#10;d25yZXYueG1sUEsFBgAAAAAEAAQA9QAAAIgDAAAAAA=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m5g8UA&#10;AADbAAAADwAAAGRycy9kb3ducmV2LnhtbESPQWvCQBSE7wX/w/KE3upGS6PEbEQKhaK9NEa9PrPP&#10;JJh9m2a3mv77bkHocZiZb5h0NZhWXKl3jWUF00kEgri0uuFKQbF7e1qAcB5ZY2uZFPyQg1U2ekgx&#10;0fbGn3TNfSUChF2CCmrvu0RKV9Zk0E1sRxy8s+0N+iD7SuoebwFuWjmLolgabDgs1NjRa03lJf82&#10;Cmb74qWQ1fPm4+uYH7an6SY6bWOlHsfDegnC0+D/w/f2u1YQz+HvS/gB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+bmD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qikcAA&#10;AADbAAAADwAAAGRycy9kb3ducmV2LnhtbERPTYvCMBC9C/sfwizsTdP1ULQaRYSFwlLBKu4eh2Zs&#10;is2kNFHrvzcHwePjfS/Xg23FjXrfOFbwPUlAEFdON1wrOB5+xjMQPiBrbB2Tggd5WK8+RkvMtLvz&#10;nm5lqEUMYZ+hAhNCl0npK0MW/cR1xJE7u95iiLCvpe7xHsNtK6dJkkqLDccGgx1tDVWX8moVnH7/&#10;y9wUJv/T6XC67PLiUZRzpb4+h80CRKAhvMUvd64VpHFs/B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pqikcAAAADbAAAADwAAAAAAAAAAAAAAAACYAgAAZHJzL2Rvd25y&#10;ZXYueG1sUEsFBgAAAAAEAAQA9QAAAIUDAAAAAA=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areMIA&#10;AADbAAAADwAAAGRycy9kb3ducmV2LnhtbESPQWvCQBSE7wX/w/IEb3XTHiRNXUWUgB4bxV4f2dds&#10;YvZtyG6T+O+7gtDjMDPfMOvtZFsxUO9rxwrelgkI4tLpmisFl3P+moLwAVlj65gU3MnDdjN7WWOm&#10;3chfNBShEhHCPkMFJoQuk9KXhiz6peuIo/fjeoshyr6Suscxwm0r35NkJS3WHBcMdrQ3VN6KX6vg&#10;cMqbQjb73Xc73g5NnkpzTQelFvNp9wki0BT+w8/2UStYfcDjS/wB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lqt4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KNRMQA&#10;AADbAAAADwAAAGRycy9kb3ducmV2LnhtbESPy27CQAxF90j9h5GRuisTWsojZUCoahEbkAh8gJVx&#10;k4iMJ80MIf37eoHE0rq+xz7Lde9q1VEbKs8GxqMEFHHubcWFgfPp+2UOKkRki7VnMvBHAdarp8ES&#10;U+tvfKQui4USCIcUDZQxNqnWIS/JYRj5hliyH986jDK2hbYt3gTuav2aJFPtsGK5UGJDnyXll+zq&#10;hLK4vP3mO7s5XL+S4/Z9P8l0NzHmedhvPkBF6uNj+d7eWQMz+V5cxAP0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SjUTEAAAA2wAAAA8AAAAAAAAAAAAAAAAAmAIAAGRycy9k&#10;b3ducmV2LnhtbFBLBQYAAAAABAAEAPUAAACJAwAAAAA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oE68UA&#10;AADbAAAADwAAAGRycy9kb3ducmV2LnhtbESPQUvDQBSE74L/YXlCb3bTUq2k3RYRBcFD01Ta6yP7&#10;zIZk34bdtYn99V1B8DjMzDfMejvaTpzJh8axgtk0A0FcOd1wreDz8Hb/BCJEZI2dY1LwQwG2m9ub&#10;NebaDbyncxlrkSAcclRgYuxzKUNlyGKYup44eV/OW4xJ+lpqj0OC207Os+xRWmw4LRjs6cVQ1Zbf&#10;VoHdLY5mvju19evx4ePgL0U7FIVSk7vxeQUi0hj/w3/td61gOYPfL+kHyM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egTr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58LsUA&#10;AADbAAAADwAAAGRycy9kb3ducmV2LnhtbESP3WoCMRSE74W+QziF3kjNKrTqdrNSC4UKRXDtAxyS&#10;sz/t5mTZRN369EYQvBxm5hsmWw22FUfqfeNYwXSSgCDWzjRcKfjZfz4vQPiAbLB1TAr+ycMqfxhl&#10;mBp34h0di1CJCGGfooI6hC6V0uuaLPqJ64ijV7reYoiyr6Tp8RThtpWzJHmVFhuOCzV29FGT/isO&#10;VoEeL8vfc1U6v9l86+15bV6Kw1Kpp8fh/Q1EoCHcw7f2l1Ewn8H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vnwu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E313C0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48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313C0">
              <w:rPr>
                <w:b/>
                <w:noProof/>
                <w:szCs w:val="22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47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7956FF" w:rsidP="007956F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6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t>Torino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14</w:t>
            </w:r>
            <w:r w:rsidR="00171371" w:rsidRPr="00AE341B">
              <w:rPr>
                <w:szCs w:val="22"/>
              </w:rPr>
              <w:t>-</w:t>
            </w:r>
            <w:r w:rsidR="00630AA2">
              <w:rPr>
                <w:szCs w:val="22"/>
              </w:rPr>
              <w:t>2</w:t>
            </w:r>
            <w:r>
              <w:rPr>
                <w:szCs w:val="22"/>
              </w:rPr>
              <w:t>2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July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593223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593223">
              <w:t>F242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F6512D" w:rsidP="00F6512D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Bilinear </w:t>
            </w:r>
            <w:proofErr w:type="spellStart"/>
            <w:r>
              <w:rPr>
                <w:b/>
                <w:szCs w:val="22"/>
              </w:rPr>
              <w:t>c</w:t>
            </w:r>
            <w:r w:rsidR="004342C7">
              <w:rPr>
                <w:b/>
                <w:szCs w:val="22"/>
              </w:rPr>
              <w:t>hroma</w:t>
            </w:r>
            <w:proofErr w:type="spellEnd"/>
            <w:r w:rsidR="004342C7">
              <w:rPr>
                <w:b/>
                <w:szCs w:val="22"/>
              </w:rPr>
              <w:t xml:space="preserve"> interpolation for small block sizes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4342C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Input Document to 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4342C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8C69A7" w:rsidRPr="00593223" w:rsidRDefault="00593223" w:rsidP="008C69A7">
            <w:pPr>
              <w:spacing w:before="60" w:after="60"/>
              <w:rPr>
                <w:szCs w:val="22"/>
                <w:lang w:val="fi-FI" w:eastAsia="ja-JP"/>
              </w:rPr>
            </w:pPr>
            <w:r w:rsidRPr="00593223">
              <w:rPr>
                <w:szCs w:val="22"/>
                <w:lang w:val="fi-FI"/>
              </w:rPr>
              <w:t>Kemal Ugur and Jani Lainema</w:t>
            </w:r>
            <w:r w:rsidR="00E61DAC" w:rsidRPr="00593223">
              <w:rPr>
                <w:szCs w:val="22"/>
                <w:lang w:val="fi-FI"/>
              </w:rPr>
              <w:br/>
            </w:r>
            <w:r w:rsidRPr="00593223">
              <w:rPr>
                <w:szCs w:val="22"/>
                <w:lang w:val="fi-FI"/>
              </w:rPr>
              <w:t>Visiokatu 1, Tampere, Finland</w:t>
            </w:r>
            <w:r w:rsidR="00E61DAC" w:rsidRPr="00593223">
              <w:rPr>
                <w:szCs w:val="22"/>
                <w:lang w:val="fi-FI"/>
              </w:rPr>
              <w:br/>
            </w:r>
            <w:r w:rsidRPr="00593223">
              <w:rPr>
                <w:szCs w:val="22"/>
                <w:lang w:val="fi-FI" w:eastAsia="ja-JP"/>
              </w:rPr>
              <w:br/>
            </w:r>
            <w:r>
              <w:rPr>
                <w:szCs w:val="22"/>
                <w:lang w:val="fi-FI" w:eastAsia="ja-JP"/>
              </w:rPr>
              <w:br/>
            </w:r>
            <w:r w:rsidR="008C69A7" w:rsidRPr="00593223">
              <w:rPr>
                <w:szCs w:val="22"/>
                <w:lang w:val="fi-FI" w:eastAsia="ja-JP"/>
              </w:rPr>
              <w:t>Kenji Kondo</w:t>
            </w:r>
            <w:r w:rsidR="00E611B4" w:rsidRPr="00593223">
              <w:rPr>
                <w:rFonts w:hint="eastAsia"/>
                <w:szCs w:val="22"/>
                <w:lang w:val="fi-FI" w:eastAsia="ja-JP"/>
              </w:rPr>
              <w:t xml:space="preserve"> </w:t>
            </w:r>
            <w:r w:rsidR="00E611B4" w:rsidRPr="00593223">
              <w:rPr>
                <w:szCs w:val="22"/>
                <w:lang w:val="fi-FI" w:eastAsia="ja-JP"/>
              </w:rPr>
              <w:t>and Teruhiko Suzuki</w:t>
            </w:r>
          </w:p>
          <w:p w:rsidR="00E61DAC" w:rsidRPr="00AE341B" w:rsidRDefault="008C69A7" w:rsidP="008C69A7">
            <w:pPr>
              <w:spacing w:before="60" w:after="60"/>
              <w:rPr>
                <w:szCs w:val="22"/>
                <w:lang w:eastAsia="ja-JP"/>
              </w:rPr>
            </w:pPr>
            <w:r w:rsidRPr="008C69A7">
              <w:rPr>
                <w:szCs w:val="22"/>
                <w:lang w:eastAsia="ja-JP"/>
              </w:rPr>
              <w:t>Gate City Osaki West 12F 1-11-1 Osaki, Shinagawa-</w:t>
            </w:r>
            <w:proofErr w:type="spellStart"/>
            <w:r w:rsidRPr="008C69A7">
              <w:rPr>
                <w:szCs w:val="22"/>
                <w:lang w:eastAsia="ja-JP"/>
              </w:rPr>
              <w:t>ku</w:t>
            </w:r>
            <w:proofErr w:type="spellEnd"/>
            <w:r w:rsidRPr="008C69A7">
              <w:rPr>
                <w:szCs w:val="22"/>
                <w:lang w:eastAsia="ja-JP"/>
              </w:rPr>
              <w:t xml:space="preserve"> Tokyo, 141-0032, JAPAN</w:t>
            </w:r>
          </w:p>
        </w:tc>
        <w:tc>
          <w:tcPr>
            <w:tcW w:w="900" w:type="dxa"/>
          </w:tcPr>
          <w:p w:rsidR="00593223" w:rsidRDefault="00593223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Tel:</w:t>
            </w:r>
            <w:r w:rsidR="00E61DAC" w:rsidRPr="00AE341B">
              <w:rPr>
                <w:szCs w:val="22"/>
              </w:rPr>
              <w:br/>
            </w:r>
            <w:r>
              <w:rPr>
                <w:szCs w:val="22"/>
              </w:rPr>
              <w:t>Email:</w:t>
            </w:r>
          </w:p>
          <w:p w:rsidR="00E61DAC" w:rsidRPr="00AE341B" w:rsidRDefault="00593223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br/>
            </w:r>
            <w:r>
              <w:rPr>
                <w:szCs w:val="22"/>
              </w:rPr>
              <w:br/>
            </w:r>
            <w:r w:rsidR="00E61DAC" w:rsidRPr="00AE341B">
              <w:rPr>
                <w:szCs w:val="22"/>
              </w:rPr>
              <w:t>Tel:</w:t>
            </w:r>
            <w:r w:rsidR="00E61DAC"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593223" w:rsidRDefault="00593223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+358 50 4860857</w:t>
            </w:r>
            <w:r w:rsidR="00E61DAC" w:rsidRPr="00AE341B">
              <w:rPr>
                <w:szCs w:val="22"/>
              </w:rPr>
              <w:br/>
            </w:r>
            <w:hyperlink r:id="rId11" w:history="1">
              <w:r w:rsidRPr="00F12023">
                <w:rPr>
                  <w:rStyle w:val="Hyperlink"/>
                  <w:szCs w:val="22"/>
                </w:rPr>
                <w:t>kemal.ugur@nokia.com</w:t>
              </w:r>
            </w:hyperlink>
            <w:r>
              <w:rPr>
                <w:szCs w:val="22"/>
              </w:rPr>
              <w:br/>
            </w:r>
            <w:hyperlink r:id="rId12" w:history="1">
              <w:r w:rsidRPr="00F12023">
                <w:rPr>
                  <w:rStyle w:val="Hyperlink"/>
                  <w:szCs w:val="22"/>
                </w:rPr>
                <w:t>jani.lainema@nokia.com</w:t>
              </w:r>
            </w:hyperlink>
          </w:p>
          <w:p w:rsidR="00E61DAC" w:rsidRDefault="00593223">
            <w:pPr>
              <w:spacing w:before="60" w:after="60"/>
              <w:rPr>
                <w:szCs w:val="22"/>
                <w:lang w:eastAsia="ja-JP"/>
              </w:rPr>
            </w:pPr>
            <w:r>
              <w:rPr>
                <w:szCs w:val="22"/>
              </w:rPr>
              <w:br/>
            </w:r>
            <w:r w:rsidR="008C69A7" w:rsidRPr="008C69A7">
              <w:rPr>
                <w:szCs w:val="22"/>
              </w:rPr>
              <w:t>+81-3-5435-3308</w:t>
            </w:r>
            <w:r w:rsidR="00E61DAC" w:rsidRPr="00AE341B">
              <w:rPr>
                <w:szCs w:val="22"/>
              </w:rPr>
              <w:br/>
            </w:r>
            <w:hyperlink r:id="rId13" w:history="1">
              <w:r w:rsidR="00E611B4" w:rsidRPr="009F52CA">
                <w:rPr>
                  <w:rStyle w:val="Hyperlink"/>
                  <w:szCs w:val="22"/>
                  <w:lang w:eastAsia="ja-JP"/>
                </w:rPr>
                <w:t>kenji.kondo@jp.sony.com</w:t>
              </w:r>
            </w:hyperlink>
          </w:p>
          <w:p w:rsidR="00E611B4" w:rsidRPr="00AE341B" w:rsidRDefault="00297CB9">
            <w:pPr>
              <w:spacing w:before="60" w:after="60"/>
              <w:rPr>
                <w:szCs w:val="22"/>
                <w:lang w:eastAsia="ja-JP"/>
              </w:rPr>
            </w:pPr>
            <w:hyperlink r:id="rId14" w:history="1">
              <w:r w:rsidR="00E611B4" w:rsidRPr="009F52CA">
                <w:rPr>
                  <w:rStyle w:val="Hyperlink"/>
                  <w:szCs w:val="22"/>
                  <w:lang w:eastAsia="ja-JP"/>
                </w:rPr>
                <w:t>teruhikos@jp.sony.com</w:t>
              </w:r>
            </w:hyperlink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4342C7">
            <w:pPr>
              <w:spacing w:before="60" w:after="60"/>
              <w:rPr>
                <w:szCs w:val="22"/>
                <w:lang w:eastAsia="ja-JP"/>
              </w:rPr>
            </w:pPr>
            <w:r>
              <w:rPr>
                <w:szCs w:val="22"/>
              </w:rPr>
              <w:t>Nokia, Sony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212DF" w:rsidRPr="00AE341B" w:rsidRDefault="0032331D" w:rsidP="00F6512D">
      <w:pPr>
        <w:rPr>
          <w:szCs w:val="22"/>
        </w:rPr>
      </w:pPr>
      <w:r>
        <w:t xml:space="preserve">In Core Experiment-3, various tools related to </w:t>
      </w:r>
      <w:proofErr w:type="spellStart"/>
      <w:r>
        <w:t>luma</w:t>
      </w:r>
      <w:proofErr w:type="spellEnd"/>
      <w:r>
        <w:t xml:space="preserve"> interpolation filters are proposed to reduce the motion compensation memory bandwidth. Some of the proposed tools use shorter-tap length filters for bi-predicted blocks and small PU sizes. In this contribution, an extension of this idea is proposed for the </w:t>
      </w:r>
      <w:proofErr w:type="spellStart"/>
      <w:r>
        <w:t>chroma</w:t>
      </w:r>
      <w:proofErr w:type="spellEnd"/>
      <w:r>
        <w:t xml:space="preserve"> component as well. The proposed idea utilizes a bilinear filter for </w:t>
      </w:r>
      <w:proofErr w:type="spellStart"/>
      <w:r>
        <w:t>chroma</w:t>
      </w:r>
      <w:proofErr w:type="spellEnd"/>
      <w:r>
        <w:t xml:space="preserve"> blocks instead of the current 4-tap filter when the PU size is smaller than 8x8 (8x4, 4x8 and 4x4). </w:t>
      </w:r>
      <w:r w:rsidR="00F6512D">
        <w:t xml:space="preserve"> It is reported that using a filter with fewer taps, the worst-case complexity of the current interpolation filter in HM is reduced. </w:t>
      </w:r>
      <w:r>
        <w:t xml:space="preserve">Experimental results show that </w:t>
      </w:r>
      <w:r w:rsidR="00F6512D">
        <w:t>the impact on coding efficiency is negligible.</w:t>
      </w:r>
    </w:p>
    <w:p w:rsidR="00745F6B" w:rsidRPr="00AE341B" w:rsidRDefault="00745F6B" w:rsidP="00E11923">
      <w:pPr>
        <w:pStyle w:val="Heading1"/>
      </w:pPr>
      <w:r w:rsidRPr="00AE341B">
        <w:t xml:space="preserve">Introduction </w:t>
      </w:r>
    </w:p>
    <w:p w:rsidR="0032331D" w:rsidRDefault="0032331D" w:rsidP="0032331D">
      <w:pPr>
        <w:jc w:val="both"/>
        <w:rPr>
          <w:szCs w:val="22"/>
        </w:rPr>
      </w:pPr>
      <w:r>
        <w:rPr>
          <w:szCs w:val="22"/>
        </w:rPr>
        <w:t xml:space="preserve">Current HM3.0 defines a 4-tap separable filter to interpolate </w:t>
      </w:r>
      <w:proofErr w:type="spellStart"/>
      <w:r>
        <w:rPr>
          <w:szCs w:val="22"/>
        </w:rPr>
        <w:t>chroma</w:t>
      </w:r>
      <w:proofErr w:type="spellEnd"/>
      <w:r>
        <w:rPr>
          <w:szCs w:val="22"/>
        </w:rPr>
        <w:t xml:space="preserve"> samples. For small motion blocks, 4-tap filter brings a significant overhead in terms of memory bandwidth. For example if the PU size is 4x4, then a 2x2 </w:t>
      </w:r>
      <w:proofErr w:type="spellStart"/>
      <w:r>
        <w:rPr>
          <w:szCs w:val="22"/>
        </w:rPr>
        <w:t>chroma</w:t>
      </w:r>
      <w:proofErr w:type="spellEnd"/>
      <w:r>
        <w:rPr>
          <w:szCs w:val="22"/>
        </w:rPr>
        <w:t xml:space="preserve"> sample block needs to be interpolated. Assuming the MV points one of the sub-pixels that are not horizontally or vertically aligned with the integer samples, decoder need to load (2+3).(2 + 3) = 25 samples (which is around 6 times more than the prediction block). </w:t>
      </w:r>
    </w:p>
    <w:p w:rsidR="0032331D" w:rsidRDefault="0032331D" w:rsidP="0032331D">
      <w:pPr>
        <w:jc w:val="both"/>
        <w:rPr>
          <w:szCs w:val="22"/>
        </w:rPr>
      </w:pPr>
      <w:r>
        <w:rPr>
          <w:szCs w:val="22"/>
        </w:rPr>
        <w:t>In order to reduce the memory bandwidth overhead we propose the following:</w:t>
      </w:r>
    </w:p>
    <w:p w:rsidR="0032331D" w:rsidRDefault="0032331D" w:rsidP="0032331D">
      <w:pPr>
        <w:numPr>
          <w:ilvl w:val="0"/>
          <w:numId w:val="11"/>
        </w:numPr>
        <w:jc w:val="both"/>
        <w:rPr>
          <w:szCs w:val="22"/>
        </w:rPr>
      </w:pPr>
      <w:r>
        <w:rPr>
          <w:szCs w:val="22"/>
        </w:rPr>
        <w:t xml:space="preserve">For bi-predicted blocks of PU size &lt; 8x8, use bi-linear filter for </w:t>
      </w:r>
      <w:proofErr w:type="spellStart"/>
      <w:r>
        <w:rPr>
          <w:szCs w:val="22"/>
        </w:rPr>
        <w:t>chroma</w:t>
      </w:r>
      <w:proofErr w:type="spellEnd"/>
      <w:r>
        <w:rPr>
          <w:szCs w:val="22"/>
        </w:rPr>
        <w:t xml:space="preserve"> samples</w:t>
      </w:r>
    </w:p>
    <w:p w:rsidR="0032331D" w:rsidRDefault="0032331D" w:rsidP="0032331D">
      <w:pPr>
        <w:numPr>
          <w:ilvl w:val="0"/>
          <w:numId w:val="11"/>
        </w:numPr>
        <w:jc w:val="both"/>
        <w:rPr>
          <w:szCs w:val="22"/>
        </w:rPr>
      </w:pPr>
      <w:r>
        <w:rPr>
          <w:szCs w:val="22"/>
        </w:rPr>
        <w:t xml:space="preserve">For other cases, use 4-tap </w:t>
      </w:r>
      <w:proofErr w:type="spellStart"/>
      <w:r>
        <w:rPr>
          <w:szCs w:val="22"/>
        </w:rPr>
        <w:t>chroma</w:t>
      </w:r>
      <w:proofErr w:type="spellEnd"/>
      <w:r>
        <w:rPr>
          <w:szCs w:val="22"/>
        </w:rPr>
        <w:t xml:space="preserve"> as defined in HM3.0.</w:t>
      </w:r>
    </w:p>
    <w:p w:rsidR="00F81074" w:rsidRDefault="00F81074" w:rsidP="0032331D">
      <w:pPr>
        <w:jc w:val="both"/>
        <w:rPr>
          <w:szCs w:val="22"/>
        </w:rPr>
      </w:pPr>
      <w:r>
        <w:rPr>
          <w:szCs w:val="22"/>
        </w:rPr>
        <w:t>The main reason to limit the usage of bilinear filter for small block sizes is that memory bandwidth is more problematic when the block size is small. For example, for a 16x16 block size, decoder needs to load a 19x19 block (which is 41% more of the prediction block), but for a 2x2 block size, decoder needs to load a 5x5 block (which is 625% more of the prediction block).</w:t>
      </w:r>
    </w:p>
    <w:p w:rsidR="003C60D3" w:rsidRDefault="003C60D3" w:rsidP="0032331D">
      <w:pPr>
        <w:jc w:val="both"/>
        <w:rPr>
          <w:szCs w:val="22"/>
        </w:rPr>
      </w:pPr>
      <w:r>
        <w:rPr>
          <w:szCs w:val="22"/>
        </w:rPr>
        <w:t xml:space="preserve">For a PU size of 4x4 (where a 2x2 </w:t>
      </w:r>
      <w:proofErr w:type="spellStart"/>
      <w:r>
        <w:rPr>
          <w:szCs w:val="22"/>
        </w:rPr>
        <w:t>chroma</w:t>
      </w:r>
      <w:proofErr w:type="spellEnd"/>
      <w:r>
        <w:rPr>
          <w:szCs w:val="22"/>
        </w:rPr>
        <w:t xml:space="preserve"> block needs to be interpolated), the benefit of proposed approach could be illustrated as follows:</w:t>
      </w:r>
    </w:p>
    <w:p w:rsidR="003C60D3" w:rsidRDefault="003C60D3" w:rsidP="0032331D">
      <w:pPr>
        <w:jc w:val="both"/>
        <w:rPr>
          <w:szCs w:val="22"/>
        </w:rPr>
      </w:pPr>
    </w:p>
    <w:p w:rsidR="003C60D3" w:rsidRDefault="009726F6" w:rsidP="0032331D">
      <w:pPr>
        <w:jc w:val="both"/>
        <w:rPr>
          <w:szCs w:val="22"/>
        </w:rPr>
      </w:pPr>
      <w:r>
        <w:rPr>
          <w:noProof/>
          <w:szCs w:val="22"/>
        </w:rPr>
        <w:lastRenderedPageBreak/>
        <mc:AlternateContent>
          <mc:Choice Requires="wpc">
            <w:drawing>
              <wp:inline distT="0" distB="0" distL="0" distR="0">
                <wp:extent cx="3056255" cy="1586230"/>
                <wp:effectExtent l="0" t="0" r="10795" b="0"/>
                <wp:docPr id="49" name="Canvas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Oval 30"/>
                        <wps:cNvSpPr>
                          <a:spLocks noChangeArrowheads="1"/>
                        </wps:cNvSpPr>
                        <wps:spPr bwMode="auto">
                          <a:xfrm>
                            <a:off x="802640" y="31496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Oval 31"/>
                        <wps:cNvSpPr>
                          <a:spLocks noChangeArrowheads="1"/>
                        </wps:cNvSpPr>
                        <wps:spPr bwMode="auto">
                          <a:xfrm>
                            <a:off x="1064895" y="31496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32"/>
                        <wps:cNvSpPr>
                          <a:spLocks noChangeArrowheads="1"/>
                        </wps:cNvSpPr>
                        <wps:spPr bwMode="auto">
                          <a:xfrm>
                            <a:off x="803910" y="53848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1066165" y="53848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34"/>
                        <wps:cNvSpPr>
                          <a:spLocks noChangeArrowheads="1"/>
                        </wps:cNvSpPr>
                        <wps:spPr bwMode="auto">
                          <a:xfrm>
                            <a:off x="559435" y="31178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35"/>
                        <wps:cNvSpPr>
                          <a:spLocks noChangeArrowheads="1"/>
                        </wps:cNvSpPr>
                        <wps:spPr bwMode="auto">
                          <a:xfrm>
                            <a:off x="560705" y="53530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36"/>
                        <wps:cNvSpPr>
                          <a:spLocks noChangeArrowheads="1"/>
                        </wps:cNvSpPr>
                        <wps:spPr bwMode="auto">
                          <a:xfrm>
                            <a:off x="1316355" y="31496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Oval 37"/>
                        <wps:cNvSpPr>
                          <a:spLocks noChangeArrowheads="1"/>
                        </wps:cNvSpPr>
                        <wps:spPr bwMode="auto">
                          <a:xfrm>
                            <a:off x="1317625" y="53848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38"/>
                        <wps:cNvSpPr>
                          <a:spLocks noChangeArrowheads="1"/>
                        </wps:cNvSpPr>
                        <wps:spPr bwMode="auto">
                          <a:xfrm>
                            <a:off x="1570990" y="31496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Oval 39"/>
                        <wps:cNvSpPr>
                          <a:spLocks noChangeArrowheads="1"/>
                        </wps:cNvSpPr>
                        <wps:spPr bwMode="auto">
                          <a:xfrm>
                            <a:off x="1572260" y="53848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Oval 40"/>
                        <wps:cNvSpPr>
                          <a:spLocks noChangeArrowheads="1"/>
                        </wps:cNvSpPr>
                        <wps:spPr bwMode="auto">
                          <a:xfrm>
                            <a:off x="931545" y="42354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Oval 41"/>
                        <wps:cNvSpPr>
                          <a:spLocks noChangeArrowheads="1"/>
                        </wps:cNvSpPr>
                        <wps:spPr bwMode="auto">
                          <a:xfrm>
                            <a:off x="1193800" y="42354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Oval 42"/>
                        <wps:cNvSpPr>
                          <a:spLocks noChangeArrowheads="1"/>
                        </wps:cNvSpPr>
                        <wps:spPr bwMode="auto">
                          <a:xfrm>
                            <a:off x="932815" y="64706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Oval 43"/>
                        <wps:cNvSpPr>
                          <a:spLocks noChangeArrowheads="1"/>
                        </wps:cNvSpPr>
                        <wps:spPr bwMode="auto">
                          <a:xfrm>
                            <a:off x="1195070" y="64706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Oval 44"/>
                        <wps:cNvSpPr>
                          <a:spLocks noChangeArrowheads="1"/>
                        </wps:cNvSpPr>
                        <wps:spPr bwMode="auto">
                          <a:xfrm>
                            <a:off x="803910" y="78168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Oval 45"/>
                        <wps:cNvSpPr>
                          <a:spLocks noChangeArrowheads="1"/>
                        </wps:cNvSpPr>
                        <wps:spPr bwMode="auto">
                          <a:xfrm>
                            <a:off x="1066165" y="78168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Oval 46"/>
                        <wps:cNvSpPr>
                          <a:spLocks noChangeArrowheads="1"/>
                        </wps:cNvSpPr>
                        <wps:spPr bwMode="auto">
                          <a:xfrm>
                            <a:off x="805180" y="100520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Oval 47"/>
                        <wps:cNvSpPr>
                          <a:spLocks noChangeArrowheads="1"/>
                        </wps:cNvSpPr>
                        <wps:spPr bwMode="auto">
                          <a:xfrm>
                            <a:off x="1067435" y="100520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Oval 48"/>
                        <wps:cNvSpPr>
                          <a:spLocks noChangeArrowheads="1"/>
                        </wps:cNvSpPr>
                        <wps:spPr bwMode="auto">
                          <a:xfrm>
                            <a:off x="560705" y="77851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Oval 49"/>
                        <wps:cNvSpPr>
                          <a:spLocks noChangeArrowheads="1"/>
                        </wps:cNvSpPr>
                        <wps:spPr bwMode="auto">
                          <a:xfrm>
                            <a:off x="561975" y="100203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Oval 50"/>
                        <wps:cNvSpPr>
                          <a:spLocks noChangeArrowheads="1"/>
                        </wps:cNvSpPr>
                        <wps:spPr bwMode="auto">
                          <a:xfrm>
                            <a:off x="1317625" y="78168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Oval 51"/>
                        <wps:cNvSpPr>
                          <a:spLocks noChangeArrowheads="1"/>
                        </wps:cNvSpPr>
                        <wps:spPr bwMode="auto">
                          <a:xfrm>
                            <a:off x="1318895" y="100520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Oval 52"/>
                        <wps:cNvSpPr>
                          <a:spLocks noChangeArrowheads="1"/>
                        </wps:cNvSpPr>
                        <wps:spPr bwMode="auto">
                          <a:xfrm>
                            <a:off x="1572260" y="78168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Oval 53"/>
                        <wps:cNvSpPr>
                          <a:spLocks noChangeArrowheads="1"/>
                        </wps:cNvSpPr>
                        <wps:spPr bwMode="auto">
                          <a:xfrm>
                            <a:off x="1573530" y="100520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Oval 54"/>
                        <wps:cNvSpPr>
                          <a:spLocks noChangeArrowheads="1"/>
                        </wps:cNvSpPr>
                        <wps:spPr bwMode="auto">
                          <a:xfrm>
                            <a:off x="805180" y="9461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Oval 55"/>
                        <wps:cNvSpPr>
                          <a:spLocks noChangeArrowheads="1"/>
                        </wps:cNvSpPr>
                        <wps:spPr bwMode="auto">
                          <a:xfrm>
                            <a:off x="1067435" y="9461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Oval 56"/>
                        <wps:cNvSpPr>
                          <a:spLocks noChangeArrowheads="1"/>
                        </wps:cNvSpPr>
                        <wps:spPr bwMode="auto">
                          <a:xfrm>
                            <a:off x="561975" y="9144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Oval 57"/>
                        <wps:cNvSpPr>
                          <a:spLocks noChangeArrowheads="1"/>
                        </wps:cNvSpPr>
                        <wps:spPr bwMode="auto">
                          <a:xfrm>
                            <a:off x="1318895" y="9461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Oval 58"/>
                        <wps:cNvSpPr>
                          <a:spLocks noChangeArrowheads="1"/>
                        </wps:cNvSpPr>
                        <wps:spPr bwMode="auto">
                          <a:xfrm>
                            <a:off x="1573530" y="9461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Oval 59"/>
                        <wps:cNvSpPr>
                          <a:spLocks noChangeArrowheads="1"/>
                        </wps:cNvSpPr>
                        <wps:spPr bwMode="auto">
                          <a:xfrm>
                            <a:off x="2450465" y="31813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Oval 60"/>
                        <wps:cNvSpPr>
                          <a:spLocks noChangeArrowheads="1"/>
                        </wps:cNvSpPr>
                        <wps:spPr bwMode="auto">
                          <a:xfrm>
                            <a:off x="2712720" y="31813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Oval 61"/>
                        <wps:cNvSpPr>
                          <a:spLocks noChangeArrowheads="1"/>
                        </wps:cNvSpPr>
                        <wps:spPr bwMode="auto">
                          <a:xfrm>
                            <a:off x="2451735" y="54165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Oval 62"/>
                        <wps:cNvSpPr>
                          <a:spLocks noChangeArrowheads="1"/>
                        </wps:cNvSpPr>
                        <wps:spPr bwMode="auto">
                          <a:xfrm>
                            <a:off x="2713990" y="54165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Oval 65"/>
                        <wps:cNvSpPr>
                          <a:spLocks noChangeArrowheads="1"/>
                        </wps:cNvSpPr>
                        <wps:spPr bwMode="auto">
                          <a:xfrm>
                            <a:off x="2964180" y="31813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Oval 66"/>
                        <wps:cNvSpPr>
                          <a:spLocks noChangeArrowheads="1"/>
                        </wps:cNvSpPr>
                        <wps:spPr bwMode="auto">
                          <a:xfrm>
                            <a:off x="2965450" y="54165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Oval 69"/>
                        <wps:cNvSpPr>
                          <a:spLocks noChangeArrowheads="1"/>
                        </wps:cNvSpPr>
                        <wps:spPr bwMode="auto">
                          <a:xfrm>
                            <a:off x="2579370" y="42672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Oval 70"/>
                        <wps:cNvSpPr>
                          <a:spLocks noChangeArrowheads="1"/>
                        </wps:cNvSpPr>
                        <wps:spPr bwMode="auto">
                          <a:xfrm>
                            <a:off x="2841625" y="42672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Oval 71"/>
                        <wps:cNvSpPr>
                          <a:spLocks noChangeArrowheads="1"/>
                        </wps:cNvSpPr>
                        <wps:spPr bwMode="auto">
                          <a:xfrm>
                            <a:off x="2580640" y="65024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Oval 72"/>
                        <wps:cNvSpPr>
                          <a:spLocks noChangeArrowheads="1"/>
                        </wps:cNvSpPr>
                        <wps:spPr bwMode="auto">
                          <a:xfrm>
                            <a:off x="2842895" y="65024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2451735" y="78486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2713990" y="78486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Oval 79"/>
                        <wps:cNvSpPr>
                          <a:spLocks noChangeArrowheads="1"/>
                        </wps:cNvSpPr>
                        <wps:spPr bwMode="auto">
                          <a:xfrm>
                            <a:off x="2965450" y="78486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849630" y="1092835"/>
                            <a:ext cx="534670" cy="375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42C7" w:rsidRPr="003C60D3" w:rsidRDefault="004342C7" w:rsidP="003C60D3">
                              <w:pPr>
                                <w:rPr>
                                  <w:lang w:val="fi-FI"/>
                                </w:rPr>
                              </w:pPr>
                              <w:r>
                                <w:rPr>
                                  <w:lang w:val="fi-FI"/>
                                </w:rPr>
                                <w:t>(a)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2574925" y="1062990"/>
                            <a:ext cx="408940" cy="375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42C7" w:rsidRPr="003C60D3" w:rsidRDefault="004342C7" w:rsidP="003C60D3">
                              <w:pPr>
                                <w:rPr>
                                  <w:lang w:val="fi-FI"/>
                                </w:rPr>
                              </w:pPr>
                              <w:r>
                                <w:rPr>
                                  <w:lang w:val="fi-FI"/>
                                </w:rPr>
                                <w:t>(b)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9" o:spid="_x0000_s1026" editas="canvas" style="width:240.65pt;height:124.9pt;mso-position-horizontal-relative:char;mso-position-vertical-relative:line" coordsize="30562,15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0562;height:15862;visibility:visible;mso-wrap-style:square">
                  <v:fill o:detectmouseclick="t"/>
                  <v:path o:connecttype="none"/>
                </v:shape>
                <v:oval id="Oval 30" o:spid="_x0000_s1028" style="position:absolute;left:8026;top:3149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tLbMAA&#10;AADaAAAADwAAAGRycy9kb3ducmV2LnhtbESPQYvCMBSE7wv+h/AEL4umCitSjSIFxatdDx6fzbMt&#10;Ni8libb990ZY2OMwM98wm11vGvEi52vLCuazBARxYXXNpYLL72G6AuEDssbGMikYyMNuO/raYKpt&#10;x2d65aEUEcI+RQVVCG0qpS8qMuhntiWO3t06gyFKV0rtsItw08hFkiylwZrjQoUtZRUVj/xpFLjv&#10;dsiGU3aY3/iY/3QrfV1etFKTcb9fgwjUh//wX/ukFSzgcyXe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ztLbMAAAADaAAAADwAAAAAAAAAAAAAAAACYAgAAZHJzL2Rvd25y&#10;ZXYueG1sUEsFBgAAAAAEAAQA9QAAAIUDAAAAAA==&#10;" fillcolor="black"/>
                <v:oval id="Oval 31" o:spid="_x0000_s1029" style="position:absolute;left:10648;top:3149;width:909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fu98EA&#10;AADaAAAADwAAAGRycy9kb3ducmV2LnhtbESPQYvCMBSE78L+h/AEL6KpLivSNcpSULxu14PHZ/O2&#10;LTYvJYm2/fdGEDwOM/MNs9n1phF3cr62rGAxT0AQF1bXXCo4/e1naxA+IGtsLJOCgTzsth+jDaba&#10;dvxL9zyUIkLYp6igCqFNpfRFRQb93LbE0fu3zmCI0pVSO+wi3DRymSQrabDmuFBhS1lFxTW/GQVu&#10;2g7ZcMz2iwsf8q9urc+rk1ZqMu5/vkEE6sM7/GoftYJPeF6JN0B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37vfBAAAA2gAAAA8AAAAAAAAAAAAAAAAAmAIAAGRycy9kb3du&#10;cmV2LnhtbFBLBQYAAAAABAAEAPUAAACGAwAAAAA=&#10;" fillcolor="black"/>
                <v:oval id="Oval 32" o:spid="_x0000_s1030" style="position:absolute;left:8039;top:5384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52g8EA&#10;AADaAAAADwAAAGRycy9kb3ducmV2LnhtbESPQYvCMBSE78L+h/AEL6KpsivSNcpSULxu14PHZ/O2&#10;LTYvJYm2/fdGEDwOM/MNs9n1phF3cr62rGAxT0AQF1bXXCo4/e1naxA+IGtsLJOCgTzsth+jDaba&#10;dvxL9zyUIkLYp6igCqFNpfRFRQb93LbE0fu3zmCI0pVSO+wi3DRymSQrabDmuFBhS1lFxTW/GQVu&#10;2g7ZcMz2iwsf8q9urc+rk1ZqMu5/vkEE6sM7/GoftYJPeF6JN0B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edoPBAAAA2gAAAA8AAAAAAAAAAAAAAAAAmAIAAGRycy9kb3du&#10;cmV2LnhtbFBLBQYAAAAABAAEAPUAAACGAwAAAAA=&#10;" fillcolor="black"/>
                <v:oval id="Oval 33" o:spid="_x0000_s1031" style="position:absolute;left:10661;top:5384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LTGMAA&#10;AADaAAAADwAAAGRycy9kb3ducmV2LnhtbESPQYvCMBSE7wv+h/AEL4umCopUo0hB8WrXg8dn82yL&#10;zUtJom3/vVlY2OMwM98w231vGvEm52vLCuazBARxYXXNpYLrz3G6BuEDssbGMikYyMN+N/raYqpt&#10;xxd656EUEcI+RQVVCG0qpS8qMuhntiWO3sM6gyFKV0rtsItw08hFkqykwZrjQoUtZRUVz/xlFLjv&#10;dsiGc3ac3/mUL7u1vq2uWqnJuD9sQATqw3/4r33WCpbweyXeALn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NLTGMAAAADaAAAADwAAAAAAAAAAAAAAAACYAgAAZHJzL2Rvd25y&#10;ZXYueG1sUEsFBgAAAAAEAAQA9QAAAIUDAAAAAA==&#10;" fillcolor="black"/>
                <v:oval id="Oval 34" o:spid="_x0000_s1032" style="position:absolute;left:5594;top:3117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BNb8EA&#10;AADaAAAADwAAAGRycy9kb3ducmV2LnhtbESPQYvCMBSE7wv+h/AEL4umLmyRahQpuHi168Hjs3m2&#10;xealJNG2/94IC3scZuYbZrMbTCue5HxjWcFykYAgLq1uuFJw/j3MVyB8QNbYWiYFI3nYbScfG8y0&#10;7flEzyJUIkLYZ6igDqHLpPRlTQb9wnbE0btZZzBE6SqpHfYRblr5lSSpNNhwXKixo7ym8l48jAL3&#10;2Y35eMwPyyv/FN/9Sl/Ss1ZqNh32axCBhvAf/msftYIU3lfiDZD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ATW/BAAAA2gAAAA8AAAAAAAAAAAAAAAAAmAIAAGRycy9kb3du&#10;cmV2LnhtbFBLBQYAAAAABAAEAPUAAACGAwAAAAA=&#10;" fillcolor="black"/>
                <v:oval id="Oval 35" o:spid="_x0000_s1033" style="position:absolute;left:5607;top:5353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zo9MEA&#10;AADaAAAADwAAAGRycy9kb3ducmV2LnhtbESPQYvCMBSE74L/ITzBi2jqwrpSjSIFF69bPXh82zzb&#10;YvNSkmjbf28WFjwOM/MNs933phFPcr62rGC5SEAQF1bXXCq4nI/zNQgfkDU2lknBQB72u/Foi6m2&#10;Hf/QMw+liBD2KSqoQmhTKX1RkUG/sC1x9G7WGQxRulJqh12Em0Z+JMlKGqw5LlTYUlZRcc8fRoGb&#10;tUM2nLLj8pe/889ura+ri1ZqOukPGxCB+vAO/7dPWsEX/F2JN0D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M6PTBAAAA2gAAAA8AAAAAAAAAAAAAAAAAmAIAAGRycy9kb3du&#10;cmV2LnhtbFBLBQYAAAAABAAEAPUAAACGAwAAAAA=&#10;" fillcolor="black"/>
                <v:oval id="Oval 36" o:spid="_x0000_s1034" style="position:absolute;left:13163;top:3149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N8hr8A&#10;AADaAAAADwAAAGRycy9kb3ducmV2LnhtbERPz2uDMBS+F/Y/hDfYpayxg0mxTaUIDq9zPfT4Zl5V&#10;al4kyar+98uh0OPH9/uQz2YQd3K+t6xgu0lAEDdW99wqOP+U7zsQPiBrHCyTgoU85MeX1QEzbSf+&#10;pnsdWhFD2GeooAthzKT0TUcG/caOxJG7WmcwROhaqR1OMdwM8iNJUmmw59jQ4UhFR82t/jMK3Hpc&#10;iqUqyu0vf9Wf005f0rNW6u11Pu1BBJrDU/xwV1pB3BqvxBsgj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03yGvwAAANoAAAAPAAAAAAAAAAAAAAAAAJgCAABkcnMvZG93bnJl&#10;di54bWxQSwUGAAAAAAQABAD1AAAAhAMAAAAA&#10;" fillcolor="black"/>
                <v:oval id="Oval 37" o:spid="_x0000_s1035" style="position:absolute;left:13176;top:5384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/ZHcEA&#10;AADaAAAADwAAAGRycy9kb3ducmV2LnhtbESPQYvCMBSE74L/ITzBi2jqwopbjSIFF69bPXh82zzb&#10;YvNSkmjbf28WFjwOM/MNs933phFPcr62rGC5SEAQF1bXXCq4nI/zNQgfkDU2lknBQB72u/Foi6m2&#10;Hf/QMw+liBD2KSqoQmhTKX1RkUG/sC1x9G7WGQxRulJqh12Em0Z+JMlKGqw5LlTYUlZRcc8fRoGb&#10;tUM2nLLj8pe/889ura+ri1ZqOukPGxCB+vAO/7dPWsEX/F2JN0D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f2R3BAAAA2gAAAA8AAAAAAAAAAAAAAAAAmAIAAGRycy9kb3du&#10;cmV2LnhtbFBLBQYAAAAABAAEAPUAAACGAwAAAAA=&#10;" fillcolor="black"/>
                <v:oval id="Oval 38" o:spid="_x0000_s1036" style="position:absolute;left:15709;top:3149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TyFcMA&#10;AADbAAAADwAAAGRycy9kb3ducmV2LnhtbESPQWvDMAyF74P9B6PBLmNxOmgpWZ0yAh29Nu2hRy3W&#10;krBYDrbXJP++Ogx2k3hP733a7Wc3qBuF2Hs2sMpyUMSNtz23Bi7nw+sWVEzIFgfPZGChCPvy8WGH&#10;hfUTn+hWp1ZJCMcCDXQpjYXWsenIYcz8SCzatw8Ok6yh1TbgJOFu0G95vtEOe5aGDkeqOmp+6l9n&#10;ILyMS7Ucq8Pqiz/r9bS1183FGvP8NH+8g0o0p3/z3/XRCr7Qyy8yg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pTyFcMAAADbAAAADwAAAAAAAAAAAAAAAACYAgAAZHJzL2Rv&#10;d25yZXYueG1sUEsFBgAAAAAEAAQA9QAAAIgDAAAAAA==&#10;" fillcolor="black"/>
                <v:oval id="Oval 39" o:spid="_x0000_s1037" style="position:absolute;left:15722;top:5384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hXjr8A&#10;AADbAAAADwAAAGRycy9kb3ducmV2LnhtbERPTYvCMBC9C/6HMIIX0bQLilSjSMHF63Y97HG2Gdti&#10;MylJtO2/NwvC3ubxPmd/HEwrnuR8Y1lBukpAEJdWN1wpuH6fl1sQPiBrbC2TgpE8HA/TyR4zbXv+&#10;omcRKhFD2GeooA6hy6T0ZU0G/cp2xJG7WWcwROgqqR32Mdy08iNJNtJgw7Ghxo7ymsp78TAK3KIb&#10;8/GSn9Nf/izW/Vb/bK5aqflsOO1ABBrCv/jtvug4P4W/X+IB8vA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2FeOvwAAANsAAAAPAAAAAAAAAAAAAAAAAJgCAABkcnMvZG93bnJl&#10;di54bWxQSwUGAAAAAAQABAD1AAAAhAMAAAAA&#10;" fillcolor="black"/>
                <v:oval id="Oval 40" o:spid="_x0000_s1038" style="position:absolute;left:9315;top:4235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GXuMAA&#10;AADbAAAADwAAAGRycy9kb3ducmV2LnhtbERPTWvCQBC9C/6HZQRvutGglNRVpCLYgwdjex+yYxLM&#10;zobsNKb/vlsQvM3jfc5mN7hG9dSF2rOBxTwBRVx4W3Np4Ot6nL2BCoJssfFMBn4pwG47Hm0ws/7B&#10;F+pzKVUM4ZChgUqkzbQORUUOw9y3xJG7+c6hRNiV2nb4iOGu0cskWWuHNceGClv6qKi45z/OwKHc&#10;5+tep7JKb4eTrO7f5890Ycx0MuzfQQkN8hI/3Scb5y/h/5d4gN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yGXuMAAAADbAAAADwAAAAAAAAAAAAAAAACYAgAAZHJzL2Rvd25y&#10;ZXYueG1sUEsFBgAAAAAEAAQA9QAAAIUDAAAAAA==&#10;"/>
                <v:oval id="Oval 41" o:spid="_x0000_s1039" style="position:absolute;left:11938;top:4235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0yI8AA&#10;AADbAAAADwAAAGRycy9kb3ducmV2LnhtbERPTWvCQBC9C/0PyxS8mY0NiqSuIhVBDz006n3Ijkkw&#10;Oxuy05j++65Q6G0e73PW29G1aqA+NJ4NzJMUFHHpbcOVgcv5MFuBCoJssfVMBn4owHbzMlljbv2D&#10;v2gopFIxhEOOBmqRLtc6lDU5DInviCN3871DibCvtO3xEcNdq9/SdKkdNhwbauzoo6byXnw7A/tq&#10;VywHnckiu+2PsrhfP0/Z3Jjp67h7ByU0yr/4z320cX4Gz1/iAXr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G0yI8AAAADbAAAADwAAAAAAAAAAAAAAAACYAgAAZHJzL2Rvd25y&#10;ZXYueG1sUEsFBgAAAAAEAAQA9QAAAIUDAAAAAA==&#10;"/>
                <v:oval id="Oval 42" o:spid="_x0000_s1040" style="position:absolute;left:9328;top:6470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SqV8EA&#10;AADbAAAADwAAAGRycy9kb3ducmV2LnhtbERPTWvCQBC9F/wPywi91Y2mikRXEaWghx4a9T5kxySY&#10;nQ3ZaUz/vVso9DaP9znr7eAa1VMXas8GppMEFHHhbc2lgcv5420JKgiyxcYzGfihANvN6GWNmfUP&#10;/qI+l1LFEA4ZGqhE2kzrUFTkMEx8Sxy5m+8cSoRdqW2HjxjuGj1LkoV2WHNsqLClfUXFPf92Bg7l&#10;Ll/0OpV5ejscZX6/fp7SqTGv42G3AiU0yL/4z320cf47/P4SD9C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EqlfBAAAA2wAAAA8AAAAAAAAAAAAAAAAAmAIAAGRycy9kb3du&#10;cmV2LnhtbFBLBQYAAAAABAAEAPUAAACGAwAAAAA=&#10;"/>
                <v:oval id="Oval 43" o:spid="_x0000_s1041" style="position:absolute;left:11950;top:6470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gPzMAA&#10;AADbAAAADwAAAGRycy9kb3ducmV2LnhtbERPTWvCQBC9C/6HZQq96caGSEldRZSCPXgw2vuQHZNg&#10;djZkpzH9992C4G0e73NWm9G1aqA+NJ4NLOYJKOLS24YrA5fz5+wdVBBki61nMvBLATbr6WSFufV3&#10;PtFQSKViCIccDdQiXa51KGtyGOa+I47c1fcOJcK+0rbHewx3rX5LkqV22HBsqLGjXU3lrfhxBvbV&#10;tlgOOpUsve4Pkt2+j1/pwpjXl3H7AUpolKf44T7YOD+D/1/iAX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MgPzMAAAADbAAAADwAAAAAAAAAAAAAAAACYAgAAZHJzL2Rvd25y&#10;ZXYueG1sUEsFBgAAAAAEAAQA9QAAAIUDAAAAAA==&#10;"/>
                <v:oval id="Oval 44" o:spid="_x0000_s1042" style="position:absolute;left:8039;top:7816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HP+r8A&#10;AADbAAAADwAAAGRycy9kb3ducmV2LnhtbERPTYvCMBC9C/6HMAt7EU0VLFKNshQUr1s97HG2Gdti&#10;MylJtO2/3ywI3ubxPmd3GEwrnuR8Y1nBcpGAIC6tbrhScL0c5xsQPiBrbC2TgpE8HPbTyQ4zbXv+&#10;pmcRKhFD2GeooA6hy6T0ZU0G/cJ2xJG7WWcwROgqqR32Mdy0cpUkqTTYcGyosaO8pvJePIwCN+vG&#10;fDznx+Uvn4p1v9E/6VUr9fkxfG1BBBrCW/xyn3Wcn8L/L/EAuf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Mc/6vwAAANsAAAAPAAAAAAAAAAAAAAAAAJgCAABkcnMvZG93bnJl&#10;di54bWxQSwUGAAAAAAQABAD1AAAAhAMAAAAA&#10;" fillcolor="black"/>
                <v:oval id="Oval 45" o:spid="_x0000_s1043" style="position:absolute;left:10661;top:7816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1qYb8A&#10;AADbAAAADwAAAGRycy9kb3ducmV2LnhtbERPTYvCMBC9C/6HMIIX0dSFdaUaRQouXrd68DjbjG2x&#10;mZQk2vbfm4UFb/N4n7Pd96YRT3K+tqxguUhAEBdW11wquJyP8zUIH5A1NpZJwUAe9rvxaIupth3/&#10;0DMPpYgh7FNUUIXQplL6oiKDfmFb4sjdrDMYInSl1A67GG4a+ZEkK2mw5thQYUtZRcU9fxgFbtYO&#10;2XDKjstf/s4/u7W+ri5aqemkP2xABOrDW/zvPuk4/wv+fokHyN0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fWphvwAAANsAAAAPAAAAAAAAAAAAAAAAAJgCAABkcnMvZG93bnJl&#10;di54bWxQSwUGAAAAAAQABAD1AAAAhAMAAAAA&#10;" fillcolor="black"/>
                <v:oval id="Oval 46" o:spid="_x0000_s1044" style="position:absolute;left:8051;top:10052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L+E8MA&#10;AADbAAAADwAAAGRycy9kb3ducmV2LnhtbESPQWvDMAyF74P9B6PBLmNxOmgpWZ0yAh29Nu2hRy3W&#10;krBYDrbXJP++Ogx2k3hP733a7Wc3qBuF2Hs2sMpyUMSNtz23Bi7nw+sWVEzIFgfPZGChCPvy8WGH&#10;hfUTn+hWp1ZJCMcCDXQpjYXWsenIYcz8SCzatw8Ok6yh1TbgJOFu0G95vtEOe5aGDkeqOmp+6l9n&#10;ILyMS7Ucq8Pqiz/r9bS1183FGvP8NH+8g0o0p3/z3/XRCr7Ayi8yg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L+E8MAAADbAAAADwAAAAAAAAAAAAAAAACYAgAAZHJzL2Rv&#10;d25yZXYueG1sUEsFBgAAAAAEAAQA9QAAAIgDAAAAAA==&#10;" fillcolor="black"/>
                <v:oval id="Oval 47" o:spid="_x0000_s1045" style="position:absolute;left:10674;top:10052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5biL8A&#10;AADbAAAADwAAAGRycy9kb3ducmV2LnhtbERPTYvCMBC9C/6HMIIX0dSFFbcaRQouXrd68DjbjG2x&#10;mZQk2vbfm4UFb/N4n7Pd96YRT3K+tqxguUhAEBdW11wquJyP8zUIH5A1NpZJwUAe9rvxaIupth3/&#10;0DMPpYgh7FNUUIXQplL6oiKDfmFb4sjdrDMYInSl1A67GG4a+ZEkK2mw5thQYUtZRcU9fxgFbtYO&#10;2XDKjstf/s4/u7W+ri5aqemkP2xABOrDW/zvPuk4/wv+fokHyN0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rluIvwAAANsAAAAPAAAAAAAAAAAAAAAAAJgCAABkcnMvZG93bnJl&#10;di54bWxQSwUGAAAAAAQABAD1AAAAhAMAAAAA&#10;" fillcolor="black"/>
                <v:oval id="Oval 48" o:spid="_x0000_s1046" style="position:absolute;left:5607;top:7785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g4qL4A&#10;AADbAAAADwAAAGRycy9kb3ducmV2LnhtbERPTYvCMBC9C/6HMMJeRFMFRapRpODi1ephj7PN2Bab&#10;SUmibf+9OQgeH+97d+hNI17kfG1ZwWKegCAurK65VHC7nmYbED4ga2wsk4KBPBz249EOU207vtAr&#10;D6WIIexTVFCF0KZS+qIig35uW+LI3a0zGCJ0pdQOuxhuGrlMkrU0WHNsqLClrKLikT+NAjdth2w4&#10;Z6fFP//mq26j/9Y3rdTPpD9uQQTqw1f8cZ+1gmVcH7/EHyD3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z4OKi+AAAA2wAAAA8AAAAAAAAAAAAAAAAAmAIAAGRycy9kb3ducmV2&#10;LnhtbFBLBQYAAAAABAAEAPUAAACDAwAAAAA=&#10;" fillcolor="black"/>
                <v:oval id="Oval 49" o:spid="_x0000_s1047" style="position:absolute;left:5619;top:10020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SdM8EA&#10;AADbAAAADwAAAGRycy9kb3ducmV2LnhtbESPQYvCMBSE74L/ITxhL7KmFRTpGmUpKF6tHjy+bd62&#10;ZZuXkkTb/vuNIHgcZuYbZrsfTCse5HxjWUG6SEAQl1Y3XCm4Xg6fGxA+IGtsLZOCkTzsd9PJFjNt&#10;ez7TowiViBD2GSqoQ+gyKX1Zk0G/sB1x9H6tMxiidJXUDvsIN61cJslaGmw4LtTYUV5T+VfcjQI3&#10;78Z8POWH9IePxarf6Nv6qpX6mA3fXyACDeEdfrVPWsEyheeX+APk7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0nTPBAAAA2wAAAA8AAAAAAAAAAAAAAAAAmAIAAGRycy9kb3du&#10;cmV2LnhtbFBLBQYAAAAABAAEAPUAAACGAwAAAAA=&#10;" fillcolor="black"/>
                <v:oval id="Oval 50" o:spid="_x0000_s1048" style="position:absolute;left:13176;top:7816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YDRMEA&#10;AADbAAAADwAAAGRycy9kb3ducmV2LnhtbESPQYvCMBSE7wv+h/AEL4umFlakGkUKitftevD4bJ5t&#10;sXkpSbTtvzcLC3scZuYbZrsfTCte5HxjWcFykYAgLq1uuFJw+TnO1yB8QNbYWiYFI3nY7yYfW8y0&#10;7fmbXkWoRISwz1BBHUKXSenLmgz6he2Io3e3zmCI0lVSO+wj3LQyTZKVNNhwXKixo7ym8lE8jQL3&#10;2Y35eM6Pyxufiq9+ra+ri1ZqNh0OGxCBhvAf/muftYI0hd8v8QfI3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mA0TBAAAA2wAAAA8AAAAAAAAAAAAAAAAAmAIAAGRycy9kb3du&#10;cmV2LnhtbFBLBQYAAAAABAAEAPUAAACGAwAAAAA=&#10;" fillcolor="black"/>
                <v:oval id="Oval 51" o:spid="_x0000_s1049" style="position:absolute;left:13188;top:10052;width:909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qm38IA&#10;AADbAAAADwAAAGRycy9kb3ducmV2LnhtbESPQYvCMBSE7wv+h/AEL4umuqxINYoUFK/b9eDx2Tzb&#10;YvNSkmjbf2+EhT0OM/MNs9n1phFPcr62rGA+S0AQF1bXXCo4/x6mKxA+IGtsLJOCgTzstqOPDaba&#10;dvxDzzyUIkLYp6igCqFNpfRFRQb9zLbE0btZZzBE6UqpHXYRbhq5SJKlNFhzXKiwpayi4p4/jAL3&#10;2Q7ZcMoO8ysf8+9upS/Ls1ZqMu73axCB+vAf/muftILFF7y/xB8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qbfwgAAANsAAAAPAAAAAAAAAAAAAAAAAJgCAABkcnMvZG93&#10;bnJldi54bWxQSwUGAAAAAAQABAD1AAAAhwMAAAAA&#10;" fillcolor="black"/>
                <v:oval id="Oval 52" o:spid="_x0000_s1050" style="position:absolute;left:15722;top:7816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M+q8IA&#10;AADbAAAADwAAAGRycy9kb3ducmV2LnhtbESPQYvCMBSE7wv+h/AEL4umyq5INYoUFK/b9eDx2Tzb&#10;YvNSkmjbf2+EhT0OM/MNs9n1phFPcr62rGA+S0AQF1bXXCo4/x6mKxA+IGtsLJOCgTzstqOPDaba&#10;dvxDzzyUIkLYp6igCqFNpfRFRQb9zLbE0btZZzBE6UqpHXYRbhq5SJKlNFhzXKiwpayi4p4/jAL3&#10;2Q7ZcMoO8ysf8+9upS/Ls1ZqMu73axCB+vAf/muftILFF7y/xB8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wz6rwgAAANsAAAAPAAAAAAAAAAAAAAAAAJgCAABkcnMvZG93&#10;bnJldi54bWxQSwUGAAAAAAQABAD1AAAAhwMAAAAA&#10;" fillcolor="black"/>
                <v:oval id="Oval 53" o:spid="_x0000_s1051" style="position:absolute;left:15735;top:10052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+bMMEA&#10;AADbAAAADwAAAGRycy9kb3ducmV2LnhtbESPQYvCMBSE74L/ITxhL6KpgiLVKFJw8Wr1sMe3zbMt&#10;Ni8libb992ZhweMwM98wu0NvGvEi52vLChbzBARxYXXNpYLb9TTbgPABWWNjmRQM5OGwH492mGrb&#10;8YVeeShFhLBPUUEVQptK6YuKDPq5bYmjd7fOYIjSlVI77CLcNHKZJGtpsOa4UGFLWUXFI38aBW7a&#10;Dtlwzk6LX/7OV91G/6xvWqmvSX/cggjUh0/4v33WCpYr+PsSf4D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PmzDBAAAA2wAAAA8AAAAAAAAAAAAAAAAAmAIAAGRycy9kb3du&#10;cmV2LnhtbFBLBQYAAAAABAAEAPUAAACGAwAAAAA=&#10;" fillcolor="black"/>
                <v:oval id="Oval 54" o:spid="_x0000_s1052" style="position:absolute;left:8051;top:946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0FR8EA&#10;AADbAAAADwAAAGRycy9kb3ducmV2LnhtbESPQYvCMBSE74L/ITxhL7KmChbpGmUpKF6tHjy+bd62&#10;ZZuXkkTb/vuNIHgcZuYbZrsfTCse5HxjWcFykYAgLq1uuFJwvRw+NyB8QNbYWiYFI3nY76aTLWba&#10;9nymRxEqESHsM1RQh9BlUvqyJoN+YTvi6P1aZzBE6SqpHfYRblq5SpJUGmw4LtTYUV5T+VfcjQI3&#10;78Z8POWH5Q8fi3W/0bf0qpX6mA3fXyACDeEdfrVPWsEqheeX+APk7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dBUfBAAAA2wAAAA8AAAAAAAAAAAAAAAAAmAIAAGRycy9kb3du&#10;cmV2LnhtbFBLBQYAAAAABAAEAPUAAACGAwAAAAA=&#10;" fillcolor="black"/>
                <v:oval id="Oval 55" o:spid="_x0000_s1053" style="position:absolute;left:10674;top:946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Gg3MIA&#10;AADbAAAADwAAAGRycy9kb3ducmV2LnhtbESPT4vCMBTE78J+h/AWvMiaKviHapSloHjd6sHj2+bZ&#10;lm1eShJt++3NguBxmJnfMNt9bxrxIOdrywpm0wQEcWF1zaWCy/nwtQbhA7LGxjIpGMjDfvcx2mKq&#10;bcc/9MhDKSKEfYoKqhDaVEpfVGTQT21LHL2bdQZDlK6U2mEX4aaR8yRZSoM1x4UKW8oqKv7yu1Hg&#10;Ju2QDafsMPvlY77o1vq6vGilxp/99wZEoD68w6/2SSuYr+D/S/wBcvc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EaDcwgAAANsAAAAPAAAAAAAAAAAAAAAAAJgCAABkcnMvZG93&#10;bnJldi54bWxQSwUGAAAAAAQABAD1AAAAhwMAAAAA&#10;" fillcolor="black"/>
                <v:oval id="Oval 56" o:spid="_x0000_s1054" style="position:absolute;left:5619;top:914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40rr4A&#10;AADbAAAADwAAAGRycy9kb3ducmV2LnhtbERPTYvCMBC9C/6HMMJeRFMFRapRpODi1ephj7PN2Bab&#10;SUmibf+9OQgeH+97d+hNI17kfG1ZwWKegCAurK65VHC7nmYbED4ga2wsk4KBPBz249EOU207vtAr&#10;D6WIIexTVFCF0KZS+qIig35uW+LI3a0zGCJ0pdQOuxhuGrlMkrU0WHNsqLClrKLikT+NAjdth2w4&#10;Z6fFP//mq26j/9Y3rdTPpD9uQQTqw1f8cZ+1gmUcG7/EHyD3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KONK6+AAAA2wAAAA8AAAAAAAAAAAAAAAAAmAIAAGRycy9kb3ducmV2&#10;LnhtbFBLBQYAAAAABAAEAPUAAACDAwAAAAA=&#10;" fillcolor="black"/>
                <v:oval id="Oval 57" o:spid="_x0000_s1055" style="position:absolute;left:13188;top:946;width:909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KRNcIA&#10;AADbAAAADwAAAGRycy9kb3ducmV2LnhtbESPQYvCMBSE74L/IbyFvYimCitajSIFxetWDx6fzbMt&#10;27yUJNr2328WFjwOM/MNs933phEvcr62rGA+S0AQF1bXXCq4Xo7TFQgfkDU2lknBQB72u/Foi6m2&#10;HX/TKw+liBD2KSqoQmhTKX1RkUE/sy1x9B7WGQxRulJqh12Em0YukmQpDdYcFypsKauo+MmfRoGb&#10;tEM2nLPj/M6n/Ktb6dvyqpX6/OgPGxCB+vAO/7fPWsFiDX9f4g+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wpE1wgAAANsAAAAPAAAAAAAAAAAAAAAAAJgCAABkcnMvZG93&#10;bnJldi54bWxQSwUGAAAAAAQABAD1AAAAhwMAAAAA&#10;" fillcolor="black"/>
                <v:oval id="Oval 58" o:spid="_x0000_s1056" style="position:absolute;left:15735;top:946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GudcAA&#10;AADbAAAADwAAAGRycy9kb3ducmV2LnhtbERPz2vCMBS+D/wfwhN2GZrqWCmdUaSgeF3nYce35tmU&#10;NS8libb975fDYMeP7/fuMNlePMiHzrGCzToDQdw43XGr4Pp5WhUgQkTW2DsmBTMFOOwXTzsstRv5&#10;gx51bEUK4VCiAhPjUEoZGkMWw9oNxIm7OW8xJuhbqT2OKdz2cptlubTYcWowOFBlqPmp71aBfxnm&#10;ar5Up803n+u3sdBf+VUr9bycju8gIk3xX/znvmgFr2l9+pJ+gN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SGudcAAAADbAAAADwAAAAAAAAAAAAAAAACYAgAAZHJzL2Rvd25y&#10;ZXYueG1sUEsFBgAAAAAEAAQA9QAAAIUDAAAAAA==&#10;" fillcolor="black"/>
                <v:oval id="Oval 59" o:spid="_x0000_s1057" style="position:absolute;left:24504;top:3181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0L7sIA&#10;AADbAAAADwAAAGRycy9kb3ducmV2LnhtbESPQWvCQBSE7wX/w/IEL0U3sVQkuooELF6bevD4zD6T&#10;YPZt2N2a5N+7QqHHYWa+Ybb7wbTiQc43lhWkiwQEcWl1w5WC889xvgbhA7LG1jIpGMnDfjd522Km&#10;bc/f9ChCJSKEfYYK6hC6TEpf1mTQL2xHHL2bdQZDlK6S2mEf4aaVyyRZSYMNx4UaO8prKu/Fr1Hg&#10;3rsxH0/5Mb3yV/HZr/VlddZKzabDYQMi0BD+w3/tk1bwkcLrS/wBcvc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bQvuwgAAANsAAAAPAAAAAAAAAAAAAAAAAJgCAABkcnMvZG93&#10;bnJldi54bWxQSwUGAAAAAAQABAD1AAAAhwMAAAAA&#10;" fillcolor="black"/>
                <v:oval id="Oval 60" o:spid="_x0000_s1058" style="position:absolute;left:27127;top:3181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+VmcIA&#10;AADbAAAADwAAAGRycy9kb3ducmV2LnhtbESPQYvCMBSE7wv+h/AEL4umuqxINYoUFK/b9eDx2Tzb&#10;YvNSkmjbf2+EhT0OM/MNs9n1phFPcr62rGA+S0AQF1bXXCo4/x6mKxA+IGtsLJOCgTzstqOPDaba&#10;dvxDzzyUIkLYp6igCqFNpfRFRQb9zLbE0btZZzBE6UqpHXYRbhq5SJKlNFhzXKiwpayi4p4/jAL3&#10;2Q7ZcMoO8ysf8+9upS/Ls1ZqMu73axCB+vAf/muftIKvBby/xB8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v5WZwgAAANsAAAAPAAAAAAAAAAAAAAAAAJgCAABkcnMvZG93&#10;bnJldi54bWxQSwUGAAAAAAQABAD1AAAAhwMAAAAA&#10;" fillcolor="black"/>
                <v:oval id="Oval 61" o:spid="_x0000_s1059" style="position:absolute;left:24517;top:5416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MwAsIA&#10;AADbAAAADwAAAGRycy9kb3ducmV2LnhtbESPQYvCMBSE7wv+h/AEL4umKitSjSIFxatdD3t82zzb&#10;YvNSkmjbf2+EhT0OM/MNs933phFPcr62rGA+S0AQF1bXXCq4fh+naxA+IGtsLJOCgTzsd6OPLaba&#10;dnyhZx5KESHsU1RQhdCmUvqiIoN+Zlvi6N2sMxiidKXUDrsIN41cJMlKGqw5LlTYUlZRcc8fRoH7&#10;bIdsOGfH+S+f8q9urX9WV63UZNwfNiAC9eE//Nc+awXLJby/xB8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8zACwgAAANsAAAAPAAAAAAAAAAAAAAAAAJgCAABkcnMvZG93&#10;bnJldi54bWxQSwUGAAAAAAQABAD1AAAAhwMAAAAA&#10;" fillcolor="black"/>
                <v:oval id="Oval 62" o:spid="_x0000_s1060" style="position:absolute;left:27139;top:5416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qodsIA&#10;AADbAAAADwAAAGRycy9kb3ducmV2LnhtbESPQWvCQBSE7wX/w/IEL0U32lYkuooEFK9NPXh8Zp9J&#10;MPs27K4m+fduodDjMDPfMJtdbxrxJOdrywrmswQEcWF1zaWC889hugLhA7LGxjIpGMjDbjt622Cq&#10;bcff9MxDKSKEfYoKqhDaVEpfVGTQz2xLHL2bdQZDlK6U2mEX4aaRiyRZSoM1x4UKW8oqKu75wyhw&#10;7+2QDafsML/yMf/qVvqyPGulJuN+vwYRqA//4b/2SSv4+ITfL/EHyO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Gqh2wgAAANsAAAAPAAAAAAAAAAAAAAAAAJgCAABkcnMvZG93&#10;bnJldi54bWxQSwUGAAAAAAQABAD1AAAAhwMAAAAA&#10;" fillcolor="black"/>
                <v:oval id="Oval 65" o:spid="_x0000_s1061" style="position:absolute;left:29641;top:3181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YN7cIA&#10;AADbAAAADwAAAGRycy9kb3ducmV2LnhtbESPQYvCMBSE7wv+h/AEL4umuihSjSIFxatdD3t82zzb&#10;YvNSkmjbf2+EhT0OM/MNs933phFPcr62rGA+S0AQF1bXXCq4fh+naxA+IGtsLJOCgTzsd6OPLaba&#10;dnyhZx5KESHsU1RQhdCmUvqiIoN+Zlvi6N2sMxiidKXUDrsIN41cJMlKGqw5LlTYUlZRcc8fRoH7&#10;bIdsOGfH+S+f8mW31j+rq1ZqMu4PGxCB+vAf/muftYKvJby/xB8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Vg3twgAAANsAAAAPAAAAAAAAAAAAAAAAAJgCAABkcnMvZG93&#10;bnJldi54bWxQSwUGAAAAAAQABAD1AAAAhwMAAAAA&#10;" fillcolor="black"/>
                <v:oval id="Oval 66" o:spid="_x0000_s1062" style="position:absolute;left:29654;top:5416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STmsIA&#10;AADbAAAADwAAAGRycy9kb3ducmV2LnhtbESPQWvCQBSE7wX/w/IEL0U3WhokuooELF6bevD4zD6T&#10;YPZt2N2a5N+7QqHHYWa+Ybb7wbTiQc43lhUsFwkI4tLqhisF55/jfA3CB2SNrWVSMJKH/W7ytsVM&#10;256/6VGESkQI+wwV1CF0mZS+rMmgX9iOOHo36wyGKF0ltcM+wk0rV0mSSoMNx4UaO8prKu/Fr1Hg&#10;3rsxH0/5cXnlr+KzX+tLetZKzabDYQMi0BD+w3/tk1bwkcLrS/wBcvc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hJOawgAAANsAAAAPAAAAAAAAAAAAAAAAAJgCAABkcnMvZG93&#10;bnJldi54bWxQSwUGAAAAAAQABAD1AAAAhwMAAAAA&#10;" fillcolor="black"/>
                <v:oval id="Oval 69" o:spid="_x0000_s1063" style="position:absolute;left:25793;top:4267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NoQMMA&#10;AADbAAAADwAAAGRycy9kb3ducmV2LnhtbESPQWvCQBSE70L/w/KE3nSjQVuiq0ilYA8eGtv7I/tM&#10;gtm3IfuM8d+7BaHHYWa+YdbbwTWqpy7Ung3Mpgko4sLbmksDP6fPyTuoIMgWG89k4E4BtpuX0Roz&#10;62/8TX0upYoQDhkaqETaTOtQVOQwTH1LHL2z7xxKlF2pbYe3CHeNnifJUjusOS5U2NJHRcUlvzoD&#10;+3KXL3udyiI97w+yuPwev9KZMa/jYbcCJTTIf/jZPlgD6Rv8fYk/QG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NoQMMAAADbAAAADwAAAAAAAAAAAAAAAACYAgAAZHJzL2Rv&#10;d25yZXYueG1sUEsFBgAAAAAEAAQA9QAAAIgDAAAAAA==&#10;"/>
                <v:oval id="Oval 70" o:spid="_x0000_s1064" style="position:absolute;left:28416;top:4267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z8Mr8A&#10;AADbAAAADwAAAGRycy9kb3ducmV2LnhtbERPTYvCMBC9C/sfwix401SLIl2jiCLoYQ9b3fvQjG2x&#10;mZRmrPXfm8PCHh/ve70dXKN66kLt2cBsmoAiLrytuTRwvRwnK1BBkC02nsnAiwJsNx+jNWbWP/mH&#10;+lxKFUM4ZGigEmkzrUNRkcMw9S1x5G6+cygRdqW2HT5juGv0PEmW2mHNsaHClvYVFff84Qwcyl2+&#10;7HUqi/R2OMni/vt9TmfGjD+H3RcooUH+xX/ukzWQxrHxS/wBevM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fPwyvwAAANsAAAAPAAAAAAAAAAAAAAAAAJgCAABkcnMvZG93bnJl&#10;di54bWxQSwUGAAAAAAQABAD1AAAAhAMAAAAA&#10;"/>
                <v:oval id="Oval 71" o:spid="_x0000_s1065" style="position:absolute;left:25806;top:6502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BZqcMA&#10;AADb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6Tv8fYk/QG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BZqcMAAADbAAAADwAAAAAAAAAAAAAAAACYAgAAZHJzL2Rv&#10;d25yZXYueG1sUEsFBgAAAAAEAAQA9QAAAIgDAAAAAA==&#10;"/>
                <v:oval id="Oval 72" o:spid="_x0000_s1066" style="position:absolute;left:28428;top:6502;width:909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yDScAA&#10;AADbAAAADwAAAGRycy9kb3ducmV2LnhtbERPTWvCQBC9F/wPyxS81Y2mSkldRRTBHjyYtvchOybB&#10;7GzIjjH+e/cgeHy87+V6cI3qqQu1ZwPTSQKKuPC25tLA3+/+4wtUEGSLjWcycKcA69XobYmZ9Tc+&#10;UZ9LqWIIhwwNVCJtpnUoKnIYJr4ljtzZdw4lwq7UtsNbDHeNniXJQjusOTZU2NK2ouKSX52BXbnJ&#10;F71OZZ6edweZX/6PP+nUmPH7sPkGJTTIS/x0H6yBz7g+fok/QK8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wyDScAAAADbAAAADwAAAAAAAAAAAAAAAACYAgAAZHJzL2Rvd25y&#10;ZXYueG1sUEsFBgAAAAAEAAQA9QAAAIUDAAAAAA==&#10;"/>
                <v:oval id="Oval 73" o:spid="_x0000_s1067" style="position:absolute;left:24517;top:7848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4k8IA&#10;AADbAAAADwAAAGRycy9kb3ducmV2LnhtbESPQWvCQBSE7wX/w/IEL0U3kVYkuooELF6bevD4zD6T&#10;YPZt2N2a5N+7QqHHYWa+Ybb7wbTiQc43lhWkiwQEcWl1w5WC889xvgbhA7LG1jIpGMnDfjd522Km&#10;bc/f9ChCJSKEfYYK6hC6TEpf1mTQL2xHHL2bdQZDlK6S2mEf4aaVyyRZSYMNx4UaO8prKu/Fr1Hg&#10;3rsxH0/5Mb3yV/HZr/VlddZKzabDYQMi0BD+w3/tk1bwkcLrS/wBcvc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a3iTwgAAANsAAAAPAAAAAAAAAAAAAAAAAJgCAABkcnMvZG93&#10;bnJldi54bWxQSwUGAAAAAAQABAD1AAAAhwMAAAAA&#10;" fillcolor="black"/>
                <v:oval id="Oval 74" o:spid="_x0000_s1068" style="position:absolute;left:27139;top:7848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nm5MIA&#10;AADbAAAADwAAAGRycy9kb3ducmV2LnhtbESPQYvCMBSE7wv+h/AEL4umyq5INYoUFK/b9eDx2Tzb&#10;YvNSkmjbf2+EhT0OM/MNs9n1phFPcr62rGA+S0AQF1bXXCo4/x6mKxA+IGtsLJOCgTzstqOPDaba&#10;dvxDzzyUIkLYp6igCqFNpfRFRQb9zLbE0btZZzBE6UqpHXYRbhq5SJKlNFhzXKiwpayi4p4/jAL3&#10;2Q7ZcMoO8ysf8+9upS/Ls1ZqMu73axCB+vAf/muftIKvBby/xB8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uebkwgAAANsAAAAPAAAAAAAAAAAAAAAAAJgCAABkcnMvZG93&#10;bnJldi54bWxQSwUGAAAAAAQABAD1AAAAhwMAAAAA&#10;" fillcolor="black"/>
                <v:oval id="Oval 79" o:spid="_x0000_s1069" style="position:absolute;left:29654;top:7848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VDf8IA&#10;AADbAAAADwAAAGRycy9kb3ducmV2LnhtbESPQWvCQBSE7wX/w/IEL0U32lYkuooEFK9NPXh8Zp9J&#10;MPs27K4m+fduodDjMDPfMJtdbxrxJOdrywrmswQEcWF1zaWC889hugLhA7LGxjIpGMjDbjt622Cq&#10;bcff9MxDKSKEfYoKqhDaVEpfVGTQz2xLHL2bdQZDlK6U2mEX4aaRiyRZSoM1x4UKW8oqKu75wyhw&#10;7+2QDafsML/yMf/qVvqyPGulJuN+vwYRqA//4b/2SSv4/IDfL/EHyO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9UN/wgAAANsAAAAPAAAAAAAAAAAAAAAAAJgCAABkcnMvZG93&#10;bnJldi54bWxQSwUGAAAAAAQABAD1AAAAhwMAAAAA&#10;" fillcolor="black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8" o:spid="_x0000_s1070" type="#_x0000_t202" style="position:absolute;left:8496;top:10928;width:5347;height:3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sO1MMA&#10;AADbAAAADwAAAGRycy9kb3ducmV2LnhtbESPQWvCQBSE70L/w/IKvemmJWqMrlIKghcrRsHrI/tM&#10;gtm3IbtN4r93C4LHYWa+YVabwdSio9ZVlhV8TiIQxLnVFRcKzqftOAHhPLLG2jIpuJODzfpttMJU&#10;256P1GW+EAHCLkUFpfdNKqXLSzLoJrYhDt7VtgZ9kG0hdYt9gJtafkXRTBqsOCyU2NBPSfkt+zMK&#10;pnY/74c8Otzm5+3lt7ku7gl6pT7eh+8lCE+Df4Wf7Z1WEMfw/yX8AL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sO1MMAAADbAAAADwAAAAAAAAAAAAAAAACYAgAAZHJzL2Rv&#10;d25yZXYueG1sUEsFBgAAAAAEAAQA9QAAAIgDAAAAAA==&#10;" filled="f" stroked="f" strokecolor="white">
                  <v:textbox>
                    <w:txbxContent>
                      <w:p w:rsidR="004342C7" w:rsidRPr="003C60D3" w:rsidRDefault="004342C7" w:rsidP="003C60D3">
                        <w:pPr>
                          <w:rPr>
                            <w:lang w:val="fi-FI"/>
                          </w:rPr>
                        </w:pPr>
                        <w:r>
                          <w:rPr>
                            <w:lang w:val="fi-FI"/>
                          </w:rPr>
                          <w:t>(a)</w:t>
                        </w:r>
                      </w:p>
                    </w:txbxContent>
                  </v:textbox>
                </v:shape>
                <v:shape id="Text Box 89" o:spid="_x0000_s1071" type="#_x0000_t202" style="position:absolute;left:25749;top:10629;width:4089;height:3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phhcUA&#10;AADbAAAADwAAAGRycy9kb3ducmV2LnhtbESP3WrCQBSE74W+w3IK3kjdKCqSukopCHrhT6wPcMie&#10;ZtNmz4bsmqRv3xUEL4eZ+YZZbXpbiZYaXzpWMBknIIhzp0suFFy/tm9LED4ga6wck4I/8rBZvwxW&#10;mGrXcUbtJRQiQtinqMCEUKdS+tyQRT92NXH0vl1jMUTZFFI32EW4reQ0SRbSYslxwWBNn4by38vN&#10;Ksj25jzi2eFQadkufq7H26lbjpQavvYf7yAC9eEZfrR3WsFsDvcv8Qf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emGFxQAAANsAAAAPAAAAAAAAAAAAAAAAAJgCAABkcnMv&#10;ZG93bnJldi54bWxQSwUGAAAAAAQABAD1AAAAigMAAAAA&#10;" filled="f" strokecolor="white">
                  <v:textbox>
                    <w:txbxContent>
                      <w:p w:rsidR="004342C7" w:rsidRPr="003C60D3" w:rsidRDefault="004342C7" w:rsidP="003C60D3">
                        <w:pPr>
                          <w:rPr>
                            <w:lang w:val="fi-FI"/>
                          </w:rPr>
                        </w:pPr>
                        <w:r>
                          <w:rPr>
                            <w:lang w:val="fi-FI"/>
                          </w:rPr>
                          <w:t>(b)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C60D3" w:rsidRDefault="009726F6" w:rsidP="0032331D">
      <w:pPr>
        <w:jc w:val="both"/>
        <w:rPr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230505</wp:posOffset>
                </wp:positionV>
                <wp:extent cx="5490845" cy="524510"/>
                <wp:effectExtent l="0" t="0" r="0" b="8890"/>
                <wp:wrapNone/>
                <wp:docPr id="1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0845" cy="524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42C7" w:rsidRPr="00475ED9" w:rsidRDefault="004342C7" w:rsidP="003C60D3">
                            <w:pPr>
                              <w:pStyle w:val="Caption"/>
                            </w:pPr>
                            <w:r>
                              <w:t xml:space="preserve">Figure </w:t>
                            </w:r>
                            <w:r w:rsidR="008162BA">
                              <w:fldChar w:fldCharType="begin"/>
                            </w:r>
                            <w:r>
                              <w:instrText xml:space="preserve"> SEQ Figure \* ARABIC </w:instrText>
                            </w:r>
                            <w:r w:rsidR="008162BA">
                              <w:fldChar w:fldCharType="separate"/>
                            </w:r>
                            <w:r w:rsidR="00E313C0">
                              <w:rPr>
                                <w:noProof/>
                              </w:rPr>
                              <w:t>1</w:t>
                            </w:r>
                            <w:r w:rsidR="008162BA">
                              <w:fldChar w:fldCharType="end"/>
                            </w:r>
                            <w:r>
                              <w:t xml:space="preserve"> Illustration of required memory bandwidth for a 4x4 PU and MV points between integer samples. 4-tap filter (a) needs to load 25 samples, whereas bilinear filter (b) needs to load 9 samples. Circles indicate sub-pixel samples to be interpolated and dots indicate integer reference samples.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0" o:spid="_x0000_s1072" type="#_x0000_t202" style="position:absolute;left:0;text-align:left;margin-left:0;margin-top:18.15pt;width:432.35pt;height:4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" stroked="f">
                <v:textbox style="mso-fit-shape-to-text:t" inset="0,0,0,0">
                  <w:txbxContent>
                    <w:p w:rsidR="004342C7" w:rsidRPr="00475ED9" w:rsidRDefault="004342C7" w:rsidP="003C60D3">
                      <w:pPr>
                        <w:pStyle w:val="Caption"/>
                      </w:pPr>
                      <w:r>
                        <w:t xml:space="preserve">Figure </w:t>
                      </w:r>
                      <w:r w:rsidR="008162BA">
                        <w:fldChar w:fldCharType="begin"/>
                      </w:r>
                      <w:r>
                        <w:instrText xml:space="preserve"> SEQ Figure \* ARABIC </w:instrText>
                      </w:r>
                      <w:r w:rsidR="008162BA">
                        <w:fldChar w:fldCharType="separate"/>
                      </w:r>
                      <w:r w:rsidR="00E313C0">
                        <w:rPr>
                          <w:noProof/>
                        </w:rPr>
                        <w:t>1</w:t>
                      </w:r>
                      <w:r w:rsidR="008162BA">
                        <w:fldChar w:fldCharType="end"/>
                      </w:r>
                      <w:r>
                        <w:t xml:space="preserve"> Illustration of required memory bandwidth for a 4x4 PU and MV points between integer samples. 4-tap filter (a) needs to load 25 samples, whereas bilinear filter (b) needs to load 9 samples. Circles indicate sub-pixel samples to be interpolated and dots indicate integer reference samples.</w:t>
                      </w:r>
                    </w:p>
                  </w:txbxContent>
                </v:textbox>
              </v:shape>
            </w:pict>
          </mc:Fallback>
        </mc:AlternateContent>
      </w:r>
    </w:p>
    <w:p w:rsidR="003C60D3" w:rsidRDefault="003C60D3" w:rsidP="0032331D">
      <w:pPr>
        <w:jc w:val="both"/>
        <w:rPr>
          <w:szCs w:val="22"/>
        </w:rPr>
      </w:pPr>
    </w:p>
    <w:p w:rsidR="003C60D3" w:rsidRDefault="003C60D3" w:rsidP="0032331D">
      <w:pPr>
        <w:jc w:val="both"/>
        <w:rPr>
          <w:szCs w:val="22"/>
        </w:rPr>
      </w:pPr>
    </w:p>
    <w:p w:rsidR="001F2594" w:rsidRDefault="0032331D" w:rsidP="0032331D">
      <w:pPr>
        <w:jc w:val="both"/>
        <w:rPr>
          <w:szCs w:val="22"/>
        </w:rPr>
      </w:pPr>
      <w:r>
        <w:rPr>
          <w:szCs w:val="22"/>
        </w:rPr>
        <w:t xml:space="preserve">It should be noted that some variations of the algorithm could also be thought and are presented in other contributions (e.g. using 2-tap filter for </w:t>
      </w:r>
      <w:proofErr w:type="spellStart"/>
      <w:r>
        <w:rPr>
          <w:szCs w:val="22"/>
        </w:rPr>
        <w:t>chroma</w:t>
      </w:r>
      <w:proofErr w:type="spellEnd"/>
      <w:r>
        <w:rPr>
          <w:szCs w:val="22"/>
        </w:rPr>
        <w:t xml:space="preserve">, using smaller filter for both bi and </w:t>
      </w:r>
      <w:proofErr w:type="spellStart"/>
      <w:r>
        <w:rPr>
          <w:szCs w:val="22"/>
        </w:rPr>
        <w:t>uni</w:t>
      </w:r>
      <w:proofErr w:type="spellEnd"/>
      <w:r>
        <w:rPr>
          <w:szCs w:val="22"/>
        </w:rPr>
        <w:t xml:space="preserve"> prediction)</w:t>
      </w:r>
      <w:r w:rsidR="00593223">
        <w:rPr>
          <w:szCs w:val="22"/>
        </w:rPr>
        <w:t>.</w:t>
      </w:r>
      <w:r>
        <w:rPr>
          <w:szCs w:val="22"/>
        </w:rPr>
        <w:t xml:space="preserve"> </w:t>
      </w:r>
    </w:p>
    <w:p w:rsidR="0032331D" w:rsidRDefault="0032331D" w:rsidP="0032331D">
      <w:pPr>
        <w:pStyle w:val="Heading1"/>
      </w:pPr>
      <w:r>
        <w:t>Experimental Results</w:t>
      </w:r>
    </w:p>
    <w:p w:rsidR="003C60D3" w:rsidRDefault="00F81074" w:rsidP="003C60D3">
      <w:r>
        <w:t xml:space="preserve">Two sets of experimental results are presented (i) Bilinear filter for </w:t>
      </w:r>
      <w:proofErr w:type="spellStart"/>
      <w:r>
        <w:t>chroma</w:t>
      </w:r>
      <w:proofErr w:type="spellEnd"/>
      <w:r>
        <w:t xml:space="preserve"> for PU&lt;8x8 and bi-predicted and (ii) Bilinear filter for </w:t>
      </w:r>
      <w:proofErr w:type="spellStart"/>
      <w:r>
        <w:t>chroma</w:t>
      </w:r>
      <w:proofErr w:type="spellEnd"/>
      <w:r>
        <w:t xml:space="preserve"> for PU&lt;8x8 bi and </w:t>
      </w:r>
      <w:proofErr w:type="spellStart"/>
      <w:r>
        <w:t>uni</w:t>
      </w:r>
      <w:proofErr w:type="spellEnd"/>
      <w:r>
        <w:t>-predicted</w:t>
      </w:r>
    </w:p>
    <w:p w:rsidR="00F81074" w:rsidRDefault="00F81074" w:rsidP="003C60D3">
      <w:pPr>
        <w:rPr>
          <w:b/>
        </w:rPr>
      </w:pPr>
      <w:r w:rsidRPr="00F81074">
        <w:rPr>
          <w:b/>
        </w:rPr>
        <w:t xml:space="preserve">Bilinear filter for </w:t>
      </w:r>
      <w:proofErr w:type="spellStart"/>
      <w:r w:rsidRPr="00F81074">
        <w:rPr>
          <w:b/>
        </w:rPr>
        <w:t>chroma</w:t>
      </w:r>
      <w:proofErr w:type="spellEnd"/>
      <w:r w:rsidRPr="00F81074">
        <w:rPr>
          <w:b/>
        </w:rPr>
        <w:t xml:space="preserve"> for PU&lt;8x8 and bi-predicted</w:t>
      </w:r>
      <w:r w:rsidR="00F6512D">
        <w:rPr>
          <w:b/>
        </w:rPr>
        <w:t xml:space="preserve"> blocks</w:t>
      </w:r>
    </w:p>
    <w:p w:rsidR="00F81074" w:rsidRDefault="00F81074" w:rsidP="003C60D3">
      <w:r>
        <w:t>This variation of the algorithm brings 0.01% change in coding efficiency on average.</w:t>
      </w:r>
    </w:p>
    <w:p w:rsidR="00F81074" w:rsidRDefault="00F81074" w:rsidP="003C60D3"/>
    <w:tbl>
      <w:tblPr>
        <w:tblW w:w="7240" w:type="dxa"/>
        <w:tblInd w:w="98" w:type="dxa"/>
        <w:tblLook w:val="04A0" w:firstRow="1" w:lastRow="0" w:firstColumn="1" w:lastColumn="0" w:noHBand="0" w:noVBand="1"/>
      </w:tblPr>
      <w:tblGrid>
        <w:gridCol w:w="1360"/>
        <w:gridCol w:w="980"/>
        <w:gridCol w:w="980"/>
        <w:gridCol w:w="980"/>
        <w:gridCol w:w="980"/>
        <w:gridCol w:w="980"/>
        <w:gridCol w:w="980"/>
      </w:tblGrid>
      <w:tr w:rsidR="00F81074" w:rsidRPr="00F81074" w:rsidTr="00F81074">
        <w:trPr>
          <w:trHeight w:val="270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Random access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Random access </w:t>
            </w:r>
            <w:proofErr w:type="spellStart"/>
            <w:r w:rsidRPr="00F81074">
              <w:rPr>
                <w:rFonts w:ascii="Arial" w:hAnsi="Arial" w:cs="Arial"/>
                <w:sz w:val="20"/>
              </w:rPr>
              <w:t>LoCo</w:t>
            </w:r>
            <w:proofErr w:type="spellEnd"/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</w:tr>
      <w:tr w:rsidR="00F81074" w:rsidRPr="00F81074" w:rsidTr="00F81074">
        <w:trPr>
          <w:trHeight w:val="270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V BD-rate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V BD-rate</w:t>
            </w:r>
          </w:p>
        </w:tc>
      </w:tr>
      <w:tr w:rsidR="00F81074" w:rsidRPr="00F81074" w:rsidTr="00F8107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0.2 </w:t>
            </w:r>
          </w:p>
        </w:tc>
      </w:tr>
      <w:tr w:rsidR="00F81074" w:rsidRPr="00F81074" w:rsidTr="00F8107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0.2 </w:t>
            </w:r>
          </w:p>
        </w:tc>
      </w:tr>
      <w:tr w:rsidR="00F81074" w:rsidRPr="00F81074" w:rsidTr="00F8107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0.1 </w:t>
            </w:r>
          </w:p>
        </w:tc>
      </w:tr>
      <w:tr w:rsidR="00F81074" w:rsidRPr="00F81074" w:rsidTr="00F8107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0.6 </w:t>
            </w:r>
          </w:p>
        </w:tc>
      </w:tr>
      <w:tr w:rsidR="00F81074" w:rsidRPr="00F81074" w:rsidTr="00F8107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</w:tr>
      <w:tr w:rsidR="00F81074" w:rsidRPr="00F81074" w:rsidTr="00F81074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0.3 </w:t>
            </w:r>
          </w:p>
        </w:tc>
      </w:tr>
      <w:tr w:rsidR="00F81074" w:rsidRPr="00F81074" w:rsidTr="00F8107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proofErr w:type="spellStart"/>
            <w:r w:rsidRPr="00F81074">
              <w:rPr>
                <w:rFonts w:ascii="Arial" w:hAnsi="Arial" w:cs="Arial"/>
                <w:sz w:val="20"/>
              </w:rPr>
              <w:t>Enc</w:t>
            </w:r>
            <w:proofErr w:type="spellEnd"/>
            <w:r w:rsidRPr="00F81074">
              <w:rPr>
                <w:rFonts w:ascii="Arial" w:hAnsi="Arial" w:cs="Arial"/>
                <w:sz w:val="20"/>
              </w:rPr>
              <w:t xml:space="preserve">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96%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100%</w:t>
            </w:r>
          </w:p>
        </w:tc>
      </w:tr>
      <w:tr w:rsidR="00F81074" w:rsidRPr="00F81074" w:rsidTr="00F81074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100%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98%</w:t>
            </w:r>
          </w:p>
        </w:tc>
      </w:tr>
      <w:tr w:rsidR="00F81074" w:rsidRPr="00F81074" w:rsidTr="00F81074">
        <w:trPr>
          <w:trHeight w:val="27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F81074" w:rsidRPr="00F81074" w:rsidTr="00F81074">
        <w:trPr>
          <w:trHeight w:val="270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Low delay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Low delay </w:t>
            </w:r>
            <w:proofErr w:type="spellStart"/>
            <w:r w:rsidRPr="00F81074">
              <w:rPr>
                <w:rFonts w:ascii="Arial" w:hAnsi="Arial" w:cs="Arial"/>
                <w:sz w:val="20"/>
              </w:rPr>
              <w:t>LoCo</w:t>
            </w:r>
            <w:proofErr w:type="spellEnd"/>
          </w:p>
        </w:tc>
      </w:tr>
      <w:tr w:rsidR="00F81074" w:rsidRPr="00F81074" w:rsidTr="00F81074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V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V BD-rate</w:t>
            </w:r>
          </w:p>
        </w:tc>
      </w:tr>
      <w:tr w:rsidR="00F81074" w:rsidRPr="00F81074" w:rsidTr="00F8107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</w:tr>
      <w:tr w:rsidR="00F81074" w:rsidRPr="00F81074" w:rsidTr="00F8107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-0.1 </w:t>
            </w:r>
          </w:p>
        </w:tc>
      </w:tr>
      <w:tr w:rsidR="00F81074" w:rsidRPr="00F81074" w:rsidTr="00F8107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F81074" w:rsidRPr="00F81074" w:rsidTr="00F8107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0.8 </w:t>
            </w:r>
          </w:p>
        </w:tc>
      </w:tr>
      <w:tr w:rsidR="00F81074" w:rsidRPr="00F81074" w:rsidTr="00F8107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-0.6 </w:t>
            </w:r>
          </w:p>
        </w:tc>
      </w:tr>
      <w:tr w:rsidR="00F81074" w:rsidRPr="00F81074" w:rsidTr="00F81074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0.02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F81074" w:rsidRPr="00F81074" w:rsidTr="00F8107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proofErr w:type="spellStart"/>
            <w:r w:rsidRPr="00F81074">
              <w:rPr>
                <w:rFonts w:ascii="Arial" w:hAnsi="Arial" w:cs="Arial"/>
                <w:sz w:val="20"/>
              </w:rPr>
              <w:t>Enc</w:t>
            </w:r>
            <w:proofErr w:type="spellEnd"/>
            <w:r w:rsidRPr="00F81074">
              <w:rPr>
                <w:rFonts w:ascii="Arial" w:hAnsi="Arial" w:cs="Arial"/>
                <w:sz w:val="20"/>
              </w:rPr>
              <w:t xml:space="preserve">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104%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98%</w:t>
            </w:r>
          </w:p>
        </w:tc>
      </w:tr>
      <w:tr w:rsidR="00F81074" w:rsidRPr="00F81074" w:rsidTr="00F81074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102%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99%</w:t>
            </w:r>
          </w:p>
        </w:tc>
      </w:tr>
    </w:tbl>
    <w:p w:rsidR="00F81074" w:rsidRDefault="00F81074" w:rsidP="003C60D3"/>
    <w:p w:rsidR="00E313C0" w:rsidRDefault="00E313C0" w:rsidP="00F81074">
      <w:pPr>
        <w:rPr>
          <w:b/>
        </w:rPr>
      </w:pPr>
      <w:r>
        <w:rPr>
          <w:b/>
        </w:rPr>
        <w:lastRenderedPageBreak/>
        <w:t xml:space="preserve">Bilinear filter for </w:t>
      </w:r>
      <w:proofErr w:type="spellStart"/>
      <w:r>
        <w:rPr>
          <w:b/>
        </w:rPr>
        <w:t>chroma</w:t>
      </w:r>
      <w:proofErr w:type="spellEnd"/>
      <w:r>
        <w:rPr>
          <w:b/>
        </w:rPr>
        <w:t xml:space="preserve"> for PU&lt;=8x8 and bi-predicted blocks</w:t>
      </w:r>
    </w:p>
    <w:p w:rsidR="00E313C0" w:rsidRDefault="00E313C0" w:rsidP="00E313C0">
      <w:r>
        <w:t>This variation of the algorithm brings 0.06% change in coding efficiency on average and reduces the memory bandwidth significantly especially in higher levels.</w:t>
      </w:r>
    </w:p>
    <w:p w:rsidR="00E313C0" w:rsidRDefault="00E313C0" w:rsidP="00F81074">
      <w:pPr>
        <w:rPr>
          <w:b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8"/>
        <w:gridCol w:w="1025"/>
        <w:gridCol w:w="1025"/>
        <w:gridCol w:w="1025"/>
        <w:gridCol w:w="1025"/>
        <w:gridCol w:w="1024"/>
        <w:gridCol w:w="1025"/>
      </w:tblGrid>
      <w:tr w:rsidR="00505B70" w:rsidTr="00505B7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05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Random access</w:t>
            </w:r>
          </w:p>
        </w:tc>
        <w:tc>
          <w:tcPr>
            <w:tcW w:w="10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04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Random access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LoCo</w:t>
            </w:r>
            <w:proofErr w:type="spellEnd"/>
          </w:p>
        </w:tc>
      </w:tr>
      <w:tr w:rsidR="00505B7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Y BD-rate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U BD-rate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V BD-rate</w:t>
            </w:r>
          </w:p>
        </w:tc>
        <w:tc>
          <w:tcPr>
            <w:tcW w:w="10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Y BD-rate</w:t>
            </w:r>
          </w:p>
        </w:tc>
        <w:tc>
          <w:tcPr>
            <w:tcW w:w="102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U BD-rate</w:t>
            </w:r>
          </w:p>
        </w:tc>
        <w:tc>
          <w:tcPr>
            <w:tcW w:w="10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V BD-rate</w:t>
            </w:r>
          </w:p>
        </w:tc>
      </w:tr>
      <w:tr w:rsidR="00505B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Class A</w:t>
            </w:r>
          </w:p>
        </w:tc>
        <w:tc>
          <w:tcPr>
            <w:tcW w:w="102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0.0 </w:t>
            </w:r>
          </w:p>
        </w:tc>
        <w:tc>
          <w:tcPr>
            <w:tcW w:w="102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0.2 </w:t>
            </w:r>
          </w:p>
        </w:tc>
        <w:tc>
          <w:tcPr>
            <w:tcW w:w="102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0.3 </w:t>
            </w:r>
          </w:p>
        </w:tc>
        <w:tc>
          <w:tcPr>
            <w:tcW w:w="102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0.0 </w:t>
            </w:r>
          </w:p>
        </w:tc>
        <w:tc>
          <w:tcPr>
            <w:tcW w:w="102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0.3 </w:t>
            </w:r>
          </w:p>
        </w:tc>
        <w:tc>
          <w:tcPr>
            <w:tcW w:w="102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0.6 </w:t>
            </w:r>
          </w:p>
        </w:tc>
      </w:tr>
      <w:tr w:rsidR="00505B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Class B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0.3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0.4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0.0 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0.6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0.6 </w:t>
            </w:r>
          </w:p>
        </w:tc>
      </w:tr>
      <w:tr w:rsidR="00505B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Class C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0.6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0.5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0.1 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0.7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0.8 </w:t>
            </w:r>
          </w:p>
        </w:tc>
      </w:tr>
      <w:tr w:rsidR="00505B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Class D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0.1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1.1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1.1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0.1 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1.7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1.8 </w:t>
            </w:r>
          </w:p>
        </w:tc>
      </w:tr>
      <w:tr w:rsidR="00505B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418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Class E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505B7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All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0.0 </w:t>
            </w:r>
          </w:p>
        </w:tc>
        <w:tc>
          <w:tcPr>
            <w:tcW w:w="1025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0.5 </w:t>
            </w:r>
          </w:p>
        </w:tc>
        <w:tc>
          <w:tcPr>
            <w:tcW w:w="1025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0.6 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0.1 </w:t>
            </w:r>
          </w:p>
        </w:tc>
        <w:tc>
          <w:tcPr>
            <w:tcW w:w="102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0.8 </w:t>
            </w:r>
          </w:p>
        </w:tc>
        <w:tc>
          <w:tcPr>
            <w:tcW w:w="1025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0.9 </w:t>
            </w:r>
          </w:p>
        </w:tc>
      </w:tr>
      <w:tr w:rsidR="00505B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Enc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Time[%]</w:t>
            </w:r>
          </w:p>
        </w:tc>
        <w:tc>
          <w:tcPr>
            <w:tcW w:w="102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97%</w:t>
            </w:r>
          </w:p>
        </w:tc>
        <w:tc>
          <w:tcPr>
            <w:tcW w:w="102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97%</w:t>
            </w:r>
          </w:p>
        </w:tc>
        <w:tc>
          <w:tcPr>
            <w:tcW w:w="102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505B7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Dec Time[%]</w:t>
            </w:r>
          </w:p>
        </w:tc>
        <w:tc>
          <w:tcPr>
            <w:tcW w:w="102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98%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101%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505B7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505B70" w:rsidTr="00505B7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Low delay</w:t>
            </w:r>
          </w:p>
        </w:tc>
        <w:tc>
          <w:tcPr>
            <w:tcW w:w="102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0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Low delay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LoCo</w:t>
            </w:r>
            <w:proofErr w:type="spellEnd"/>
          </w:p>
        </w:tc>
        <w:tc>
          <w:tcPr>
            <w:tcW w:w="10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505B7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Y BD-rate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U BD-rate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V BD-rate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Y BD-rate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U BD-rate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V BD-rate</w:t>
            </w:r>
          </w:p>
        </w:tc>
      </w:tr>
      <w:tr w:rsidR="00505B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Class A</w:t>
            </w:r>
          </w:p>
        </w:tc>
        <w:tc>
          <w:tcPr>
            <w:tcW w:w="102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C0C0C0" w:fill="auto"/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C0C0C0" w:fill="auto"/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solid" w:color="C0C0C0" w:fill="auto"/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C0C0C0" w:fill="auto"/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C0C0C0" w:fill="auto"/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solid" w:color="C0C0C0" w:fill="auto"/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505B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Class B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0.4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0.2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0.1 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0.4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0.3 </w:t>
            </w:r>
          </w:p>
        </w:tc>
      </w:tr>
      <w:tr w:rsidR="00505B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Class C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0.2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0.1 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0.6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0.5 </w:t>
            </w:r>
          </w:p>
        </w:tc>
      </w:tr>
      <w:tr w:rsidR="00505B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Class D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0.1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2.0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1.9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0.2 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2.3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2.2 </w:t>
            </w:r>
          </w:p>
        </w:tc>
      </w:tr>
      <w:tr w:rsidR="00505B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418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Class E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-0.2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-0.2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0.0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-1.2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-1.0 </w:t>
            </w:r>
          </w:p>
        </w:tc>
      </w:tr>
      <w:tr w:rsidR="00505B7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All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0.0 </w:t>
            </w:r>
          </w:p>
        </w:tc>
        <w:tc>
          <w:tcPr>
            <w:tcW w:w="1025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0.6 </w:t>
            </w:r>
          </w:p>
        </w:tc>
        <w:tc>
          <w:tcPr>
            <w:tcW w:w="1025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0.6 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0.1 </w:t>
            </w:r>
          </w:p>
        </w:tc>
        <w:tc>
          <w:tcPr>
            <w:tcW w:w="102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0.6 </w:t>
            </w:r>
          </w:p>
        </w:tc>
        <w:tc>
          <w:tcPr>
            <w:tcW w:w="1025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0.6 </w:t>
            </w:r>
          </w:p>
        </w:tc>
      </w:tr>
      <w:tr w:rsidR="00505B7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Enc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Time[%]</w:t>
            </w:r>
          </w:p>
        </w:tc>
        <w:tc>
          <w:tcPr>
            <w:tcW w:w="102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105%</w:t>
            </w:r>
          </w:p>
        </w:tc>
        <w:tc>
          <w:tcPr>
            <w:tcW w:w="102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101%</w:t>
            </w:r>
          </w:p>
        </w:tc>
        <w:tc>
          <w:tcPr>
            <w:tcW w:w="102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505B7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Dec Time[%]</w:t>
            </w:r>
          </w:p>
        </w:tc>
        <w:tc>
          <w:tcPr>
            <w:tcW w:w="102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101%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105%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05B70" w:rsidRDefault="00505B7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:rsidR="00E313C0" w:rsidRDefault="00E313C0" w:rsidP="00F81074">
      <w:pPr>
        <w:rPr>
          <w:b/>
        </w:rPr>
      </w:pPr>
    </w:p>
    <w:p w:rsidR="00F81074" w:rsidRDefault="00F81074" w:rsidP="00F81074">
      <w:r w:rsidRPr="00F81074">
        <w:rPr>
          <w:b/>
        </w:rPr>
        <w:t xml:space="preserve">Bilinear </w:t>
      </w:r>
      <w:r>
        <w:rPr>
          <w:b/>
        </w:rPr>
        <w:t xml:space="preserve">filter for </w:t>
      </w:r>
      <w:proofErr w:type="spellStart"/>
      <w:r>
        <w:rPr>
          <w:b/>
        </w:rPr>
        <w:t>chroma</w:t>
      </w:r>
      <w:proofErr w:type="spellEnd"/>
      <w:r>
        <w:rPr>
          <w:b/>
        </w:rPr>
        <w:t xml:space="preserve"> for PU&lt;8x8, </w:t>
      </w:r>
      <w:r w:rsidRPr="00F81074">
        <w:rPr>
          <w:b/>
        </w:rPr>
        <w:t>bi</w:t>
      </w:r>
      <w:r>
        <w:rPr>
          <w:b/>
        </w:rPr>
        <w:t xml:space="preserve"> and </w:t>
      </w:r>
      <w:proofErr w:type="spellStart"/>
      <w:r>
        <w:rPr>
          <w:b/>
        </w:rPr>
        <w:t>uni</w:t>
      </w:r>
      <w:proofErr w:type="spellEnd"/>
      <w:r>
        <w:rPr>
          <w:b/>
        </w:rPr>
        <w:t>-</w:t>
      </w:r>
      <w:r w:rsidRPr="00F81074">
        <w:rPr>
          <w:b/>
        </w:rPr>
        <w:t>predicted</w:t>
      </w:r>
      <w:r w:rsidR="00F6512D">
        <w:rPr>
          <w:b/>
        </w:rPr>
        <w:t xml:space="preserve"> blocks</w:t>
      </w:r>
    </w:p>
    <w:p w:rsidR="00F81074" w:rsidRDefault="00F81074" w:rsidP="003C60D3">
      <w:r>
        <w:t>This variation reduced the memory bandwidth more with 0.07% change in coding efficiency on average.</w:t>
      </w:r>
    </w:p>
    <w:tbl>
      <w:tblPr>
        <w:tblW w:w="7240" w:type="dxa"/>
        <w:tblInd w:w="93" w:type="dxa"/>
        <w:tblLook w:val="04A0" w:firstRow="1" w:lastRow="0" w:firstColumn="1" w:lastColumn="0" w:noHBand="0" w:noVBand="1"/>
      </w:tblPr>
      <w:tblGrid>
        <w:gridCol w:w="1360"/>
        <w:gridCol w:w="980"/>
        <w:gridCol w:w="980"/>
        <w:gridCol w:w="980"/>
        <w:gridCol w:w="980"/>
        <w:gridCol w:w="980"/>
        <w:gridCol w:w="980"/>
      </w:tblGrid>
      <w:tr w:rsidR="00F81074" w:rsidRPr="00F81074" w:rsidTr="00F81074">
        <w:trPr>
          <w:trHeight w:val="270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Random access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Random access LC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</w:tr>
      <w:tr w:rsidR="00F81074" w:rsidRPr="00F81074" w:rsidTr="00F81074">
        <w:trPr>
          <w:trHeight w:val="270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V BD-rate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V BD-rate</w:t>
            </w:r>
          </w:p>
        </w:tc>
      </w:tr>
      <w:tr w:rsidR="00F81074" w:rsidRPr="00F81074" w:rsidTr="00F8107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0.3 </w:t>
            </w:r>
          </w:p>
        </w:tc>
      </w:tr>
      <w:tr w:rsidR="00F81074" w:rsidRPr="00F81074" w:rsidTr="00F8107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0.5 </w:t>
            </w:r>
          </w:p>
        </w:tc>
      </w:tr>
      <w:tr w:rsidR="00F81074" w:rsidRPr="00F81074" w:rsidTr="00F8107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0.5 </w:t>
            </w:r>
          </w:p>
        </w:tc>
      </w:tr>
      <w:tr w:rsidR="00F81074" w:rsidRPr="00F81074" w:rsidTr="00F8107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1.4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1.5 </w:t>
            </w:r>
          </w:p>
        </w:tc>
      </w:tr>
      <w:tr w:rsidR="00F81074" w:rsidRPr="00F81074" w:rsidTr="00F8107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</w:tr>
      <w:tr w:rsidR="00F81074" w:rsidRPr="00F81074" w:rsidTr="00F81074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0.01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0.3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0.3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0.04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0.6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0.7 </w:t>
            </w:r>
          </w:p>
        </w:tc>
      </w:tr>
      <w:tr w:rsidR="00F81074" w:rsidRPr="00F81074" w:rsidTr="00F8107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proofErr w:type="spellStart"/>
            <w:r w:rsidRPr="00F81074">
              <w:rPr>
                <w:rFonts w:ascii="Arial" w:hAnsi="Arial" w:cs="Arial"/>
                <w:sz w:val="20"/>
              </w:rPr>
              <w:t>Enc</w:t>
            </w:r>
            <w:proofErr w:type="spellEnd"/>
            <w:r w:rsidRPr="00F81074">
              <w:rPr>
                <w:rFonts w:ascii="Arial" w:hAnsi="Arial" w:cs="Arial"/>
                <w:sz w:val="20"/>
              </w:rPr>
              <w:t xml:space="preserve">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F81074" w:rsidRPr="00F81074" w:rsidTr="00F81074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F81074" w:rsidRPr="00F81074" w:rsidTr="00F81074">
        <w:trPr>
          <w:trHeight w:val="27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F81074" w:rsidRPr="00F81074" w:rsidTr="00F81074">
        <w:trPr>
          <w:trHeight w:val="270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Low delay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Low delay LC</w:t>
            </w:r>
          </w:p>
        </w:tc>
      </w:tr>
      <w:tr w:rsidR="00F81074" w:rsidRPr="00F81074" w:rsidTr="00F81074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V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V BD-rate</w:t>
            </w:r>
          </w:p>
        </w:tc>
      </w:tr>
      <w:tr w:rsidR="00F81074" w:rsidRPr="00F81074" w:rsidTr="00F8107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</w:tr>
      <w:tr w:rsidR="00F81074" w:rsidRPr="00F81074" w:rsidTr="00F8107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0.1 </w:t>
            </w:r>
          </w:p>
        </w:tc>
      </w:tr>
      <w:tr w:rsidR="00F81074" w:rsidRPr="00F81074" w:rsidTr="00F8107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0.3 </w:t>
            </w:r>
          </w:p>
        </w:tc>
      </w:tr>
      <w:tr w:rsidR="00F81074" w:rsidRPr="00F81074" w:rsidTr="00F8107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1.3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1.5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1.6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1.6 </w:t>
            </w:r>
          </w:p>
        </w:tc>
      </w:tr>
      <w:tr w:rsidR="00F81074" w:rsidRPr="00F81074" w:rsidTr="00F8107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-0.2 </w:t>
            </w:r>
          </w:p>
        </w:tc>
      </w:tr>
      <w:tr w:rsidR="00F81074" w:rsidRPr="00F81074" w:rsidTr="00F81074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lastRenderedPageBreak/>
              <w:t>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0.06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0.6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0.6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0.09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0.6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0.5 </w:t>
            </w:r>
          </w:p>
        </w:tc>
      </w:tr>
      <w:tr w:rsidR="00F81074" w:rsidRPr="00F81074" w:rsidTr="00F8107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proofErr w:type="spellStart"/>
            <w:r w:rsidRPr="00F81074">
              <w:rPr>
                <w:rFonts w:ascii="Arial" w:hAnsi="Arial" w:cs="Arial"/>
                <w:sz w:val="20"/>
              </w:rPr>
              <w:t>Enc</w:t>
            </w:r>
            <w:proofErr w:type="spellEnd"/>
            <w:r w:rsidRPr="00F81074">
              <w:rPr>
                <w:rFonts w:ascii="Arial" w:hAnsi="Arial" w:cs="Arial"/>
                <w:sz w:val="20"/>
              </w:rPr>
              <w:t xml:space="preserve">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F81074" w:rsidRPr="00F81074" w:rsidTr="00F81074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F81074" w:rsidRPr="00F81074" w:rsidTr="00F81074">
        <w:trPr>
          <w:trHeight w:val="27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F81074" w:rsidRPr="00F81074" w:rsidTr="00F81074">
        <w:trPr>
          <w:trHeight w:val="270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Low delay (P)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Low delay LC (P)</w:t>
            </w:r>
          </w:p>
        </w:tc>
      </w:tr>
      <w:tr w:rsidR="00F81074" w:rsidRPr="00F81074" w:rsidTr="00F81074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V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V BD-rate</w:t>
            </w:r>
          </w:p>
        </w:tc>
      </w:tr>
      <w:tr w:rsidR="00F81074" w:rsidRPr="00F81074" w:rsidTr="00F8107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 </w:t>
            </w:r>
          </w:p>
        </w:tc>
      </w:tr>
      <w:tr w:rsidR="00F81074" w:rsidRPr="00F81074" w:rsidTr="00F8107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0.6 </w:t>
            </w:r>
          </w:p>
        </w:tc>
      </w:tr>
      <w:tr w:rsidR="00F81074" w:rsidRPr="00F81074" w:rsidTr="00F8107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0.4 </w:t>
            </w:r>
          </w:p>
        </w:tc>
      </w:tr>
      <w:tr w:rsidR="00F81074" w:rsidRPr="00F81074" w:rsidTr="00F8107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2.4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2.4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2.3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2.0 </w:t>
            </w:r>
          </w:p>
        </w:tc>
      </w:tr>
      <w:tr w:rsidR="00F81074" w:rsidRPr="00F81074" w:rsidTr="00F8107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-0.9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-0.9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-0.4 </w:t>
            </w:r>
          </w:p>
        </w:tc>
      </w:tr>
      <w:tr w:rsidR="00F81074" w:rsidRPr="00F81074" w:rsidTr="00F81074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All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0.07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1.0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0.7 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0.12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0.7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 xml:space="preserve">0.7 </w:t>
            </w:r>
          </w:p>
        </w:tc>
      </w:tr>
      <w:tr w:rsidR="00F81074" w:rsidRPr="00F81074" w:rsidTr="00F8107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proofErr w:type="spellStart"/>
            <w:r w:rsidRPr="00F81074">
              <w:rPr>
                <w:rFonts w:ascii="Arial" w:hAnsi="Arial" w:cs="Arial"/>
                <w:sz w:val="20"/>
              </w:rPr>
              <w:t>Enc</w:t>
            </w:r>
            <w:proofErr w:type="spellEnd"/>
            <w:r w:rsidRPr="00F81074">
              <w:rPr>
                <w:rFonts w:ascii="Arial" w:hAnsi="Arial" w:cs="Arial"/>
                <w:sz w:val="20"/>
              </w:rPr>
              <w:t xml:space="preserve">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F81074" w:rsidRPr="00F81074" w:rsidTr="00F81074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F81074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1074" w:rsidRPr="00F81074" w:rsidRDefault="00F81074" w:rsidP="00F810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F81074" w:rsidRDefault="00F81074" w:rsidP="003C60D3"/>
    <w:p w:rsidR="00F81074" w:rsidRDefault="004342C7" w:rsidP="00F81074">
      <w:pPr>
        <w:pStyle w:val="Heading1"/>
      </w:pPr>
      <w:r>
        <w:br w:type="page"/>
      </w:r>
      <w:r w:rsidR="00F81074">
        <w:lastRenderedPageBreak/>
        <w:t>Memory bandwidth analysis</w:t>
      </w:r>
    </w:p>
    <w:p w:rsidR="004342C7" w:rsidRDefault="004342C7" w:rsidP="004342C7">
      <w:r>
        <w:t xml:space="preserve">Below table compares the memory bandwidth reduction by using bilinear filter instead of 4-tap filter for small block sizes. It can be seen that the worst case memory bandwidth is significantly reduced by using a simpler filter for </w:t>
      </w:r>
      <w:proofErr w:type="spellStart"/>
      <w:r>
        <w:t>chroma</w:t>
      </w:r>
      <w:proofErr w:type="spellEnd"/>
      <w:r>
        <w:t xml:space="preserve"> when the block size is small.</w:t>
      </w:r>
    </w:p>
    <w:p w:rsidR="004342C7" w:rsidRPr="004342C7" w:rsidRDefault="004342C7" w:rsidP="004342C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3"/>
        <w:gridCol w:w="2409"/>
        <w:gridCol w:w="2495"/>
        <w:gridCol w:w="2279"/>
      </w:tblGrid>
      <w:tr w:rsidR="004342C7" w:rsidTr="0043294B">
        <w:tc>
          <w:tcPr>
            <w:tcW w:w="2393" w:type="dxa"/>
          </w:tcPr>
          <w:p w:rsidR="004342C7" w:rsidRDefault="004342C7" w:rsidP="00F81074">
            <w:r>
              <w:t>PU Size</w:t>
            </w:r>
          </w:p>
        </w:tc>
        <w:tc>
          <w:tcPr>
            <w:tcW w:w="2409" w:type="dxa"/>
          </w:tcPr>
          <w:p w:rsidR="004342C7" w:rsidRDefault="004342C7" w:rsidP="00F81074">
            <w:r>
              <w:t>4-tap filter</w:t>
            </w:r>
          </w:p>
        </w:tc>
        <w:tc>
          <w:tcPr>
            <w:tcW w:w="2495" w:type="dxa"/>
          </w:tcPr>
          <w:p w:rsidR="004342C7" w:rsidRDefault="004342C7" w:rsidP="00F81074">
            <w:r>
              <w:t>Bilinear filter</w:t>
            </w:r>
          </w:p>
        </w:tc>
        <w:tc>
          <w:tcPr>
            <w:tcW w:w="2279" w:type="dxa"/>
          </w:tcPr>
          <w:p w:rsidR="004342C7" w:rsidRDefault="004342C7" w:rsidP="00F81074">
            <w:r>
              <w:t>Percent reduction in memory bandwidth</w:t>
            </w:r>
          </w:p>
        </w:tc>
      </w:tr>
      <w:tr w:rsidR="004342C7" w:rsidTr="0043294B">
        <w:tc>
          <w:tcPr>
            <w:tcW w:w="2393" w:type="dxa"/>
          </w:tcPr>
          <w:p w:rsidR="004342C7" w:rsidRDefault="004342C7" w:rsidP="00F81074">
            <w:r>
              <w:t>4x4</w:t>
            </w:r>
          </w:p>
        </w:tc>
        <w:tc>
          <w:tcPr>
            <w:tcW w:w="2409" w:type="dxa"/>
          </w:tcPr>
          <w:p w:rsidR="004342C7" w:rsidRDefault="004342C7" w:rsidP="00F81074">
            <w:r>
              <w:t>9x9 = 81</w:t>
            </w:r>
          </w:p>
        </w:tc>
        <w:tc>
          <w:tcPr>
            <w:tcW w:w="2495" w:type="dxa"/>
          </w:tcPr>
          <w:p w:rsidR="004342C7" w:rsidRDefault="004342C7" w:rsidP="00F81074">
            <w:r>
              <w:t>5x5 = 25</w:t>
            </w:r>
          </w:p>
        </w:tc>
        <w:tc>
          <w:tcPr>
            <w:tcW w:w="2279" w:type="dxa"/>
          </w:tcPr>
          <w:p w:rsidR="004342C7" w:rsidRDefault="004342C7" w:rsidP="00F81074">
            <w:r>
              <w:t>69%</w:t>
            </w:r>
          </w:p>
        </w:tc>
      </w:tr>
      <w:tr w:rsidR="004342C7" w:rsidTr="0043294B">
        <w:tc>
          <w:tcPr>
            <w:tcW w:w="2393" w:type="dxa"/>
          </w:tcPr>
          <w:p w:rsidR="004342C7" w:rsidRDefault="004342C7" w:rsidP="00F81074">
            <w:r>
              <w:t>4x8</w:t>
            </w:r>
          </w:p>
        </w:tc>
        <w:tc>
          <w:tcPr>
            <w:tcW w:w="2409" w:type="dxa"/>
          </w:tcPr>
          <w:p w:rsidR="004342C7" w:rsidRDefault="004342C7" w:rsidP="00F81074">
            <w:r>
              <w:t>9x13 = 117</w:t>
            </w:r>
          </w:p>
        </w:tc>
        <w:tc>
          <w:tcPr>
            <w:tcW w:w="2495" w:type="dxa"/>
          </w:tcPr>
          <w:p w:rsidR="004342C7" w:rsidRDefault="004342C7" w:rsidP="00F81074">
            <w:r>
              <w:t>5x9 = 45</w:t>
            </w:r>
          </w:p>
        </w:tc>
        <w:tc>
          <w:tcPr>
            <w:tcW w:w="2279" w:type="dxa"/>
          </w:tcPr>
          <w:p w:rsidR="004342C7" w:rsidRDefault="004342C7" w:rsidP="00F81074">
            <w:r>
              <w:t>61%</w:t>
            </w:r>
          </w:p>
        </w:tc>
      </w:tr>
      <w:tr w:rsidR="004342C7" w:rsidTr="0043294B">
        <w:tc>
          <w:tcPr>
            <w:tcW w:w="2393" w:type="dxa"/>
          </w:tcPr>
          <w:p w:rsidR="004342C7" w:rsidRDefault="004342C7" w:rsidP="00F81074">
            <w:r>
              <w:t>8x4</w:t>
            </w:r>
          </w:p>
        </w:tc>
        <w:tc>
          <w:tcPr>
            <w:tcW w:w="2409" w:type="dxa"/>
          </w:tcPr>
          <w:p w:rsidR="004342C7" w:rsidRDefault="004342C7" w:rsidP="00F81074">
            <w:r>
              <w:t>13x9 = 117</w:t>
            </w:r>
          </w:p>
        </w:tc>
        <w:tc>
          <w:tcPr>
            <w:tcW w:w="2495" w:type="dxa"/>
          </w:tcPr>
          <w:p w:rsidR="004342C7" w:rsidRDefault="004342C7" w:rsidP="00F81074">
            <w:r>
              <w:t>9x5 = 45</w:t>
            </w:r>
          </w:p>
        </w:tc>
        <w:tc>
          <w:tcPr>
            <w:tcW w:w="2279" w:type="dxa"/>
          </w:tcPr>
          <w:p w:rsidR="004342C7" w:rsidRDefault="004342C7" w:rsidP="00F81074">
            <w:r>
              <w:t>61%</w:t>
            </w:r>
          </w:p>
        </w:tc>
      </w:tr>
      <w:tr w:rsidR="00F07F64" w:rsidTr="0043294B">
        <w:tc>
          <w:tcPr>
            <w:tcW w:w="2393" w:type="dxa"/>
          </w:tcPr>
          <w:p w:rsidR="00F07F64" w:rsidRDefault="00F07F64" w:rsidP="00F81074">
            <w:r>
              <w:t>8x8</w:t>
            </w:r>
          </w:p>
        </w:tc>
        <w:tc>
          <w:tcPr>
            <w:tcW w:w="2409" w:type="dxa"/>
          </w:tcPr>
          <w:p w:rsidR="00F07F64" w:rsidRDefault="00F07F64" w:rsidP="00F81074">
            <w:r>
              <w:t>13x13 = 169</w:t>
            </w:r>
          </w:p>
        </w:tc>
        <w:tc>
          <w:tcPr>
            <w:tcW w:w="2495" w:type="dxa"/>
          </w:tcPr>
          <w:p w:rsidR="00F07F64" w:rsidRDefault="00F07F64" w:rsidP="00F81074">
            <w:r>
              <w:t>9x9 = 81</w:t>
            </w:r>
          </w:p>
        </w:tc>
        <w:tc>
          <w:tcPr>
            <w:tcW w:w="2279" w:type="dxa"/>
          </w:tcPr>
          <w:p w:rsidR="00F07F64" w:rsidRDefault="00F07F64" w:rsidP="00F81074">
            <w:r>
              <w:t>52%</w:t>
            </w:r>
          </w:p>
        </w:tc>
      </w:tr>
    </w:tbl>
    <w:p w:rsidR="00F81074" w:rsidRDefault="00F81074" w:rsidP="003C60D3"/>
    <w:p w:rsidR="001F2594" w:rsidRPr="002B191D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1F2594" w:rsidRDefault="0032331D" w:rsidP="009234A5">
      <w:pPr>
        <w:jc w:val="both"/>
        <w:rPr>
          <w:szCs w:val="22"/>
        </w:rPr>
      </w:pPr>
      <w:r>
        <w:rPr>
          <w:b/>
          <w:szCs w:val="22"/>
        </w:rPr>
        <w:t xml:space="preserve">Nokia </w:t>
      </w:r>
      <w:r w:rsidR="001F2594" w:rsidRPr="00A01439">
        <w:rPr>
          <w:b/>
          <w:szCs w:val="22"/>
        </w:rPr>
        <w:t xml:space="preserve">may have IPR 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593223" w:rsidRDefault="00593223" w:rsidP="00593223">
      <w:pPr>
        <w:jc w:val="both"/>
        <w:rPr>
          <w:b/>
          <w:szCs w:val="22"/>
        </w:rPr>
      </w:pPr>
    </w:p>
    <w:p w:rsidR="00593223" w:rsidRDefault="00593223" w:rsidP="00593223">
      <w:pPr>
        <w:jc w:val="both"/>
        <w:rPr>
          <w:szCs w:val="22"/>
        </w:rPr>
      </w:pPr>
      <w:r>
        <w:rPr>
          <w:b/>
          <w:szCs w:val="22"/>
        </w:rPr>
        <w:t xml:space="preserve">Sony </w:t>
      </w:r>
      <w:r w:rsidR="00EA0062">
        <w:rPr>
          <w:rFonts w:hint="eastAsia"/>
          <w:b/>
          <w:szCs w:val="22"/>
          <w:lang w:eastAsia="ja-JP"/>
        </w:rPr>
        <w:t>C</w:t>
      </w:r>
      <w:r w:rsidR="00EA0062">
        <w:rPr>
          <w:b/>
          <w:szCs w:val="22"/>
          <w:lang w:eastAsia="ja-JP"/>
        </w:rPr>
        <w:t>orporation</w:t>
      </w:r>
      <w:r w:rsidR="00EA0062">
        <w:rPr>
          <w:rFonts w:hint="eastAsia"/>
          <w:b/>
          <w:szCs w:val="22"/>
          <w:lang w:eastAsia="ja-JP"/>
        </w:rPr>
        <w:t xml:space="preserve"> </w:t>
      </w:r>
      <w:r w:rsidRPr="00A01439">
        <w:rPr>
          <w:b/>
          <w:szCs w:val="22"/>
        </w:rPr>
        <w:t xml:space="preserve">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0E00F3" w:rsidRPr="009234A5" w:rsidRDefault="000E00F3" w:rsidP="009234A5">
      <w:pPr>
        <w:jc w:val="both"/>
        <w:rPr>
          <w:szCs w:val="22"/>
        </w:rPr>
      </w:pPr>
    </w:p>
    <w:p w:rsidR="007F1F8B" w:rsidRPr="009234A5" w:rsidRDefault="007F1F8B" w:rsidP="009234A5">
      <w:pPr>
        <w:jc w:val="both"/>
        <w:rPr>
          <w:szCs w:val="22"/>
        </w:rPr>
      </w:pPr>
      <w:bookmarkStart w:id="0" w:name="_GoBack"/>
      <w:bookmarkEnd w:id="0"/>
    </w:p>
    <w:sectPr w:rsidR="007F1F8B" w:rsidRPr="009234A5" w:rsidSect="00A01439">
      <w:footerReference w:type="default" r:id="rId1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CB9" w:rsidRDefault="00297CB9">
      <w:r>
        <w:separator/>
      </w:r>
    </w:p>
  </w:endnote>
  <w:endnote w:type="continuationSeparator" w:id="0">
    <w:p w:rsidR="00297CB9" w:rsidRDefault="0029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2C7" w:rsidRDefault="004342C7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8162BA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8162BA">
      <w:rPr>
        <w:rStyle w:val="PageNumber"/>
      </w:rPr>
      <w:fldChar w:fldCharType="separate"/>
    </w:r>
    <w:r w:rsidR="00505B70">
      <w:rPr>
        <w:rStyle w:val="PageNumber"/>
        <w:noProof/>
      </w:rPr>
      <w:t>5</w:t>
    </w:r>
    <w:r w:rsidR="008162BA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8162BA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8162BA">
      <w:rPr>
        <w:rStyle w:val="PageNumber"/>
      </w:rPr>
      <w:fldChar w:fldCharType="separate"/>
    </w:r>
    <w:r w:rsidR="00505B70">
      <w:rPr>
        <w:rStyle w:val="PageNumber"/>
        <w:noProof/>
      </w:rPr>
      <w:t>2011-06-30</w:t>
    </w:r>
    <w:r w:rsidR="008162BA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CB9" w:rsidRDefault="00297CB9">
      <w:r>
        <w:separator/>
      </w:r>
    </w:p>
  </w:footnote>
  <w:footnote w:type="continuationSeparator" w:id="0">
    <w:p w:rsidR="00297CB9" w:rsidRDefault="00297C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C074205"/>
    <w:multiLevelType w:val="hybridMultilevel"/>
    <w:tmpl w:val="FBE89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C02EB0"/>
    <w:multiLevelType w:val="hybridMultilevel"/>
    <w:tmpl w:val="9B267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5"/>
  </w:num>
  <w:num w:numId="8">
    <w:abstractNumId w:val="3"/>
  </w:num>
  <w:num w:numId="9">
    <w:abstractNumId w:val="1"/>
  </w:num>
  <w:num w:numId="10">
    <w:abstractNumId w:val="2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3C0"/>
    <w:rsid w:val="000458BC"/>
    <w:rsid w:val="00045C41"/>
    <w:rsid w:val="00046C03"/>
    <w:rsid w:val="0007614F"/>
    <w:rsid w:val="000B1C6B"/>
    <w:rsid w:val="000C09AC"/>
    <w:rsid w:val="000E00F3"/>
    <w:rsid w:val="000F158C"/>
    <w:rsid w:val="00124E38"/>
    <w:rsid w:val="0012580B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C7B1A"/>
    <w:rsid w:val="001D1BD2"/>
    <w:rsid w:val="001E02BE"/>
    <w:rsid w:val="001E3B37"/>
    <w:rsid w:val="001F2594"/>
    <w:rsid w:val="00206460"/>
    <w:rsid w:val="002069B4"/>
    <w:rsid w:val="00215DFC"/>
    <w:rsid w:val="002212DF"/>
    <w:rsid w:val="00227BA7"/>
    <w:rsid w:val="00275BCF"/>
    <w:rsid w:val="00292257"/>
    <w:rsid w:val="00297CB9"/>
    <w:rsid w:val="002A54E0"/>
    <w:rsid w:val="002B1595"/>
    <w:rsid w:val="002B191D"/>
    <w:rsid w:val="002D0AF6"/>
    <w:rsid w:val="002D4DC5"/>
    <w:rsid w:val="002F164D"/>
    <w:rsid w:val="00306206"/>
    <w:rsid w:val="0032331D"/>
    <w:rsid w:val="00327C56"/>
    <w:rsid w:val="003315A1"/>
    <w:rsid w:val="003373EC"/>
    <w:rsid w:val="003706CC"/>
    <w:rsid w:val="003A2D8E"/>
    <w:rsid w:val="003C20E4"/>
    <w:rsid w:val="003C60D3"/>
    <w:rsid w:val="003E6F90"/>
    <w:rsid w:val="003F5D0F"/>
    <w:rsid w:val="00414101"/>
    <w:rsid w:val="0043294B"/>
    <w:rsid w:val="00433DDB"/>
    <w:rsid w:val="004342C7"/>
    <w:rsid w:val="00437619"/>
    <w:rsid w:val="004B210C"/>
    <w:rsid w:val="004D405F"/>
    <w:rsid w:val="004F61E3"/>
    <w:rsid w:val="00505B70"/>
    <w:rsid w:val="0051015C"/>
    <w:rsid w:val="00531AE9"/>
    <w:rsid w:val="00567EC7"/>
    <w:rsid w:val="00570013"/>
    <w:rsid w:val="00593223"/>
    <w:rsid w:val="005A33A1"/>
    <w:rsid w:val="005B65C0"/>
    <w:rsid w:val="005C385F"/>
    <w:rsid w:val="005F6F1B"/>
    <w:rsid w:val="00624B33"/>
    <w:rsid w:val="00630AA2"/>
    <w:rsid w:val="00646707"/>
    <w:rsid w:val="00664DCF"/>
    <w:rsid w:val="006C5D39"/>
    <w:rsid w:val="006D738E"/>
    <w:rsid w:val="006E2810"/>
    <w:rsid w:val="006E5417"/>
    <w:rsid w:val="00712F60"/>
    <w:rsid w:val="00720E3B"/>
    <w:rsid w:val="00745F6B"/>
    <w:rsid w:val="0075585E"/>
    <w:rsid w:val="00772782"/>
    <w:rsid w:val="007768FF"/>
    <w:rsid w:val="007824D3"/>
    <w:rsid w:val="007956FF"/>
    <w:rsid w:val="00796EE3"/>
    <w:rsid w:val="007A7D29"/>
    <w:rsid w:val="007F1F8B"/>
    <w:rsid w:val="008162BA"/>
    <w:rsid w:val="008206C8"/>
    <w:rsid w:val="00874A6C"/>
    <w:rsid w:val="00876C65"/>
    <w:rsid w:val="008A4B4C"/>
    <w:rsid w:val="008C239F"/>
    <w:rsid w:val="008C69A7"/>
    <w:rsid w:val="00907757"/>
    <w:rsid w:val="009212B0"/>
    <w:rsid w:val="009234A5"/>
    <w:rsid w:val="009336F7"/>
    <w:rsid w:val="009374A7"/>
    <w:rsid w:val="009726F6"/>
    <w:rsid w:val="0099518F"/>
    <w:rsid w:val="009A523D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E341B"/>
    <w:rsid w:val="00B07CA7"/>
    <w:rsid w:val="00B1279A"/>
    <w:rsid w:val="00B5222E"/>
    <w:rsid w:val="00B61C96"/>
    <w:rsid w:val="00B73A2A"/>
    <w:rsid w:val="00B94B06"/>
    <w:rsid w:val="00B94C28"/>
    <w:rsid w:val="00BC10BA"/>
    <w:rsid w:val="00BC2D39"/>
    <w:rsid w:val="00BC5AFD"/>
    <w:rsid w:val="00BD2239"/>
    <w:rsid w:val="00C0609D"/>
    <w:rsid w:val="00C115AB"/>
    <w:rsid w:val="00C30249"/>
    <w:rsid w:val="00C606C9"/>
    <w:rsid w:val="00C90650"/>
    <w:rsid w:val="00C97D78"/>
    <w:rsid w:val="00CA04FC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E6B43"/>
    <w:rsid w:val="00E11923"/>
    <w:rsid w:val="00E262D4"/>
    <w:rsid w:val="00E313C0"/>
    <w:rsid w:val="00E36250"/>
    <w:rsid w:val="00E36837"/>
    <w:rsid w:val="00E43F36"/>
    <w:rsid w:val="00E54511"/>
    <w:rsid w:val="00E611B4"/>
    <w:rsid w:val="00E61DAC"/>
    <w:rsid w:val="00E75529"/>
    <w:rsid w:val="00E75FE3"/>
    <w:rsid w:val="00EA0062"/>
    <w:rsid w:val="00EB7AB1"/>
    <w:rsid w:val="00EF48CC"/>
    <w:rsid w:val="00F07F64"/>
    <w:rsid w:val="00F6512D"/>
    <w:rsid w:val="00F73032"/>
    <w:rsid w:val="00F81074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D4D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D4D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D4DC5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unhideWhenUsed/>
    <w:qFormat/>
    <w:rsid w:val="003C60D3"/>
    <w:rPr>
      <w:b/>
      <w:bCs/>
      <w:sz w:val="20"/>
    </w:rPr>
  </w:style>
  <w:style w:type="table" w:styleId="TableGrid">
    <w:name w:val="Table Grid"/>
    <w:basedOn w:val="TableNormal"/>
    <w:rsid w:val="004342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D4D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D4D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D4DC5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unhideWhenUsed/>
    <w:qFormat/>
    <w:rsid w:val="003C60D3"/>
    <w:rPr>
      <w:b/>
      <w:bCs/>
      <w:sz w:val="20"/>
    </w:rPr>
  </w:style>
  <w:style w:type="table" w:styleId="TableGrid">
    <w:name w:val="Table Grid"/>
    <w:basedOn w:val="TableNormal"/>
    <w:rsid w:val="004342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7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enji.kondo@jp.sony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jani.lainema@nokia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emal.ugur@nokia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teruhikos@jp.sony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gur\My%20Work%20Related\My%20Documents\My%20Authored%20Papers\My%20Standard%20Contributions\JCTVC-F\interpolation_ce\chroma_interp\JCTVC-Fxxx.doc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455FF-00FE-4DEA-9369-70088B1C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JCTVC-Fxxx.docx.dot</Template>
  <TotalTime>3</TotalTime>
  <Pages>5</Pages>
  <Words>1122</Words>
  <Characters>6402</Characters>
  <Application>Microsoft Office Word</Application>
  <DocSecurity>0</DocSecurity>
  <Lines>53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Ugur Kemal</dc:creator>
  <cp:keywords>JCT-VC, MPEG, VCEG</cp:keywords>
  <cp:lastModifiedBy>Ugur Kemal</cp:lastModifiedBy>
  <cp:revision>3</cp:revision>
  <cp:lastPrinted>1900-12-31T21:00:00Z</cp:lastPrinted>
  <dcterms:created xsi:type="dcterms:W3CDTF">2011-06-30T13:09:00Z</dcterms:created>
  <dcterms:modified xsi:type="dcterms:W3CDTF">2011-07-01T10:52:00Z</dcterms:modified>
</cp:coreProperties>
</file>