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576" w:type="dxa"/>
        <w:tblLayout w:type="fixed"/>
        <w:tblLook w:val="0000" w:firstRow="0" w:lastRow="0" w:firstColumn="0" w:lastColumn="0" w:noHBand="0" w:noVBand="0"/>
      </w:tblPr>
      <w:tblGrid>
        <w:gridCol w:w="6120"/>
        <w:gridCol w:w="3456"/>
      </w:tblGrid>
      <w:tr w:rsidR="00577D86" w:rsidRPr="000456B4" w14:paraId="5F8B5633" w14:textId="77777777" w:rsidTr="000B1A01">
        <w:tc>
          <w:tcPr>
            <w:tcW w:w="6120" w:type="dxa"/>
          </w:tcPr>
          <w:p w14:paraId="5E1B5E41" w14:textId="77777777" w:rsidR="00577D86" w:rsidRPr="000456B4" w:rsidRDefault="00577D86" w:rsidP="000B1A01">
            <w:pPr>
              <w:tabs>
                <w:tab w:val="clear" w:pos="794"/>
                <w:tab w:val="clear" w:pos="1191"/>
                <w:tab w:val="clear" w:pos="1588"/>
                <w:tab w:val="clear" w:pos="1985"/>
                <w:tab w:val="left" w:pos="7200"/>
              </w:tabs>
              <w:overflowPunct/>
              <w:autoSpaceDE/>
              <w:autoSpaceDN/>
              <w:adjustRightInd/>
              <w:spacing w:before="0"/>
              <w:jc w:val="left"/>
              <w:textAlignment w:val="auto"/>
              <w:rPr>
                <w:rFonts w:eastAsia="SimSun"/>
                <w:b/>
                <w:sz w:val="24"/>
                <w:szCs w:val="22"/>
              </w:rPr>
            </w:pPr>
            <w:r w:rsidRPr="000456B4">
              <w:rPr>
                <w:noProof/>
              </w:rPr>
              <mc:AlternateContent>
                <mc:Choice Requires="wpg">
                  <w:drawing>
                    <wp:anchor distT="0" distB="0" distL="114300" distR="114300" simplePos="0" relativeHeight="251664896" behindDoc="0" locked="0" layoutInCell="1" allowOverlap="1" wp14:anchorId="6F1AFFAF" wp14:editId="79CFDB0D">
                      <wp:simplePos x="0" y="0"/>
                      <wp:positionH relativeFrom="column">
                        <wp:posOffset>-52705</wp:posOffset>
                      </wp:positionH>
                      <wp:positionV relativeFrom="paragraph">
                        <wp:posOffset>-349250</wp:posOffset>
                      </wp:positionV>
                      <wp:extent cx="295910" cy="312420"/>
                      <wp:effectExtent l="0" t="0" r="8890" b="17780"/>
                      <wp:wrapNone/>
                      <wp:docPr id="34"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5910" cy="312420"/>
                                <a:chOff x="9" y="2"/>
                                <a:chExt cx="466" cy="492"/>
                              </a:xfrm>
                            </wpg:grpSpPr>
                            <wps:wsp>
                              <wps:cNvPr id="35" name="Line 3"/>
                              <wps:cNvCnPr>
                                <a:cxnSpLocks/>
                              </wps:cNvCnPr>
                              <wps:spPr bwMode="auto">
                                <a:xfrm>
                                  <a:off x="9" y="9"/>
                                  <a:ext cx="1" cy="480"/>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36" name="Line 4"/>
                              <wps:cNvCnPr>
                                <a:cxnSpLocks/>
                              </wps:cNvCnPr>
                              <wps:spPr bwMode="auto">
                                <a:xfrm>
                                  <a:off x="9" y="493"/>
                                  <a:ext cx="465"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37" name="Line 5"/>
                              <wps:cNvCnPr>
                                <a:cxnSpLocks/>
                              </wps:cNvCnPr>
                              <wps:spPr bwMode="auto">
                                <a:xfrm flipV="1">
                                  <a:off x="474" y="9"/>
                                  <a:ext cx="1" cy="484"/>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38" name="Line 6"/>
                              <wps:cNvCnPr>
                                <a:cxnSpLocks/>
                              </wps:cNvCnPr>
                              <wps:spPr bwMode="auto">
                                <a:xfrm flipH="1">
                                  <a:off x="9" y="9"/>
                                  <a:ext cx="462"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39" name="Line 7"/>
                              <wps:cNvCnPr>
                                <a:cxnSpLocks/>
                              </wps:cNvCnPr>
                              <wps:spPr bwMode="auto">
                                <a:xfrm>
                                  <a:off x="9" y="9"/>
                                  <a:ext cx="1"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40" name="Freeform 8"/>
                              <wps:cNvSpPr>
                                <a:spLocks/>
                              </wps:cNvSpPr>
                              <wps:spPr bwMode="auto">
                                <a:xfrm>
                                  <a:off x="74" y="104"/>
                                  <a:ext cx="309" cy="297"/>
                                </a:xfrm>
                                <a:custGeom>
                                  <a:avLst/>
                                  <a:gdLst>
                                    <a:gd name="T0" fmla="*/ 4 w 309"/>
                                    <a:gd name="T1" fmla="*/ 254 h 297"/>
                                    <a:gd name="T2" fmla="*/ 4 w 309"/>
                                    <a:gd name="T3" fmla="*/ 238 h 297"/>
                                    <a:gd name="T4" fmla="*/ 7 w 309"/>
                                    <a:gd name="T5" fmla="*/ 222 h 297"/>
                                    <a:gd name="T6" fmla="*/ 10 w 309"/>
                                    <a:gd name="T7" fmla="*/ 210 h 297"/>
                                    <a:gd name="T8" fmla="*/ 12 w 309"/>
                                    <a:gd name="T9" fmla="*/ 194 h 297"/>
                                    <a:gd name="T10" fmla="*/ 19 w 309"/>
                                    <a:gd name="T11" fmla="*/ 182 h 297"/>
                                    <a:gd name="T12" fmla="*/ 22 w 309"/>
                                    <a:gd name="T13" fmla="*/ 169 h 297"/>
                                    <a:gd name="T14" fmla="*/ 29 w 309"/>
                                    <a:gd name="T15" fmla="*/ 157 h 297"/>
                                    <a:gd name="T16" fmla="*/ 34 w 309"/>
                                    <a:gd name="T17" fmla="*/ 145 h 297"/>
                                    <a:gd name="T18" fmla="*/ 41 w 309"/>
                                    <a:gd name="T19" fmla="*/ 133 h 297"/>
                                    <a:gd name="T20" fmla="*/ 50 w 309"/>
                                    <a:gd name="T21" fmla="*/ 120 h 297"/>
                                    <a:gd name="T22" fmla="*/ 59 w 309"/>
                                    <a:gd name="T23" fmla="*/ 108 h 297"/>
                                    <a:gd name="T24" fmla="*/ 69 w 309"/>
                                    <a:gd name="T25" fmla="*/ 98 h 297"/>
                                    <a:gd name="T26" fmla="*/ 91 w 309"/>
                                    <a:gd name="T27" fmla="*/ 74 h 297"/>
                                    <a:gd name="T28" fmla="*/ 104 w 309"/>
                                    <a:gd name="T29" fmla="*/ 64 h 297"/>
                                    <a:gd name="T30" fmla="*/ 113 w 309"/>
                                    <a:gd name="T31" fmla="*/ 55 h 297"/>
                                    <a:gd name="T32" fmla="*/ 125 w 309"/>
                                    <a:gd name="T33" fmla="*/ 49 h 297"/>
                                    <a:gd name="T34" fmla="*/ 137 w 309"/>
                                    <a:gd name="T35" fmla="*/ 43 h 297"/>
                                    <a:gd name="T36" fmla="*/ 150 w 309"/>
                                    <a:gd name="T37" fmla="*/ 34 h 297"/>
                                    <a:gd name="T38" fmla="*/ 162 w 309"/>
                                    <a:gd name="T39" fmla="*/ 29 h 297"/>
                                    <a:gd name="T40" fmla="*/ 177 w 309"/>
                                    <a:gd name="T41" fmla="*/ 25 h 297"/>
                                    <a:gd name="T42" fmla="*/ 190 w 309"/>
                                    <a:gd name="T43" fmla="*/ 19 h 297"/>
                                    <a:gd name="T44" fmla="*/ 206 w 309"/>
                                    <a:gd name="T45" fmla="*/ 16 h 297"/>
                                    <a:gd name="T46" fmla="*/ 219 w 309"/>
                                    <a:gd name="T47" fmla="*/ 12 h 297"/>
                                    <a:gd name="T48" fmla="*/ 234 w 309"/>
                                    <a:gd name="T49" fmla="*/ 7 h 297"/>
                                    <a:gd name="T50" fmla="*/ 249 w 309"/>
                                    <a:gd name="T51" fmla="*/ 7 h 297"/>
                                    <a:gd name="T52" fmla="*/ 268 w 309"/>
                                    <a:gd name="T53" fmla="*/ 4 h 297"/>
                                    <a:gd name="T54" fmla="*/ 309 w 309"/>
                                    <a:gd name="T55" fmla="*/ 4 h 297"/>
                                    <a:gd name="T56" fmla="*/ 299 w 309"/>
                                    <a:gd name="T57" fmla="*/ 0 h 297"/>
                                    <a:gd name="T58" fmla="*/ 262 w 309"/>
                                    <a:gd name="T59" fmla="*/ 0 h 297"/>
                                    <a:gd name="T60" fmla="*/ 249 w 309"/>
                                    <a:gd name="T61" fmla="*/ 4 h 297"/>
                                    <a:gd name="T62" fmla="*/ 234 w 309"/>
                                    <a:gd name="T63" fmla="*/ 4 h 297"/>
                                    <a:gd name="T64" fmla="*/ 219 w 309"/>
                                    <a:gd name="T65" fmla="*/ 7 h 297"/>
                                    <a:gd name="T66" fmla="*/ 206 w 309"/>
                                    <a:gd name="T67" fmla="*/ 12 h 297"/>
                                    <a:gd name="T68" fmla="*/ 190 w 309"/>
                                    <a:gd name="T69" fmla="*/ 16 h 297"/>
                                    <a:gd name="T70" fmla="*/ 174 w 309"/>
                                    <a:gd name="T71" fmla="*/ 22 h 297"/>
                                    <a:gd name="T72" fmla="*/ 162 w 309"/>
                                    <a:gd name="T73" fmla="*/ 25 h 297"/>
                                    <a:gd name="T74" fmla="*/ 150 w 309"/>
                                    <a:gd name="T75" fmla="*/ 31 h 297"/>
                                    <a:gd name="T76" fmla="*/ 133 w 309"/>
                                    <a:gd name="T77" fmla="*/ 38 h 297"/>
                                    <a:gd name="T78" fmla="*/ 125 w 309"/>
                                    <a:gd name="T79" fmla="*/ 45 h 297"/>
                                    <a:gd name="T80" fmla="*/ 113 w 309"/>
                                    <a:gd name="T81" fmla="*/ 55 h 297"/>
                                    <a:gd name="T82" fmla="*/ 101 w 309"/>
                                    <a:gd name="T83" fmla="*/ 62 h 297"/>
                                    <a:gd name="T84" fmla="*/ 91 w 309"/>
                                    <a:gd name="T85" fmla="*/ 70 h 297"/>
                                    <a:gd name="T86" fmla="*/ 79 w 309"/>
                                    <a:gd name="T87" fmla="*/ 80 h 297"/>
                                    <a:gd name="T88" fmla="*/ 62 w 309"/>
                                    <a:gd name="T89" fmla="*/ 98 h 297"/>
                                    <a:gd name="T90" fmla="*/ 54 w 309"/>
                                    <a:gd name="T91" fmla="*/ 111 h 297"/>
                                    <a:gd name="T92" fmla="*/ 47 w 309"/>
                                    <a:gd name="T93" fmla="*/ 120 h 297"/>
                                    <a:gd name="T94" fmla="*/ 37 w 309"/>
                                    <a:gd name="T95" fmla="*/ 133 h 297"/>
                                    <a:gd name="T96" fmla="*/ 32 w 309"/>
                                    <a:gd name="T97" fmla="*/ 145 h 297"/>
                                    <a:gd name="T98" fmla="*/ 25 w 309"/>
                                    <a:gd name="T99" fmla="*/ 157 h 297"/>
                                    <a:gd name="T100" fmla="*/ 19 w 309"/>
                                    <a:gd name="T101" fmla="*/ 173 h 297"/>
                                    <a:gd name="T102" fmla="*/ 12 w 309"/>
                                    <a:gd name="T103" fmla="*/ 186 h 297"/>
                                    <a:gd name="T104" fmla="*/ 10 w 309"/>
                                    <a:gd name="T105" fmla="*/ 198 h 297"/>
                                    <a:gd name="T106" fmla="*/ 7 w 309"/>
                                    <a:gd name="T107" fmla="*/ 213 h 297"/>
                                    <a:gd name="T108" fmla="*/ 4 w 309"/>
                                    <a:gd name="T109" fmla="*/ 225 h 297"/>
                                    <a:gd name="T110" fmla="*/ 0 w 309"/>
                                    <a:gd name="T111" fmla="*/ 241 h 297"/>
                                    <a:gd name="T112" fmla="*/ 0 w 309"/>
                                    <a:gd name="T113" fmla="*/ 256 h 297"/>
                                    <a:gd name="T114" fmla="*/ 0 w 309"/>
                                    <a:gd name="T115" fmla="*/ 290 h 2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09" h="297">
                                      <a:moveTo>
                                        <a:pt x="4" y="297"/>
                                      </a:moveTo>
                                      <a:lnTo>
                                        <a:pt x="4" y="256"/>
                                      </a:lnTo>
                                      <a:lnTo>
                                        <a:pt x="4" y="254"/>
                                      </a:lnTo>
                                      <a:lnTo>
                                        <a:pt x="4" y="247"/>
                                      </a:lnTo>
                                      <a:lnTo>
                                        <a:pt x="4" y="241"/>
                                      </a:lnTo>
                                      <a:lnTo>
                                        <a:pt x="4" y="238"/>
                                      </a:lnTo>
                                      <a:lnTo>
                                        <a:pt x="4" y="232"/>
                                      </a:lnTo>
                                      <a:lnTo>
                                        <a:pt x="7" y="228"/>
                                      </a:lnTo>
                                      <a:lnTo>
                                        <a:pt x="7" y="222"/>
                                      </a:lnTo>
                                      <a:lnTo>
                                        <a:pt x="7" y="220"/>
                                      </a:lnTo>
                                      <a:lnTo>
                                        <a:pt x="10" y="213"/>
                                      </a:lnTo>
                                      <a:lnTo>
                                        <a:pt x="10" y="210"/>
                                      </a:lnTo>
                                      <a:lnTo>
                                        <a:pt x="10" y="203"/>
                                      </a:lnTo>
                                      <a:lnTo>
                                        <a:pt x="12" y="201"/>
                                      </a:lnTo>
                                      <a:lnTo>
                                        <a:pt x="12" y="194"/>
                                      </a:lnTo>
                                      <a:lnTo>
                                        <a:pt x="16" y="191"/>
                                      </a:lnTo>
                                      <a:lnTo>
                                        <a:pt x="16" y="186"/>
                                      </a:lnTo>
                                      <a:lnTo>
                                        <a:pt x="19" y="182"/>
                                      </a:lnTo>
                                      <a:lnTo>
                                        <a:pt x="19" y="176"/>
                                      </a:lnTo>
                                      <a:lnTo>
                                        <a:pt x="22" y="173"/>
                                      </a:lnTo>
                                      <a:lnTo>
                                        <a:pt x="22" y="169"/>
                                      </a:lnTo>
                                      <a:lnTo>
                                        <a:pt x="25" y="164"/>
                                      </a:lnTo>
                                      <a:lnTo>
                                        <a:pt x="25" y="160"/>
                                      </a:lnTo>
                                      <a:lnTo>
                                        <a:pt x="29" y="157"/>
                                      </a:lnTo>
                                      <a:lnTo>
                                        <a:pt x="32" y="151"/>
                                      </a:lnTo>
                                      <a:lnTo>
                                        <a:pt x="32" y="148"/>
                                      </a:lnTo>
                                      <a:lnTo>
                                        <a:pt x="34" y="145"/>
                                      </a:lnTo>
                                      <a:lnTo>
                                        <a:pt x="37" y="139"/>
                                      </a:lnTo>
                                      <a:lnTo>
                                        <a:pt x="41" y="135"/>
                                      </a:lnTo>
                                      <a:lnTo>
                                        <a:pt x="41" y="133"/>
                                      </a:lnTo>
                                      <a:lnTo>
                                        <a:pt x="44" y="126"/>
                                      </a:lnTo>
                                      <a:lnTo>
                                        <a:pt x="47" y="123"/>
                                      </a:lnTo>
                                      <a:lnTo>
                                        <a:pt x="50" y="120"/>
                                      </a:lnTo>
                                      <a:lnTo>
                                        <a:pt x="54" y="117"/>
                                      </a:lnTo>
                                      <a:lnTo>
                                        <a:pt x="57" y="111"/>
                                      </a:lnTo>
                                      <a:lnTo>
                                        <a:pt x="59" y="108"/>
                                      </a:lnTo>
                                      <a:lnTo>
                                        <a:pt x="62" y="104"/>
                                      </a:lnTo>
                                      <a:lnTo>
                                        <a:pt x="66" y="101"/>
                                      </a:lnTo>
                                      <a:lnTo>
                                        <a:pt x="69" y="98"/>
                                      </a:lnTo>
                                      <a:lnTo>
                                        <a:pt x="69" y="96"/>
                                      </a:lnTo>
                                      <a:lnTo>
                                        <a:pt x="88" y="77"/>
                                      </a:lnTo>
                                      <a:lnTo>
                                        <a:pt x="91" y="74"/>
                                      </a:lnTo>
                                      <a:lnTo>
                                        <a:pt x="94" y="70"/>
                                      </a:lnTo>
                                      <a:lnTo>
                                        <a:pt x="97" y="67"/>
                                      </a:lnTo>
                                      <a:lnTo>
                                        <a:pt x="104" y="64"/>
                                      </a:lnTo>
                                      <a:lnTo>
                                        <a:pt x="106" y="62"/>
                                      </a:lnTo>
                                      <a:lnTo>
                                        <a:pt x="109" y="58"/>
                                      </a:lnTo>
                                      <a:lnTo>
                                        <a:pt x="113" y="55"/>
                                      </a:lnTo>
                                      <a:lnTo>
                                        <a:pt x="116" y="55"/>
                                      </a:lnTo>
                                      <a:lnTo>
                                        <a:pt x="121" y="52"/>
                                      </a:lnTo>
                                      <a:lnTo>
                                        <a:pt x="125" y="49"/>
                                      </a:lnTo>
                                      <a:lnTo>
                                        <a:pt x="127" y="45"/>
                                      </a:lnTo>
                                      <a:lnTo>
                                        <a:pt x="133" y="43"/>
                                      </a:lnTo>
                                      <a:lnTo>
                                        <a:pt x="137" y="43"/>
                                      </a:lnTo>
                                      <a:lnTo>
                                        <a:pt x="140" y="40"/>
                                      </a:lnTo>
                                      <a:lnTo>
                                        <a:pt x="147" y="38"/>
                                      </a:lnTo>
                                      <a:lnTo>
                                        <a:pt x="150" y="34"/>
                                      </a:lnTo>
                                      <a:lnTo>
                                        <a:pt x="152" y="34"/>
                                      </a:lnTo>
                                      <a:lnTo>
                                        <a:pt x="159" y="31"/>
                                      </a:lnTo>
                                      <a:lnTo>
                                        <a:pt x="162" y="29"/>
                                      </a:lnTo>
                                      <a:lnTo>
                                        <a:pt x="168" y="29"/>
                                      </a:lnTo>
                                      <a:lnTo>
                                        <a:pt x="172" y="25"/>
                                      </a:lnTo>
                                      <a:lnTo>
                                        <a:pt x="177" y="25"/>
                                      </a:lnTo>
                                      <a:lnTo>
                                        <a:pt x="180" y="22"/>
                                      </a:lnTo>
                                      <a:lnTo>
                                        <a:pt x="184" y="22"/>
                                      </a:lnTo>
                                      <a:lnTo>
                                        <a:pt x="190" y="19"/>
                                      </a:lnTo>
                                      <a:lnTo>
                                        <a:pt x="197" y="16"/>
                                      </a:lnTo>
                                      <a:lnTo>
                                        <a:pt x="199" y="16"/>
                                      </a:lnTo>
                                      <a:lnTo>
                                        <a:pt x="206" y="16"/>
                                      </a:lnTo>
                                      <a:lnTo>
                                        <a:pt x="209" y="12"/>
                                      </a:lnTo>
                                      <a:lnTo>
                                        <a:pt x="215" y="12"/>
                                      </a:lnTo>
                                      <a:lnTo>
                                        <a:pt x="219" y="12"/>
                                      </a:lnTo>
                                      <a:lnTo>
                                        <a:pt x="224" y="10"/>
                                      </a:lnTo>
                                      <a:lnTo>
                                        <a:pt x="227" y="10"/>
                                      </a:lnTo>
                                      <a:lnTo>
                                        <a:pt x="234" y="7"/>
                                      </a:lnTo>
                                      <a:lnTo>
                                        <a:pt x="240" y="7"/>
                                      </a:lnTo>
                                      <a:lnTo>
                                        <a:pt x="244" y="7"/>
                                      </a:lnTo>
                                      <a:lnTo>
                                        <a:pt x="249" y="7"/>
                                      </a:lnTo>
                                      <a:lnTo>
                                        <a:pt x="252" y="7"/>
                                      </a:lnTo>
                                      <a:lnTo>
                                        <a:pt x="259" y="4"/>
                                      </a:lnTo>
                                      <a:lnTo>
                                        <a:pt x="268" y="4"/>
                                      </a:lnTo>
                                      <a:lnTo>
                                        <a:pt x="274" y="4"/>
                                      </a:lnTo>
                                      <a:lnTo>
                                        <a:pt x="306" y="4"/>
                                      </a:lnTo>
                                      <a:lnTo>
                                        <a:pt x="309" y="4"/>
                                      </a:lnTo>
                                      <a:lnTo>
                                        <a:pt x="309" y="0"/>
                                      </a:lnTo>
                                      <a:lnTo>
                                        <a:pt x="306" y="0"/>
                                      </a:lnTo>
                                      <a:lnTo>
                                        <a:pt x="299" y="0"/>
                                      </a:lnTo>
                                      <a:lnTo>
                                        <a:pt x="281" y="0"/>
                                      </a:lnTo>
                                      <a:lnTo>
                                        <a:pt x="274" y="0"/>
                                      </a:lnTo>
                                      <a:lnTo>
                                        <a:pt x="262" y="0"/>
                                      </a:lnTo>
                                      <a:lnTo>
                                        <a:pt x="259" y="4"/>
                                      </a:lnTo>
                                      <a:lnTo>
                                        <a:pt x="252" y="4"/>
                                      </a:lnTo>
                                      <a:lnTo>
                                        <a:pt x="249" y="4"/>
                                      </a:lnTo>
                                      <a:lnTo>
                                        <a:pt x="244" y="4"/>
                                      </a:lnTo>
                                      <a:lnTo>
                                        <a:pt x="240" y="4"/>
                                      </a:lnTo>
                                      <a:lnTo>
                                        <a:pt x="234" y="4"/>
                                      </a:lnTo>
                                      <a:lnTo>
                                        <a:pt x="227" y="7"/>
                                      </a:lnTo>
                                      <a:lnTo>
                                        <a:pt x="224" y="7"/>
                                      </a:lnTo>
                                      <a:lnTo>
                                        <a:pt x="219" y="7"/>
                                      </a:lnTo>
                                      <a:lnTo>
                                        <a:pt x="212" y="10"/>
                                      </a:lnTo>
                                      <a:lnTo>
                                        <a:pt x="209" y="10"/>
                                      </a:lnTo>
                                      <a:lnTo>
                                        <a:pt x="206" y="12"/>
                                      </a:lnTo>
                                      <a:lnTo>
                                        <a:pt x="199" y="12"/>
                                      </a:lnTo>
                                      <a:lnTo>
                                        <a:pt x="194" y="12"/>
                                      </a:lnTo>
                                      <a:lnTo>
                                        <a:pt x="190" y="16"/>
                                      </a:lnTo>
                                      <a:lnTo>
                                        <a:pt x="184" y="16"/>
                                      </a:lnTo>
                                      <a:lnTo>
                                        <a:pt x="180" y="19"/>
                                      </a:lnTo>
                                      <a:lnTo>
                                        <a:pt x="174" y="22"/>
                                      </a:lnTo>
                                      <a:lnTo>
                                        <a:pt x="172" y="22"/>
                                      </a:lnTo>
                                      <a:lnTo>
                                        <a:pt x="165" y="25"/>
                                      </a:lnTo>
                                      <a:lnTo>
                                        <a:pt x="162" y="25"/>
                                      </a:lnTo>
                                      <a:lnTo>
                                        <a:pt x="155" y="29"/>
                                      </a:lnTo>
                                      <a:lnTo>
                                        <a:pt x="152" y="31"/>
                                      </a:lnTo>
                                      <a:lnTo>
                                        <a:pt x="150" y="31"/>
                                      </a:lnTo>
                                      <a:lnTo>
                                        <a:pt x="143" y="34"/>
                                      </a:lnTo>
                                      <a:lnTo>
                                        <a:pt x="140" y="38"/>
                                      </a:lnTo>
                                      <a:lnTo>
                                        <a:pt x="133" y="38"/>
                                      </a:lnTo>
                                      <a:lnTo>
                                        <a:pt x="130" y="40"/>
                                      </a:lnTo>
                                      <a:lnTo>
                                        <a:pt x="127" y="43"/>
                                      </a:lnTo>
                                      <a:lnTo>
                                        <a:pt x="125" y="45"/>
                                      </a:lnTo>
                                      <a:lnTo>
                                        <a:pt x="118" y="49"/>
                                      </a:lnTo>
                                      <a:lnTo>
                                        <a:pt x="116" y="52"/>
                                      </a:lnTo>
                                      <a:lnTo>
                                        <a:pt x="113" y="55"/>
                                      </a:lnTo>
                                      <a:lnTo>
                                        <a:pt x="106" y="55"/>
                                      </a:lnTo>
                                      <a:lnTo>
                                        <a:pt x="104" y="58"/>
                                      </a:lnTo>
                                      <a:lnTo>
                                        <a:pt x="101" y="62"/>
                                      </a:lnTo>
                                      <a:lnTo>
                                        <a:pt x="97" y="64"/>
                                      </a:lnTo>
                                      <a:lnTo>
                                        <a:pt x="94" y="67"/>
                                      </a:lnTo>
                                      <a:lnTo>
                                        <a:pt x="91" y="70"/>
                                      </a:lnTo>
                                      <a:lnTo>
                                        <a:pt x="84" y="74"/>
                                      </a:lnTo>
                                      <a:lnTo>
                                        <a:pt x="81" y="77"/>
                                      </a:lnTo>
                                      <a:lnTo>
                                        <a:pt x="79" y="80"/>
                                      </a:lnTo>
                                      <a:lnTo>
                                        <a:pt x="76" y="86"/>
                                      </a:lnTo>
                                      <a:lnTo>
                                        <a:pt x="66" y="96"/>
                                      </a:lnTo>
                                      <a:lnTo>
                                        <a:pt x="62" y="98"/>
                                      </a:lnTo>
                                      <a:lnTo>
                                        <a:pt x="59" y="101"/>
                                      </a:lnTo>
                                      <a:lnTo>
                                        <a:pt x="57" y="104"/>
                                      </a:lnTo>
                                      <a:lnTo>
                                        <a:pt x="54" y="111"/>
                                      </a:lnTo>
                                      <a:lnTo>
                                        <a:pt x="50" y="114"/>
                                      </a:lnTo>
                                      <a:lnTo>
                                        <a:pt x="47" y="117"/>
                                      </a:lnTo>
                                      <a:lnTo>
                                        <a:pt x="47" y="120"/>
                                      </a:lnTo>
                                      <a:lnTo>
                                        <a:pt x="41" y="126"/>
                                      </a:lnTo>
                                      <a:lnTo>
                                        <a:pt x="41" y="130"/>
                                      </a:lnTo>
                                      <a:lnTo>
                                        <a:pt x="37" y="133"/>
                                      </a:lnTo>
                                      <a:lnTo>
                                        <a:pt x="34" y="135"/>
                                      </a:lnTo>
                                      <a:lnTo>
                                        <a:pt x="32" y="142"/>
                                      </a:lnTo>
                                      <a:lnTo>
                                        <a:pt x="32" y="145"/>
                                      </a:lnTo>
                                      <a:lnTo>
                                        <a:pt x="29" y="151"/>
                                      </a:lnTo>
                                      <a:lnTo>
                                        <a:pt x="25" y="154"/>
                                      </a:lnTo>
                                      <a:lnTo>
                                        <a:pt x="25" y="157"/>
                                      </a:lnTo>
                                      <a:lnTo>
                                        <a:pt x="22" y="164"/>
                                      </a:lnTo>
                                      <a:lnTo>
                                        <a:pt x="19" y="167"/>
                                      </a:lnTo>
                                      <a:lnTo>
                                        <a:pt x="19" y="173"/>
                                      </a:lnTo>
                                      <a:lnTo>
                                        <a:pt x="16" y="176"/>
                                      </a:lnTo>
                                      <a:lnTo>
                                        <a:pt x="16" y="182"/>
                                      </a:lnTo>
                                      <a:lnTo>
                                        <a:pt x="12" y="186"/>
                                      </a:lnTo>
                                      <a:lnTo>
                                        <a:pt x="12" y="188"/>
                                      </a:lnTo>
                                      <a:lnTo>
                                        <a:pt x="10" y="194"/>
                                      </a:lnTo>
                                      <a:lnTo>
                                        <a:pt x="10" y="198"/>
                                      </a:lnTo>
                                      <a:lnTo>
                                        <a:pt x="10" y="203"/>
                                      </a:lnTo>
                                      <a:lnTo>
                                        <a:pt x="7" y="210"/>
                                      </a:lnTo>
                                      <a:lnTo>
                                        <a:pt x="7" y="213"/>
                                      </a:lnTo>
                                      <a:lnTo>
                                        <a:pt x="4" y="220"/>
                                      </a:lnTo>
                                      <a:lnTo>
                                        <a:pt x="4" y="222"/>
                                      </a:lnTo>
                                      <a:lnTo>
                                        <a:pt x="4" y="225"/>
                                      </a:lnTo>
                                      <a:lnTo>
                                        <a:pt x="4" y="232"/>
                                      </a:lnTo>
                                      <a:lnTo>
                                        <a:pt x="0" y="235"/>
                                      </a:lnTo>
                                      <a:lnTo>
                                        <a:pt x="0" y="241"/>
                                      </a:lnTo>
                                      <a:lnTo>
                                        <a:pt x="0" y="247"/>
                                      </a:lnTo>
                                      <a:lnTo>
                                        <a:pt x="0" y="250"/>
                                      </a:lnTo>
                                      <a:lnTo>
                                        <a:pt x="0" y="256"/>
                                      </a:lnTo>
                                      <a:lnTo>
                                        <a:pt x="0" y="263"/>
                                      </a:lnTo>
                                      <a:lnTo>
                                        <a:pt x="0" y="290"/>
                                      </a:lnTo>
                                      <a:lnTo>
                                        <a:pt x="0" y="290"/>
                                      </a:lnTo>
                                      <a:lnTo>
                                        <a:pt x="4" y="2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1" name="Freeform 9"/>
                              <wps:cNvSpPr>
                                <a:spLocks/>
                              </wps:cNvSpPr>
                              <wps:spPr bwMode="auto">
                                <a:xfrm>
                                  <a:off x="171" y="48"/>
                                  <a:ext cx="171" cy="411"/>
                                </a:xfrm>
                                <a:custGeom>
                                  <a:avLst/>
                                  <a:gdLst>
                                    <a:gd name="T0" fmla="*/ 7 w 171"/>
                                    <a:gd name="T1" fmla="*/ 407 h 411"/>
                                    <a:gd name="T2" fmla="*/ 19 w 171"/>
                                    <a:gd name="T3" fmla="*/ 401 h 411"/>
                                    <a:gd name="T4" fmla="*/ 30 w 171"/>
                                    <a:gd name="T5" fmla="*/ 395 h 411"/>
                                    <a:gd name="T6" fmla="*/ 43 w 171"/>
                                    <a:gd name="T7" fmla="*/ 385 h 411"/>
                                    <a:gd name="T8" fmla="*/ 55 w 171"/>
                                    <a:gd name="T9" fmla="*/ 381 h 411"/>
                                    <a:gd name="T10" fmla="*/ 68 w 171"/>
                                    <a:gd name="T11" fmla="*/ 371 h 411"/>
                                    <a:gd name="T12" fmla="*/ 80 w 171"/>
                                    <a:gd name="T13" fmla="*/ 359 h 411"/>
                                    <a:gd name="T14" fmla="*/ 93 w 171"/>
                                    <a:gd name="T15" fmla="*/ 349 h 411"/>
                                    <a:gd name="T16" fmla="*/ 105 w 171"/>
                                    <a:gd name="T17" fmla="*/ 334 h 411"/>
                                    <a:gd name="T18" fmla="*/ 115 w 171"/>
                                    <a:gd name="T19" fmla="*/ 325 h 411"/>
                                    <a:gd name="T20" fmla="*/ 122 w 171"/>
                                    <a:gd name="T21" fmla="*/ 312 h 411"/>
                                    <a:gd name="T22" fmla="*/ 130 w 171"/>
                                    <a:gd name="T23" fmla="*/ 300 h 411"/>
                                    <a:gd name="T24" fmla="*/ 137 w 171"/>
                                    <a:gd name="T25" fmla="*/ 288 h 411"/>
                                    <a:gd name="T26" fmla="*/ 143 w 171"/>
                                    <a:gd name="T27" fmla="*/ 276 h 411"/>
                                    <a:gd name="T28" fmla="*/ 149 w 171"/>
                                    <a:gd name="T29" fmla="*/ 263 h 411"/>
                                    <a:gd name="T30" fmla="*/ 152 w 171"/>
                                    <a:gd name="T31" fmla="*/ 250 h 411"/>
                                    <a:gd name="T32" fmla="*/ 159 w 171"/>
                                    <a:gd name="T33" fmla="*/ 238 h 411"/>
                                    <a:gd name="T34" fmla="*/ 162 w 171"/>
                                    <a:gd name="T35" fmla="*/ 223 h 411"/>
                                    <a:gd name="T36" fmla="*/ 165 w 171"/>
                                    <a:gd name="T37" fmla="*/ 210 h 411"/>
                                    <a:gd name="T38" fmla="*/ 165 w 171"/>
                                    <a:gd name="T39" fmla="*/ 195 h 411"/>
                                    <a:gd name="T40" fmla="*/ 169 w 171"/>
                                    <a:gd name="T41" fmla="*/ 170 h 411"/>
                                    <a:gd name="T42" fmla="*/ 169 w 171"/>
                                    <a:gd name="T43" fmla="*/ 145 h 411"/>
                                    <a:gd name="T44" fmla="*/ 169 w 171"/>
                                    <a:gd name="T45" fmla="*/ 126 h 411"/>
                                    <a:gd name="T46" fmla="*/ 165 w 171"/>
                                    <a:gd name="T47" fmla="*/ 111 h 411"/>
                                    <a:gd name="T48" fmla="*/ 162 w 171"/>
                                    <a:gd name="T49" fmla="*/ 96 h 411"/>
                                    <a:gd name="T50" fmla="*/ 159 w 171"/>
                                    <a:gd name="T51" fmla="*/ 85 h 411"/>
                                    <a:gd name="T52" fmla="*/ 155 w 171"/>
                                    <a:gd name="T53" fmla="*/ 68 h 411"/>
                                    <a:gd name="T54" fmla="*/ 149 w 171"/>
                                    <a:gd name="T55" fmla="*/ 53 h 411"/>
                                    <a:gd name="T56" fmla="*/ 147 w 171"/>
                                    <a:gd name="T57" fmla="*/ 41 h 411"/>
                                    <a:gd name="T58" fmla="*/ 137 w 171"/>
                                    <a:gd name="T59" fmla="*/ 26 h 411"/>
                                    <a:gd name="T60" fmla="*/ 130 w 171"/>
                                    <a:gd name="T61" fmla="*/ 10 h 411"/>
                                    <a:gd name="T62" fmla="*/ 130 w 171"/>
                                    <a:gd name="T63" fmla="*/ 4 h 411"/>
                                    <a:gd name="T64" fmla="*/ 137 w 171"/>
                                    <a:gd name="T65" fmla="*/ 13 h 411"/>
                                    <a:gd name="T66" fmla="*/ 143 w 171"/>
                                    <a:gd name="T67" fmla="*/ 29 h 411"/>
                                    <a:gd name="T68" fmla="*/ 149 w 171"/>
                                    <a:gd name="T69" fmla="*/ 44 h 411"/>
                                    <a:gd name="T70" fmla="*/ 155 w 171"/>
                                    <a:gd name="T71" fmla="*/ 56 h 411"/>
                                    <a:gd name="T72" fmla="*/ 159 w 171"/>
                                    <a:gd name="T73" fmla="*/ 72 h 411"/>
                                    <a:gd name="T74" fmla="*/ 162 w 171"/>
                                    <a:gd name="T75" fmla="*/ 87 h 411"/>
                                    <a:gd name="T76" fmla="*/ 165 w 171"/>
                                    <a:gd name="T77" fmla="*/ 101 h 411"/>
                                    <a:gd name="T78" fmla="*/ 169 w 171"/>
                                    <a:gd name="T79" fmla="*/ 114 h 411"/>
                                    <a:gd name="T80" fmla="*/ 171 w 171"/>
                                    <a:gd name="T81" fmla="*/ 136 h 411"/>
                                    <a:gd name="T82" fmla="*/ 171 w 171"/>
                                    <a:gd name="T83" fmla="*/ 154 h 411"/>
                                    <a:gd name="T84" fmla="*/ 171 w 171"/>
                                    <a:gd name="T85" fmla="*/ 179 h 411"/>
                                    <a:gd name="T86" fmla="*/ 171 w 171"/>
                                    <a:gd name="T87" fmla="*/ 195 h 411"/>
                                    <a:gd name="T88" fmla="*/ 169 w 171"/>
                                    <a:gd name="T89" fmla="*/ 210 h 411"/>
                                    <a:gd name="T90" fmla="*/ 165 w 171"/>
                                    <a:gd name="T91" fmla="*/ 223 h 411"/>
                                    <a:gd name="T92" fmla="*/ 162 w 171"/>
                                    <a:gd name="T93" fmla="*/ 238 h 411"/>
                                    <a:gd name="T94" fmla="*/ 159 w 171"/>
                                    <a:gd name="T95" fmla="*/ 250 h 411"/>
                                    <a:gd name="T96" fmla="*/ 152 w 171"/>
                                    <a:gd name="T97" fmla="*/ 263 h 411"/>
                                    <a:gd name="T98" fmla="*/ 147 w 171"/>
                                    <a:gd name="T99" fmla="*/ 278 h 411"/>
                                    <a:gd name="T100" fmla="*/ 140 w 171"/>
                                    <a:gd name="T101" fmla="*/ 291 h 411"/>
                                    <a:gd name="T102" fmla="*/ 134 w 171"/>
                                    <a:gd name="T103" fmla="*/ 303 h 411"/>
                                    <a:gd name="T104" fmla="*/ 124 w 171"/>
                                    <a:gd name="T105" fmla="*/ 315 h 411"/>
                                    <a:gd name="T106" fmla="*/ 115 w 171"/>
                                    <a:gd name="T107" fmla="*/ 325 h 411"/>
                                    <a:gd name="T108" fmla="*/ 109 w 171"/>
                                    <a:gd name="T109" fmla="*/ 337 h 411"/>
                                    <a:gd name="T110" fmla="*/ 100 w 171"/>
                                    <a:gd name="T111" fmla="*/ 346 h 411"/>
                                    <a:gd name="T112" fmla="*/ 75 w 171"/>
                                    <a:gd name="T113" fmla="*/ 371 h 411"/>
                                    <a:gd name="T114" fmla="*/ 62 w 171"/>
                                    <a:gd name="T115" fmla="*/ 378 h 411"/>
                                    <a:gd name="T116" fmla="*/ 50 w 171"/>
                                    <a:gd name="T117" fmla="*/ 385 h 411"/>
                                    <a:gd name="T118" fmla="*/ 36 w 171"/>
                                    <a:gd name="T119" fmla="*/ 395 h 411"/>
                                    <a:gd name="T120" fmla="*/ 24 w 171"/>
                                    <a:gd name="T121" fmla="*/ 401 h 411"/>
                                    <a:gd name="T122" fmla="*/ 12 w 171"/>
                                    <a:gd name="T123" fmla="*/ 407 h 411"/>
                                    <a:gd name="T124" fmla="*/ 0 w 171"/>
                                    <a:gd name="T125" fmla="*/ 407 h 4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71" h="411">
                                      <a:moveTo>
                                        <a:pt x="0" y="407"/>
                                      </a:moveTo>
                                      <a:lnTo>
                                        <a:pt x="0" y="407"/>
                                      </a:lnTo>
                                      <a:lnTo>
                                        <a:pt x="7" y="407"/>
                                      </a:lnTo>
                                      <a:lnTo>
                                        <a:pt x="9" y="404"/>
                                      </a:lnTo>
                                      <a:lnTo>
                                        <a:pt x="16" y="401"/>
                                      </a:lnTo>
                                      <a:lnTo>
                                        <a:pt x="19" y="401"/>
                                      </a:lnTo>
                                      <a:lnTo>
                                        <a:pt x="24" y="398"/>
                                      </a:lnTo>
                                      <a:lnTo>
                                        <a:pt x="28" y="395"/>
                                      </a:lnTo>
                                      <a:lnTo>
                                        <a:pt x="30" y="395"/>
                                      </a:lnTo>
                                      <a:lnTo>
                                        <a:pt x="36" y="392"/>
                                      </a:lnTo>
                                      <a:lnTo>
                                        <a:pt x="40" y="389"/>
                                      </a:lnTo>
                                      <a:lnTo>
                                        <a:pt x="43" y="385"/>
                                      </a:lnTo>
                                      <a:lnTo>
                                        <a:pt x="50" y="383"/>
                                      </a:lnTo>
                                      <a:lnTo>
                                        <a:pt x="53" y="383"/>
                                      </a:lnTo>
                                      <a:lnTo>
                                        <a:pt x="55" y="381"/>
                                      </a:lnTo>
                                      <a:lnTo>
                                        <a:pt x="58" y="378"/>
                                      </a:lnTo>
                                      <a:lnTo>
                                        <a:pt x="65" y="374"/>
                                      </a:lnTo>
                                      <a:lnTo>
                                        <a:pt x="68" y="371"/>
                                      </a:lnTo>
                                      <a:lnTo>
                                        <a:pt x="71" y="368"/>
                                      </a:lnTo>
                                      <a:lnTo>
                                        <a:pt x="75" y="365"/>
                                      </a:lnTo>
                                      <a:lnTo>
                                        <a:pt x="80" y="359"/>
                                      </a:lnTo>
                                      <a:lnTo>
                                        <a:pt x="87" y="356"/>
                                      </a:lnTo>
                                      <a:lnTo>
                                        <a:pt x="90" y="353"/>
                                      </a:lnTo>
                                      <a:lnTo>
                                        <a:pt x="93" y="349"/>
                                      </a:lnTo>
                                      <a:lnTo>
                                        <a:pt x="100" y="344"/>
                                      </a:lnTo>
                                      <a:lnTo>
                                        <a:pt x="102" y="337"/>
                                      </a:lnTo>
                                      <a:lnTo>
                                        <a:pt x="105" y="334"/>
                                      </a:lnTo>
                                      <a:lnTo>
                                        <a:pt x="109" y="331"/>
                                      </a:lnTo>
                                      <a:lnTo>
                                        <a:pt x="112" y="328"/>
                                      </a:lnTo>
                                      <a:lnTo>
                                        <a:pt x="115" y="325"/>
                                      </a:lnTo>
                                      <a:lnTo>
                                        <a:pt x="115" y="322"/>
                                      </a:lnTo>
                                      <a:lnTo>
                                        <a:pt x="122" y="315"/>
                                      </a:lnTo>
                                      <a:lnTo>
                                        <a:pt x="122" y="312"/>
                                      </a:lnTo>
                                      <a:lnTo>
                                        <a:pt x="124" y="310"/>
                                      </a:lnTo>
                                      <a:lnTo>
                                        <a:pt x="127" y="306"/>
                                      </a:lnTo>
                                      <a:lnTo>
                                        <a:pt x="130" y="300"/>
                                      </a:lnTo>
                                      <a:lnTo>
                                        <a:pt x="134" y="297"/>
                                      </a:lnTo>
                                      <a:lnTo>
                                        <a:pt x="134" y="294"/>
                                      </a:lnTo>
                                      <a:lnTo>
                                        <a:pt x="137" y="288"/>
                                      </a:lnTo>
                                      <a:lnTo>
                                        <a:pt x="140" y="284"/>
                                      </a:lnTo>
                                      <a:lnTo>
                                        <a:pt x="143" y="281"/>
                                      </a:lnTo>
                                      <a:lnTo>
                                        <a:pt x="143" y="276"/>
                                      </a:lnTo>
                                      <a:lnTo>
                                        <a:pt x="147" y="272"/>
                                      </a:lnTo>
                                      <a:lnTo>
                                        <a:pt x="147" y="269"/>
                                      </a:lnTo>
                                      <a:lnTo>
                                        <a:pt x="149" y="263"/>
                                      </a:lnTo>
                                      <a:lnTo>
                                        <a:pt x="152" y="259"/>
                                      </a:lnTo>
                                      <a:lnTo>
                                        <a:pt x="152" y="254"/>
                                      </a:lnTo>
                                      <a:lnTo>
                                        <a:pt x="152" y="250"/>
                                      </a:lnTo>
                                      <a:lnTo>
                                        <a:pt x="155" y="244"/>
                                      </a:lnTo>
                                      <a:lnTo>
                                        <a:pt x="159" y="242"/>
                                      </a:lnTo>
                                      <a:lnTo>
                                        <a:pt x="159" y="238"/>
                                      </a:lnTo>
                                      <a:lnTo>
                                        <a:pt x="159" y="232"/>
                                      </a:lnTo>
                                      <a:lnTo>
                                        <a:pt x="162" y="229"/>
                                      </a:lnTo>
                                      <a:lnTo>
                                        <a:pt x="162" y="223"/>
                                      </a:lnTo>
                                      <a:lnTo>
                                        <a:pt x="162" y="216"/>
                                      </a:lnTo>
                                      <a:lnTo>
                                        <a:pt x="165" y="213"/>
                                      </a:lnTo>
                                      <a:lnTo>
                                        <a:pt x="165" y="210"/>
                                      </a:lnTo>
                                      <a:lnTo>
                                        <a:pt x="165" y="204"/>
                                      </a:lnTo>
                                      <a:lnTo>
                                        <a:pt x="165" y="198"/>
                                      </a:lnTo>
                                      <a:lnTo>
                                        <a:pt x="165" y="195"/>
                                      </a:lnTo>
                                      <a:lnTo>
                                        <a:pt x="169" y="189"/>
                                      </a:lnTo>
                                      <a:lnTo>
                                        <a:pt x="169" y="186"/>
                                      </a:lnTo>
                                      <a:lnTo>
                                        <a:pt x="169" y="170"/>
                                      </a:lnTo>
                                      <a:lnTo>
                                        <a:pt x="169" y="167"/>
                                      </a:lnTo>
                                      <a:lnTo>
                                        <a:pt x="169" y="152"/>
                                      </a:lnTo>
                                      <a:lnTo>
                                        <a:pt x="169" y="145"/>
                                      </a:lnTo>
                                      <a:lnTo>
                                        <a:pt x="169" y="136"/>
                                      </a:lnTo>
                                      <a:lnTo>
                                        <a:pt x="169" y="130"/>
                                      </a:lnTo>
                                      <a:lnTo>
                                        <a:pt x="169" y="126"/>
                                      </a:lnTo>
                                      <a:lnTo>
                                        <a:pt x="165" y="120"/>
                                      </a:lnTo>
                                      <a:lnTo>
                                        <a:pt x="165" y="118"/>
                                      </a:lnTo>
                                      <a:lnTo>
                                        <a:pt x="165" y="111"/>
                                      </a:lnTo>
                                      <a:lnTo>
                                        <a:pt x="165" y="108"/>
                                      </a:lnTo>
                                      <a:lnTo>
                                        <a:pt x="162" y="101"/>
                                      </a:lnTo>
                                      <a:lnTo>
                                        <a:pt x="162" y="96"/>
                                      </a:lnTo>
                                      <a:lnTo>
                                        <a:pt x="162" y="94"/>
                                      </a:lnTo>
                                      <a:lnTo>
                                        <a:pt x="159" y="87"/>
                                      </a:lnTo>
                                      <a:lnTo>
                                        <a:pt x="159" y="85"/>
                                      </a:lnTo>
                                      <a:lnTo>
                                        <a:pt x="159" y="78"/>
                                      </a:lnTo>
                                      <a:lnTo>
                                        <a:pt x="155" y="72"/>
                                      </a:lnTo>
                                      <a:lnTo>
                                        <a:pt x="155" y="68"/>
                                      </a:lnTo>
                                      <a:lnTo>
                                        <a:pt x="152" y="63"/>
                                      </a:lnTo>
                                      <a:lnTo>
                                        <a:pt x="152" y="60"/>
                                      </a:lnTo>
                                      <a:lnTo>
                                        <a:pt x="149" y="53"/>
                                      </a:lnTo>
                                      <a:lnTo>
                                        <a:pt x="149" y="51"/>
                                      </a:lnTo>
                                      <a:lnTo>
                                        <a:pt x="147" y="44"/>
                                      </a:lnTo>
                                      <a:lnTo>
                                        <a:pt x="147" y="41"/>
                                      </a:lnTo>
                                      <a:lnTo>
                                        <a:pt x="143" y="34"/>
                                      </a:lnTo>
                                      <a:lnTo>
                                        <a:pt x="140" y="32"/>
                                      </a:lnTo>
                                      <a:lnTo>
                                        <a:pt x="137" y="26"/>
                                      </a:lnTo>
                                      <a:lnTo>
                                        <a:pt x="137" y="19"/>
                                      </a:lnTo>
                                      <a:lnTo>
                                        <a:pt x="134" y="16"/>
                                      </a:lnTo>
                                      <a:lnTo>
                                        <a:pt x="130" y="10"/>
                                      </a:lnTo>
                                      <a:lnTo>
                                        <a:pt x="127" y="7"/>
                                      </a:lnTo>
                                      <a:lnTo>
                                        <a:pt x="127" y="0"/>
                                      </a:lnTo>
                                      <a:lnTo>
                                        <a:pt x="130" y="4"/>
                                      </a:lnTo>
                                      <a:lnTo>
                                        <a:pt x="130" y="7"/>
                                      </a:lnTo>
                                      <a:lnTo>
                                        <a:pt x="134" y="10"/>
                                      </a:lnTo>
                                      <a:lnTo>
                                        <a:pt x="137" y="13"/>
                                      </a:lnTo>
                                      <a:lnTo>
                                        <a:pt x="140" y="19"/>
                                      </a:lnTo>
                                      <a:lnTo>
                                        <a:pt x="140" y="26"/>
                                      </a:lnTo>
                                      <a:lnTo>
                                        <a:pt x="143" y="29"/>
                                      </a:lnTo>
                                      <a:lnTo>
                                        <a:pt x="147" y="32"/>
                                      </a:lnTo>
                                      <a:lnTo>
                                        <a:pt x="147" y="38"/>
                                      </a:lnTo>
                                      <a:lnTo>
                                        <a:pt x="149" y="44"/>
                                      </a:lnTo>
                                      <a:lnTo>
                                        <a:pt x="152" y="47"/>
                                      </a:lnTo>
                                      <a:lnTo>
                                        <a:pt x="152" y="53"/>
                                      </a:lnTo>
                                      <a:lnTo>
                                        <a:pt x="155" y="56"/>
                                      </a:lnTo>
                                      <a:lnTo>
                                        <a:pt x="155" y="63"/>
                                      </a:lnTo>
                                      <a:lnTo>
                                        <a:pt x="159" y="66"/>
                                      </a:lnTo>
                                      <a:lnTo>
                                        <a:pt x="159" y="72"/>
                                      </a:lnTo>
                                      <a:lnTo>
                                        <a:pt x="162" y="78"/>
                                      </a:lnTo>
                                      <a:lnTo>
                                        <a:pt x="162" y="81"/>
                                      </a:lnTo>
                                      <a:lnTo>
                                        <a:pt x="162" y="87"/>
                                      </a:lnTo>
                                      <a:lnTo>
                                        <a:pt x="165" y="90"/>
                                      </a:lnTo>
                                      <a:lnTo>
                                        <a:pt x="165" y="96"/>
                                      </a:lnTo>
                                      <a:lnTo>
                                        <a:pt x="165" y="101"/>
                                      </a:lnTo>
                                      <a:lnTo>
                                        <a:pt x="169" y="105"/>
                                      </a:lnTo>
                                      <a:lnTo>
                                        <a:pt x="169" y="111"/>
                                      </a:lnTo>
                                      <a:lnTo>
                                        <a:pt x="169" y="114"/>
                                      </a:lnTo>
                                      <a:lnTo>
                                        <a:pt x="171" y="120"/>
                                      </a:lnTo>
                                      <a:lnTo>
                                        <a:pt x="171" y="126"/>
                                      </a:lnTo>
                                      <a:lnTo>
                                        <a:pt x="171" y="136"/>
                                      </a:lnTo>
                                      <a:lnTo>
                                        <a:pt x="171" y="139"/>
                                      </a:lnTo>
                                      <a:lnTo>
                                        <a:pt x="171" y="152"/>
                                      </a:lnTo>
                                      <a:lnTo>
                                        <a:pt x="171" y="154"/>
                                      </a:lnTo>
                                      <a:lnTo>
                                        <a:pt x="171" y="167"/>
                                      </a:lnTo>
                                      <a:lnTo>
                                        <a:pt x="171" y="170"/>
                                      </a:lnTo>
                                      <a:lnTo>
                                        <a:pt x="171" y="179"/>
                                      </a:lnTo>
                                      <a:lnTo>
                                        <a:pt x="171" y="186"/>
                                      </a:lnTo>
                                      <a:lnTo>
                                        <a:pt x="171" y="189"/>
                                      </a:lnTo>
                                      <a:lnTo>
                                        <a:pt x="171" y="195"/>
                                      </a:lnTo>
                                      <a:lnTo>
                                        <a:pt x="169" y="198"/>
                                      </a:lnTo>
                                      <a:lnTo>
                                        <a:pt x="169" y="204"/>
                                      </a:lnTo>
                                      <a:lnTo>
                                        <a:pt x="169" y="210"/>
                                      </a:lnTo>
                                      <a:lnTo>
                                        <a:pt x="165" y="213"/>
                                      </a:lnTo>
                                      <a:lnTo>
                                        <a:pt x="165" y="220"/>
                                      </a:lnTo>
                                      <a:lnTo>
                                        <a:pt x="165" y="223"/>
                                      </a:lnTo>
                                      <a:lnTo>
                                        <a:pt x="165" y="229"/>
                                      </a:lnTo>
                                      <a:lnTo>
                                        <a:pt x="162" y="232"/>
                                      </a:lnTo>
                                      <a:lnTo>
                                        <a:pt x="162" y="238"/>
                                      </a:lnTo>
                                      <a:lnTo>
                                        <a:pt x="159" y="242"/>
                                      </a:lnTo>
                                      <a:lnTo>
                                        <a:pt x="159" y="247"/>
                                      </a:lnTo>
                                      <a:lnTo>
                                        <a:pt x="159" y="250"/>
                                      </a:lnTo>
                                      <a:lnTo>
                                        <a:pt x="155" y="257"/>
                                      </a:lnTo>
                                      <a:lnTo>
                                        <a:pt x="152" y="259"/>
                                      </a:lnTo>
                                      <a:lnTo>
                                        <a:pt x="152" y="263"/>
                                      </a:lnTo>
                                      <a:lnTo>
                                        <a:pt x="149" y="269"/>
                                      </a:lnTo>
                                      <a:lnTo>
                                        <a:pt x="149" y="272"/>
                                      </a:lnTo>
                                      <a:lnTo>
                                        <a:pt x="147" y="278"/>
                                      </a:lnTo>
                                      <a:lnTo>
                                        <a:pt x="147" y="281"/>
                                      </a:lnTo>
                                      <a:lnTo>
                                        <a:pt x="143" y="284"/>
                                      </a:lnTo>
                                      <a:lnTo>
                                        <a:pt x="140" y="291"/>
                                      </a:lnTo>
                                      <a:lnTo>
                                        <a:pt x="137" y="294"/>
                                      </a:lnTo>
                                      <a:lnTo>
                                        <a:pt x="137" y="297"/>
                                      </a:lnTo>
                                      <a:lnTo>
                                        <a:pt x="134" y="303"/>
                                      </a:lnTo>
                                      <a:lnTo>
                                        <a:pt x="130" y="306"/>
                                      </a:lnTo>
                                      <a:lnTo>
                                        <a:pt x="127" y="310"/>
                                      </a:lnTo>
                                      <a:lnTo>
                                        <a:pt x="124" y="315"/>
                                      </a:lnTo>
                                      <a:lnTo>
                                        <a:pt x="122" y="319"/>
                                      </a:lnTo>
                                      <a:lnTo>
                                        <a:pt x="122" y="322"/>
                                      </a:lnTo>
                                      <a:lnTo>
                                        <a:pt x="115" y="325"/>
                                      </a:lnTo>
                                      <a:lnTo>
                                        <a:pt x="115" y="331"/>
                                      </a:lnTo>
                                      <a:lnTo>
                                        <a:pt x="112" y="334"/>
                                      </a:lnTo>
                                      <a:lnTo>
                                        <a:pt x="109" y="337"/>
                                      </a:lnTo>
                                      <a:lnTo>
                                        <a:pt x="105" y="340"/>
                                      </a:lnTo>
                                      <a:lnTo>
                                        <a:pt x="102" y="344"/>
                                      </a:lnTo>
                                      <a:lnTo>
                                        <a:pt x="100" y="346"/>
                                      </a:lnTo>
                                      <a:lnTo>
                                        <a:pt x="83" y="362"/>
                                      </a:lnTo>
                                      <a:lnTo>
                                        <a:pt x="80" y="365"/>
                                      </a:lnTo>
                                      <a:lnTo>
                                        <a:pt x="75" y="371"/>
                                      </a:lnTo>
                                      <a:lnTo>
                                        <a:pt x="71" y="374"/>
                                      </a:lnTo>
                                      <a:lnTo>
                                        <a:pt x="65" y="378"/>
                                      </a:lnTo>
                                      <a:lnTo>
                                        <a:pt x="62" y="378"/>
                                      </a:lnTo>
                                      <a:lnTo>
                                        <a:pt x="58" y="381"/>
                                      </a:lnTo>
                                      <a:lnTo>
                                        <a:pt x="55" y="383"/>
                                      </a:lnTo>
                                      <a:lnTo>
                                        <a:pt x="50" y="385"/>
                                      </a:lnTo>
                                      <a:lnTo>
                                        <a:pt x="46" y="389"/>
                                      </a:lnTo>
                                      <a:lnTo>
                                        <a:pt x="43" y="392"/>
                                      </a:lnTo>
                                      <a:lnTo>
                                        <a:pt x="36" y="395"/>
                                      </a:lnTo>
                                      <a:lnTo>
                                        <a:pt x="33" y="395"/>
                                      </a:lnTo>
                                      <a:lnTo>
                                        <a:pt x="28" y="398"/>
                                      </a:lnTo>
                                      <a:lnTo>
                                        <a:pt x="24" y="401"/>
                                      </a:lnTo>
                                      <a:lnTo>
                                        <a:pt x="21" y="404"/>
                                      </a:lnTo>
                                      <a:lnTo>
                                        <a:pt x="19" y="404"/>
                                      </a:lnTo>
                                      <a:lnTo>
                                        <a:pt x="12" y="407"/>
                                      </a:lnTo>
                                      <a:lnTo>
                                        <a:pt x="9" y="407"/>
                                      </a:lnTo>
                                      <a:lnTo>
                                        <a:pt x="7" y="411"/>
                                      </a:lnTo>
                                      <a:lnTo>
                                        <a:pt x="0" y="407"/>
                                      </a:lnTo>
                                      <a:lnTo>
                                        <a:pt x="0" y="40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2" name="Freeform 10"/>
                              <wps:cNvSpPr>
                                <a:spLocks/>
                              </wps:cNvSpPr>
                              <wps:spPr bwMode="auto">
                                <a:xfrm>
                                  <a:off x="254" y="67"/>
                                  <a:ext cx="126" cy="101"/>
                                </a:xfrm>
                                <a:custGeom>
                                  <a:avLst/>
                                  <a:gdLst>
                                    <a:gd name="T0" fmla="*/ 79 w 126"/>
                                    <a:gd name="T1" fmla="*/ 13 h 101"/>
                                    <a:gd name="T2" fmla="*/ 69 w 126"/>
                                    <a:gd name="T3" fmla="*/ 10 h 101"/>
                                    <a:gd name="T4" fmla="*/ 60 w 126"/>
                                    <a:gd name="T5" fmla="*/ 7 h 101"/>
                                    <a:gd name="T6" fmla="*/ 47 w 126"/>
                                    <a:gd name="T7" fmla="*/ 3 h 101"/>
                                    <a:gd name="T8" fmla="*/ 26 w 126"/>
                                    <a:gd name="T9" fmla="*/ 3 h 101"/>
                                    <a:gd name="T10" fmla="*/ 17 w 126"/>
                                    <a:gd name="T11" fmla="*/ 7 h 101"/>
                                    <a:gd name="T12" fmla="*/ 7 w 126"/>
                                    <a:gd name="T13" fmla="*/ 13 h 101"/>
                                    <a:gd name="T14" fmla="*/ 4 w 126"/>
                                    <a:gd name="T15" fmla="*/ 19 h 101"/>
                                    <a:gd name="T16" fmla="*/ 4 w 126"/>
                                    <a:gd name="T17" fmla="*/ 41 h 101"/>
                                    <a:gd name="T18" fmla="*/ 7 w 126"/>
                                    <a:gd name="T19" fmla="*/ 49 h 101"/>
                                    <a:gd name="T20" fmla="*/ 10 w 126"/>
                                    <a:gd name="T21" fmla="*/ 53 h 101"/>
                                    <a:gd name="T22" fmla="*/ 14 w 126"/>
                                    <a:gd name="T23" fmla="*/ 59 h 101"/>
                                    <a:gd name="T24" fmla="*/ 19 w 126"/>
                                    <a:gd name="T25" fmla="*/ 68 h 101"/>
                                    <a:gd name="T26" fmla="*/ 29 w 126"/>
                                    <a:gd name="T27" fmla="*/ 77 h 101"/>
                                    <a:gd name="T28" fmla="*/ 39 w 126"/>
                                    <a:gd name="T29" fmla="*/ 82 h 101"/>
                                    <a:gd name="T30" fmla="*/ 44 w 126"/>
                                    <a:gd name="T31" fmla="*/ 86 h 101"/>
                                    <a:gd name="T32" fmla="*/ 51 w 126"/>
                                    <a:gd name="T33" fmla="*/ 92 h 101"/>
                                    <a:gd name="T34" fmla="*/ 60 w 126"/>
                                    <a:gd name="T35" fmla="*/ 95 h 101"/>
                                    <a:gd name="T36" fmla="*/ 69 w 126"/>
                                    <a:gd name="T37" fmla="*/ 99 h 101"/>
                                    <a:gd name="T38" fmla="*/ 86 w 126"/>
                                    <a:gd name="T39" fmla="*/ 101 h 101"/>
                                    <a:gd name="T40" fmla="*/ 104 w 126"/>
                                    <a:gd name="T41" fmla="*/ 99 h 101"/>
                                    <a:gd name="T42" fmla="*/ 111 w 126"/>
                                    <a:gd name="T43" fmla="*/ 99 h 101"/>
                                    <a:gd name="T44" fmla="*/ 116 w 126"/>
                                    <a:gd name="T45" fmla="*/ 92 h 101"/>
                                    <a:gd name="T46" fmla="*/ 119 w 126"/>
                                    <a:gd name="T47" fmla="*/ 89 h 101"/>
                                    <a:gd name="T48" fmla="*/ 126 w 126"/>
                                    <a:gd name="T49" fmla="*/ 80 h 101"/>
                                    <a:gd name="T50" fmla="*/ 123 w 126"/>
                                    <a:gd name="T51" fmla="*/ 62 h 101"/>
                                    <a:gd name="T52" fmla="*/ 119 w 126"/>
                                    <a:gd name="T53" fmla="*/ 56 h 101"/>
                                    <a:gd name="T54" fmla="*/ 116 w 126"/>
                                    <a:gd name="T55" fmla="*/ 49 h 101"/>
                                    <a:gd name="T56" fmla="*/ 111 w 126"/>
                                    <a:gd name="T57" fmla="*/ 41 h 101"/>
                                    <a:gd name="T58" fmla="*/ 98 w 126"/>
                                    <a:gd name="T59" fmla="*/ 28 h 101"/>
                                    <a:gd name="T60" fmla="*/ 86 w 126"/>
                                    <a:gd name="T61" fmla="*/ 19 h 101"/>
                                    <a:gd name="T62" fmla="*/ 79 w 126"/>
                                    <a:gd name="T63" fmla="*/ 19 h 101"/>
                                    <a:gd name="T64" fmla="*/ 69 w 126"/>
                                    <a:gd name="T65" fmla="*/ 13 h 101"/>
                                    <a:gd name="T66" fmla="*/ 64 w 126"/>
                                    <a:gd name="T67" fmla="*/ 10 h 101"/>
                                    <a:gd name="T68" fmla="*/ 54 w 126"/>
                                    <a:gd name="T69" fmla="*/ 7 h 101"/>
                                    <a:gd name="T70" fmla="*/ 32 w 126"/>
                                    <a:gd name="T71" fmla="*/ 3 h 101"/>
                                    <a:gd name="T72" fmla="*/ 19 w 126"/>
                                    <a:gd name="T73" fmla="*/ 10 h 101"/>
                                    <a:gd name="T74" fmla="*/ 17 w 126"/>
                                    <a:gd name="T75" fmla="*/ 10 h 101"/>
                                    <a:gd name="T76" fmla="*/ 10 w 126"/>
                                    <a:gd name="T77" fmla="*/ 15 h 101"/>
                                    <a:gd name="T78" fmla="*/ 7 w 126"/>
                                    <a:gd name="T79" fmla="*/ 22 h 101"/>
                                    <a:gd name="T80" fmla="*/ 7 w 126"/>
                                    <a:gd name="T81" fmla="*/ 44 h 101"/>
                                    <a:gd name="T82" fmla="*/ 10 w 126"/>
                                    <a:gd name="T83" fmla="*/ 53 h 101"/>
                                    <a:gd name="T84" fmla="*/ 17 w 126"/>
                                    <a:gd name="T85" fmla="*/ 59 h 101"/>
                                    <a:gd name="T86" fmla="*/ 22 w 126"/>
                                    <a:gd name="T87" fmla="*/ 66 h 101"/>
                                    <a:gd name="T88" fmla="*/ 29 w 126"/>
                                    <a:gd name="T89" fmla="*/ 75 h 101"/>
                                    <a:gd name="T90" fmla="*/ 39 w 126"/>
                                    <a:gd name="T91" fmla="*/ 80 h 101"/>
                                    <a:gd name="T92" fmla="*/ 47 w 126"/>
                                    <a:gd name="T93" fmla="*/ 86 h 101"/>
                                    <a:gd name="T94" fmla="*/ 54 w 126"/>
                                    <a:gd name="T95" fmla="*/ 89 h 101"/>
                                    <a:gd name="T96" fmla="*/ 64 w 126"/>
                                    <a:gd name="T97" fmla="*/ 92 h 101"/>
                                    <a:gd name="T98" fmla="*/ 69 w 126"/>
                                    <a:gd name="T99" fmla="*/ 95 h 101"/>
                                    <a:gd name="T100" fmla="*/ 88 w 126"/>
                                    <a:gd name="T101" fmla="*/ 99 h 101"/>
                                    <a:gd name="T102" fmla="*/ 107 w 126"/>
                                    <a:gd name="T103" fmla="*/ 95 h 101"/>
                                    <a:gd name="T104" fmla="*/ 111 w 126"/>
                                    <a:gd name="T105" fmla="*/ 92 h 101"/>
                                    <a:gd name="T106" fmla="*/ 116 w 126"/>
                                    <a:gd name="T107" fmla="*/ 86 h 101"/>
                                    <a:gd name="T108" fmla="*/ 123 w 126"/>
                                    <a:gd name="T109" fmla="*/ 75 h 101"/>
                                    <a:gd name="T110" fmla="*/ 119 w 126"/>
                                    <a:gd name="T111" fmla="*/ 62 h 101"/>
                                    <a:gd name="T112" fmla="*/ 116 w 126"/>
                                    <a:gd name="T113" fmla="*/ 56 h 101"/>
                                    <a:gd name="T114" fmla="*/ 113 w 126"/>
                                    <a:gd name="T115" fmla="*/ 49 h 101"/>
                                    <a:gd name="T116" fmla="*/ 107 w 126"/>
                                    <a:gd name="T117" fmla="*/ 41 h 101"/>
                                    <a:gd name="T118" fmla="*/ 104 w 126"/>
                                    <a:gd name="T119" fmla="*/ 37 h 101"/>
                                    <a:gd name="T120" fmla="*/ 94 w 126"/>
                                    <a:gd name="T121" fmla="*/ 28 h 101"/>
                                    <a:gd name="T122" fmla="*/ 86 w 126"/>
                                    <a:gd name="T123" fmla="*/ 22 h 1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126" h="101">
                                      <a:moveTo>
                                        <a:pt x="86" y="19"/>
                                      </a:moveTo>
                                      <a:lnTo>
                                        <a:pt x="82" y="15"/>
                                      </a:lnTo>
                                      <a:lnTo>
                                        <a:pt x="82" y="15"/>
                                      </a:lnTo>
                                      <a:lnTo>
                                        <a:pt x="82" y="15"/>
                                      </a:lnTo>
                                      <a:lnTo>
                                        <a:pt x="79" y="15"/>
                                      </a:lnTo>
                                      <a:lnTo>
                                        <a:pt x="79" y="13"/>
                                      </a:lnTo>
                                      <a:lnTo>
                                        <a:pt x="79" y="13"/>
                                      </a:lnTo>
                                      <a:lnTo>
                                        <a:pt x="76" y="13"/>
                                      </a:lnTo>
                                      <a:lnTo>
                                        <a:pt x="76" y="13"/>
                                      </a:lnTo>
                                      <a:lnTo>
                                        <a:pt x="76" y="13"/>
                                      </a:lnTo>
                                      <a:lnTo>
                                        <a:pt x="72" y="13"/>
                                      </a:lnTo>
                                      <a:lnTo>
                                        <a:pt x="72" y="10"/>
                                      </a:lnTo>
                                      <a:lnTo>
                                        <a:pt x="69" y="10"/>
                                      </a:lnTo>
                                      <a:lnTo>
                                        <a:pt x="69" y="10"/>
                                      </a:lnTo>
                                      <a:lnTo>
                                        <a:pt x="66" y="10"/>
                                      </a:lnTo>
                                      <a:lnTo>
                                        <a:pt x="66" y="7"/>
                                      </a:lnTo>
                                      <a:lnTo>
                                        <a:pt x="66" y="7"/>
                                      </a:lnTo>
                                      <a:lnTo>
                                        <a:pt x="64" y="7"/>
                                      </a:lnTo>
                                      <a:lnTo>
                                        <a:pt x="60" y="7"/>
                                      </a:lnTo>
                                      <a:lnTo>
                                        <a:pt x="60" y="7"/>
                                      </a:lnTo>
                                      <a:lnTo>
                                        <a:pt x="60" y="7"/>
                                      </a:lnTo>
                                      <a:lnTo>
                                        <a:pt x="60" y="3"/>
                                      </a:lnTo>
                                      <a:lnTo>
                                        <a:pt x="57" y="3"/>
                                      </a:lnTo>
                                      <a:lnTo>
                                        <a:pt x="54" y="3"/>
                                      </a:lnTo>
                                      <a:lnTo>
                                        <a:pt x="54" y="3"/>
                                      </a:lnTo>
                                      <a:lnTo>
                                        <a:pt x="51" y="3"/>
                                      </a:lnTo>
                                      <a:lnTo>
                                        <a:pt x="47" y="3"/>
                                      </a:lnTo>
                                      <a:lnTo>
                                        <a:pt x="47" y="3"/>
                                      </a:lnTo>
                                      <a:lnTo>
                                        <a:pt x="41" y="3"/>
                                      </a:lnTo>
                                      <a:lnTo>
                                        <a:pt x="41" y="0"/>
                                      </a:lnTo>
                                      <a:lnTo>
                                        <a:pt x="32" y="0"/>
                                      </a:lnTo>
                                      <a:lnTo>
                                        <a:pt x="32" y="3"/>
                                      </a:lnTo>
                                      <a:lnTo>
                                        <a:pt x="26" y="3"/>
                                      </a:lnTo>
                                      <a:lnTo>
                                        <a:pt x="26" y="3"/>
                                      </a:lnTo>
                                      <a:lnTo>
                                        <a:pt x="26" y="3"/>
                                      </a:lnTo>
                                      <a:lnTo>
                                        <a:pt x="22" y="3"/>
                                      </a:lnTo>
                                      <a:lnTo>
                                        <a:pt x="19" y="3"/>
                                      </a:lnTo>
                                      <a:lnTo>
                                        <a:pt x="19" y="3"/>
                                      </a:lnTo>
                                      <a:lnTo>
                                        <a:pt x="19" y="3"/>
                                      </a:lnTo>
                                      <a:lnTo>
                                        <a:pt x="19" y="7"/>
                                      </a:lnTo>
                                      <a:lnTo>
                                        <a:pt x="17" y="7"/>
                                      </a:lnTo>
                                      <a:lnTo>
                                        <a:pt x="17" y="7"/>
                                      </a:lnTo>
                                      <a:lnTo>
                                        <a:pt x="14" y="7"/>
                                      </a:lnTo>
                                      <a:lnTo>
                                        <a:pt x="10" y="10"/>
                                      </a:lnTo>
                                      <a:lnTo>
                                        <a:pt x="10" y="10"/>
                                      </a:lnTo>
                                      <a:lnTo>
                                        <a:pt x="10" y="13"/>
                                      </a:lnTo>
                                      <a:lnTo>
                                        <a:pt x="10" y="13"/>
                                      </a:lnTo>
                                      <a:lnTo>
                                        <a:pt x="7" y="13"/>
                                      </a:lnTo>
                                      <a:lnTo>
                                        <a:pt x="7" y="13"/>
                                      </a:lnTo>
                                      <a:lnTo>
                                        <a:pt x="7" y="13"/>
                                      </a:lnTo>
                                      <a:lnTo>
                                        <a:pt x="7" y="13"/>
                                      </a:lnTo>
                                      <a:lnTo>
                                        <a:pt x="4" y="15"/>
                                      </a:lnTo>
                                      <a:lnTo>
                                        <a:pt x="4" y="15"/>
                                      </a:lnTo>
                                      <a:lnTo>
                                        <a:pt x="4" y="19"/>
                                      </a:lnTo>
                                      <a:lnTo>
                                        <a:pt x="4" y="19"/>
                                      </a:lnTo>
                                      <a:lnTo>
                                        <a:pt x="4" y="19"/>
                                      </a:lnTo>
                                      <a:lnTo>
                                        <a:pt x="4" y="19"/>
                                      </a:lnTo>
                                      <a:lnTo>
                                        <a:pt x="4" y="22"/>
                                      </a:lnTo>
                                      <a:lnTo>
                                        <a:pt x="4" y="25"/>
                                      </a:lnTo>
                                      <a:lnTo>
                                        <a:pt x="0" y="25"/>
                                      </a:lnTo>
                                      <a:lnTo>
                                        <a:pt x="0" y="37"/>
                                      </a:lnTo>
                                      <a:lnTo>
                                        <a:pt x="4" y="37"/>
                                      </a:lnTo>
                                      <a:lnTo>
                                        <a:pt x="4" y="41"/>
                                      </a:lnTo>
                                      <a:lnTo>
                                        <a:pt x="4" y="41"/>
                                      </a:lnTo>
                                      <a:lnTo>
                                        <a:pt x="4" y="44"/>
                                      </a:lnTo>
                                      <a:lnTo>
                                        <a:pt x="4" y="44"/>
                                      </a:lnTo>
                                      <a:lnTo>
                                        <a:pt x="4" y="44"/>
                                      </a:lnTo>
                                      <a:lnTo>
                                        <a:pt x="4" y="44"/>
                                      </a:lnTo>
                                      <a:lnTo>
                                        <a:pt x="4" y="47"/>
                                      </a:lnTo>
                                      <a:lnTo>
                                        <a:pt x="7" y="49"/>
                                      </a:lnTo>
                                      <a:lnTo>
                                        <a:pt x="7" y="49"/>
                                      </a:lnTo>
                                      <a:lnTo>
                                        <a:pt x="7" y="49"/>
                                      </a:lnTo>
                                      <a:lnTo>
                                        <a:pt x="7" y="49"/>
                                      </a:lnTo>
                                      <a:lnTo>
                                        <a:pt x="7" y="53"/>
                                      </a:lnTo>
                                      <a:lnTo>
                                        <a:pt x="7" y="53"/>
                                      </a:lnTo>
                                      <a:lnTo>
                                        <a:pt x="10" y="53"/>
                                      </a:lnTo>
                                      <a:lnTo>
                                        <a:pt x="10" y="53"/>
                                      </a:lnTo>
                                      <a:lnTo>
                                        <a:pt x="10" y="56"/>
                                      </a:lnTo>
                                      <a:lnTo>
                                        <a:pt x="10" y="56"/>
                                      </a:lnTo>
                                      <a:lnTo>
                                        <a:pt x="10" y="59"/>
                                      </a:lnTo>
                                      <a:lnTo>
                                        <a:pt x="10" y="59"/>
                                      </a:lnTo>
                                      <a:lnTo>
                                        <a:pt x="14" y="59"/>
                                      </a:lnTo>
                                      <a:lnTo>
                                        <a:pt x="14" y="59"/>
                                      </a:lnTo>
                                      <a:lnTo>
                                        <a:pt x="14" y="59"/>
                                      </a:lnTo>
                                      <a:lnTo>
                                        <a:pt x="14" y="62"/>
                                      </a:lnTo>
                                      <a:lnTo>
                                        <a:pt x="14" y="62"/>
                                      </a:lnTo>
                                      <a:lnTo>
                                        <a:pt x="17" y="66"/>
                                      </a:lnTo>
                                      <a:lnTo>
                                        <a:pt x="17" y="66"/>
                                      </a:lnTo>
                                      <a:lnTo>
                                        <a:pt x="19" y="68"/>
                                      </a:lnTo>
                                      <a:lnTo>
                                        <a:pt x="19" y="68"/>
                                      </a:lnTo>
                                      <a:lnTo>
                                        <a:pt x="19" y="68"/>
                                      </a:lnTo>
                                      <a:lnTo>
                                        <a:pt x="22" y="71"/>
                                      </a:lnTo>
                                      <a:lnTo>
                                        <a:pt x="22" y="71"/>
                                      </a:lnTo>
                                      <a:lnTo>
                                        <a:pt x="26" y="71"/>
                                      </a:lnTo>
                                      <a:lnTo>
                                        <a:pt x="26" y="75"/>
                                      </a:lnTo>
                                      <a:lnTo>
                                        <a:pt x="26" y="77"/>
                                      </a:lnTo>
                                      <a:lnTo>
                                        <a:pt x="29" y="77"/>
                                      </a:lnTo>
                                      <a:lnTo>
                                        <a:pt x="29" y="77"/>
                                      </a:lnTo>
                                      <a:lnTo>
                                        <a:pt x="29" y="77"/>
                                      </a:lnTo>
                                      <a:lnTo>
                                        <a:pt x="29" y="77"/>
                                      </a:lnTo>
                                      <a:lnTo>
                                        <a:pt x="32" y="80"/>
                                      </a:lnTo>
                                      <a:lnTo>
                                        <a:pt x="32" y="80"/>
                                      </a:lnTo>
                                      <a:lnTo>
                                        <a:pt x="35" y="80"/>
                                      </a:lnTo>
                                      <a:lnTo>
                                        <a:pt x="35" y="82"/>
                                      </a:lnTo>
                                      <a:lnTo>
                                        <a:pt x="39" y="82"/>
                                      </a:lnTo>
                                      <a:lnTo>
                                        <a:pt x="39" y="82"/>
                                      </a:lnTo>
                                      <a:lnTo>
                                        <a:pt x="39" y="82"/>
                                      </a:lnTo>
                                      <a:lnTo>
                                        <a:pt x="39" y="82"/>
                                      </a:lnTo>
                                      <a:lnTo>
                                        <a:pt x="41" y="86"/>
                                      </a:lnTo>
                                      <a:lnTo>
                                        <a:pt x="41" y="86"/>
                                      </a:lnTo>
                                      <a:lnTo>
                                        <a:pt x="41" y="86"/>
                                      </a:lnTo>
                                      <a:lnTo>
                                        <a:pt x="44" y="86"/>
                                      </a:lnTo>
                                      <a:lnTo>
                                        <a:pt x="44" y="89"/>
                                      </a:lnTo>
                                      <a:lnTo>
                                        <a:pt x="47" y="89"/>
                                      </a:lnTo>
                                      <a:lnTo>
                                        <a:pt x="47" y="89"/>
                                      </a:lnTo>
                                      <a:lnTo>
                                        <a:pt x="47" y="89"/>
                                      </a:lnTo>
                                      <a:lnTo>
                                        <a:pt x="51" y="92"/>
                                      </a:lnTo>
                                      <a:lnTo>
                                        <a:pt x="51" y="92"/>
                                      </a:lnTo>
                                      <a:lnTo>
                                        <a:pt x="51" y="92"/>
                                      </a:lnTo>
                                      <a:lnTo>
                                        <a:pt x="54" y="92"/>
                                      </a:lnTo>
                                      <a:lnTo>
                                        <a:pt x="54" y="92"/>
                                      </a:lnTo>
                                      <a:lnTo>
                                        <a:pt x="54" y="92"/>
                                      </a:lnTo>
                                      <a:lnTo>
                                        <a:pt x="57" y="92"/>
                                      </a:lnTo>
                                      <a:lnTo>
                                        <a:pt x="57" y="95"/>
                                      </a:lnTo>
                                      <a:lnTo>
                                        <a:pt x="60" y="95"/>
                                      </a:lnTo>
                                      <a:lnTo>
                                        <a:pt x="60" y="95"/>
                                      </a:lnTo>
                                      <a:lnTo>
                                        <a:pt x="60" y="95"/>
                                      </a:lnTo>
                                      <a:lnTo>
                                        <a:pt x="64" y="95"/>
                                      </a:lnTo>
                                      <a:lnTo>
                                        <a:pt x="64" y="99"/>
                                      </a:lnTo>
                                      <a:lnTo>
                                        <a:pt x="66" y="99"/>
                                      </a:lnTo>
                                      <a:lnTo>
                                        <a:pt x="66" y="99"/>
                                      </a:lnTo>
                                      <a:lnTo>
                                        <a:pt x="66" y="99"/>
                                      </a:lnTo>
                                      <a:lnTo>
                                        <a:pt x="69" y="99"/>
                                      </a:lnTo>
                                      <a:lnTo>
                                        <a:pt x="69" y="99"/>
                                      </a:lnTo>
                                      <a:lnTo>
                                        <a:pt x="69" y="99"/>
                                      </a:lnTo>
                                      <a:lnTo>
                                        <a:pt x="76" y="99"/>
                                      </a:lnTo>
                                      <a:lnTo>
                                        <a:pt x="76" y="101"/>
                                      </a:lnTo>
                                      <a:lnTo>
                                        <a:pt x="79" y="101"/>
                                      </a:lnTo>
                                      <a:lnTo>
                                        <a:pt x="79" y="101"/>
                                      </a:lnTo>
                                      <a:lnTo>
                                        <a:pt x="86" y="101"/>
                                      </a:lnTo>
                                      <a:lnTo>
                                        <a:pt x="86" y="101"/>
                                      </a:lnTo>
                                      <a:lnTo>
                                        <a:pt x="94" y="101"/>
                                      </a:lnTo>
                                      <a:lnTo>
                                        <a:pt x="94" y="101"/>
                                      </a:lnTo>
                                      <a:lnTo>
                                        <a:pt x="101" y="101"/>
                                      </a:lnTo>
                                      <a:lnTo>
                                        <a:pt x="101" y="101"/>
                                      </a:lnTo>
                                      <a:lnTo>
                                        <a:pt x="104" y="101"/>
                                      </a:lnTo>
                                      <a:lnTo>
                                        <a:pt x="104" y="99"/>
                                      </a:lnTo>
                                      <a:lnTo>
                                        <a:pt x="107" y="99"/>
                                      </a:lnTo>
                                      <a:lnTo>
                                        <a:pt x="107" y="99"/>
                                      </a:lnTo>
                                      <a:lnTo>
                                        <a:pt x="107" y="99"/>
                                      </a:lnTo>
                                      <a:lnTo>
                                        <a:pt x="107" y="99"/>
                                      </a:lnTo>
                                      <a:lnTo>
                                        <a:pt x="111" y="99"/>
                                      </a:lnTo>
                                      <a:lnTo>
                                        <a:pt x="111" y="99"/>
                                      </a:lnTo>
                                      <a:lnTo>
                                        <a:pt x="111" y="99"/>
                                      </a:lnTo>
                                      <a:lnTo>
                                        <a:pt x="113" y="95"/>
                                      </a:lnTo>
                                      <a:lnTo>
                                        <a:pt x="113" y="95"/>
                                      </a:lnTo>
                                      <a:lnTo>
                                        <a:pt x="113" y="95"/>
                                      </a:lnTo>
                                      <a:lnTo>
                                        <a:pt x="113" y="95"/>
                                      </a:lnTo>
                                      <a:lnTo>
                                        <a:pt x="116" y="95"/>
                                      </a:lnTo>
                                      <a:lnTo>
                                        <a:pt x="116" y="92"/>
                                      </a:lnTo>
                                      <a:lnTo>
                                        <a:pt x="116" y="92"/>
                                      </a:lnTo>
                                      <a:lnTo>
                                        <a:pt x="116" y="92"/>
                                      </a:lnTo>
                                      <a:lnTo>
                                        <a:pt x="119" y="89"/>
                                      </a:lnTo>
                                      <a:lnTo>
                                        <a:pt x="119" y="89"/>
                                      </a:lnTo>
                                      <a:lnTo>
                                        <a:pt x="119" y="89"/>
                                      </a:lnTo>
                                      <a:lnTo>
                                        <a:pt x="119" y="89"/>
                                      </a:lnTo>
                                      <a:lnTo>
                                        <a:pt x="119" y="89"/>
                                      </a:lnTo>
                                      <a:lnTo>
                                        <a:pt x="119" y="89"/>
                                      </a:lnTo>
                                      <a:lnTo>
                                        <a:pt x="123" y="86"/>
                                      </a:lnTo>
                                      <a:lnTo>
                                        <a:pt x="123" y="86"/>
                                      </a:lnTo>
                                      <a:lnTo>
                                        <a:pt x="123" y="86"/>
                                      </a:lnTo>
                                      <a:lnTo>
                                        <a:pt x="123" y="82"/>
                                      </a:lnTo>
                                      <a:lnTo>
                                        <a:pt x="123" y="82"/>
                                      </a:lnTo>
                                      <a:lnTo>
                                        <a:pt x="123" y="82"/>
                                      </a:lnTo>
                                      <a:lnTo>
                                        <a:pt x="126" y="80"/>
                                      </a:lnTo>
                                      <a:lnTo>
                                        <a:pt x="126" y="80"/>
                                      </a:lnTo>
                                      <a:lnTo>
                                        <a:pt x="126" y="77"/>
                                      </a:lnTo>
                                      <a:lnTo>
                                        <a:pt x="126" y="68"/>
                                      </a:lnTo>
                                      <a:lnTo>
                                        <a:pt x="126" y="68"/>
                                      </a:lnTo>
                                      <a:lnTo>
                                        <a:pt x="126" y="66"/>
                                      </a:lnTo>
                                      <a:lnTo>
                                        <a:pt x="123" y="66"/>
                                      </a:lnTo>
                                      <a:lnTo>
                                        <a:pt x="123" y="62"/>
                                      </a:lnTo>
                                      <a:lnTo>
                                        <a:pt x="123" y="62"/>
                                      </a:lnTo>
                                      <a:lnTo>
                                        <a:pt x="123" y="59"/>
                                      </a:lnTo>
                                      <a:lnTo>
                                        <a:pt x="123" y="59"/>
                                      </a:lnTo>
                                      <a:lnTo>
                                        <a:pt x="123" y="59"/>
                                      </a:lnTo>
                                      <a:lnTo>
                                        <a:pt x="119" y="59"/>
                                      </a:lnTo>
                                      <a:lnTo>
                                        <a:pt x="119" y="56"/>
                                      </a:lnTo>
                                      <a:lnTo>
                                        <a:pt x="119" y="56"/>
                                      </a:lnTo>
                                      <a:lnTo>
                                        <a:pt x="119" y="56"/>
                                      </a:lnTo>
                                      <a:lnTo>
                                        <a:pt x="119" y="53"/>
                                      </a:lnTo>
                                      <a:lnTo>
                                        <a:pt x="119" y="53"/>
                                      </a:lnTo>
                                      <a:lnTo>
                                        <a:pt x="119" y="53"/>
                                      </a:lnTo>
                                      <a:lnTo>
                                        <a:pt x="119" y="49"/>
                                      </a:lnTo>
                                      <a:lnTo>
                                        <a:pt x="116" y="49"/>
                                      </a:lnTo>
                                      <a:lnTo>
                                        <a:pt x="116" y="49"/>
                                      </a:lnTo>
                                      <a:lnTo>
                                        <a:pt x="116" y="47"/>
                                      </a:lnTo>
                                      <a:lnTo>
                                        <a:pt x="116" y="47"/>
                                      </a:lnTo>
                                      <a:lnTo>
                                        <a:pt x="113" y="44"/>
                                      </a:lnTo>
                                      <a:lnTo>
                                        <a:pt x="113" y="41"/>
                                      </a:lnTo>
                                      <a:lnTo>
                                        <a:pt x="113" y="41"/>
                                      </a:lnTo>
                                      <a:lnTo>
                                        <a:pt x="111" y="41"/>
                                      </a:lnTo>
                                      <a:lnTo>
                                        <a:pt x="111" y="41"/>
                                      </a:lnTo>
                                      <a:lnTo>
                                        <a:pt x="107" y="34"/>
                                      </a:lnTo>
                                      <a:lnTo>
                                        <a:pt x="107" y="34"/>
                                      </a:lnTo>
                                      <a:lnTo>
                                        <a:pt x="104" y="32"/>
                                      </a:lnTo>
                                      <a:lnTo>
                                        <a:pt x="104" y="32"/>
                                      </a:lnTo>
                                      <a:lnTo>
                                        <a:pt x="101" y="32"/>
                                      </a:lnTo>
                                      <a:lnTo>
                                        <a:pt x="98" y="28"/>
                                      </a:lnTo>
                                      <a:lnTo>
                                        <a:pt x="98" y="28"/>
                                      </a:lnTo>
                                      <a:lnTo>
                                        <a:pt x="98" y="25"/>
                                      </a:lnTo>
                                      <a:lnTo>
                                        <a:pt x="98" y="25"/>
                                      </a:lnTo>
                                      <a:lnTo>
                                        <a:pt x="94" y="22"/>
                                      </a:lnTo>
                                      <a:lnTo>
                                        <a:pt x="91" y="22"/>
                                      </a:lnTo>
                                      <a:lnTo>
                                        <a:pt x="88" y="19"/>
                                      </a:lnTo>
                                      <a:lnTo>
                                        <a:pt x="88" y="19"/>
                                      </a:lnTo>
                                      <a:lnTo>
                                        <a:pt x="86" y="19"/>
                                      </a:lnTo>
                                      <a:lnTo>
                                        <a:pt x="86" y="19"/>
                                      </a:lnTo>
                                      <a:lnTo>
                                        <a:pt x="82" y="19"/>
                                      </a:lnTo>
                                      <a:lnTo>
                                        <a:pt x="82" y="19"/>
                                      </a:lnTo>
                                      <a:lnTo>
                                        <a:pt x="79" y="19"/>
                                      </a:lnTo>
                                      <a:lnTo>
                                        <a:pt x="79" y="19"/>
                                      </a:lnTo>
                                      <a:lnTo>
                                        <a:pt x="79" y="19"/>
                                      </a:lnTo>
                                      <a:lnTo>
                                        <a:pt x="79" y="19"/>
                                      </a:lnTo>
                                      <a:lnTo>
                                        <a:pt x="76" y="15"/>
                                      </a:lnTo>
                                      <a:lnTo>
                                        <a:pt x="76" y="15"/>
                                      </a:lnTo>
                                      <a:lnTo>
                                        <a:pt x="76" y="15"/>
                                      </a:lnTo>
                                      <a:lnTo>
                                        <a:pt x="72" y="15"/>
                                      </a:lnTo>
                                      <a:lnTo>
                                        <a:pt x="72" y="13"/>
                                      </a:lnTo>
                                      <a:lnTo>
                                        <a:pt x="72" y="13"/>
                                      </a:lnTo>
                                      <a:lnTo>
                                        <a:pt x="69" y="13"/>
                                      </a:lnTo>
                                      <a:lnTo>
                                        <a:pt x="69" y="13"/>
                                      </a:lnTo>
                                      <a:lnTo>
                                        <a:pt x="69" y="13"/>
                                      </a:lnTo>
                                      <a:lnTo>
                                        <a:pt x="66" y="13"/>
                                      </a:lnTo>
                                      <a:lnTo>
                                        <a:pt x="66" y="13"/>
                                      </a:lnTo>
                                      <a:lnTo>
                                        <a:pt x="66" y="13"/>
                                      </a:lnTo>
                                      <a:lnTo>
                                        <a:pt x="64" y="10"/>
                                      </a:lnTo>
                                      <a:lnTo>
                                        <a:pt x="64" y="10"/>
                                      </a:lnTo>
                                      <a:lnTo>
                                        <a:pt x="64" y="10"/>
                                      </a:lnTo>
                                      <a:lnTo>
                                        <a:pt x="60" y="10"/>
                                      </a:lnTo>
                                      <a:lnTo>
                                        <a:pt x="60" y="10"/>
                                      </a:lnTo>
                                      <a:lnTo>
                                        <a:pt x="57" y="10"/>
                                      </a:lnTo>
                                      <a:lnTo>
                                        <a:pt x="57" y="10"/>
                                      </a:lnTo>
                                      <a:lnTo>
                                        <a:pt x="57" y="10"/>
                                      </a:lnTo>
                                      <a:lnTo>
                                        <a:pt x="54" y="7"/>
                                      </a:lnTo>
                                      <a:lnTo>
                                        <a:pt x="54" y="7"/>
                                      </a:lnTo>
                                      <a:lnTo>
                                        <a:pt x="54" y="7"/>
                                      </a:lnTo>
                                      <a:lnTo>
                                        <a:pt x="47" y="7"/>
                                      </a:lnTo>
                                      <a:lnTo>
                                        <a:pt x="47" y="7"/>
                                      </a:lnTo>
                                      <a:lnTo>
                                        <a:pt x="41" y="7"/>
                                      </a:lnTo>
                                      <a:lnTo>
                                        <a:pt x="39" y="3"/>
                                      </a:lnTo>
                                      <a:lnTo>
                                        <a:pt x="32" y="3"/>
                                      </a:lnTo>
                                      <a:lnTo>
                                        <a:pt x="32" y="7"/>
                                      </a:lnTo>
                                      <a:lnTo>
                                        <a:pt x="29" y="7"/>
                                      </a:lnTo>
                                      <a:lnTo>
                                        <a:pt x="26" y="7"/>
                                      </a:lnTo>
                                      <a:lnTo>
                                        <a:pt x="22" y="7"/>
                                      </a:lnTo>
                                      <a:lnTo>
                                        <a:pt x="22" y="7"/>
                                      </a:lnTo>
                                      <a:lnTo>
                                        <a:pt x="22" y="7"/>
                                      </a:lnTo>
                                      <a:lnTo>
                                        <a:pt x="19" y="10"/>
                                      </a:lnTo>
                                      <a:lnTo>
                                        <a:pt x="19" y="10"/>
                                      </a:lnTo>
                                      <a:lnTo>
                                        <a:pt x="19" y="10"/>
                                      </a:lnTo>
                                      <a:lnTo>
                                        <a:pt x="19" y="10"/>
                                      </a:lnTo>
                                      <a:lnTo>
                                        <a:pt x="17" y="10"/>
                                      </a:lnTo>
                                      <a:lnTo>
                                        <a:pt x="17" y="10"/>
                                      </a:lnTo>
                                      <a:lnTo>
                                        <a:pt x="17" y="10"/>
                                      </a:lnTo>
                                      <a:lnTo>
                                        <a:pt x="17" y="10"/>
                                      </a:lnTo>
                                      <a:lnTo>
                                        <a:pt x="14" y="13"/>
                                      </a:lnTo>
                                      <a:lnTo>
                                        <a:pt x="14" y="13"/>
                                      </a:lnTo>
                                      <a:lnTo>
                                        <a:pt x="14" y="13"/>
                                      </a:lnTo>
                                      <a:lnTo>
                                        <a:pt x="14" y="13"/>
                                      </a:lnTo>
                                      <a:lnTo>
                                        <a:pt x="10" y="15"/>
                                      </a:lnTo>
                                      <a:lnTo>
                                        <a:pt x="10" y="15"/>
                                      </a:lnTo>
                                      <a:lnTo>
                                        <a:pt x="10" y="15"/>
                                      </a:lnTo>
                                      <a:lnTo>
                                        <a:pt x="10" y="15"/>
                                      </a:lnTo>
                                      <a:lnTo>
                                        <a:pt x="7" y="19"/>
                                      </a:lnTo>
                                      <a:lnTo>
                                        <a:pt x="7" y="19"/>
                                      </a:lnTo>
                                      <a:lnTo>
                                        <a:pt x="7" y="19"/>
                                      </a:lnTo>
                                      <a:lnTo>
                                        <a:pt x="7" y="22"/>
                                      </a:lnTo>
                                      <a:lnTo>
                                        <a:pt x="7" y="22"/>
                                      </a:lnTo>
                                      <a:lnTo>
                                        <a:pt x="7" y="22"/>
                                      </a:lnTo>
                                      <a:lnTo>
                                        <a:pt x="4" y="25"/>
                                      </a:lnTo>
                                      <a:lnTo>
                                        <a:pt x="4" y="37"/>
                                      </a:lnTo>
                                      <a:lnTo>
                                        <a:pt x="7" y="37"/>
                                      </a:lnTo>
                                      <a:lnTo>
                                        <a:pt x="7" y="41"/>
                                      </a:lnTo>
                                      <a:lnTo>
                                        <a:pt x="7" y="41"/>
                                      </a:lnTo>
                                      <a:lnTo>
                                        <a:pt x="7" y="41"/>
                                      </a:lnTo>
                                      <a:lnTo>
                                        <a:pt x="7" y="44"/>
                                      </a:lnTo>
                                      <a:lnTo>
                                        <a:pt x="7" y="44"/>
                                      </a:lnTo>
                                      <a:lnTo>
                                        <a:pt x="10" y="47"/>
                                      </a:lnTo>
                                      <a:lnTo>
                                        <a:pt x="10" y="47"/>
                                      </a:lnTo>
                                      <a:lnTo>
                                        <a:pt x="10" y="49"/>
                                      </a:lnTo>
                                      <a:lnTo>
                                        <a:pt x="10" y="49"/>
                                      </a:lnTo>
                                      <a:lnTo>
                                        <a:pt x="10" y="49"/>
                                      </a:lnTo>
                                      <a:lnTo>
                                        <a:pt x="10" y="53"/>
                                      </a:lnTo>
                                      <a:lnTo>
                                        <a:pt x="14" y="53"/>
                                      </a:lnTo>
                                      <a:lnTo>
                                        <a:pt x="14" y="53"/>
                                      </a:lnTo>
                                      <a:lnTo>
                                        <a:pt x="14" y="53"/>
                                      </a:lnTo>
                                      <a:lnTo>
                                        <a:pt x="14" y="53"/>
                                      </a:lnTo>
                                      <a:lnTo>
                                        <a:pt x="14" y="56"/>
                                      </a:lnTo>
                                      <a:lnTo>
                                        <a:pt x="14" y="56"/>
                                      </a:lnTo>
                                      <a:lnTo>
                                        <a:pt x="17" y="59"/>
                                      </a:lnTo>
                                      <a:lnTo>
                                        <a:pt x="17" y="59"/>
                                      </a:lnTo>
                                      <a:lnTo>
                                        <a:pt x="17" y="59"/>
                                      </a:lnTo>
                                      <a:lnTo>
                                        <a:pt x="17" y="62"/>
                                      </a:lnTo>
                                      <a:lnTo>
                                        <a:pt x="19" y="62"/>
                                      </a:lnTo>
                                      <a:lnTo>
                                        <a:pt x="19" y="62"/>
                                      </a:lnTo>
                                      <a:lnTo>
                                        <a:pt x="19" y="62"/>
                                      </a:lnTo>
                                      <a:lnTo>
                                        <a:pt x="22" y="66"/>
                                      </a:lnTo>
                                      <a:lnTo>
                                        <a:pt x="22" y="68"/>
                                      </a:lnTo>
                                      <a:lnTo>
                                        <a:pt x="26" y="68"/>
                                      </a:lnTo>
                                      <a:lnTo>
                                        <a:pt x="26" y="71"/>
                                      </a:lnTo>
                                      <a:lnTo>
                                        <a:pt x="26" y="71"/>
                                      </a:lnTo>
                                      <a:lnTo>
                                        <a:pt x="29" y="71"/>
                                      </a:lnTo>
                                      <a:lnTo>
                                        <a:pt x="29" y="71"/>
                                      </a:lnTo>
                                      <a:lnTo>
                                        <a:pt x="29" y="75"/>
                                      </a:lnTo>
                                      <a:lnTo>
                                        <a:pt x="32" y="77"/>
                                      </a:lnTo>
                                      <a:lnTo>
                                        <a:pt x="32" y="77"/>
                                      </a:lnTo>
                                      <a:lnTo>
                                        <a:pt x="32" y="77"/>
                                      </a:lnTo>
                                      <a:lnTo>
                                        <a:pt x="35" y="77"/>
                                      </a:lnTo>
                                      <a:lnTo>
                                        <a:pt x="35" y="77"/>
                                      </a:lnTo>
                                      <a:lnTo>
                                        <a:pt x="35" y="77"/>
                                      </a:lnTo>
                                      <a:lnTo>
                                        <a:pt x="39" y="80"/>
                                      </a:lnTo>
                                      <a:lnTo>
                                        <a:pt x="39" y="80"/>
                                      </a:lnTo>
                                      <a:lnTo>
                                        <a:pt x="41" y="82"/>
                                      </a:lnTo>
                                      <a:lnTo>
                                        <a:pt x="41" y="82"/>
                                      </a:lnTo>
                                      <a:lnTo>
                                        <a:pt x="41" y="82"/>
                                      </a:lnTo>
                                      <a:lnTo>
                                        <a:pt x="44" y="82"/>
                                      </a:lnTo>
                                      <a:lnTo>
                                        <a:pt x="47" y="86"/>
                                      </a:lnTo>
                                      <a:lnTo>
                                        <a:pt x="47" y="86"/>
                                      </a:lnTo>
                                      <a:lnTo>
                                        <a:pt x="51" y="86"/>
                                      </a:lnTo>
                                      <a:lnTo>
                                        <a:pt x="51" y="86"/>
                                      </a:lnTo>
                                      <a:lnTo>
                                        <a:pt x="51" y="89"/>
                                      </a:lnTo>
                                      <a:lnTo>
                                        <a:pt x="54" y="89"/>
                                      </a:lnTo>
                                      <a:lnTo>
                                        <a:pt x="54" y="89"/>
                                      </a:lnTo>
                                      <a:lnTo>
                                        <a:pt x="54" y="89"/>
                                      </a:lnTo>
                                      <a:lnTo>
                                        <a:pt x="54" y="89"/>
                                      </a:lnTo>
                                      <a:lnTo>
                                        <a:pt x="57" y="89"/>
                                      </a:lnTo>
                                      <a:lnTo>
                                        <a:pt x="57" y="89"/>
                                      </a:lnTo>
                                      <a:lnTo>
                                        <a:pt x="57" y="92"/>
                                      </a:lnTo>
                                      <a:lnTo>
                                        <a:pt x="60" y="92"/>
                                      </a:lnTo>
                                      <a:lnTo>
                                        <a:pt x="60" y="92"/>
                                      </a:lnTo>
                                      <a:lnTo>
                                        <a:pt x="64" y="92"/>
                                      </a:lnTo>
                                      <a:lnTo>
                                        <a:pt x="64" y="92"/>
                                      </a:lnTo>
                                      <a:lnTo>
                                        <a:pt x="64" y="92"/>
                                      </a:lnTo>
                                      <a:lnTo>
                                        <a:pt x="64" y="92"/>
                                      </a:lnTo>
                                      <a:lnTo>
                                        <a:pt x="66" y="92"/>
                                      </a:lnTo>
                                      <a:lnTo>
                                        <a:pt x="66" y="95"/>
                                      </a:lnTo>
                                      <a:lnTo>
                                        <a:pt x="69" y="95"/>
                                      </a:lnTo>
                                      <a:lnTo>
                                        <a:pt x="69" y="95"/>
                                      </a:lnTo>
                                      <a:lnTo>
                                        <a:pt x="69" y="95"/>
                                      </a:lnTo>
                                      <a:lnTo>
                                        <a:pt x="72" y="95"/>
                                      </a:lnTo>
                                      <a:lnTo>
                                        <a:pt x="76" y="95"/>
                                      </a:lnTo>
                                      <a:lnTo>
                                        <a:pt x="76" y="99"/>
                                      </a:lnTo>
                                      <a:lnTo>
                                        <a:pt x="79" y="99"/>
                                      </a:lnTo>
                                      <a:lnTo>
                                        <a:pt x="79" y="99"/>
                                      </a:lnTo>
                                      <a:lnTo>
                                        <a:pt x="86" y="99"/>
                                      </a:lnTo>
                                      <a:lnTo>
                                        <a:pt x="88" y="99"/>
                                      </a:lnTo>
                                      <a:lnTo>
                                        <a:pt x="94" y="99"/>
                                      </a:lnTo>
                                      <a:lnTo>
                                        <a:pt x="94" y="99"/>
                                      </a:lnTo>
                                      <a:lnTo>
                                        <a:pt x="98" y="99"/>
                                      </a:lnTo>
                                      <a:lnTo>
                                        <a:pt x="101" y="99"/>
                                      </a:lnTo>
                                      <a:lnTo>
                                        <a:pt x="101" y="99"/>
                                      </a:lnTo>
                                      <a:lnTo>
                                        <a:pt x="104" y="95"/>
                                      </a:lnTo>
                                      <a:lnTo>
                                        <a:pt x="107" y="95"/>
                                      </a:lnTo>
                                      <a:lnTo>
                                        <a:pt x="107" y="95"/>
                                      </a:lnTo>
                                      <a:lnTo>
                                        <a:pt x="107" y="95"/>
                                      </a:lnTo>
                                      <a:lnTo>
                                        <a:pt x="107" y="95"/>
                                      </a:lnTo>
                                      <a:lnTo>
                                        <a:pt x="107" y="95"/>
                                      </a:lnTo>
                                      <a:lnTo>
                                        <a:pt x="111" y="92"/>
                                      </a:lnTo>
                                      <a:lnTo>
                                        <a:pt x="111" y="92"/>
                                      </a:lnTo>
                                      <a:lnTo>
                                        <a:pt x="111" y="92"/>
                                      </a:lnTo>
                                      <a:lnTo>
                                        <a:pt x="113" y="92"/>
                                      </a:lnTo>
                                      <a:lnTo>
                                        <a:pt x="113" y="92"/>
                                      </a:lnTo>
                                      <a:lnTo>
                                        <a:pt x="113" y="92"/>
                                      </a:lnTo>
                                      <a:lnTo>
                                        <a:pt x="113" y="92"/>
                                      </a:lnTo>
                                      <a:lnTo>
                                        <a:pt x="113" y="92"/>
                                      </a:lnTo>
                                      <a:lnTo>
                                        <a:pt x="116" y="89"/>
                                      </a:lnTo>
                                      <a:lnTo>
                                        <a:pt x="116" y="86"/>
                                      </a:lnTo>
                                      <a:lnTo>
                                        <a:pt x="119" y="82"/>
                                      </a:lnTo>
                                      <a:lnTo>
                                        <a:pt x="119" y="82"/>
                                      </a:lnTo>
                                      <a:lnTo>
                                        <a:pt x="119" y="82"/>
                                      </a:lnTo>
                                      <a:lnTo>
                                        <a:pt x="119" y="80"/>
                                      </a:lnTo>
                                      <a:lnTo>
                                        <a:pt x="119" y="80"/>
                                      </a:lnTo>
                                      <a:lnTo>
                                        <a:pt x="119" y="77"/>
                                      </a:lnTo>
                                      <a:lnTo>
                                        <a:pt x="123" y="75"/>
                                      </a:lnTo>
                                      <a:lnTo>
                                        <a:pt x="123" y="71"/>
                                      </a:lnTo>
                                      <a:lnTo>
                                        <a:pt x="119" y="71"/>
                                      </a:lnTo>
                                      <a:lnTo>
                                        <a:pt x="119" y="68"/>
                                      </a:lnTo>
                                      <a:lnTo>
                                        <a:pt x="119" y="66"/>
                                      </a:lnTo>
                                      <a:lnTo>
                                        <a:pt x="119" y="66"/>
                                      </a:lnTo>
                                      <a:lnTo>
                                        <a:pt x="119" y="62"/>
                                      </a:lnTo>
                                      <a:lnTo>
                                        <a:pt x="119" y="62"/>
                                      </a:lnTo>
                                      <a:lnTo>
                                        <a:pt x="119" y="59"/>
                                      </a:lnTo>
                                      <a:lnTo>
                                        <a:pt x="119" y="59"/>
                                      </a:lnTo>
                                      <a:lnTo>
                                        <a:pt x="116" y="59"/>
                                      </a:lnTo>
                                      <a:lnTo>
                                        <a:pt x="116" y="59"/>
                                      </a:lnTo>
                                      <a:lnTo>
                                        <a:pt x="116" y="56"/>
                                      </a:lnTo>
                                      <a:lnTo>
                                        <a:pt x="116" y="56"/>
                                      </a:lnTo>
                                      <a:lnTo>
                                        <a:pt x="116" y="56"/>
                                      </a:lnTo>
                                      <a:lnTo>
                                        <a:pt x="116" y="53"/>
                                      </a:lnTo>
                                      <a:lnTo>
                                        <a:pt x="116" y="53"/>
                                      </a:lnTo>
                                      <a:lnTo>
                                        <a:pt x="116" y="53"/>
                                      </a:lnTo>
                                      <a:lnTo>
                                        <a:pt x="113" y="53"/>
                                      </a:lnTo>
                                      <a:lnTo>
                                        <a:pt x="113" y="49"/>
                                      </a:lnTo>
                                      <a:lnTo>
                                        <a:pt x="113" y="49"/>
                                      </a:lnTo>
                                      <a:lnTo>
                                        <a:pt x="113" y="49"/>
                                      </a:lnTo>
                                      <a:lnTo>
                                        <a:pt x="113" y="47"/>
                                      </a:lnTo>
                                      <a:lnTo>
                                        <a:pt x="113" y="47"/>
                                      </a:lnTo>
                                      <a:lnTo>
                                        <a:pt x="113" y="47"/>
                                      </a:lnTo>
                                      <a:lnTo>
                                        <a:pt x="111" y="44"/>
                                      </a:lnTo>
                                      <a:lnTo>
                                        <a:pt x="111" y="44"/>
                                      </a:lnTo>
                                      <a:lnTo>
                                        <a:pt x="107" y="44"/>
                                      </a:lnTo>
                                      <a:lnTo>
                                        <a:pt x="107" y="41"/>
                                      </a:lnTo>
                                      <a:lnTo>
                                        <a:pt x="107" y="41"/>
                                      </a:lnTo>
                                      <a:lnTo>
                                        <a:pt x="107" y="41"/>
                                      </a:lnTo>
                                      <a:lnTo>
                                        <a:pt x="107" y="41"/>
                                      </a:lnTo>
                                      <a:lnTo>
                                        <a:pt x="104" y="41"/>
                                      </a:lnTo>
                                      <a:lnTo>
                                        <a:pt x="104" y="37"/>
                                      </a:lnTo>
                                      <a:lnTo>
                                        <a:pt x="104" y="37"/>
                                      </a:lnTo>
                                      <a:lnTo>
                                        <a:pt x="104" y="37"/>
                                      </a:lnTo>
                                      <a:lnTo>
                                        <a:pt x="101" y="34"/>
                                      </a:lnTo>
                                      <a:lnTo>
                                        <a:pt x="101" y="34"/>
                                      </a:lnTo>
                                      <a:lnTo>
                                        <a:pt x="98" y="32"/>
                                      </a:lnTo>
                                      <a:lnTo>
                                        <a:pt x="98" y="32"/>
                                      </a:lnTo>
                                      <a:lnTo>
                                        <a:pt x="98" y="32"/>
                                      </a:lnTo>
                                      <a:lnTo>
                                        <a:pt x="98" y="32"/>
                                      </a:lnTo>
                                      <a:lnTo>
                                        <a:pt x="94" y="28"/>
                                      </a:lnTo>
                                      <a:lnTo>
                                        <a:pt x="94" y="28"/>
                                      </a:lnTo>
                                      <a:lnTo>
                                        <a:pt x="91" y="28"/>
                                      </a:lnTo>
                                      <a:lnTo>
                                        <a:pt x="91" y="28"/>
                                      </a:lnTo>
                                      <a:lnTo>
                                        <a:pt x="91" y="25"/>
                                      </a:lnTo>
                                      <a:lnTo>
                                        <a:pt x="91" y="25"/>
                                      </a:lnTo>
                                      <a:lnTo>
                                        <a:pt x="88" y="22"/>
                                      </a:lnTo>
                                      <a:lnTo>
                                        <a:pt x="86" y="22"/>
                                      </a:lnTo>
                                      <a:lnTo>
                                        <a:pt x="86" y="22"/>
                                      </a:lnTo>
                                      <a:lnTo>
                                        <a:pt x="82" y="22"/>
                                      </a:lnTo>
                                      <a:lnTo>
                                        <a:pt x="82" y="19"/>
                                      </a:lnTo>
                                      <a:lnTo>
                                        <a:pt x="86" y="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3" name="Freeform 11"/>
                              <wps:cNvSpPr>
                                <a:spLocks/>
                              </wps:cNvSpPr>
                              <wps:spPr bwMode="auto">
                                <a:xfrm>
                                  <a:off x="146" y="46"/>
                                  <a:ext cx="293" cy="234"/>
                                </a:xfrm>
                                <a:custGeom>
                                  <a:avLst/>
                                  <a:gdLst>
                                    <a:gd name="T0" fmla="*/ 290 w 293"/>
                                    <a:gd name="T1" fmla="*/ 172 h 234"/>
                                    <a:gd name="T2" fmla="*/ 288 w 293"/>
                                    <a:gd name="T3" fmla="*/ 181 h 234"/>
                                    <a:gd name="T4" fmla="*/ 281 w 293"/>
                                    <a:gd name="T5" fmla="*/ 193 h 234"/>
                                    <a:gd name="T6" fmla="*/ 271 w 293"/>
                                    <a:gd name="T7" fmla="*/ 206 h 234"/>
                                    <a:gd name="T8" fmla="*/ 259 w 293"/>
                                    <a:gd name="T9" fmla="*/ 215 h 234"/>
                                    <a:gd name="T10" fmla="*/ 249 w 293"/>
                                    <a:gd name="T11" fmla="*/ 222 h 234"/>
                                    <a:gd name="T12" fmla="*/ 237 w 293"/>
                                    <a:gd name="T13" fmla="*/ 225 h 234"/>
                                    <a:gd name="T14" fmla="*/ 224 w 293"/>
                                    <a:gd name="T15" fmla="*/ 227 h 234"/>
                                    <a:gd name="T16" fmla="*/ 184 w 293"/>
                                    <a:gd name="T17" fmla="*/ 231 h 234"/>
                                    <a:gd name="T18" fmla="*/ 165 w 293"/>
                                    <a:gd name="T19" fmla="*/ 227 h 234"/>
                                    <a:gd name="T20" fmla="*/ 149 w 293"/>
                                    <a:gd name="T21" fmla="*/ 222 h 234"/>
                                    <a:gd name="T22" fmla="*/ 134 w 293"/>
                                    <a:gd name="T23" fmla="*/ 218 h 234"/>
                                    <a:gd name="T24" fmla="*/ 118 w 293"/>
                                    <a:gd name="T25" fmla="*/ 209 h 234"/>
                                    <a:gd name="T26" fmla="*/ 102 w 293"/>
                                    <a:gd name="T27" fmla="*/ 203 h 234"/>
                                    <a:gd name="T28" fmla="*/ 87 w 293"/>
                                    <a:gd name="T29" fmla="*/ 193 h 234"/>
                                    <a:gd name="T30" fmla="*/ 75 w 293"/>
                                    <a:gd name="T31" fmla="*/ 181 h 234"/>
                                    <a:gd name="T32" fmla="*/ 53 w 293"/>
                                    <a:gd name="T33" fmla="*/ 166 h 234"/>
                                    <a:gd name="T34" fmla="*/ 34 w 293"/>
                                    <a:gd name="T35" fmla="*/ 141 h 234"/>
                                    <a:gd name="T36" fmla="*/ 25 w 293"/>
                                    <a:gd name="T37" fmla="*/ 128 h 234"/>
                                    <a:gd name="T38" fmla="*/ 19 w 293"/>
                                    <a:gd name="T39" fmla="*/ 116 h 234"/>
                                    <a:gd name="T40" fmla="*/ 12 w 293"/>
                                    <a:gd name="T41" fmla="*/ 101 h 234"/>
                                    <a:gd name="T42" fmla="*/ 7 w 293"/>
                                    <a:gd name="T43" fmla="*/ 89 h 234"/>
                                    <a:gd name="T44" fmla="*/ 4 w 293"/>
                                    <a:gd name="T45" fmla="*/ 70 h 234"/>
                                    <a:gd name="T46" fmla="*/ 7 w 293"/>
                                    <a:gd name="T47" fmla="*/ 43 h 234"/>
                                    <a:gd name="T48" fmla="*/ 9 w 293"/>
                                    <a:gd name="T49" fmla="*/ 34 h 234"/>
                                    <a:gd name="T50" fmla="*/ 16 w 293"/>
                                    <a:gd name="T51" fmla="*/ 21 h 234"/>
                                    <a:gd name="T52" fmla="*/ 29 w 293"/>
                                    <a:gd name="T53" fmla="*/ 9 h 234"/>
                                    <a:gd name="T54" fmla="*/ 41 w 293"/>
                                    <a:gd name="T55" fmla="*/ 0 h 234"/>
                                    <a:gd name="T56" fmla="*/ 25 w 293"/>
                                    <a:gd name="T57" fmla="*/ 9 h 234"/>
                                    <a:gd name="T58" fmla="*/ 12 w 293"/>
                                    <a:gd name="T59" fmla="*/ 24 h 234"/>
                                    <a:gd name="T60" fmla="*/ 7 w 293"/>
                                    <a:gd name="T61" fmla="*/ 34 h 234"/>
                                    <a:gd name="T62" fmla="*/ 4 w 293"/>
                                    <a:gd name="T63" fmla="*/ 46 h 234"/>
                                    <a:gd name="T64" fmla="*/ 0 w 293"/>
                                    <a:gd name="T65" fmla="*/ 80 h 234"/>
                                    <a:gd name="T66" fmla="*/ 4 w 293"/>
                                    <a:gd name="T67" fmla="*/ 92 h 234"/>
                                    <a:gd name="T68" fmla="*/ 9 w 293"/>
                                    <a:gd name="T69" fmla="*/ 103 h 234"/>
                                    <a:gd name="T70" fmla="*/ 16 w 293"/>
                                    <a:gd name="T71" fmla="*/ 120 h 234"/>
                                    <a:gd name="T72" fmla="*/ 22 w 293"/>
                                    <a:gd name="T73" fmla="*/ 132 h 234"/>
                                    <a:gd name="T74" fmla="*/ 37 w 293"/>
                                    <a:gd name="T75" fmla="*/ 154 h 234"/>
                                    <a:gd name="T76" fmla="*/ 55 w 293"/>
                                    <a:gd name="T77" fmla="*/ 172 h 234"/>
                                    <a:gd name="T78" fmla="*/ 75 w 293"/>
                                    <a:gd name="T79" fmla="*/ 188 h 234"/>
                                    <a:gd name="T80" fmla="*/ 90 w 293"/>
                                    <a:gd name="T81" fmla="*/ 200 h 234"/>
                                    <a:gd name="T82" fmla="*/ 105 w 293"/>
                                    <a:gd name="T83" fmla="*/ 209 h 234"/>
                                    <a:gd name="T84" fmla="*/ 122 w 293"/>
                                    <a:gd name="T85" fmla="*/ 215 h 234"/>
                                    <a:gd name="T86" fmla="*/ 137 w 293"/>
                                    <a:gd name="T87" fmla="*/ 222 h 234"/>
                                    <a:gd name="T88" fmla="*/ 152 w 293"/>
                                    <a:gd name="T89" fmla="*/ 227 h 234"/>
                                    <a:gd name="T90" fmla="*/ 172 w 293"/>
                                    <a:gd name="T91" fmla="*/ 231 h 234"/>
                                    <a:gd name="T92" fmla="*/ 212 w 293"/>
                                    <a:gd name="T93" fmla="*/ 234 h 234"/>
                                    <a:gd name="T94" fmla="*/ 231 w 293"/>
                                    <a:gd name="T95" fmla="*/ 231 h 234"/>
                                    <a:gd name="T96" fmla="*/ 243 w 293"/>
                                    <a:gd name="T97" fmla="*/ 227 h 234"/>
                                    <a:gd name="T98" fmla="*/ 256 w 293"/>
                                    <a:gd name="T99" fmla="*/ 222 h 234"/>
                                    <a:gd name="T100" fmla="*/ 268 w 293"/>
                                    <a:gd name="T101" fmla="*/ 215 h 234"/>
                                    <a:gd name="T102" fmla="*/ 278 w 293"/>
                                    <a:gd name="T103" fmla="*/ 203 h 234"/>
                                    <a:gd name="T104" fmla="*/ 284 w 293"/>
                                    <a:gd name="T105" fmla="*/ 193 h 234"/>
                                    <a:gd name="T106" fmla="*/ 290 w 293"/>
                                    <a:gd name="T107" fmla="*/ 181 h 234"/>
                                    <a:gd name="T108" fmla="*/ 293 w 293"/>
                                    <a:gd name="T109" fmla="*/ 172 h 2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293" h="234">
                                      <a:moveTo>
                                        <a:pt x="293" y="166"/>
                                      </a:moveTo>
                                      <a:lnTo>
                                        <a:pt x="293" y="159"/>
                                      </a:lnTo>
                                      <a:lnTo>
                                        <a:pt x="293" y="162"/>
                                      </a:lnTo>
                                      <a:lnTo>
                                        <a:pt x="290" y="162"/>
                                      </a:lnTo>
                                      <a:lnTo>
                                        <a:pt x="290" y="166"/>
                                      </a:lnTo>
                                      <a:lnTo>
                                        <a:pt x="290" y="169"/>
                                      </a:lnTo>
                                      <a:lnTo>
                                        <a:pt x="290" y="172"/>
                                      </a:lnTo>
                                      <a:lnTo>
                                        <a:pt x="290" y="175"/>
                                      </a:lnTo>
                                      <a:lnTo>
                                        <a:pt x="290" y="175"/>
                                      </a:lnTo>
                                      <a:lnTo>
                                        <a:pt x="288" y="178"/>
                                      </a:lnTo>
                                      <a:lnTo>
                                        <a:pt x="288" y="178"/>
                                      </a:lnTo>
                                      <a:lnTo>
                                        <a:pt x="288" y="181"/>
                                      </a:lnTo>
                                      <a:lnTo>
                                        <a:pt x="288" y="181"/>
                                      </a:lnTo>
                                      <a:lnTo>
                                        <a:pt x="288" y="181"/>
                                      </a:lnTo>
                                      <a:lnTo>
                                        <a:pt x="288" y="184"/>
                                      </a:lnTo>
                                      <a:lnTo>
                                        <a:pt x="284" y="188"/>
                                      </a:lnTo>
                                      <a:lnTo>
                                        <a:pt x="284" y="188"/>
                                      </a:lnTo>
                                      <a:lnTo>
                                        <a:pt x="284" y="191"/>
                                      </a:lnTo>
                                      <a:lnTo>
                                        <a:pt x="284" y="191"/>
                                      </a:lnTo>
                                      <a:lnTo>
                                        <a:pt x="281" y="191"/>
                                      </a:lnTo>
                                      <a:lnTo>
                                        <a:pt x="281" y="193"/>
                                      </a:lnTo>
                                      <a:lnTo>
                                        <a:pt x="281" y="193"/>
                                      </a:lnTo>
                                      <a:lnTo>
                                        <a:pt x="278" y="197"/>
                                      </a:lnTo>
                                      <a:lnTo>
                                        <a:pt x="278" y="197"/>
                                      </a:lnTo>
                                      <a:lnTo>
                                        <a:pt x="278" y="200"/>
                                      </a:lnTo>
                                      <a:lnTo>
                                        <a:pt x="274" y="203"/>
                                      </a:lnTo>
                                      <a:lnTo>
                                        <a:pt x="274" y="203"/>
                                      </a:lnTo>
                                      <a:lnTo>
                                        <a:pt x="271" y="206"/>
                                      </a:lnTo>
                                      <a:lnTo>
                                        <a:pt x="268" y="209"/>
                                      </a:lnTo>
                                      <a:lnTo>
                                        <a:pt x="268" y="209"/>
                                      </a:lnTo>
                                      <a:lnTo>
                                        <a:pt x="266" y="209"/>
                                      </a:lnTo>
                                      <a:lnTo>
                                        <a:pt x="266" y="212"/>
                                      </a:lnTo>
                                      <a:lnTo>
                                        <a:pt x="262" y="212"/>
                                      </a:lnTo>
                                      <a:lnTo>
                                        <a:pt x="262" y="212"/>
                                      </a:lnTo>
                                      <a:lnTo>
                                        <a:pt x="259" y="215"/>
                                      </a:lnTo>
                                      <a:lnTo>
                                        <a:pt x="259" y="215"/>
                                      </a:lnTo>
                                      <a:lnTo>
                                        <a:pt x="259" y="215"/>
                                      </a:lnTo>
                                      <a:lnTo>
                                        <a:pt x="256" y="218"/>
                                      </a:lnTo>
                                      <a:lnTo>
                                        <a:pt x="256" y="218"/>
                                      </a:lnTo>
                                      <a:lnTo>
                                        <a:pt x="253" y="218"/>
                                      </a:lnTo>
                                      <a:lnTo>
                                        <a:pt x="253" y="218"/>
                                      </a:lnTo>
                                      <a:lnTo>
                                        <a:pt x="249" y="222"/>
                                      </a:lnTo>
                                      <a:lnTo>
                                        <a:pt x="249" y="222"/>
                                      </a:lnTo>
                                      <a:lnTo>
                                        <a:pt x="246" y="222"/>
                                      </a:lnTo>
                                      <a:lnTo>
                                        <a:pt x="246" y="222"/>
                                      </a:lnTo>
                                      <a:lnTo>
                                        <a:pt x="243" y="222"/>
                                      </a:lnTo>
                                      <a:lnTo>
                                        <a:pt x="241" y="225"/>
                                      </a:lnTo>
                                      <a:lnTo>
                                        <a:pt x="241" y="225"/>
                                      </a:lnTo>
                                      <a:lnTo>
                                        <a:pt x="237" y="225"/>
                                      </a:lnTo>
                                      <a:lnTo>
                                        <a:pt x="237" y="225"/>
                                      </a:lnTo>
                                      <a:lnTo>
                                        <a:pt x="234" y="227"/>
                                      </a:lnTo>
                                      <a:lnTo>
                                        <a:pt x="234" y="227"/>
                                      </a:lnTo>
                                      <a:lnTo>
                                        <a:pt x="231" y="227"/>
                                      </a:lnTo>
                                      <a:lnTo>
                                        <a:pt x="227" y="227"/>
                                      </a:lnTo>
                                      <a:lnTo>
                                        <a:pt x="227" y="227"/>
                                      </a:lnTo>
                                      <a:lnTo>
                                        <a:pt x="224" y="227"/>
                                      </a:lnTo>
                                      <a:lnTo>
                                        <a:pt x="221" y="227"/>
                                      </a:lnTo>
                                      <a:lnTo>
                                        <a:pt x="219" y="231"/>
                                      </a:lnTo>
                                      <a:lnTo>
                                        <a:pt x="215" y="231"/>
                                      </a:lnTo>
                                      <a:lnTo>
                                        <a:pt x="212" y="231"/>
                                      </a:lnTo>
                                      <a:lnTo>
                                        <a:pt x="187" y="231"/>
                                      </a:lnTo>
                                      <a:lnTo>
                                        <a:pt x="187" y="231"/>
                                      </a:lnTo>
                                      <a:lnTo>
                                        <a:pt x="184" y="231"/>
                                      </a:lnTo>
                                      <a:lnTo>
                                        <a:pt x="180" y="227"/>
                                      </a:lnTo>
                                      <a:lnTo>
                                        <a:pt x="174" y="227"/>
                                      </a:lnTo>
                                      <a:lnTo>
                                        <a:pt x="174" y="227"/>
                                      </a:lnTo>
                                      <a:lnTo>
                                        <a:pt x="172" y="227"/>
                                      </a:lnTo>
                                      <a:lnTo>
                                        <a:pt x="168" y="227"/>
                                      </a:lnTo>
                                      <a:lnTo>
                                        <a:pt x="168" y="227"/>
                                      </a:lnTo>
                                      <a:lnTo>
                                        <a:pt x="165" y="227"/>
                                      </a:lnTo>
                                      <a:lnTo>
                                        <a:pt x="162" y="225"/>
                                      </a:lnTo>
                                      <a:lnTo>
                                        <a:pt x="159" y="225"/>
                                      </a:lnTo>
                                      <a:lnTo>
                                        <a:pt x="159" y="225"/>
                                      </a:lnTo>
                                      <a:lnTo>
                                        <a:pt x="155" y="225"/>
                                      </a:lnTo>
                                      <a:lnTo>
                                        <a:pt x="152" y="225"/>
                                      </a:lnTo>
                                      <a:lnTo>
                                        <a:pt x="149" y="222"/>
                                      </a:lnTo>
                                      <a:lnTo>
                                        <a:pt x="149" y="222"/>
                                      </a:lnTo>
                                      <a:lnTo>
                                        <a:pt x="147" y="222"/>
                                      </a:lnTo>
                                      <a:lnTo>
                                        <a:pt x="143" y="222"/>
                                      </a:lnTo>
                                      <a:lnTo>
                                        <a:pt x="140" y="222"/>
                                      </a:lnTo>
                                      <a:lnTo>
                                        <a:pt x="140" y="218"/>
                                      </a:lnTo>
                                      <a:lnTo>
                                        <a:pt x="137" y="218"/>
                                      </a:lnTo>
                                      <a:lnTo>
                                        <a:pt x="134" y="218"/>
                                      </a:lnTo>
                                      <a:lnTo>
                                        <a:pt x="134" y="218"/>
                                      </a:lnTo>
                                      <a:lnTo>
                                        <a:pt x="130" y="215"/>
                                      </a:lnTo>
                                      <a:lnTo>
                                        <a:pt x="127" y="215"/>
                                      </a:lnTo>
                                      <a:lnTo>
                                        <a:pt x="125" y="212"/>
                                      </a:lnTo>
                                      <a:lnTo>
                                        <a:pt x="125" y="212"/>
                                      </a:lnTo>
                                      <a:lnTo>
                                        <a:pt x="122" y="212"/>
                                      </a:lnTo>
                                      <a:lnTo>
                                        <a:pt x="118" y="212"/>
                                      </a:lnTo>
                                      <a:lnTo>
                                        <a:pt x="118" y="209"/>
                                      </a:lnTo>
                                      <a:lnTo>
                                        <a:pt x="115" y="209"/>
                                      </a:lnTo>
                                      <a:lnTo>
                                        <a:pt x="112" y="209"/>
                                      </a:lnTo>
                                      <a:lnTo>
                                        <a:pt x="112" y="206"/>
                                      </a:lnTo>
                                      <a:lnTo>
                                        <a:pt x="108" y="206"/>
                                      </a:lnTo>
                                      <a:lnTo>
                                        <a:pt x="105" y="203"/>
                                      </a:lnTo>
                                      <a:lnTo>
                                        <a:pt x="105" y="203"/>
                                      </a:lnTo>
                                      <a:lnTo>
                                        <a:pt x="102" y="203"/>
                                      </a:lnTo>
                                      <a:lnTo>
                                        <a:pt x="100" y="200"/>
                                      </a:lnTo>
                                      <a:lnTo>
                                        <a:pt x="96" y="200"/>
                                      </a:lnTo>
                                      <a:lnTo>
                                        <a:pt x="96" y="197"/>
                                      </a:lnTo>
                                      <a:lnTo>
                                        <a:pt x="93" y="197"/>
                                      </a:lnTo>
                                      <a:lnTo>
                                        <a:pt x="90" y="193"/>
                                      </a:lnTo>
                                      <a:lnTo>
                                        <a:pt x="90" y="193"/>
                                      </a:lnTo>
                                      <a:lnTo>
                                        <a:pt x="87" y="193"/>
                                      </a:lnTo>
                                      <a:lnTo>
                                        <a:pt x="83" y="191"/>
                                      </a:lnTo>
                                      <a:lnTo>
                                        <a:pt x="83" y="191"/>
                                      </a:lnTo>
                                      <a:lnTo>
                                        <a:pt x="80" y="188"/>
                                      </a:lnTo>
                                      <a:lnTo>
                                        <a:pt x="78" y="188"/>
                                      </a:lnTo>
                                      <a:lnTo>
                                        <a:pt x="78" y="184"/>
                                      </a:lnTo>
                                      <a:lnTo>
                                        <a:pt x="75" y="184"/>
                                      </a:lnTo>
                                      <a:lnTo>
                                        <a:pt x="75" y="181"/>
                                      </a:lnTo>
                                      <a:lnTo>
                                        <a:pt x="71" y="181"/>
                                      </a:lnTo>
                                      <a:lnTo>
                                        <a:pt x="68" y="178"/>
                                      </a:lnTo>
                                      <a:lnTo>
                                        <a:pt x="65" y="175"/>
                                      </a:lnTo>
                                      <a:lnTo>
                                        <a:pt x="61" y="175"/>
                                      </a:lnTo>
                                      <a:lnTo>
                                        <a:pt x="61" y="172"/>
                                      </a:lnTo>
                                      <a:lnTo>
                                        <a:pt x="53" y="166"/>
                                      </a:lnTo>
                                      <a:lnTo>
                                        <a:pt x="53" y="166"/>
                                      </a:lnTo>
                                      <a:lnTo>
                                        <a:pt x="53" y="162"/>
                                      </a:lnTo>
                                      <a:lnTo>
                                        <a:pt x="49" y="159"/>
                                      </a:lnTo>
                                      <a:lnTo>
                                        <a:pt x="46" y="159"/>
                                      </a:lnTo>
                                      <a:lnTo>
                                        <a:pt x="46" y="156"/>
                                      </a:lnTo>
                                      <a:lnTo>
                                        <a:pt x="37" y="147"/>
                                      </a:lnTo>
                                      <a:lnTo>
                                        <a:pt x="37" y="144"/>
                                      </a:lnTo>
                                      <a:lnTo>
                                        <a:pt x="34" y="141"/>
                                      </a:lnTo>
                                      <a:lnTo>
                                        <a:pt x="32" y="141"/>
                                      </a:lnTo>
                                      <a:lnTo>
                                        <a:pt x="32" y="138"/>
                                      </a:lnTo>
                                      <a:lnTo>
                                        <a:pt x="29" y="135"/>
                                      </a:lnTo>
                                      <a:lnTo>
                                        <a:pt x="29" y="135"/>
                                      </a:lnTo>
                                      <a:lnTo>
                                        <a:pt x="29" y="132"/>
                                      </a:lnTo>
                                      <a:lnTo>
                                        <a:pt x="25" y="128"/>
                                      </a:lnTo>
                                      <a:lnTo>
                                        <a:pt x="25" y="128"/>
                                      </a:lnTo>
                                      <a:lnTo>
                                        <a:pt x="22" y="125"/>
                                      </a:lnTo>
                                      <a:lnTo>
                                        <a:pt x="22" y="125"/>
                                      </a:lnTo>
                                      <a:lnTo>
                                        <a:pt x="22" y="122"/>
                                      </a:lnTo>
                                      <a:lnTo>
                                        <a:pt x="19" y="120"/>
                                      </a:lnTo>
                                      <a:lnTo>
                                        <a:pt x="19" y="120"/>
                                      </a:lnTo>
                                      <a:lnTo>
                                        <a:pt x="19" y="116"/>
                                      </a:lnTo>
                                      <a:lnTo>
                                        <a:pt x="19" y="116"/>
                                      </a:lnTo>
                                      <a:lnTo>
                                        <a:pt x="16" y="113"/>
                                      </a:lnTo>
                                      <a:lnTo>
                                        <a:pt x="16" y="110"/>
                                      </a:lnTo>
                                      <a:lnTo>
                                        <a:pt x="16" y="110"/>
                                      </a:lnTo>
                                      <a:lnTo>
                                        <a:pt x="12" y="107"/>
                                      </a:lnTo>
                                      <a:lnTo>
                                        <a:pt x="12" y="107"/>
                                      </a:lnTo>
                                      <a:lnTo>
                                        <a:pt x="12" y="103"/>
                                      </a:lnTo>
                                      <a:lnTo>
                                        <a:pt x="12" y="101"/>
                                      </a:lnTo>
                                      <a:lnTo>
                                        <a:pt x="9" y="101"/>
                                      </a:lnTo>
                                      <a:lnTo>
                                        <a:pt x="9" y="98"/>
                                      </a:lnTo>
                                      <a:lnTo>
                                        <a:pt x="9" y="96"/>
                                      </a:lnTo>
                                      <a:lnTo>
                                        <a:pt x="9" y="96"/>
                                      </a:lnTo>
                                      <a:lnTo>
                                        <a:pt x="9" y="92"/>
                                      </a:lnTo>
                                      <a:lnTo>
                                        <a:pt x="7" y="92"/>
                                      </a:lnTo>
                                      <a:lnTo>
                                        <a:pt x="7" y="89"/>
                                      </a:lnTo>
                                      <a:lnTo>
                                        <a:pt x="7" y="87"/>
                                      </a:lnTo>
                                      <a:lnTo>
                                        <a:pt x="7" y="87"/>
                                      </a:lnTo>
                                      <a:lnTo>
                                        <a:pt x="7" y="83"/>
                                      </a:lnTo>
                                      <a:lnTo>
                                        <a:pt x="7" y="80"/>
                                      </a:lnTo>
                                      <a:lnTo>
                                        <a:pt x="4" y="77"/>
                                      </a:lnTo>
                                      <a:lnTo>
                                        <a:pt x="4" y="74"/>
                                      </a:lnTo>
                                      <a:lnTo>
                                        <a:pt x="4" y="70"/>
                                      </a:lnTo>
                                      <a:lnTo>
                                        <a:pt x="4" y="55"/>
                                      </a:lnTo>
                                      <a:lnTo>
                                        <a:pt x="4" y="55"/>
                                      </a:lnTo>
                                      <a:lnTo>
                                        <a:pt x="4" y="53"/>
                                      </a:lnTo>
                                      <a:lnTo>
                                        <a:pt x="7" y="49"/>
                                      </a:lnTo>
                                      <a:lnTo>
                                        <a:pt x="7" y="46"/>
                                      </a:lnTo>
                                      <a:lnTo>
                                        <a:pt x="7" y="43"/>
                                      </a:lnTo>
                                      <a:lnTo>
                                        <a:pt x="7" y="43"/>
                                      </a:lnTo>
                                      <a:lnTo>
                                        <a:pt x="7" y="40"/>
                                      </a:lnTo>
                                      <a:lnTo>
                                        <a:pt x="7" y="40"/>
                                      </a:lnTo>
                                      <a:lnTo>
                                        <a:pt x="9" y="40"/>
                                      </a:lnTo>
                                      <a:lnTo>
                                        <a:pt x="9" y="36"/>
                                      </a:lnTo>
                                      <a:lnTo>
                                        <a:pt x="9" y="36"/>
                                      </a:lnTo>
                                      <a:lnTo>
                                        <a:pt x="9" y="34"/>
                                      </a:lnTo>
                                      <a:lnTo>
                                        <a:pt x="9" y="34"/>
                                      </a:lnTo>
                                      <a:lnTo>
                                        <a:pt x="12" y="31"/>
                                      </a:lnTo>
                                      <a:lnTo>
                                        <a:pt x="12" y="31"/>
                                      </a:lnTo>
                                      <a:lnTo>
                                        <a:pt x="12" y="28"/>
                                      </a:lnTo>
                                      <a:lnTo>
                                        <a:pt x="12" y="28"/>
                                      </a:lnTo>
                                      <a:lnTo>
                                        <a:pt x="16" y="24"/>
                                      </a:lnTo>
                                      <a:lnTo>
                                        <a:pt x="16" y="24"/>
                                      </a:lnTo>
                                      <a:lnTo>
                                        <a:pt x="16" y="21"/>
                                      </a:lnTo>
                                      <a:lnTo>
                                        <a:pt x="19" y="21"/>
                                      </a:lnTo>
                                      <a:lnTo>
                                        <a:pt x="19" y="21"/>
                                      </a:lnTo>
                                      <a:lnTo>
                                        <a:pt x="19" y="18"/>
                                      </a:lnTo>
                                      <a:lnTo>
                                        <a:pt x="22" y="15"/>
                                      </a:lnTo>
                                      <a:lnTo>
                                        <a:pt x="25" y="12"/>
                                      </a:lnTo>
                                      <a:lnTo>
                                        <a:pt x="29" y="9"/>
                                      </a:lnTo>
                                      <a:lnTo>
                                        <a:pt x="29" y="9"/>
                                      </a:lnTo>
                                      <a:lnTo>
                                        <a:pt x="29" y="9"/>
                                      </a:lnTo>
                                      <a:lnTo>
                                        <a:pt x="34" y="6"/>
                                      </a:lnTo>
                                      <a:lnTo>
                                        <a:pt x="34" y="2"/>
                                      </a:lnTo>
                                      <a:lnTo>
                                        <a:pt x="37" y="2"/>
                                      </a:lnTo>
                                      <a:lnTo>
                                        <a:pt x="37" y="2"/>
                                      </a:lnTo>
                                      <a:lnTo>
                                        <a:pt x="37" y="2"/>
                                      </a:lnTo>
                                      <a:lnTo>
                                        <a:pt x="41" y="0"/>
                                      </a:lnTo>
                                      <a:lnTo>
                                        <a:pt x="41" y="0"/>
                                      </a:lnTo>
                                      <a:lnTo>
                                        <a:pt x="32" y="2"/>
                                      </a:lnTo>
                                      <a:lnTo>
                                        <a:pt x="32" y="2"/>
                                      </a:lnTo>
                                      <a:lnTo>
                                        <a:pt x="29" y="2"/>
                                      </a:lnTo>
                                      <a:lnTo>
                                        <a:pt x="29" y="6"/>
                                      </a:lnTo>
                                      <a:lnTo>
                                        <a:pt x="25" y="6"/>
                                      </a:lnTo>
                                      <a:lnTo>
                                        <a:pt x="25" y="9"/>
                                      </a:lnTo>
                                      <a:lnTo>
                                        <a:pt x="19" y="15"/>
                                      </a:lnTo>
                                      <a:lnTo>
                                        <a:pt x="19" y="15"/>
                                      </a:lnTo>
                                      <a:lnTo>
                                        <a:pt x="16" y="18"/>
                                      </a:lnTo>
                                      <a:lnTo>
                                        <a:pt x="12" y="21"/>
                                      </a:lnTo>
                                      <a:lnTo>
                                        <a:pt x="12" y="21"/>
                                      </a:lnTo>
                                      <a:lnTo>
                                        <a:pt x="12" y="21"/>
                                      </a:lnTo>
                                      <a:lnTo>
                                        <a:pt x="12" y="24"/>
                                      </a:lnTo>
                                      <a:lnTo>
                                        <a:pt x="9" y="28"/>
                                      </a:lnTo>
                                      <a:lnTo>
                                        <a:pt x="9" y="28"/>
                                      </a:lnTo>
                                      <a:lnTo>
                                        <a:pt x="9" y="28"/>
                                      </a:lnTo>
                                      <a:lnTo>
                                        <a:pt x="9" y="31"/>
                                      </a:lnTo>
                                      <a:lnTo>
                                        <a:pt x="7" y="31"/>
                                      </a:lnTo>
                                      <a:lnTo>
                                        <a:pt x="7" y="34"/>
                                      </a:lnTo>
                                      <a:lnTo>
                                        <a:pt x="7" y="34"/>
                                      </a:lnTo>
                                      <a:lnTo>
                                        <a:pt x="7" y="36"/>
                                      </a:lnTo>
                                      <a:lnTo>
                                        <a:pt x="4" y="36"/>
                                      </a:lnTo>
                                      <a:lnTo>
                                        <a:pt x="4" y="40"/>
                                      </a:lnTo>
                                      <a:lnTo>
                                        <a:pt x="4" y="40"/>
                                      </a:lnTo>
                                      <a:lnTo>
                                        <a:pt x="4" y="43"/>
                                      </a:lnTo>
                                      <a:lnTo>
                                        <a:pt x="4" y="43"/>
                                      </a:lnTo>
                                      <a:lnTo>
                                        <a:pt x="4" y="46"/>
                                      </a:lnTo>
                                      <a:lnTo>
                                        <a:pt x="4" y="49"/>
                                      </a:lnTo>
                                      <a:lnTo>
                                        <a:pt x="0" y="49"/>
                                      </a:lnTo>
                                      <a:lnTo>
                                        <a:pt x="0" y="53"/>
                                      </a:lnTo>
                                      <a:lnTo>
                                        <a:pt x="0" y="55"/>
                                      </a:lnTo>
                                      <a:lnTo>
                                        <a:pt x="0" y="74"/>
                                      </a:lnTo>
                                      <a:lnTo>
                                        <a:pt x="0" y="77"/>
                                      </a:lnTo>
                                      <a:lnTo>
                                        <a:pt x="0" y="80"/>
                                      </a:lnTo>
                                      <a:lnTo>
                                        <a:pt x="4" y="80"/>
                                      </a:lnTo>
                                      <a:lnTo>
                                        <a:pt x="4" y="83"/>
                                      </a:lnTo>
                                      <a:lnTo>
                                        <a:pt x="4" y="87"/>
                                      </a:lnTo>
                                      <a:lnTo>
                                        <a:pt x="4" y="87"/>
                                      </a:lnTo>
                                      <a:lnTo>
                                        <a:pt x="4" y="89"/>
                                      </a:lnTo>
                                      <a:lnTo>
                                        <a:pt x="4" y="92"/>
                                      </a:lnTo>
                                      <a:lnTo>
                                        <a:pt x="4" y="92"/>
                                      </a:lnTo>
                                      <a:lnTo>
                                        <a:pt x="4" y="96"/>
                                      </a:lnTo>
                                      <a:lnTo>
                                        <a:pt x="7" y="96"/>
                                      </a:lnTo>
                                      <a:lnTo>
                                        <a:pt x="7" y="98"/>
                                      </a:lnTo>
                                      <a:lnTo>
                                        <a:pt x="7" y="101"/>
                                      </a:lnTo>
                                      <a:lnTo>
                                        <a:pt x="7" y="101"/>
                                      </a:lnTo>
                                      <a:lnTo>
                                        <a:pt x="9" y="103"/>
                                      </a:lnTo>
                                      <a:lnTo>
                                        <a:pt x="9" y="103"/>
                                      </a:lnTo>
                                      <a:lnTo>
                                        <a:pt x="9" y="107"/>
                                      </a:lnTo>
                                      <a:lnTo>
                                        <a:pt x="9" y="110"/>
                                      </a:lnTo>
                                      <a:lnTo>
                                        <a:pt x="12" y="110"/>
                                      </a:lnTo>
                                      <a:lnTo>
                                        <a:pt x="12" y="113"/>
                                      </a:lnTo>
                                      <a:lnTo>
                                        <a:pt x="12" y="116"/>
                                      </a:lnTo>
                                      <a:lnTo>
                                        <a:pt x="16" y="116"/>
                                      </a:lnTo>
                                      <a:lnTo>
                                        <a:pt x="16" y="120"/>
                                      </a:lnTo>
                                      <a:lnTo>
                                        <a:pt x="16" y="120"/>
                                      </a:lnTo>
                                      <a:lnTo>
                                        <a:pt x="19" y="122"/>
                                      </a:lnTo>
                                      <a:lnTo>
                                        <a:pt x="19" y="125"/>
                                      </a:lnTo>
                                      <a:lnTo>
                                        <a:pt x="19" y="125"/>
                                      </a:lnTo>
                                      <a:lnTo>
                                        <a:pt x="22" y="128"/>
                                      </a:lnTo>
                                      <a:lnTo>
                                        <a:pt x="22" y="128"/>
                                      </a:lnTo>
                                      <a:lnTo>
                                        <a:pt x="22" y="132"/>
                                      </a:lnTo>
                                      <a:lnTo>
                                        <a:pt x="25" y="135"/>
                                      </a:lnTo>
                                      <a:lnTo>
                                        <a:pt x="25" y="135"/>
                                      </a:lnTo>
                                      <a:lnTo>
                                        <a:pt x="29" y="138"/>
                                      </a:lnTo>
                                      <a:lnTo>
                                        <a:pt x="29" y="141"/>
                                      </a:lnTo>
                                      <a:lnTo>
                                        <a:pt x="34" y="144"/>
                                      </a:lnTo>
                                      <a:lnTo>
                                        <a:pt x="34" y="147"/>
                                      </a:lnTo>
                                      <a:lnTo>
                                        <a:pt x="37" y="154"/>
                                      </a:lnTo>
                                      <a:lnTo>
                                        <a:pt x="41" y="156"/>
                                      </a:lnTo>
                                      <a:lnTo>
                                        <a:pt x="41" y="156"/>
                                      </a:lnTo>
                                      <a:lnTo>
                                        <a:pt x="44" y="159"/>
                                      </a:lnTo>
                                      <a:lnTo>
                                        <a:pt x="44" y="159"/>
                                      </a:lnTo>
                                      <a:lnTo>
                                        <a:pt x="49" y="166"/>
                                      </a:lnTo>
                                      <a:lnTo>
                                        <a:pt x="53" y="169"/>
                                      </a:lnTo>
                                      <a:lnTo>
                                        <a:pt x="55" y="172"/>
                                      </a:lnTo>
                                      <a:lnTo>
                                        <a:pt x="55" y="172"/>
                                      </a:lnTo>
                                      <a:lnTo>
                                        <a:pt x="58" y="175"/>
                                      </a:lnTo>
                                      <a:lnTo>
                                        <a:pt x="61" y="178"/>
                                      </a:lnTo>
                                      <a:lnTo>
                                        <a:pt x="68" y="181"/>
                                      </a:lnTo>
                                      <a:lnTo>
                                        <a:pt x="71" y="184"/>
                                      </a:lnTo>
                                      <a:lnTo>
                                        <a:pt x="71" y="188"/>
                                      </a:lnTo>
                                      <a:lnTo>
                                        <a:pt x="75" y="188"/>
                                      </a:lnTo>
                                      <a:lnTo>
                                        <a:pt x="75" y="188"/>
                                      </a:lnTo>
                                      <a:lnTo>
                                        <a:pt x="78" y="191"/>
                                      </a:lnTo>
                                      <a:lnTo>
                                        <a:pt x="80" y="193"/>
                                      </a:lnTo>
                                      <a:lnTo>
                                        <a:pt x="83" y="193"/>
                                      </a:lnTo>
                                      <a:lnTo>
                                        <a:pt x="87" y="197"/>
                                      </a:lnTo>
                                      <a:lnTo>
                                        <a:pt x="87" y="197"/>
                                      </a:lnTo>
                                      <a:lnTo>
                                        <a:pt x="90" y="200"/>
                                      </a:lnTo>
                                      <a:lnTo>
                                        <a:pt x="93" y="200"/>
                                      </a:lnTo>
                                      <a:lnTo>
                                        <a:pt x="96" y="200"/>
                                      </a:lnTo>
                                      <a:lnTo>
                                        <a:pt x="96" y="203"/>
                                      </a:lnTo>
                                      <a:lnTo>
                                        <a:pt x="100" y="203"/>
                                      </a:lnTo>
                                      <a:lnTo>
                                        <a:pt x="102" y="206"/>
                                      </a:lnTo>
                                      <a:lnTo>
                                        <a:pt x="102" y="206"/>
                                      </a:lnTo>
                                      <a:lnTo>
                                        <a:pt x="105" y="209"/>
                                      </a:lnTo>
                                      <a:lnTo>
                                        <a:pt x="108" y="209"/>
                                      </a:lnTo>
                                      <a:lnTo>
                                        <a:pt x="112" y="209"/>
                                      </a:lnTo>
                                      <a:lnTo>
                                        <a:pt x="112" y="212"/>
                                      </a:lnTo>
                                      <a:lnTo>
                                        <a:pt x="115" y="212"/>
                                      </a:lnTo>
                                      <a:lnTo>
                                        <a:pt x="118" y="212"/>
                                      </a:lnTo>
                                      <a:lnTo>
                                        <a:pt x="118" y="215"/>
                                      </a:lnTo>
                                      <a:lnTo>
                                        <a:pt x="122" y="215"/>
                                      </a:lnTo>
                                      <a:lnTo>
                                        <a:pt x="125" y="218"/>
                                      </a:lnTo>
                                      <a:lnTo>
                                        <a:pt x="127" y="218"/>
                                      </a:lnTo>
                                      <a:lnTo>
                                        <a:pt x="127" y="218"/>
                                      </a:lnTo>
                                      <a:lnTo>
                                        <a:pt x="130" y="218"/>
                                      </a:lnTo>
                                      <a:lnTo>
                                        <a:pt x="134" y="222"/>
                                      </a:lnTo>
                                      <a:lnTo>
                                        <a:pt x="134" y="222"/>
                                      </a:lnTo>
                                      <a:lnTo>
                                        <a:pt x="137" y="222"/>
                                      </a:lnTo>
                                      <a:lnTo>
                                        <a:pt x="140" y="222"/>
                                      </a:lnTo>
                                      <a:lnTo>
                                        <a:pt x="143" y="225"/>
                                      </a:lnTo>
                                      <a:lnTo>
                                        <a:pt x="147" y="225"/>
                                      </a:lnTo>
                                      <a:lnTo>
                                        <a:pt x="147" y="225"/>
                                      </a:lnTo>
                                      <a:lnTo>
                                        <a:pt x="149" y="225"/>
                                      </a:lnTo>
                                      <a:lnTo>
                                        <a:pt x="152" y="227"/>
                                      </a:lnTo>
                                      <a:lnTo>
                                        <a:pt x="152" y="227"/>
                                      </a:lnTo>
                                      <a:lnTo>
                                        <a:pt x="155" y="227"/>
                                      </a:lnTo>
                                      <a:lnTo>
                                        <a:pt x="159" y="227"/>
                                      </a:lnTo>
                                      <a:lnTo>
                                        <a:pt x="162" y="227"/>
                                      </a:lnTo>
                                      <a:lnTo>
                                        <a:pt x="162" y="231"/>
                                      </a:lnTo>
                                      <a:lnTo>
                                        <a:pt x="165" y="231"/>
                                      </a:lnTo>
                                      <a:lnTo>
                                        <a:pt x="168" y="231"/>
                                      </a:lnTo>
                                      <a:lnTo>
                                        <a:pt x="172" y="231"/>
                                      </a:lnTo>
                                      <a:lnTo>
                                        <a:pt x="174" y="231"/>
                                      </a:lnTo>
                                      <a:lnTo>
                                        <a:pt x="177" y="231"/>
                                      </a:lnTo>
                                      <a:lnTo>
                                        <a:pt x="177" y="231"/>
                                      </a:lnTo>
                                      <a:lnTo>
                                        <a:pt x="180" y="234"/>
                                      </a:lnTo>
                                      <a:lnTo>
                                        <a:pt x="187" y="234"/>
                                      </a:lnTo>
                                      <a:lnTo>
                                        <a:pt x="190" y="234"/>
                                      </a:lnTo>
                                      <a:lnTo>
                                        <a:pt x="212" y="234"/>
                                      </a:lnTo>
                                      <a:lnTo>
                                        <a:pt x="215" y="234"/>
                                      </a:lnTo>
                                      <a:lnTo>
                                        <a:pt x="219" y="234"/>
                                      </a:lnTo>
                                      <a:lnTo>
                                        <a:pt x="221" y="231"/>
                                      </a:lnTo>
                                      <a:lnTo>
                                        <a:pt x="224" y="231"/>
                                      </a:lnTo>
                                      <a:lnTo>
                                        <a:pt x="224" y="231"/>
                                      </a:lnTo>
                                      <a:lnTo>
                                        <a:pt x="231" y="231"/>
                                      </a:lnTo>
                                      <a:lnTo>
                                        <a:pt x="231" y="231"/>
                                      </a:lnTo>
                                      <a:lnTo>
                                        <a:pt x="234" y="231"/>
                                      </a:lnTo>
                                      <a:lnTo>
                                        <a:pt x="237" y="231"/>
                                      </a:lnTo>
                                      <a:lnTo>
                                        <a:pt x="237" y="227"/>
                                      </a:lnTo>
                                      <a:lnTo>
                                        <a:pt x="241" y="227"/>
                                      </a:lnTo>
                                      <a:lnTo>
                                        <a:pt x="241" y="227"/>
                                      </a:lnTo>
                                      <a:lnTo>
                                        <a:pt x="243" y="227"/>
                                      </a:lnTo>
                                      <a:lnTo>
                                        <a:pt x="243" y="227"/>
                                      </a:lnTo>
                                      <a:lnTo>
                                        <a:pt x="246" y="225"/>
                                      </a:lnTo>
                                      <a:lnTo>
                                        <a:pt x="249" y="225"/>
                                      </a:lnTo>
                                      <a:lnTo>
                                        <a:pt x="249" y="225"/>
                                      </a:lnTo>
                                      <a:lnTo>
                                        <a:pt x="253" y="222"/>
                                      </a:lnTo>
                                      <a:lnTo>
                                        <a:pt x="253" y="222"/>
                                      </a:lnTo>
                                      <a:lnTo>
                                        <a:pt x="256" y="222"/>
                                      </a:lnTo>
                                      <a:lnTo>
                                        <a:pt x="256" y="222"/>
                                      </a:lnTo>
                                      <a:lnTo>
                                        <a:pt x="259" y="222"/>
                                      </a:lnTo>
                                      <a:lnTo>
                                        <a:pt x="259" y="218"/>
                                      </a:lnTo>
                                      <a:lnTo>
                                        <a:pt x="262" y="218"/>
                                      </a:lnTo>
                                      <a:lnTo>
                                        <a:pt x="262" y="218"/>
                                      </a:lnTo>
                                      <a:lnTo>
                                        <a:pt x="262" y="215"/>
                                      </a:lnTo>
                                      <a:lnTo>
                                        <a:pt x="266" y="215"/>
                                      </a:lnTo>
                                      <a:lnTo>
                                        <a:pt x="268" y="215"/>
                                      </a:lnTo>
                                      <a:lnTo>
                                        <a:pt x="268" y="212"/>
                                      </a:lnTo>
                                      <a:lnTo>
                                        <a:pt x="271" y="212"/>
                                      </a:lnTo>
                                      <a:lnTo>
                                        <a:pt x="271" y="209"/>
                                      </a:lnTo>
                                      <a:lnTo>
                                        <a:pt x="274" y="209"/>
                                      </a:lnTo>
                                      <a:lnTo>
                                        <a:pt x="278" y="206"/>
                                      </a:lnTo>
                                      <a:lnTo>
                                        <a:pt x="278" y="203"/>
                                      </a:lnTo>
                                      <a:lnTo>
                                        <a:pt x="278" y="203"/>
                                      </a:lnTo>
                                      <a:lnTo>
                                        <a:pt x="281" y="200"/>
                                      </a:lnTo>
                                      <a:lnTo>
                                        <a:pt x="281" y="200"/>
                                      </a:lnTo>
                                      <a:lnTo>
                                        <a:pt x="281" y="200"/>
                                      </a:lnTo>
                                      <a:lnTo>
                                        <a:pt x="284" y="197"/>
                                      </a:lnTo>
                                      <a:lnTo>
                                        <a:pt x="284" y="197"/>
                                      </a:lnTo>
                                      <a:lnTo>
                                        <a:pt x="284" y="193"/>
                                      </a:lnTo>
                                      <a:lnTo>
                                        <a:pt x="284" y="193"/>
                                      </a:lnTo>
                                      <a:lnTo>
                                        <a:pt x="288" y="191"/>
                                      </a:lnTo>
                                      <a:lnTo>
                                        <a:pt x="288" y="191"/>
                                      </a:lnTo>
                                      <a:lnTo>
                                        <a:pt x="288" y="188"/>
                                      </a:lnTo>
                                      <a:lnTo>
                                        <a:pt x="288" y="188"/>
                                      </a:lnTo>
                                      <a:lnTo>
                                        <a:pt x="290" y="184"/>
                                      </a:lnTo>
                                      <a:lnTo>
                                        <a:pt x="290" y="184"/>
                                      </a:lnTo>
                                      <a:lnTo>
                                        <a:pt x="290" y="181"/>
                                      </a:lnTo>
                                      <a:lnTo>
                                        <a:pt x="290" y="181"/>
                                      </a:lnTo>
                                      <a:lnTo>
                                        <a:pt x="293" y="178"/>
                                      </a:lnTo>
                                      <a:lnTo>
                                        <a:pt x="293" y="178"/>
                                      </a:lnTo>
                                      <a:lnTo>
                                        <a:pt x="293" y="175"/>
                                      </a:lnTo>
                                      <a:lnTo>
                                        <a:pt x="293" y="175"/>
                                      </a:lnTo>
                                      <a:lnTo>
                                        <a:pt x="293" y="172"/>
                                      </a:lnTo>
                                      <a:lnTo>
                                        <a:pt x="293" y="172"/>
                                      </a:lnTo>
                                      <a:lnTo>
                                        <a:pt x="293" y="169"/>
                                      </a:lnTo>
                                      <a:lnTo>
                                        <a:pt x="293" y="16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4" name="Freeform 12"/>
                              <wps:cNvSpPr>
                                <a:spLocks/>
                              </wps:cNvSpPr>
                              <wps:spPr bwMode="auto">
                                <a:xfrm>
                                  <a:off x="90" y="67"/>
                                  <a:ext cx="349" cy="244"/>
                                </a:xfrm>
                                <a:custGeom>
                                  <a:avLst/>
                                  <a:gdLst>
                                    <a:gd name="T0" fmla="*/ 9 w 349"/>
                                    <a:gd name="T1" fmla="*/ 28 h 244"/>
                                    <a:gd name="T2" fmla="*/ 18 w 349"/>
                                    <a:gd name="T3" fmla="*/ 19 h 244"/>
                                    <a:gd name="T4" fmla="*/ 31 w 349"/>
                                    <a:gd name="T5" fmla="*/ 15 h 244"/>
                                    <a:gd name="T6" fmla="*/ 46 w 349"/>
                                    <a:gd name="T7" fmla="*/ 10 h 244"/>
                                    <a:gd name="T8" fmla="*/ 60 w 349"/>
                                    <a:gd name="T9" fmla="*/ 7 h 244"/>
                                    <a:gd name="T10" fmla="*/ 75 w 349"/>
                                    <a:gd name="T11" fmla="*/ 3 h 244"/>
                                    <a:gd name="T12" fmla="*/ 114 w 349"/>
                                    <a:gd name="T13" fmla="*/ 3 h 244"/>
                                    <a:gd name="T14" fmla="*/ 134 w 349"/>
                                    <a:gd name="T15" fmla="*/ 3 h 244"/>
                                    <a:gd name="T16" fmla="*/ 149 w 349"/>
                                    <a:gd name="T17" fmla="*/ 7 h 244"/>
                                    <a:gd name="T18" fmla="*/ 164 w 349"/>
                                    <a:gd name="T19" fmla="*/ 10 h 244"/>
                                    <a:gd name="T20" fmla="*/ 181 w 349"/>
                                    <a:gd name="T21" fmla="*/ 15 h 244"/>
                                    <a:gd name="T22" fmla="*/ 196 w 349"/>
                                    <a:gd name="T23" fmla="*/ 22 h 244"/>
                                    <a:gd name="T24" fmla="*/ 211 w 349"/>
                                    <a:gd name="T25" fmla="*/ 28 h 244"/>
                                    <a:gd name="T26" fmla="*/ 224 w 349"/>
                                    <a:gd name="T27" fmla="*/ 37 h 244"/>
                                    <a:gd name="T28" fmla="*/ 240 w 349"/>
                                    <a:gd name="T29" fmla="*/ 47 h 244"/>
                                    <a:gd name="T30" fmla="*/ 252 w 349"/>
                                    <a:gd name="T31" fmla="*/ 56 h 244"/>
                                    <a:gd name="T32" fmla="*/ 265 w 349"/>
                                    <a:gd name="T33" fmla="*/ 66 h 244"/>
                                    <a:gd name="T34" fmla="*/ 283 w 349"/>
                                    <a:gd name="T35" fmla="*/ 82 h 244"/>
                                    <a:gd name="T36" fmla="*/ 293 w 349"/>
                                    <a:gd name="T37" fmla="*/ 95 h 244"/>
                                    <a:gd name="T38" fmla="*/ 305 w 349"/>
                                    <a:gd name="T39" fmla="*/ 107 h 244"/>
                                    <a:gd name="T40" fmla="*/ 312 w 349"/>
                                    <a:gd name="T41" fmla="*/ 120 h 244"/>
                                    <a:gd name="T42" fmla="*/ 322 w 349"/>
                                    <a:gd name="T43" fmla="*/ 133 h 244"/>
                                    <a:gd name="T44" fmla="*/ 327 w 349"/>
                                    <a:gd name="T45" fmla="*/ 145 h 244"/>
                                    <a:gd name="T46" fmla="*/ 334 w 349"/>
                                    <a:gd name="T47" fmla="*/ 160 h 244"/>
                                    <a:gd name="T48" fmla="*/ 337 w 349"/>
                                    <a:gd name="T49" fmla="*/ 172 h 244"/>
                                    <a:gd name="T50" fmla="*/ 340 w 349"/>
                                    <a:gd name="T51" fmla="*/ 188 h 244"/>
                                    <a:gd name="T52" fmla="*/ 344 w 349"/>
                                    <a:gd name="T53" fmla="*/ 201 h 244"/>
                                    <a:gd name="T54" fmla="*/ 346 w 349"/>
                                    <a:gd name="T55" fmla="*/ 219 h 244"/>
                                    <a:gd name="T56" fmla="*/ 344 w 349"/>
                                    <a:gd name="T57" fmla="*/ 240 h 244"/>
                                    <a:gd name="T58" fmla="*/ 346 w 349"/>
                                    <a:gd name="T59" fmla="*/ 238 h 244"/>
                                    <a:gd name="T60" fmla="*/ 346 w 349"/>
                                    <a:gd name="T61" fmla="*/ 204 h 244"/>
                                    <a:gd name="T62" fmla="*/ 346 w 349"/>
                                    <a:gd name="T63" fmla="*/ 188 h 244"/>
                                    <a:gd name="T64" fmla="*/ 340 w 349"/>
                                    <a:gd name="T65" fmla="*/ 176 h 244"/>
                                    <a:gd name="T66" fmla="*/ 337 w 349"/>
                                    <a:gd name="T67" fmla="*/ 160 h 244"/>
                                    <a:gd name="T68" fmla="*/ 330 w 349"/>
                                    <a:gd name="T69" fmla="*/ 148 h 244"/>
                                    <a:gd name="T70" fmla="*/ 324 w 349"/>
                                    <a:gd name="T71" fmla="*/ 133 h 244"/>
                                    <a:gd name="T72" fmla="*/ 318 w 349"/>
                                    <a:gd name="T73" fmla="*/ 120 h 244"/>
                                    <a:gd name="T74" fmla="*/ 309 w 349"/>
                                    <a:gd name="T75" fmla="*/ 107 h 244"/>
                                    <a:gd name="T76" fmla="*/ 299 w 349"/>
                                    <a:gd name="T77" fmla="*/ 95 h 244"/>
                                    <a:gd name="T78" fmla="*/ 290 w 349"/>
                                    <a:gd name="T79" fmla="*/ 82 h 244"/>
                                    <a:gd name="T80" fmla="*/ 268 w 349"/>
                                    <a:gd name="T81" fmla="*/ 66 h 244"/>
                                    <a:gd name="T82" fmla="*/ 255 w 349"/>
                                    <a:gd name="T83" fmla="*/ 53 h 244"/>
                                    <a:gd name="T84" fmla="*/ 240 w 349"/>
                                    <a:gd name="T85" fmla="*/ 44 h 244"/>
                                    <a:gd name="T86" fmla="*/ 228 w 349"/>
                                    <a:gd name="T87" fmla="*/ 34 h 244"/>
                                    <a:gd name="T88" fmla="*/ 211 w 349"/>
                                    <a:gd name="T89" fmla="*/ 25 h 244"/>
                                    <a:gd name="T90" fmla="*/ 196 w 349"/>
                                    <a:gd name="T91" fmla="*/ 19 h 244"/>
                                    <a:gd name="T92" fmla="*/ 181 w 349"/>
                                    <a:gd name="T93" fmla="*/ 13 h 244"/>
                                    <a:gd name="T94" fmla="*/ 168 w 349"/>
                                    <a:gd name="T95" fmla="*/ 10 h 244"/>
                                    <a:gd name="T96" fmla="*/ 152 w 349"/>
                                    <a:gd name="T97" fmla="*/ 7 h 244"/>
                                    <a:gd name="T98" fmla="*/ 136 w 349"/>
                                    <a:gd name="T99" fmla="*/ 0 h 244"/>
                                    <a:gd name="T100" fmla="*/ 117 w 349"/>
                                    <a:gd name="T101" fmla="*/ 0 h 244"/>
                                    <a:gd name="T102" fmla="*/ 81 w 349"/>
                                    <a:gd name="T103" fmla="*/ 0 h 244"/>
                                    <a:gd name="T104" fmla="*/ 65 w 349"/>
                                    <a:gd name="T105" fmla="*/ 3 h 244"/>
                                    <a:gd name="T106" fmla="*/ 53 w 349"/>
                                    <a:gd name="T107" fmla="*/ 7 h 244"/>
                                    <a:gd name="T108" fmla="*/ 38 w 349"/>
                                    <a:gd name="T109" fmla="*/ 10 h 244"/>
                                    <a:gd name="T110" fmla="*/ 25 w 349"/>
                                    <a:gd name="T111" fmla="*/ 15 h 244"/>
                                    <a:gd name="T112" fmla="*/ 13 w 349"/>
                                    <a:gd name="T113" fmla="*/ 19 h 244"/>
                                    <a:gd name="T114" fmla="*/ 3 w 349"/>
                                    <a:gd name="T115" fmla="*/ 25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49" h="244">
                                      <a:moveTo>
                                        <a:pt x="3" y="25"/>
                                      </a:moveTo>
                                      <a:lnTo>
                                        <a:pt x="0" y="32"/>
                                      </a:lnTo>
                                      <a:lnTo>
                                        <a:pt x="3" y="28"/>
                                      </a:lnTo>
                                      <a:lnTo>
                                        <a:pt x="9" y="28"/>
                                      </a:lnTo>
                                      <a:lnTo>
                                        <a:pt x="9" y="25"/>
                                      </a:lnTo>
                                      <a:lnTo>
                                        <a:pt x="13" y="25"/>
                                      </a:lnTo>
                                      <a:lnTo>
                                        <a:pt x="16" y="22"/>
                                      </a:lnTo>
                                      <a:lnTo>
                                        <a:pt x="18" y="19"/>
                                      </a:lnTo>
                                      <a:lnTo>
                                        <a:pt x="21" y="19"/>
                                      </a:lnTo>
                                      <a:lnTo>
                                        <a:pt x="25" y="15"/>
                                      </a:lnTo>
                                      <a:lnTo>
                                        <a:pt x="28" y="15"/>
                                      </a:lnTo>
                                      <a:lnTo>
                                        <a:pt x="31" y="15"/>
                                      </a:lnTo>
                                      <a:lnTo>
                                        <a:pt x="38" y="13"/>
                                      </a:lnTo>
                                      <a:lnTo>
                                        <a:pt x="41" y="13"/>
                                      </a:lnTo>
                                      <a:lnTo>
                                        <a:pt x="43" y="10"/>
                                      </a:lnTo>
                                      <a:lnTo>
                                        <a:pt x="46" y="10"/>
                                      </a:lnTo>
                                      <a:lnTo>
                                        <a:pt x="50" y="10"/>
                                      </a:lnTo>
                                      <a:lnTo>
                                        <a:pt x="53" y="10"/>
                                      </a:lnTo>
                                      <a:lnTo>
                                        <a:pt x="56" y="7"/>
                                      </a:lnTo>
                                      <a:lnTo>
                                        <a:pt x="60" y="7"/>
                                      </a:lnTo>
                                      <a:lnTo>
                                        <a:pt x="63" y="7"/>
                                      </a:lnTo>
                                      <a:lnTo>
                                        <a:pt x="68" y="7"/>
                                      </a:lnTo>
                                      <a:lnTo>
                                        <a:pt x="72" y="3"/>
                                      </a:lnTo>
                                      <a:lnTo>
                                        <a:pt x="75" y="3"/>
                                      </a:lnTo>
                                      <a:lnTo>
                                        <a:pt x="78" y="3"/>
                                      </a:lnTo>
                                      <a:lnTo>
                                        <a:pt x="81" y="3"/>
                                      </a:lnTo>
                                      <a:lnTo>
                                        <a:pt x="85" y="3"/>
                                      </a:lnTo>
                                      <a:lnTo>
                                        <a:pt x="114" y="3"/>
                                      </a:lnTo>
                                      <a:lnTo>
                                        <a:pt x="117" y="3"/>
                                      </a:lnTo>
                                      <a:lnTo>
                                        <a:pt x="127" y="3"/>
                                      </a:lnTo>
                                      <a:lnTo>
                                        <a:pt x="131" y="3"/>
                                      </a:lnTo>
                                      <a:lnTo>
                                        <a:pt x="134" y="3"/>
                                      </a:lnTo>
                                      <a:lnTo>
                                        <a:pt x="136" y="7"/>
                                      </a:lnTo>
                                      <a:lnTo>
                                        <a:pt x="143" y="7"/>
                                      </a:lnTo>
                                      <a:lnTo>
                                        <a:pt x="146" y="7"/>
                                      </a:lnTo>
                                      <a:lnTo>
                                        <a:pt x="149" y="7"/>
                                      </a:lnTo>
                                      <a:lnTo>
                                        <a:pt x="152" y="10"/>
                                      </a:lnTo>
                                      <a:lnTo>
                                        <a:pt x="156" y="10"/>
                                      </a:lnTo>
                                      <a:lnTo>
                                        <a:pt x="161" y="10"/>
                                      </a:lnTo>
                                      <a:lnTo>
                                        <a:pt x="164" y="10"/>
                                      </a:lnTo>
                                      <a:lnTo>
                                        <a:pt x="168" y="13"/>
                                      </a:lnTo>
                                      <a:lnTo>
                                        <a:pt x="174" y="13"/>
                                      </a:lnTo>
                                      <a:lnTo>
                                        <a:pt x="178" y="15"/>
                                      </a:lnTo>
                                      <a:lnTo>
                                        <a:pt x="181" y="15"/>
                                      </a:lnTo>
                                      <a:lnTo>
                                        <a:pt x="183" y="19"/>
                                      </a:lnTo>
                                      <a:lnTo>
                                        <a:pt x="186" y="19"/>
                                      </a:lnTo>
                                      <a:lnTo>
                                        <a:pt x="193" y="19"/>
                                      </a:lnTo>
                                      <a:lnTo>
                                        <a:pt x="196" y="22"/>
                                      </a:lnTo>
                                      <a:lnTo>
                                        <a:pt x="199" y="25"/>
                                      </a:lnTo>
                                      <a:lnTo>
                                        <a:pt x="203" y="25"/>
                                      </a:lnTo>
                                      <a:lnTo>
                                        <a:pt x="205" y="28"/>
                                      </a:lnTo>
                                      <a:lnTo>
                                        <a:pt x="211" y="28"/>
                                      </a:lnTo>
                                      <a:lnTo>
                                        <a:pt x="215" y="32"/>
                                      </a:lnTo>
                                      <a:lnTo>
                                        <a:pt x="218" y="32"/>
                                      </a:lnTo>
                                      <a:lnTo>
                                        <a:pt x="221" y="34"/>
                                      </a:lnTo>
                                      <a:lnTo>
                                        <a:pt x="224" y="37"/>
                                      </a:lnTo>
                                      <a:lnTo>
                                        <a:pt x="228" y="37"/>
                                      </a:lnTo>
                                      <a:lnTo>
                                        <a:pt x="233" y="41"/>
                                      </a:lnTo>
                                      <a:lnTo>
                                        <a:pt x="236" y="44"/>
                                      </a:lnTo>
                                      <a:lnTo>
                                        <a:pt x="240" y="47"/>
                                      </a:lnTo>
                                      <a:lnTo>
                                        <a:pt x="243" y="47"/>
                                      </a:lnTo>
                                      <a:lnTo>
                                        <a:pt x="246" y="49"/>
                                      </a:lnTo>
                                      <a:lnTo>
                                        <a:pt x="250" y="53"/>
                                      </a:lnTo>
                                      <a:lnTo>
                                        <a:pt x="252" y="56"/>
                                      </a:lnTo>
                                      <a:lnTo>
                                        <a:pt x="255" y="59"/>
                                      </a:lnTo>
                                      <a:lnTo>
                                        <a:pt x="258" y="59"/>
                                      </a:lnTo>
                                      <a:lnTo>
                                        <a:pt x="262" y="62"/>
                                      </a:lnTo>
                                      <a:lnTo>
                                        <a:pt x="265" y="66"/>
                                      </a:lnTo>
                                      <a:lnTo>
                                        <a:pt x="268" y="68"/>
                                      </a:lnTo>
                                      <a:lnTo>
                                        <a:pt x="271" y="71"/>
                                      </a:lnTo>
                                      <a:lnTo>
                                        <a:pt x="275" y="75"/>
                                      </a:lnTo>
                                      <a:lnTo>
                                        <a:pt x="283" y="82"/>
                                      </a:lnTo>
                                      <a:lnTo>
                                        <a:pt x="287" y="86"/>
                                      </a:lnTo>
                                      <a:lnTo>
                                        <a:pt x="290" y="89"/>
                                      </a:lnTo>
                                      <a:lnTo>
                                        <a:pt x="290" y="89"/>
                                      </a:lnTo>
                                      <a:lnTo>
                                        <a:pt x="293" y="95"/>
                                      </a:lnTo>
                                      <a:lnTo>
                                        <a:pt x="297" y="95"/>
                                      </a:lnTo>
                                      <a:lnTo>
                                        <a:pt x="299" y="99"/>
                                      </a:lnTo>
                                      <a:lnTo>
                                        <a:pt x="302" y="104"/>
                                      </a:lnTo>
                                      <a:lnTo>
                                        <a:pt x="305" y="107"/>
                                      </a:lnTo>
                                      <a:lnTo>
                                        <a:pt x="305" y="107"/>
                                      </a:lnTo>
                                      <a:lnTo>
                                        <a:pt x="309" y="114"/>
                                      </a:lnTo>
                                      <a:lnTo>
                                        <a:pt x="312" y="117"/>
                                      </a:lnTo>
                                      <a:lnTo>
                                        <a:pt x="312" y="120"/>
                                      </a:lnTo>
                                      <a:lnTo>
                                        <a:pt x="315" y="123"/>
                                      </a:lnTo>
                                      <a:lnTo>
                                        <a:pt x="318" y="126"/>
                                      </a:lnTo>
                                      <a:lnTo>
                                        <a:pt x="318" y="129"/>
                                      </a:lnTo>
                                      <a:lnTo>
                                        <a:pt x="322" y="133"/>
                                      </a:lnTo>
                                      <a:lnTo>
                                        <a:pt x="322" y="135"/>
                                      </a:lnTo>
                                      <a:lnTo>
                                        <a:pt x="324" y="138"/>
                                      </a:lnTo>
                                      <a:lnTo>
                                        <a:pt x="327" y="141"/>
                                      </a:lnTo>
                                      <a:lnTo>
                                        <a:pt x="327" y="145"/>
                                      </a:lnTo>
                                      <a:lnTo>
                                        <a:pt x="327" y="148"/>
                                      </a:lnTo>
                                      <a:lnTo>
                                        <a:pt x="330" y="154"/>
                                      </a:lnTo>
                                      <a:lnTo>
                                        <a:pt x="330" y="157"/>
                                      </a:lnTo>
                                      <a:lnTo>
                                        <a:pt x="334" y="160"/>
                                      </a:lnTo>
                                      <a:lnTo>
                                        <a:pt x="334" y="163"/>
                                      </a:lnTo>
                                      <a:lnTo>
                                        <a:pt x="337" y="167"/>
                                      </a:lnTo>
                                      <a:lnTo>
                                        <a:pt x="337" y="170"/>
                                      </a:lnTo>
                                      <a:lnTo>
                                        <a:pt x="337" y="172"/>
                                      </a:lnTo>
                                      <a:lnTo>
                                        <a:pt x="340" y="176"/>
                                      </a:lnTo>
                                      <a:lnTo>
                                        <a:pt x="340" y="179"/>
                                      </a:lnTo>
                                      <a:lnTo>
                                        <a:pt x="340" y="185"/>
                                      </a:lnTo>
                                      <a:lnTo>
                                        <a:pt x="340" y="188"/>
                                      </a:lnTo>
                                      <a:lnTo>
                                        <a:pt x="344" y="191"/>
                                      </a:lnTo>
                                      <a:lnTo>
                                        <a:pt x="344" y="194"/>
                                      </a:lnTo>
                                      <a:lnTo>
                                        <a:pt x="344" y="197"/>
                                      </a:lnTo>
                                      <a:lnTo>
                                        <a:pt x="344" y="201"/>
                                      </a:lnTo>
                                      <a:lnTo>
                                        <a:pt x="344" y="204"/>
                                      </a:lnTo>
                                      <a:lnTo>
                                        <a:pt x="346" y="210"/>
                                      </a:lnTo>
                                      <a:lnTo>
                                        <a:pt x="346" y="216"/>
                                      </a:lnTo>
                                      <a:lnTo>
                                        <a:pt x="346" y="219"/>
                                      </a:lnTo>
                                      <a:lnTo>
                                        <a:pt x="346" y="225"/>
                                      </a:lnTo>
                                      <a:lnTo>
                                        <a:pt x="346" y="228"/>
                                      </a:lnTo>
                                      <a:lnTo>
                                        <a:pt x="346" y="238"/>
                                      </a:lnTo>
                                      <a:lnTo>
                                        <a:pt x="344" y="240"/>
                                      </a:lnTo>
                                      <a:lnTo>
                                        <a:pt x="344" y="244"/>
                                      </a:lnTo>
                                      <a:lnTo>
                                        <a:pt x="344" y="244"/>
                                      </a:lnTo>
                                      <a:lnTo>
                                        <a:pt x="346" y="244"/>
                                      </a:lnTo>
                                      <a:lnTo>
                                        <a:pt x="346" y="238"/>
                                      </a:lnTo>
                                      <a:lnTo>
                                        <a:pt x="349" y="235"/>
                                      </a:lnTo>
                                      <a:lnTo>
                                        <a:pt x="349" y="210"/>
                                      </a:lnTo>
                                      <a:lnTo>
                                        <a:pt x="346" y="206"/>
                                      </a:lnTo>
                                      <a:lnTo>
                                        <a:pt x="346" y="204"/>
                                      </a:lnTo>
                                      <a:lnTo>
                                        <a:pt x="346" y="201"/>
                                      </a:lnTo>
                                      <a:lnTo>
                                        <a:pt x="346" y="197"/>
                                      </a:lnTo>
                                      <a:lnTo>
                                        <a:pt x="346" y="194"/>
                                      </a:lnTo>
                                      <a:lnTo>
                                        <a:pt x="346" y="188"/>
                                      </a:lnTo>
                                      <a:lnTo>
                                        <a:pt x="344" y="185"/>
                                      </a:lnTo>
                                      <a:lnTo>
                                        <a:pt x="344" y="182"/>
                                      </a:lnTo>
                                      <a:lnTo>
                                        <a:pt x="344" y="179"/>
                                      </a:lnTo>
                                      <a:lnTo>
                                        <a:pt x="340" y="176"/>
                                      </a:lnTo>
                                      <a:lnTo>
                                        <a:pt x="340" y="170"/>
                                      </a:lnTo>
                                      <a:lnTo>
                                        <a:pt x="340" y="170"/>
                                      </a:lnTo>
                                      <a:lnTo>
                                        <a:pt x="337" y="163"/>
                                      </a:lnTo>
                                      <a:lnTo>
                                        <a:pt x="337" y="160"/>
                                      </a:lnTo>
                                      <a:lnTo>
                                        <a:pt x="337" y="157"/>
                                      </a:lnTo>
                                      <a:lnTo>
                                        <a:pt x="334" y="154"/>
                                      </a:lnTo>
                                      <a:lnTo>
                                        <a:pt x="334" y="151"/>
                                      </a:lnTo>
                                      <a:lnTo>
                                        <a:pt x="330" y="148"/>
                                      </a:lnTo>
                                      <a:lnTo>
                                        <a:pt x="330" y="145"/>
                                      </a:lnTo>
                                      <a:lnTo>
                                        <a:pt x="327" y="138"/>
                                      </a:lnTo>
                                      <a:lnTo>
                                        <a:pt x="327" y="135"/>
                                      </a:lnTo>
                                      <a:lnTo>
                                        <a:pt x="324" y="133"/>
                                      </a:lnTo>
                                      <a:lnTo>
                                        <a:pt x="324" y="129"/>
                                      </a:lnTo>
                                      <a:lnTo>
                                        <a:pt x="322" y="126"/>
                                      </a:lnTo>
                                      <a:lnTo>
                                        <a:pt x="318" y="123"/>
                                      </a:lnTo>
                                      <a:lnTo>
                                        <a:pt x="318" y="120"/>
                                      </a:lnTo>
                                      <a:lnTo>
                                        <a:pt x="315" y="117"/>
                                      </a:lnTo>
                                      <a:lnTo>
                                        <a:pt x="312" y="114"/>
                                      </a:lnTo>
                                      <a:lnTo>
                                        <a:pt x="312" y="111"/>
                                      </a:lnTo>
                                      <a:lnTo>
                                        <a:pt x="309" y="107"/>
                                      </a:lnTo>
                                      <a:lnTo>
                                        <a:pt x="305" y="104"/>
                                      </a:lnTo>
                                      <a:lnTo>
                                        <a:pt x="305" y="101"/>
                                      </a:lnTo>
                                      <a:lnTo>
                                        <a:pt x="302" y="99"/>
                                      </a:lnTo>
                                      <a:lnTo>
                                        <a:pt x="299" y="95"/>
                                      </a:lnTo>
                                      <a:lnTo>
                                        <a:pt x="297" y="92"/>
                                      </a:lnTo>
                                      <a:lnTo>
                                        <a:pt x="293" y="89"/>
                                      </a:lnTo>
                                      <a:lnTo>
                                        <a:pt x="290" y="86"/>
                                      </a:lnTo>
                                      <a:lnTo>
                                        <a:pt x="290" y="82"/>
                                      </a:lnTo>
                                      <a:lnTo>
                                        <a:pt x="277" y="71"/>
                                      </a:lnTo>
                                      <a:lnTo>
                                        <a:pt x="275" y="71"/>
                                      </a:lnTo>
                                      <a:lnTo>
                                        <a:pt x="271" y="66"/>
                                      </a:lnTo>
                                      <a:lnTo>
                                        <a:pt x="268" y="66"/>
                                      </a:lnTo>
                                      <a:lnTo>
                                        <a:pt x="265" y="62"/>
                                      </a:lnTo>
                                      <a:lnTo>
                                        <a:pt x="262" y="59"/>
                                      </a:lnTo>
                                      <a:lnTo>
                                        <a:pt x="258" y="56"/>
                                      </a:lnTo>
                                      <a:lnTo>
                                        <a:pt x="255" y="53"/>
                                      </a:lnTo>
                                      <a:lnTo>
                                        <a:pt x="252" y="49"/>
                                      </a:lnTo>
                                      <a:lnTo>
                                        <a:pt x="246" y="47"/>
                                      </a:lnTo>
                                      <a:lnTo>
                                        <a:pt x="243" y="47"/>
                                      </a:lnTo>
                                      <a:lnTo>
                                        <a:pt x="240" y="44"/>
                                      </a:lnTo>
                                      <a:lnTo>
                                        <a:pt x="236" y="41"/>
                                      </a:lnTo>
                                      <a:lnTo>
                                        <a:pt x="233" y="37"/>
                                      </a:lnTo>
                                      <a:lnTo>
                                        <a:pt x="230" y="37"/>
                                      </a:lnTo>
                                      <a:lnTo>
                                        <a:pt x="228" y="34"/>
                                      </a:lnTo>
                                      <a:lnTo>
                                        <a:pt x="224" y="32"/>
                                      </a:lnTo>
                                      <a:lnTo>
                                        <a:pt x="218" y="32"/>
                                      </a:lnTo>
                                      <a:lnTo>
                                        <a:pt x="215" y="28"/>
                                      </a:lnTo>
                                      <a:lnTo>
                                        <a:pt x="211" y="25"/>
                                      </a:lnTo>
                                      <a:lnTo>
                                        <a:pt x="208" y="25"/>
                                      </a:lnTo>
                                      <a:lnTo>
                                        <a:pt x="205" y="22"/>
                                      </a:lnTo>
                                      <a:lnTo>
                                        <a:pt x="203" y="22"/>
                                      </a:lnTo>
                                      <a:lnTo>
                                        <a:pt x="196" y="19"/>
                                      </a:lnTo>
                                      <a:lnTo>
                                        <a:pt x="193" y="19"/>
                                      </a:lnTo>
                                      <a:lnTo>
                                        <a:pt x="190" y="15"/>
                                      </a:lnTo>
                                      <a:lnTo>
                                        <a:pt x="183" y="15"/>
                                      </a:lnTo>
                                      <a:lnTo>
                                        <a:pt x="181" y="13"/>
                                      </a:lnTo>
                                      <a:lnTo>
                                        <a:pt x="178" y="13"/>
                                      </a:lnTo>
                                      <a:lnTo>
                                        <a:pt x="174" y="10"/>
                                      </a:lnTo>
                                      <a:lnTo>
                                        <a:pt x="171" y="10"/>
                                      </a:lnTo>
                                      <a:lnTo>
                                        <a:pt x="168" y="10"/>
                                      </a:lnTo>
                                      <a:lnTo>
                                        <a:pt x="161" y="7"/>
                                      </a:lnTo>
                                      <a:lnTo>
                                        <a:pt x="158" y="7"/>
                                      </a:lnTo>
                                      <a:lnTo>
                                        <a:pt x="156" y="7"/>
                                      </a:lnTo>
                                      <a:lnTo>
                                        <a:pt x="152" y="7"/>
                                      </a:lnTo>
                                      <a:lnTo>
                                        <a:pt x="146" y="3"/>
                                      </a:lnTo>
                                      <a:lnTo>
                                        <a:pt x="143" y="3"/>
                                      </a:lnTo>
                                      <a:lnTo>
                                        <a:pt x="139" y="3"/>
                                      </a:lnTo>
                                      <a:lnTo>
                                        <a:pt x="136" y="0"/>
                                      </a:lnTo>
                                      <a:lnTo>
                                        <a:pt x="131" y="0"/>
                                      </a:lnTo>
                                      <a:lnTo>
                                        <a:pt x="124" y="0"/>
                                      </a:lnTo>
                                      <a:lnTo>
                                        <a:pt x="121" y="0"/>
                                      </a:lnTo>
                                      <a:lnTo>
                                        <a:pt x="117" y="0"/>
                                      </a:lnTo>
                                      <a:lnTo>
                                        <a:pt x="111" y="0"/>
                                      </a:lnTo>
                                      <a:lnTo>
                                        <a:pt x="88" y="0"/>
                                      </a:lnTo>
                                      <a:lnTo>
                                        <a:pt x="85" y="0"/>
                                      </a:lnTo>
                                      <a:lnTo>
                                        <a:pt x="81" y="0"/>
                                      </a:lnTo>
                                      <a:lnTo>
                                        <a:pt x="78" y="0"/>
                                      </a:lnTo>
                                      <a:lnTo>
                                        <a:pt x="75" y="0"/>
                                      </a:lnTo>
                                      <a:lnTo>
                                        <a:pt x="68" y="0"/>
                                      </a:lnTo>
                                      <a:lnTo>
                                        <a:pt x="65" y="3"/>
                                      </a:lnTo>
                                      <a:lnTo>
                                        <a:pt x="63" y="3"/>
                                      </a:lnTo>
                                      <a:lnTo>
                                        <a:pt x="60" y="3"/>
                                      </a:lnTo>
                                      <a:lnTo>
                                        <a:pt x="56" y="3"/>
                                      </a:lnTo>
                                      <a:lnTo>
                                        <a:pt x="53" y="7"/>
                                      </a:lnTo>
                                      <a:lnTo>
                                        <a:pt x="50" y="7"/>
                                      </a:lnTo>
                                      <a:lnTo>
                                        <a:pt x="43" y="7"/>
                                      </a:lnTo>
                                      <a:lnTo>
                                        <a:pt x="41" y="10"/>
                                      </a:lnTo>
                                      <a:lnTo>
                                        <a:pt x="38" y="10"/>
                                      </a:lnTo>
                                      <a:lnTo>
                                        <a:pt x="34" y="10"/>
                                      </a:lnTo>
                                      <a:lnTo>
                                        <a:pt x="31" y="13"/>
                                      </a:lnTo>
                                      <a:lnTo>
                                        <a:pt x="28" y="13"/>
                                      </a:lnTo>
                                      <a:lnTo>
                                        <a:pt x="25" y="15"/>
                                      </a:lnTo>
                                      <a:lnTo>
                                        <a:pt x="21" y="15"/>
                                      </a:lnTo>
                                      <a:lnTo>
                                        <a:pt x="18" y="15"/>
                                      </a:lnTo>
                                      <a:lnTo>
                                        <a:pt x="16" y="19"/>
                                      </a:lnTo>
                                      <a:lnTo>
                                        <a:pt x="13" y="19"/>
                                      </a:lnTo>
                                      <a:lnTo>
                                        <a:pt x="9" y="22"/>
                                      </a:lnTo>
                                      <a:lnTo>
                                        <a:pt x="6" y="25"/>
                                      </a:lnTo>
                                      <a:lnTo>
                                        <a:pt x="3" y="25"/>
                                      </a:lnTo>
                                      <a:lnTo>
                                        <a:pt x="3" y="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5" name="Freeform 13"/>
                              <wps:cNvSpPr>
                                <a:spLocks/>
                              </wps:cNvSpPr>
                              <wps:spPr bwMode="auto">
                                <a:xfrm>
                                  <a:off x="21" y="40"/>
                                  <a:ext cx="425" cy="427"/>
                                </a:xfrm>
                                <a:custGeom>
                                  <a:avLst/>
                                  <a:gdLst>
                                    <a:gd name="T0" fmla="*/ 290 w 425"/>
                                    <a:gd name="T1" fmla="*/ 18 h 427"/>
                                    <a:gd name="T2" fmla="*/ 252 w 425"/>
                                    <a:gd name="T3" fmla="*/ 8 h 427"/>
                                    <a:gd name="T4" fmla="*/ 180 w 425"/>
                                    <a:gd name="T5" fmla="*/ 6 h 427"/>
                                    <a:gd name="T6" fmla="*/ 144 w 425"/>
                                    <a:gd name="T7" fmla="*/ 15 h 427"/>
                                    <a:gd name="T8" fmla="*/ 107 w 425"/>
                                    <a:gd name="T9" fmla="*/ 30 h 427"/>
                                    <a:gd name="T10" fmla="*/ 75 w 425"/>
                                    <a:gd name="T11" fmla="*/ 55 h 427"/>
                                    <a:gd name="T12" fmla="*/ 43 w 425"/>
                                    <a:gd name="T13" fmla="*/ 86 h 427"/>
                                    <a:gd name="T14" fmla="*/ 25 w 425"/>
                                    <a:gd name="T15" fmla="*/ 119 h 427"/>
                                    <a:gd name="T16" fmla="*/ 10 w 425"/>
                                    <a:gd name="T17" fmla="*/ 156 h 427"/>
                                    <a:gd name="T18" fmla="*/ 3 w 425"/>
                                    <a:gd name="T19" fmla="*/ 203 h 427"/>
                                    <a:gd name="T20" fmla="*/ 10 w 425"/>
                                    <a:gd name="T21" fmla="*/ 267 h 427"/>
                                    <a:gd name="T22" fmla="*/ 22 w 425"/>
                                    <a:gd name="T23" fmla="*/ 305 h 427"/>
                                    <a:gd name="T24" fmla="*/ 43 w 425"/>
                                    <a:gd name="T25" fmla="*/ 339 h 427"/>
                                    <a:gd name="T26" fmla="*/ 72 w 425"/>
                                    <a:gd name="T27" fmla="*/ 370 h 427"/>
                                    <a:gd name="T28" fmla="*/ 103 w 425"/>
                                    <a:gd name="T29" fmla="*/ 393 h 427"/>
                                    <a:gd name="T30" fmla="*/ 141 w 425"/>
                                    <a:gd name="T31" fmla="*/ 412 h 427"/>
                                    <a:gd name="T32" fmla="*/ 178 w 425"/>
                                    <a:gd name="T33" fmla="*/ 422 h 427"/>
                                    <a:gd name="T34" fmla="*/ 250 w 425"/>
                                    <a:gd name="T35" fmla="*/ 422 h 427"/>
                                    <a:gd name="T36" fmla="*/ 287 w 425"/>
                                    <a:gd name="T37" fmla="*/ 409 h 427"/>
                                    <a:gd name="T38" fmla="*/ 321 w 425"/>
                                    <a:gd name="T39" fmla="*/ 393 h 427"/>
                                    <a:gd name="T40" fmla="*/ 359 w 425"/>
                                    <a:gd name="T41" fmla="*/ 364 h 427"/>
                                    <a:gd name="T42" fmla="*/ 387 w 425"/>
                                    <a:gd name="T43" fmla="*/ 330 h 427"/>
                                    <a:gd name="T44" fmla="*/ 406 w 425"/>
                                    <a:gd name="T45" fmla="*/ 292 h 427"/>
                                    <a:gd name="T46" fmla="*/ 418 w 425"/>
                                    <a:gd name="T47" fmla="*/ 255 h 427"/>
                                    <a:gd name="T48" fmla="*/ 418 w 425"/>
                                    <a:gd name="T49" fmla="*/ 190 h 427"/>
                                    <a:gd name="T50" fmla="*/ 413 w 425"/>
                                    <a:gd name="T51" fmla="*/ 150 h 427"/>
                                    <a:gd name="T52" fmla="*/ 396 w 425"/>
                                    <a:gd name="T53" fmla="*/ 113 h 427"/>
                                    <a:gd name="T54" fmla="*/ 374 w 425"/>
                                    <a:gd name="T55" fmla="*/ 80 h 427"/>
                                    <a:gd name="T56" fmla="*/ 337 w 425"/>
                                    <a:gd name="T57" fmla="*/ 46 h 427"/>
                                    <a:gd name="T58" fmla="*/ 309 w 425"/>
                                    <a:gd name="T59" fmla="*/ 24 h 427"/>
                                    <a:gd name="T60" fmla="*/ 272 w 425"/>
                                    <a:gd name="T61" fmla="*/ 8 h 427"/>
                                    <a:gd name="T62" fmla="*/ 233 w 425"/>
                                    <a:gd name="T63" fmla="*/ 0 h 427"/>
                                    <a:gd name="T64" fmla="*/ 166 w 425"/>
                                    <a:gd name="T65" fmla="*/ 3 h 427"/>
                                    <a:gd name="T66" fmla="*/ 129 w 425"/>
                                    <a:gd name="T67" fmla="*/ 18 h 427"/>
                                    <a:gd name="T68" fmla="*/ 94 w 425"/>
                                    <a:gd name="T69" fmla="*/ 37 h 427"/>
                                    <a:gd name="T70" fmla="*/ 57 w 425"/>
                                    <a:gd name="T71" fmla="*/ 68 h 427"/>
                                    <a:gd name="T72" fmla="*/ 31 w 425"/>
                                    <a:gd name="T73" fmla="*/ 102 h 427"/>
                                    <a:gd name="T74" fmla="*/ 13 w 425"/>
                                    <a:gd name="T75" fmla="*/ 134 h 427"/>
                                    <a:gd name="T76" fmla="*/ 3 w 425"/>
                                    <a:gd name="T77" fmla="*/ 175 h 427"/>
                                    <a:gd name="T78" fmla="*/ 0 w 425"/>
                                    <a:gd name="T79" fmla="*/ 243 h 427"/>
                                    <a:gd name="T80" fmla="*/ 10 w 425"/>
                                    <a:gd name="T81" fmla="*/ 280 h 427"/>
                                    <a:gd name="T82" fmla="*/ 25 w 425"/>
                                    <a:gd name="T83" fmla="*/ 320 h 427"/>
                                    <a:gd name="T84" fmla="*/ 50 w 425"/>
                                    <a:gd name="T85" fmla="*/ 352 h 427"/>
                                    <a:gd name="T86" fmla="*/ 85 w 425"/>
                                    <a:gd name="T87" fmla="*/ 389 h 427"/>
                                    <a:gd name="T88" fmla="*/ 119 w 425"/>
                                    <a:gd name="T89" fmla="*/ 406 h 427"/>
                                    <a:gd name="T90" fmla="*/ 157 w 425"/>
                                    <a:gd name="T91" fmla="*/ 422 h 427"/>
                                    <a:gd name="T92" fmla="*/ 205 w 425"/>
                                    <a:gd name="T93" fmla="*/ 427 h 427"/>
                                    <a:gd name="T94" fmla="*/ 255 w 425"/>
                                    <a:gd name="T95" fmla="*/ 424 h 427"/>
                                    <a:gd name="T96" fmla="*/ 293 w 425"/>
                                    <a:gd name="T97" fmla="*/ 409 h 427"/>
                                    <a:gd name="T98" fmla="*/ 327 w 425"/>
                                    <a:gd name="T99" fmla="*/ 391 h 427"/>
                                    <a:gd name="T100" fmla="*/ 366 w 425"/>
                                    <a:gd name="T101" fmla="*/ 361 h 427"/>
                                    <a:gd name="T102" fmla="*/ 393 w 425"/>
                                    <a:gd name="T103" fmla="*/ 327 h 427"/>
                                    <a:gd name="T104" fmla="*/ 413 w 425"/>
                                    <a:gd name="T105" fmla="*/ 289 h 427"/>
                                    <a:gd name="T106" fmla="*/ 421 w 425"/>
                                    <a:gd name="T107" fmla="*/ 250 h 427"/>
                                    <a:gd name="T108" fmla="*/ 421 w 425"/>
                                    <a:gd name="T109" fmla="*/ 181 h 427"/>
                                    <a:gd name="T110" fmla="*/ 413 w 425"/>
                                    <a:gd name="T111" fmla="*/ 141 h 427"/>
                                    <a:gd name="T112" fmla="*/ 396 w 425"/>
                                    <a:gd name="T113" fmla="*/ 107 h 427"/>
                                    <a:gd name="T114" fmla="*/ 371 w 425"/>
                                    <a:gd name="T115" fmla="*/ 74 h 427"/>
                                    <a:gd name="T116" fmla="*/ 337 w 425"/>
                                    <a:gd name="T117" fmla="*/ 42 h 4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425" h="427">
                                      <a:moveTo>
                                        <a:pt x="321" y="34"/>
                                      </a:moveTo>
                                      <a:lnTo>
                                        <a:pt x="319" y="34"/>
                                      </a:lnTo>
                                      <a:lnTo>
                                        <a:pt x="319" y="30"/>
                                      </a:lnTo>
                                      <a:lnTo>
                                        <a:pt x="315" y="30"/>
                                      </a:lnTo>
                                      <a:lnTo>
                                        <a:pt x="312" y="27"/>
                                      </a:lnTo>
                                      <a:lnTo>
                                        <a:pt x="309" y="27"/>
                                      </a:lnTo>
                                      <a:lnTo>
                                        <a:pt x="305" y="24"/>
                                      </a:lnTo>
                                      <a:lnTo>
                                        <a:pt x="302" y="24"/>
                                      </a:lnTo>
                                      <a:lnTo>
                                        <a:pt x="299" y="21"/>
                                      </a:lnTo>
                                      <a:lnTo>
                                        <a:pt x="297" y="21"/>
                                      </a:lnTo>
                                      <a:lnTo>
                                        <a:pt x="293" y="21"/>
                                      </a:lnTo>
                                      <a:lnTo>
                                        <a:pt x="290" y="18"/>
                                      </a:lnTo>
                                      <a:lnTo>
                                        <a:pt x="287" y="18"/>
                                      </a:lnTo>
                                      <a:lnTo>
                                        <a:pt x="284" y="15"/>
                                      </a:lnTo>
                                      <a:lnTo>
                                        <a:pt x="280" y="15"/>
                                      </a:lnTo>
                                      <a:lnTo>
                                        <a:pt x="277" y="15"/>
                                      </a:lnTo>
                                      <a:lnTo>
                                        <a:pt x="274" y="12"/>
                                      </a:lnTo>
                                      <a:lnTo>
                                        <a:pt x="272" y="12"/>
                                      </a:lnTo>
                                      <a:lnTo>
                                        <a:pt x="268" y="12"/>
                                      </a:lnTo>
                                      <a:lnTo>
                                        <a:pt x="265" y="8"/>
                                      </a:lnTo>
                                      <a:lnTo>
                                        <a:pt x="262" y="8"/>
                                      </a:lnTo>
                                      <a:lnTo>
                                        <a:pt x="259" y="8"/>
                                      </a:lnTo>
                                      <a:lnTo>
                                        <a:pt x="255" y="8"/>
                                      </a:lnTo>
                                      <a:lnTo>
                                        <a:pt x="252" y="8"/>
                                      </a:lnTo>
                                      <a:lnTo>
                                        <a:pt x="250" y="6"/>
                                      </a:lnTo>
                                      <a:lnTo>
                                        <a:pt x="247" y="6"/>
                                      </a:lnTo>
                                      <a:lnTo>
                                        <a:pt x="243" y="6"/>
                                      </a:lnTo>
                                      <a:lnTo>
                                        <a:pt x="237" y="6"/>
                                      </a:lnTo>
                                      <a:lnTo>
                                        <a:pt x="237" y="3"/>
                                      </a:lnTo>
                                      <a:lnTo>
                                        <a:pt x="227" y="3"/>
                                      </a:lnTo>
                                      <a:lnTo>
                                        <a:pt x="221" y="3"/>
                                      </a:lnTo>
                                      <a:lnTo>
                                        <a:pt x="200" y="3"/>
                                      </a:lnTo>
                                      <a:lnTo>
                                        <a:pt x="196" y="3"/>
                                      </a:lnTo>
                                      <a:lnTo>
                                        <a:pt x="186" y="3"/>
                                      </a:lnTo>
                                      <a:lnTo>
                                        <a:pt x="183" y="6"/>
                                      </a:lnTo>
                                      <a:lnTo>
                                        <a:pt x="180" y="6"/>
                                      </a:lnTo>
                                      <a:lnTo>
                                        <a:pt x="178" y="6"/>
                                      </a:lnTo>
                                      <a:lnTo>
                                        <a:pt x="174" y="6"/>
                                      </a:lnTo>
                                      <a:lnTo>
                                        <a:pt x="171" y="6"/>
                                      </a:lnTo>
                                      <a:lnTo>
                                        <a:pt x="169" y="8"/>
                                      </a:lnTo>
                                      <a:lnTo>
                                        <a:pt x="166" y="8"/>
                                      </a:lnTo>
                                      <a:lnTo>
                                        <a:pt x="159" y="8"/>
                                      </a:lnTo>
                                      <a:lnTo>
                                        <a:pt x="159" y="8"/>
                                      </a:lnTo>
                                      <a:lnTo>
                                        <a:pt x="157" y="12"/>
                                      </a:lnTo>
                                      <a:lnTo>
                                        <a:pt x="150" y="12"/>
                                      </a:lnTo>
                                      <a:lnTo>
                                        <a:pt x="147" y="12"/>
                                      </a:lnTo>
                                      <a:lnTo>
                                        <a:pt x="144" y="15"/>
                                      </a:lnTo>
                                      <a:lnTo>
                                        <a:pt x="144" y="15"/>
                                      </a:lnTo>
                                      <a:lnTo>
                                        <a:pt x="141" y="15"/>
                                      </a:lnTo>
                                      <a:lnTo>
                                        <a:pt x="137" y="18"/>
                                      </a:lnTo>
                                      <a:lnTo>
                                        <a:pt x="132" y="18"/>
                                      </a:lnTo>
                                      <a:lnTo>
                                        <a:pt x="132" y="21"/>
                                      </a:lnTo>
                                      <a:lnTo>
                                        <a:pt x="129" y="21"/>
                                      </a:lnTo>
                                      <a:lnTo>
                                        <a:pt x="122" y="21"/>
                                      </a:lnTo>
                                      <a:lnTo>
                                        <a:pt x="122" y="24"/>
                                      </a:lnTo>
                                      <a:lnTo>
                                        <a:pt x="119" y="24"/>
                                      </a:lnTo>
                                      <a:lnTo>
                                        <a:pt x="115" y="27"/>
                                      </a:lnTo>
                                      <a:lnTo>
                                        <a:pt x="112" y="27"/>
                                      </a:lnTo>
                                      <a:lnTo>
                                        <a:pt x="110" y="30"/>
                                      </a:lnTo>
                                      <a:lnTo>
                                        <a:pt x="107" y="30"/>
                                      </a:lnTo>
                                      <a:lnTo>
                                        <a:pt x="103" y="34"/>
                                      </a:lnTo>
                                      <a:lnTo>
                                        <a:pt x="100" y="34"/>
                                      </a:lnTo>
                                      <a:lnTo>
                                        <a:pt x="97" y="37"/>
                                      </a:lnTo>
                                      <a:lnTo>
                                        <a:pt x="94" y="37"/>
                                      </a:lnTo>
                                      <a:lnTo>
                                        <a:pt x="94" y="40"/>
                                      </a:lnTo>
                                      <a:lnTo>
                                        <a:pt x="90" y="42"/>
                                      </a:lnTo>
                                      <a:lnTo>
                                        <a:pt x="87" y="42"/>
                                      </a:lnTo>
                                      <a:lnTo>
                                        <a:pt x="85" y="46"/>
                                      </a:lnTo>
                                      <a:lnTo>
                                        <a:pt x="82" y="49"/>
                                      </a:lnTo>
                                      <a:lnTo>
                                        <a:pt x="78" y="49"/>
                                      </a:lnTo>
                                      <a:lnTo>
                                        <a:pt x="78" y="52"/>
                                      </a:lnTo>
                                      <a:lnTo>
                                        <a:pt x="75" y="55"/>
                                      </a:lnTo>
                                      <a:lnTo>
                                        <a:pt x="69" y="59"/>
                                      </a:lnTo>
                                      <a:lnTo>
                                        <a:pt x="65" y="61"/>
                                      </a:lnTo>
                                      <a:lnTo>
                                        <a:pt x="65" y="64"/>
                                      </a:lnTo>
                                      <a:lnTo>
                                        <a:pt x="63" y="68"/>
                                      </a:lnTo>
                                      <a:lnTo>
                                        <a:pt x="60" y="68"/>
                                      </a:lnTo>
                                      <a:lnTo>
                                        <a:pt x="57" y="71"/>
                                      </a:lnTo>
                                      <a:lnTo>
                                        <a:pt x="57" y="74"/>
                                      </a:lnTo>
                                      <a:lnTo>
                                        <a:pt x="53" y="74"/>
                                      </a:lnTo>
                                      <a:lnTo>
                                        <a:pt x="50" y="76"/>
                                      </a:lnTo>
                                      <a:lnTo>
                                        <a:pt x="50" y="80"/>
                                      </a:lnTo>
                                      <a:lnTo>
                                        <a:pt x="47" y="83"/>
                                      </a:lnTo>
                                      <a:lnTo>
                                        <a:pt x="43" y="86"/>
                                      </a:lnTo>
                                      <a:lnTo>
                                        <a:pt x="43" y="89"/>
                                      </a:lnTo>
                                      <a:lnTo>
                                        <a:pt x="40" y="93"/>
                                      </a:lnTo>
                                      <a:lnTo>
                                        <a:pt x="40" y="95"/>
                                      </a:lnTo>
                                      <a:lnTo>
                                        <a:pt x="38" y="98"/>
                                      </a:lnTo>
                                      <a:lnTo>
                                        <a:pt x="35" y="98"/>
                                      </a:lnTo>
                                      <a:lnTo>
                                        <a:pt x="35" y="102"/>
                                      </a:lnTo>
                                      <a:lnTo>
                                        <a:pt x="31" y="104"/>
                                      </a:lnTo>
                                      <a:lnTo>
                                        <a:pt x="31" y="107"/>
                                      </a:lnTo>
                                      <a:lnTo>
                                        <a:pt x="28" y="109"/>
                                      </a:lnTo>
                                      <a:lnTo>
                                        <a:pt x="28" y="113"/>
                                      </a:lnTo>
                                      <a:lnTo>
                                        <a:pt x="25" y="116"/>
                                      </a:lnTo>
                                      <a:lnTo>
                                        <a:pt x="25" y="119"/>
                                      </a:lnTo>
                                      <a:lnTo>
                                        <a:pt x="22" y="122"/>
                                      </a:lnTo>
                                      <a:lnTo>
                                        <a:pt x="22" y="126"/>
                                      </a:lnTo>
                                      <a:lnTo>
                                        <a:pt x="18" y="128"/>
                                      </a:lnTo>
                                      <a:lnTo>
                                        <a:pt x="18" y="131"/>
                                      </a:lnTo>
                                      <a:lnTo>
                                        <a:pt x="18" y="134"/>
                                      </a:lnTo>
                                      <a:lnTo>
                                        <a:pt x="16" y="138"/>
                                      </a:lnTo>
                                      <a:lnTo>
                                        <a:pt x="16" y="141"/>
                                      </a:lnTo>
                                      <a:lnTo>
                                        <a:pt x="13" y="144"/>
                                      </a:lnTo>
                                      <a:lnTo>
                                        <a:pt x="13" y="147"/>
                                      </a:lnTo>
                                      <a:lnTo>
                                        <a:pt x="13" y="150"/>
                                      </a:lnTo>
                                      <a:lnTo>
                                        <a:pt x="10" y="153"/>
                                      </a:lnTo>
                                      <a:lnTo>
                                        <a:pt x="10" y="156"/>
                                      </a:lnTo>
                                      <a:lnTo>
                                        <a:pt x="10" y="160"/>
                                      </a:lnTo>
                                      <a:lnTo>
                                        <a:pt x="6" y="162"/>
                                      </a:lnTo>
                                      <a:lnTo>
                                        <a:pt x="6" y="165"/>
                                      </a:lnTo>
                                      <a:lnTo>
                                        <a:pt x="6" y="168"/>
                                      </a:lnTo>
                                      <a:lnTo>
                                        <a:pt x="6" y="172"/>
                                      </a:lnTo>
                                      <a:lnTo>
                                        <a:pt x="6" y="175"/>
                                      </a:lnTo>
                                      <a:lnTo>
                                        <a:pt x="3" y="178"/>
                                      </a:lnTo>
                                      <a:lnTo>
                                        <a:pt x="3" y="181"/>
                                      </a:lnTo>
                                      <a:lnTo>
                                        <a:pt x="3" y="187"/>
                                      </a:lnTo>
                                      <a:lnTo>
                                        <a:pt x="3" y="190"/>
                                      </a:lnTo>
                                      <a:lnTo>
                                        <a:pt x="3" y="199"/>
                                      </a:lnTo>
                                      <a:lnTo>
                                        <a:pt x="3" y="203"/>
                                      </a:lnTo>
                                      <a:lnTo>
                                        <a:pt x="3" y="228"/>
                                      </a:lnTo>
                                      <a:lnTo>
                                        <a:pt x="3" y="231"/>
                                      </a:lnTo>
                                      <a:lnTo>
                                        <a:pt x="3" y="233"/>
                                      </a:lnTo>
                                      <a:lnTo>
                                        <a:pt x="3" y="237"/>
                                      </a:lnTo>
                                      <a:lnTo>
                                        <a:pt x="3" y="246"/>
                                      </a:lnTo>
                                      <a:lnTo>
                                        <a:pt x="3" y="250"/>
                                      </a:lnTo>
                                      <a:lnTo>
                                        <a:pt x="6" y="252"/>
                                      </a:lnTo>
                                      <a:lnTo>
                                        <a:pt x="6" y="255"/>
                                      </a:lnTo>
                                      <a:lnTo>
                                        <a:pt x="6" y="258"/>
                                      </a:lnTo>
                                      <a:lnTo>
                                        <a:pt x="6" y="262"/>
                                      </a:lnTo>
                                      <a:lnTo>
                                        <a:pt x="6" y="265"/>
                                      </a:lnTo>
                                      <a:lnTo>
                                        <a:pt x="10" y="267"/>
                                      </a:lnTo>
                                      <a:lnTo>
                                        <a:pt x="10" y="271"/>
                                      </a:lnTo>
                                      <a:lnTo>
                                        <a:pt x="10" y="274"/>
                                      </a:lnTo>
                                      <a:lnTo>
                                        <a:pt x="13" y="277"/>
                                      </a:lnTo>
                                      <a:lnTo>
                                        <a:pt x="13" y="280"/>
                                      </a:lnTo>
                                      <a:lnTo>
                                        <a:pt x="13" y="284"/>
                                      </a:lnTo>
                                      <a:lnTo>
                                        <a:pt x="16" y="286"/>
                                      </a:lnTo>
                                      <a:lnTo>
                                        <a:pt x="16" y="289"/>
                                      </a:lnTo>
                                      <a:lnTo>
                                        <a:pt x="16" y="292"/>
                                      </a:lnTo>
                                      <a:lnTo>
                                        <a:pt x="18" y="296"/>
                                      </a:lnTo>
                                      <a:lnTo>
                                        <a:pt x="18" y="299"/>
                                      </a:lnTo>
                                      <a:lnTo>
                                        <a:pt x="22" y="302"/>
                                      </a:lnTo>
                                      <a:lnTo>
                                        <a:pt x="22" y="305"/>
                                      </a:lnTo>
                                      <a:lnTo>
                                        <a:pt x="22" y="308"/>
                                      </a:lnTo>
                                      <a:lnTo>
                                        <a:pt x="25" y="311"/>
                                      </a:lnTo>
                                      <a:lnTo>
                                        <a:pt x="28" y="314"/>
                                      </a:lnTo>
                                      <a:lnTo>
                                        <a:pt x="28" y="318"/>
                                      </a:lnTo>
                                      <a:lnTo>
                                        <a:pt x="31" y="320"/>
                                      </a:lnTo>
                                      <a:lnTo>
                                        <a:pt x="31" y="323"/>
                                      </a:lnTo>
                                      <a:lnTo>
                                        <a:pt x="35" y="327"/>
                                      </a:lnTo>
                                      <a:lnTo>
                                        <a:pt x="35" y="330"/>
                                      </a:lnTo>
                                      <a:lnTo>
                                        <a:pt x="38" y="330"/>
                                      </a:lnTo>
                                      <a:lnTo>
                                        <a:pt x="38" y="333"/>
                                      </a:lnTo>
                                      <a:lnTo>
                                        <a:pt x="40" y="336"/>
                                      </a:lnTo>
                                      <a:lnTo>
                                        <a:pt x="43" y="339"/>
                                      </a:lnTo>
                                      <a:lnTo>
                                        <a:pt x="43" y="342"/>
                                      </a:lnTo>
                                      <a:lnTo>
                                        <a:pt x="47" y="345"/>
                                      </a:lnTo>
                                      <a:lnTo>
                                        <a:pt x="50" y="348"/>
                                      </a:lnTo>
                                      <a:lnTo>
                                        <a:pt x="50" y="348"/>
                                      </a:lnTo>
                                      <a:lnTo>
                                        <a:pt x="53" y="352"/>
                                      </a:lnTo>
                                      <a:lnTo>
                                        <a:pt x="57" y="357"/>
                                      </a:lnTo>
                                      <a:lnTo>
                                        <a:pt x="60" y="361"/>
                                      </a:lnTo>
                                      <a:lnTo>
                                        <a:pt x="63" y="361"/>
                                      </a:lnTo>
                                      <a:lnTo>
                                        <a:pt x="65" y="364"/>
                                      </a:lnTo>
                                      <a:lnTo>
                                        <a:pt x="65" y="367"/>
                                      </a:lnTo>
                                      <a:lnTo>
                                        <a:pt x="69" y="370"/>
                                      </a:lnTo>
                                      <a:lnTo>
                                        <a:pt x="72" y="370"/>
                                      </a:lnTo>
                                      <a:lnTo>
                                        <a:pt x="72" y="373"/>
                                      </a:lnTo>
                                      <a:lnTo>
                                        <a:pt x="78" y="376"/>
                                      </a:lnTo>
                                      <a:lnTo>
                                        <a:pt x="78" y="379"/>
                                      </a:lnTo>
                                      <a:lnTo>
                                        <a:pt x="82" y="379"/>
                                      </a:lnTo>
                                      <a:lnTo>
                                        <a:pt x="85" y="382"/>
                                      </a:lnTo>
                                      <a:lnTo>
                                        <a:pt x="87" y="386"/>
                                      </a:lnTo>
                                      <a:lnTo>
                                        <a:pt x="90" y="386"/>
                                      </a:lnTo>
                                      <a:lnTo>
                                        <a:pt x="94" y="389"/>
                                      </a:lnTo>
                                      <a:lnTo>
                                        <a:pt x="94" y="389"/>
                                      </a:lnTo>
                                      <a:lnTo>
                                        <a:pt x="97" y="391"/>
                                      </a:lnTo>
                                      <a:lnTo>
                                        <a:pt x="100" y="393"/>
                                      </a:lnTo>
                                      <a:lnTo>
                                        <a:pt x="103" y="393"/>
                                      </a:lnTo>
                                      <a:lnTo>
                                        <a:pt x="107" y="397"/>
                                      </a:lnTo>
                                      <a:lnTo>
                                        <a:pt x="110" y="397"/>
                                      </a:lnTo>
                                      <a:lnTo>
                                        <a:pt x="112" y="400"/>
                                      </a:lnTo>
                                      <a:lnTo>
                                        <a:pt x="115" y="400"/>
                                      </a:lnTo>
                                      <a:lnTo>
                                        <a:pt x="119" y="403"/>
                                      </a:lnTo>
                                      <a:lnTo>
                                        <a:pt x="122" y="403"/>
                                      </a:lnTo>
                                      <a:lnTo>
                                        <a:pt x="122" y="403"/>
                                      </a:lnTo>
                                      <a:lnTo>
                                        <a:pt x="129" y="406"/>
                                      </a:lnTo>
                                      <a:lnTo>
                                        <a:pt x="129" y="409"/>
                                      </a:lnTo>
                                      <a:lnTo>
                                        <a:pt x="132" y="409"/>
                                      </a:lnTo>
                                      <a:lnTo>
                                        <a:pt x="137" y="409"/>
                                      </a:lnTo>
                                      <a:lnTo>
                                        <a:pt x="141" y="412"/>
                                      </a:lnTo>
                                      <a:lnTo>
                                        <a:pt x="141" y="412"/>
                                      </a:lnTo>
                                      <a:lnTo>
                                        <a:pt x="144" y="412"/>
                                      </a:lnTo>
                                      <a:lnTo>
                                        <a:pt x="147" y="415"/>
                                      </a:lnTo>
                                      <a:lnTo>
                                        <a:pt x="150" y="415"/>
                                      </a:lnTo>
                                      <a:lnTo>
                                        <a:pt x="154" y="415"/>
                                      </a:lnTo>
                                      <a:lnTo>
                                        <a:pt x="157" y="419"/>
                                      </a:lnTo>
                                      <a:lnTo>
                                        <a:pt x="159" y="419"/>
                                      </a:lnTo>
                                      <a:lnTo>
                                        <a:pt x="166" y="419"/>
                                      </a:lnTo>
                                      <a:lnTo>
                                        <a:pt x="169" y="419"/>
                                      </a:lnTo>
                                      <a:lnTo>
                                        <a:pt x="171" y="422"/>
                                      </a:lnTo>
                                      <a:lnTo>
                                        <a:pt x="174" y="422"/>
                                      </a:lnTo>
                                      <a:lnTo>
                                        <a:pt x="178" y="422"/>
                                      </a:lnTo>
                                      <a:lnTo>
                                        <a:pt x="180" y="422"/>
                                      </a:lnTo>
                                      <a:lnTo>
                                        <a:pt x="183" y="422"/>
                                      </a:lnTo>
                                      <a:lnTo>
                                        <a:pt x="186" y="424"/>
                                      </a:lnTo>
                                      <a:lnTo>
                                        <a:pt x="190" y="424"/>
                                      </a:lnTo>
                                      <a:lnTo>
                                        <a:pt x="193" y="424"/>
                                      </a:lnTo>
                                      <a:lnTo>
                                        <a:pt x="227" y="424"/>
                                      </a:lnTo>
                                      <a:lnTo>
                                        <a:pt x="230" y="424"/>
                                      </a:lnTo>
                                      <a:lnTo>
                                        <a:pt x="237" y="424"/>
                                      </a:lnTo>
                                      <a:lnTo>
                                        <a:pt x="237" y="422"/>
                                      </a:lnTo>
                                      <a:lnTo>
                                        <a:pt x="243" y="422"/>
                                      </a:lnTo>
                                      <a:lnTo>
                                        <a:pt x="247" y="422"/>
                                      </a:lnTo>
                                      <a:lnTo>
                                        <a:pt x="250" y="422"/>
                                      </a:lnTo>
                                      <a:lnTo>
                                        <a:pt x="252" y="422"/>
                                      </a:lnTo>
                                      <a:lnTo>
                                        <a:pt x="255" y="419"/>
                                      </a:lnTo>
                                      <a:lnTo>
                                        <a:pt x="259" y="419"/>
                                      </a:lnTo>
                                      <a:lnTo>
                                        <a:pt x="262" y="419"/>
                                      </a:lnTo>
                                      <a:lnTo>
                                        <a:pt x="265" y="419"/>
                                      </a:lnTo>
                                      <a:lnTo>
                                        <a:pt x="268" y="415"/>
                                      </a:lnTo>
                                      <a:lnTo>
                                        <a:pt x="272" y="415"/>
                                      </a:lnTo>
                                      <a:lnTo>
                                        <a:pt x="274" y="415"/>
                                      </a:lnTo>
                                      <a:lnTo>
                                        <a:pt x="277" y="412"/>
                                      </a:lnTo>
                                      <a:lnTo>
                                        <a:pt x="280" y="412"/>
                                      </a:lnTo>
                                      <a:lnTo>
                                        <a:pt x="284" y="412"/>
                                      </a:lnTo>
                                      <a:lnTo>
                                        <a:pt x="287" y="409"/>
                                      </a:lnTo>
                                      <a:lnTo>
                                        <a:pt x="290" y="409"/>
                                      </a:lnTo>
                                      <a:lnTo>
                                        <a:pt x="293" y="409"/>
                                      </a:lnTo>
                                      <a:lnTo>
                                        <a:pt x="297" y="406"/>
                                      </a:lnTo>
                                      <a:lnTo>
                                        <a:pt x="299" y="406"/>
                                      </a:lnTo>
                                      <a:lnTo>
                                        <a:pt x="302" y="403"/>
                                      </a:lnTo>
                                      <a:lnTo>
                                        <a:pt x="305" y="403"/>
                                      </a:lnTo>
                                      <a:lnTo>
                                        <a:pt x="309" y="400"/>
                                      </a:lnTo>
                                      <a:lnTo>
                                        <a:pt x="312" y="400"/>
                                      </a:lnTo>
                                      <a:lnTo>
                                        <a:pt x="315" y="397"/>
                                      </a:lnTo>
                                      <a:lnTo>
                                        <a:pt x="319" y="397"/>
                                      </a:lnTo>
                                      <a:lnTo>
                                        <a:pt x="319" y="393"/>
                                      </a:lnTo>
                                      <a:lnTo>
                                        <a:pt x="321" y="393"/>
                                      </a:lnTo>
                                      <a:lnTo>
                                        <a:pt x="324" y="391"/>
                                      </a:lnTo>
                                      <a:lnTo>
                                        <a:pt x="327" y="389"/>
                                      </a:lnTo>
                                      <a:lnTo>
                                        <a:pt x="331" y="389"/>
                                      </a:lnTo>
                                      <a:lnTo>
                                        <a:pt x="334" y="386"/>
                                      </a:lnTo>
                                      <a:lnTo>
                                        <a:pt x="334" y="386"/>
                                      </a:lnTo>
                                      <a:lnTo>
                                        <a:pt x="337" y="382"/>
                                      </a:lnTo>
                                      <a:lnTo>
                                        <a:pt x="340" y="379"/>
                                      </a:lnTo>
                                      <a:lnTo>
                                        <a:pt x="344" y="379"/>
                                      </a:lnTo>
                                      <a:lnTo>
                                        <a:pt x="346" y="376"/>
                                      </a:lnTo>
                                      <a:lnTo>
                                        <a:pt x="352" y="370"/>
                                      </a:lnTo>
                                      <a:lnTo>
                                        <a:pt x="352" y="370"/>
                                      </a:lnTo>
                                      <a:lnTo>
                                        <a:pt x="359" y="364"/>
                                      </a:lnTo>
                                      <a:lnTo>
                                        <a:pt x="362" y="361"/>
                                      </a:lnTo>
                                      <a:lnTo>
                                        <a:pt x="366" y="357"/>
                                      </a:lnTo>
                                      <a:lnTo>
                                        <a:pt x="366" y="354"/>
                                      </a:lnTo>
                                      <a:lnTo>
                                        <a:pt x="371" y="352"/>
                                      </a:lnTo>
                                      <a:lnTo>
                                        <a:pt x="374" y="348"/>
                                      </a:lnTo>
                                      <a:lnTo>
                                        <a:pt x="374" y="345"/>
                                      </a:lnTo>
                                      <a:lnTo>
                                        <a:pt x="378" y="342"/>
                                      </a:lnTo>
                                      <a:lnTo>
                                        <a:pt x="381" y="339"/>
                                      </a:lnTo>
                                      <a:lnTo>
                                        <a:pt x="381" y="336"/>
                                      </a:lnTo>
                                      <a:lnTo>
                                        <a:pt x="384" y="336"/>
                                      </a:lnTo>
                                      <a:lnTo>
                                        <a:pt x="384" y="333"/>
                                      </a:lnTo>
                                      <a:lnTo>
                                        <a:pt x="387" y="330"/>
                                      </a:lnTo>
                                      <a:lnTo>
                                        <a:pt x="391" y="327"/>
                                      </a:lnTo>
                                      <a:lnTo>
                                        <a:pt x="391" y="323"/>
                                      </a:lnTo>
                                      <a:lnTo>
                                        <a:pt x="393" y="320"/>
                                      </a:lnTo>
                                      <a:lnTo>
                                        <a:pt x="393" y="318"/>
                                      </a:lnTo>
                                      <a:lnTo>
                                        <a:pt x="396" y="314"/>
                                      </a:lnTo>
                                      <a:lnTo>
                                        <a:pt x="396" y="311"/>
                                      </a:lnTo>
                                      <a:lnTo>
                                        <a:pt x="399" y="308"/>
                                      </a:lnTo>
                                      <a:lnTo>
                                        <a:pt x="399" y="305"/>
                                      </a:lnTo>
                                      <a:lnTo>
                                        <a:pt x="403" y="302"/>
                                      </a:lnTo>
                                      <a:lnTo>
                                        <a:pt x="403" y="299"/>
                                      </a:lnTo>
                                      <a:lnTo>
                                        <a:pt x="403" y="296"/>
                                      </a:lnTo>
                                      <a:lnTo>
                                        <a:pt x="406" y="292"/>
                                      </a:lnTo>
                                      <a:lnTo>
                                        <a:pt x="406" y="289"/>
                                      </a:lnTo>
                                      <a:lnTo>
                                        <a:pt x="409" y="286"/>
                                      </a:lnTo>
                                      <a:lnTo>
                                        <a:pt x="409" y="284"/>
                                      </a:lnTo>
                                      <a:lnTo>
                                        <a:pt x="409" y="280"/>
                                      </a:lnTo>
                                      <a:lnTo>
                                        <a:pt x="413" y="277"/>
                                      </a:lnTo>
                                      <a:lnTo>
                                        <a:pt x="413" y="274"/>
                                      </a:lnTo>
                                      <a:lnTo>
                                        <a:pt x="413" y="271"/>
                                      </a:lnTo>
                                      <a:lnTo>
                                        <a:pt x="415" y="267"/>
                                      </a:lnTo>
                                      <a:lnTo>
                                        <a:pt x="415" y="265"/>
                                      </a:lnTo>
                                      <a:lnTo>
                                        <a:pt x="415" y="262"/>
                                      </a:lnTo>
                                      <a:lnTo>
                                        <a:pt x="415" y="258"/>
                                      </a:lnTo>
                                      <a:lnTo>
                                        <a:pt x="418" y="255"/>
                                      </a:lnTo>
                                      <a:lnTo>
                                        <a:pt x="418" y="252"/>
                                      </a:lnTo>
                                      <a:lnTo>
                                        <a:pt x="418" y="250"/>
                                      </a:lnTo>
                                      <a:lnTo>
                                        <a:pt x="418" y="246"/>
                                      </a:lnTo>
                                      <a:lnTo>
                                        <a:pt x="418" y="243"/>
                                      </a:lnTo>
                                      <a:lnTo>
                                        <a:pt x="418" y="240"/>
                                      </a:lnTo>
                                      <a:lnTo>
                                        <a:pt x="421" y="237"/>
                                      </a:lnTo>
                                      <a:lnTo>
                                        <a:pt x="421" y="224"/>
                                      </a:lnTo>
                                      <a:lnTo>
                                        <a:pt x="421" y="221"/>
                                      </a:lnTo>
                                      <a:lnTo>
                                        <a:pt x="421" y="206"/>
                                      </a:lnTo>
                                      <a:lnTo>
                                        <a:pt x="421" y="203"/>
                                      </a:lnTo>
                                      <a:lnTo>
                                        <a:pt x="421" y="194"/>
                                      </a:lnTo>
                                      <a:lnTo>
                                        <a:pt x="418" y="190"/>
                                      </a:lnTo>
                                      <a:lnTo>
                                        <a:pt x="418" y="187"/>
                                      </a:lnTo>
                                      <a:lnTo>
                                        <a:pt x="418" y="181"/>
                                      </a:lnTo>
                                      <a:lnTo>
                                        <a:pt x="418" y="178"/>
                                      </a:lnTo>
                                      <a:lnTo>
                                        <a:pt x="418" y="175"/>
                                      </a:lnTo>
                                      <a:lnTo>
                                        <a:pt x="418" y="172"/>
                                      </a:lnTo>
                                      <a:lnTo>
                                        <a:pt x="415" y="168"/>
                                      </a:lnTo>
                                      <a:lnTo>
                                        <a:pt x="415" y="165"/>
                                      </a:lnTo>
                                      <a:lnTo>
                                        <a:pt x="415" y="162"/>
                                      </a:lnTo>
                                      <a:lnTo>
                                        <a:pt x="415" y="160"/>
                                      </a:lnTo>
                                      <a:lnTo>
                                        <a:pt x="413" y="156"/>
                                      </a:lnTo>
                                      <a:lnTo>
                                        <a:pt x="413" y="153"/>
                                      </a:lnTo>
                                      <a:lnTo>
                                        <a:pt x="413" y="150"/>
                                      </a:lnTo>
                                      <a:lnTo>
                                        <a:pt x="409" y="147"/>
                                      </a:lnTo>
                                      <a:lnTo>
                                        <a:pt x="409" y="144"/>
                                      </a:lnTo>
                                      <a:lnTo>
                                        <a:pt x="409" y="141"/>
                                      </a:lnTo>
                                      <a:lnTo>
                                        <a:pt x="406" y="138"/>
                                      </a:lnTo>
                                      <a:lnTo>
                                        <a:pt x="406" y="134"/>
                                      </a:lnTo>
                                      <a:lnTo>
                                        <a:pt x="403" y="131"/>
                                      </a:lnTo>
                                      <a:lnTo>
                                        <a:pt x="403" y="128"/>
                                      </a:lnTo>
                                      <a:lnTo>
                                        <a:pt x="403" y="126"/>
                                      </a:lnTo>
                                      <a:lnTo>
                                        <a:pt x="399" y="122"/>
                                      </a:lnTo>
                                      <a:lnTo>
                                        <a:pt x="399" y="119"/>
                                      </a:lnTo>
                                      <a:lnTo>
                                        <a:pt x="396" y="116"/>
                                      </a:lnTo>
                                      <a:lnTo>
                                        <a:pt x="396" y="113"/>
                                      </a:lnTo>
                                      <a:lnTo>
                                        <a:pt x="393" y="109"/>
                                      </a:lnTo>
                                      <a:lnTo>
                                        <a:pt x="393" y="107"/>
                                      </a:lnTo>
                                      <a:lnTo>
                                        <a:pt x="391" y="104"/>
                                      </a:lnTo>
                                      <a:lnTo>
                                        <a:pt x="391" y="102"/>
                                      </a:lnTo>
                                      <a:lnTo>
                                        <a:pt x="387" y="98"/>
                                      </a:lnTo>
                                      <a:lnTo>
                                        <a:pt x="384" y="98"/>
                                      </a:lnTo>
                                      <a:lnTo>
                                        <a:pt x="384" y="95"/>
                                      </a:lnTo>
                                      <a:lnTo>
                                        <a:pt x="381" y="93"/>
                                      </a:lnTo>
                                      <a:lnTo>
                                        <a:pt x="381" y="89"/>
                                      </a:lnTo>
                                      <a:lnTo>
                                        <a:pt x="378" y="86"/>
                                      </a:lnTo>
                                      <a:lnTo>
                                        <a:pt x="374" y="83"/>
                                      </a:lnTo>
                                      <a:lnTo>
                                        <a:pt x="374" y="80"/>
                                      </a:lnTo>
                                      <a:lnTo>
                                        <a:pt x="368" y="76"/>
                                      </a:lnTo>
                                      <a:lnTo>
                                        <a:pt x="368" y="74"/>
                                      </a:lnTo>
                                      <a:lnTo>
                                        <a:pt x="366" y="71"/>
                                      </a:lnTo>
                                      <a:lnTo>
                                        <a:pt x="362" y="68"/>
                                      </a:lnTo>
                                      <a:lnTo>
                                        <a:pt x="362" y="68"/>
                                      </a:lnTo>
                                      <a:lnTo>
                                        <a:pt x="359" y="64"/>
                                      </a:lnTo>
                                      <a:lnTo>
                                        <a:pt x="356" y="61"/>
                                      </a:lnTo>
                                      <a:lnTo>
                                        <a:pt x="352" y="59"/>
                                      </a:lnTo>
                                      <a:lnTo>
                                        <a:pt x="349" y="55"/>
                                      </a:lnTo>
                                      <a:lnTo>
                                        <a:pt x="344" y="49"/>
                                      </a:lnTo>
                                      <a:lnTo>
                                        <a:pt x="340" y="49"/>
                                      </a:lnTo>
                                      <a:lnTo>
                                        <a:pt x="337" y="46"/>
                                      </a:lnTo>
                                      <a:lnTo>
                                        <a:pt x="337" y="42"/>
                                      </a:lnTo>
                                      <a:lnTo>
                                        <a:pt x="334" y="42"/>
                                      </a:lnTo>
                                      <a:lnTo>
                                        <a:pt x="331" y="40"/>
                                      </a:lnTo>
                                      <a:lnTo>
                                        <a:pt x="327" y="40"/>
                                      </a:lnTo>
                                      <a:lnTo>
                                        <a:pt x="324" y="37"/>
                                      </a:lnTo>
                                      <a:lnTo>
                                        <a:pt x="321" y="34"/>
                                      </a:lnTo>
                                      <a:lnTo>
                                        <a:pt x="324" y="34"/>
                                      </a:lnTo>
                                      <a:lnTo>
                                        <a:pt x="321" y="30"/>
                                      </a:lnTo>
                                      <a:lnTo>
                                        <a:pt x="319" y="27"/>
                                      </a:lnTo>
                                      <a:lnTo>
                                        <a:pt x="315" y="27"/>
                                      </a:lnTo>
                                      <a:lnTo>
                                        <a:pt x="312" y="24"/>
                                      </a:lnTo>
                                      <a:lnTo>
                                        <a:pt x="309" y="24"/>
                                      </a:lnTo>
                                      <a:lnTo>
                                        <a:pt x="305" y="21"/>
                                      </a:lnTo>
                                      <a:lnTo>
                                        <a:pt x="302" y="21"/>
                                      </a:lnTo>
                                      <a:lnTo>
                                        <a:pt x="299" y="21"/>
                                      </a:lnTo>
                                      <a:lnTo>
                                        <a:pt x="297" y="18"/>
                                      </a:lnTo>
                                      <a:lnTo>
                                        <a:pt x="293" y="18"/>
                                      </a:lnTo>
                                      <a:lnTo>
                                        <a:pt x="290" y="15"/>
                                      </a:lnTo>
                                      <a:lnTo>
                                        <a:pt x="287" y="15"/>
                                      </a:lnTo>
                                      <a:lnTo>
                                        <a:pt x="284" y="12"/>
                                      </a:lnTo>
                                      <a:lnTo>
                                        <a:pt x="280" y="12"/>
                                      </a:lnTo>
                                      <a:lnTo>
                                        <a:pt x="277" y="12"/>
                                      </a:lnTo>
                                      <a:lnTo>
                                        <a:pt x="274" y="8"/>
                                      </a:lnTo>
                                      <a:lnTo>
                                        <a:pt x="272" y="8"/>
                                      </a:lnTo>
                                      <a:lnTo>
                                        <a:pt x="268" y="8"/>
                                      </a:lnTo>
                                      <a:lnTo>
                                        <a:pt x="265" y="6"/>
                                      </a:lnTo>
                                      <a:lnTo>
                                        <a:pt x="262" y="6"/>
                                      </a:lnTo>
                                      <a:lnTo>
                                        <a:pt x="259" y="6"/>
                                      </a:lnTo>
                                      <a:lnTo>
                                        <a:pt x="255" y="6"/>
                                      </a:lnTo>
                                      <a:lnTo>
                                        <a:pt x="252" y="3"/>
                                      </a:lnTo>
                                      <a:lnTo>
                                        <a:pt x="250" y="3"/>
                                      </a:lnTo>
                                      <a:lnTo>
                                        <a:pt x="247" y="3"/>
                                      </a:lnTo>
                                      <a:lnTo>
                                        <a:pt x="243" y="3"/>
                                      </a:lnTo>
                                      <a:lnTo>
                                        <a:pt x="240" y="3"/>
                                      </a:lnTo>
                                      <a:lnTo>
                                        <a:pt x="237" y="3"/>
                                      </a:lnTo>
                                      <a:lnTo>
                                        <a:pt x="233" y="0"/>
                                      </a:lnTo>
                                      <a:lnTo>
                                        <a:pt x="227" y="0"/>
                                      </a:lnTo>
                                      <a:lnTo>
                                        <a:pt x="221" y="0"/>
                                      </a:lnTo>
                                      <a:lnTo>
                                        <a:pt x="200" y="0"/>
                                      </a:lnTo>
                                      <a:lnTo>
                                        <a:pt x="196" y="0"/>
                                      </a:lnTo>
                                      <a:lnTo>
                                        <a:pt x="190" y="0"/>
                                      </a:lnTo>
                                      <a:lnTo>
                                        <a:pt x="186" y="3"/>
                                      </a:lnTo>
                                      <a:lnTo>
                                        <a:pt x="183" y="3"/>
                                      </a:lnTo>
                                      <a:lnTo>
                                        <a:pt x="180" y="3"/>
                                      </a:lnTo>
                                      <a:lnTo>
                                        <a:pt x="178" y="3"/>
                                      </a:lnTo>
                                      <a:lnTo>
                                        <a:pt x="171" y="3"/>
                                      </a:lnTo>
                                      <a:lnTo>
                                        <a:pt x="169" y="3"/>
                                      </a:lnTo>
                                      <a:lnTo>
                                        <a:pt x="166" y="3"/>
                                      </a:lnTo>
                                      <a:lnTo>
                                        <a:pt x="166" y="6"/>
                                      </a:lnTo>
                                      <a:lnTo>
                                        <a:pt x="159" y="6"/>
                                      </a:lnTo>
                                      <a:lnTo>
                                        <a:pt x="157" y="6"/>
                                      </a:lnTo>
                                      <a:lnTo>
                                        <a:pt x="154" y="8"/>
                                      </a:lnTo>
                                      <a:lnTo>
                                        <a:pt x="150" y="8"/>
                                      </a:lnTo>
                                      <a:lnTo>
                                        <a:pt x="147" y="8"/>
                                      </a:lnTo>
                                      <a:lnTo>
                                        <a:pt x="144" y="12"/>
                                      </a:lnTo>
                                      <a:lnTo>
                                        <a:pt x="141" y="12"/>
                                      </a:lnTo>
                                      <a:lnTo>
                                        <a:pt x="137" y="12"/>
                                      </a:lnTo>
                                      <a:lnTo>
                                        <a:pt x="134" y="15"/>
                                      </a:lnTo>
                                      <a:lnTo>
                                        <a:pt x="132" y="15"/>
                                      </a:lnTo>
                                      <a:lnTo>
                                        <a:pt x="129" y="18"/>
                                      </a:lnTo>
                                      <a:lnTo>
                                        <a:pt x="125" y="18"/>
                                      </a:lnTo>
                                      <a:lnTo>
                                        <a:pt x="122" y="21"/>
                                      </a:lnTo>
                                      <a:lnTo>
                                        <a:pt x="119" y="21"/>
                                      </a:lnTo>
                                      <a:lnTo>
                                        <a:pt x="115" y="21"/>
                                      </a:lnTo>
                                      <a:lnTo>
                                        <a:pt x="112" y="24"/>
                                      </a:lnTo>
                                      <a:lnTo>
                                        <a:pt x="110" y="24"/>
                                      </a:lnTo>
                                      <a:lnTo>
                                        <a:pt x="107" y="27"/>
                                      </a:lnTo>
                                      <a:lnTo>
                                        <a:pt x="107" y="27"/>
                                      </a:lnTo>
                                      <a:lnTo>
                                        <a:pt x="103" y="30"/>
                                      </a:lnTo>
                                      <a:lnTo>
                                        <a:pt x="100" y="34"/>
                                      </a:lnTo>
                                      <a:lnTo>
                                        <a:pt x="97" y="34"/>
                                      </a:lnTo>
                                      <a:lnTo>
                                        <a:pt x="94" y="37"/>
                                      </a:lnTo>
                                      <a:lnTo>
                                        <a:pt x="90" y="37"/>
                                      </a:lnTo>
                                      <a:lnTo>
                                        <a:pt x="87" y="40"/>
                                      </a:lnTo>
                                      <a:lnTo>
                                        <a:pt x="85" y="42"/>
                                      </a:lnTo>
                                      <a:lnTo>
                                        <a:pt x="82" y="42"/>
                                      </a:lnTo>
                                      <a:lnTo>
                                        <a:pt x="82" y="46"/>
                                      </a:lnTo>
                                      <a:lnTo>
                                        <a:pt x="78" y="46"/>
                                      </a:lnTo>
                                      <a:lnTo>
                                        <a:pt x="72" y="52"/>
                                      </a:lnTo>
                                      <a:lnTo>
                                        <a:pt x="69" y="55"/>
                                      </a:lnTo>
                                      <a:lnTo>
                                        <a:pt x="65" y="59"/>
                                      </a:lnTo>
                                      <a:lnTo>
                                        <a:pt x="63" y="61"/>
                                      </a:lnTo>
                                      <a:lnTo>
                                        <a:pt x="60" y="64"/>
                                      </a:lnTo>
                                      <a:lnTo>
                                        <a:pt x="57" y="68"/>
                                      </a:lnTo>
                                      <a:lnTo>
                                        <a:pt x="53" y="71"/>
                                      </a:lnTo>
                                      <a:lnTo>
                                        <a:pt x="50" y="74"/>
                                      </a:lnTo>
                                      <a:lnTo>
                                        <a:pt x="50" y="76"/>
                                      </a:lnTo>
                                      <a:lnTo>
                                        <a:pt x="47" y="76"/>
                                      </a:lnTo>
                                      <a:lnTo>
                                        <a:pt x="43" y="80"/>
                                      </a:lnTo>
                                      <a:lnTo>
                                        <a:pt x="43" y="83"/>
                                      </a:lnTo>
                                      <a:lnTo>
                                        <a:pt x="40" y="86"/>
                                      </a:lnTo>
                                      <a:lnTo>
                                        <a:pt x="38" y="89"/>
                                      </a:lnTo>
                                      <a:lnTo>
                                        <a:pt x="35" y="93"/>
                                      </a:lnTo>
                                      <a:lnTo>
                                        <a:pt x="35" y="95"/>
                                      </a:lnTo>
                                      <a:lnTo>
                                        <a:pt x="31" y="98"/>
                                      </a:lnTo>
                                      <a:lnTo>
                                        <a:pt x="31" y="102"/>
                                      </a:lnTo>
                                      <a:lnTo>
                                        <a:pt x="28" y="104"/>
                                      </a:lnTo>
                                      <a:lnTo>
                                        <a:pt x="28" y="107"/>
                                      </a:lnTo>
                                      <a:lnTo>
                                        <a:pt x="25" y="109"/>
                                      </a:lnTo>
                                      <a:lnTo>
                                        <a:pt x="25" y="113"/>
                                      </a:lnTo>
                                      <a:lnTo>
                                        <a:pt x="22" y="116"/>
                                      </a:lnTo>
                                      <a:lnTo>
                                        <a:pt x="22" y="119"/>
                                      </a:lnTo>
                                      <a:lnTo>
                                        <a:pt x="18" y="119"/>
                                      </a:lnTo>
                                      <a:lnTo>
                                        <a:pt x="18" y="122"/>
                                      </a:lnTo>
                                      <a:lnTo>
                                        <a:pt x="16" y="126"/>
                                      </a:lnTo>
                                      <a:lnTo>
                                        <a:pt x="16" y="128"/>
                                      </a:lnTo>
                                      <a:lnTo>
                                        <a:pt x="16" y="131"/>
                                      </a:lnTo>
                                      <a:lnTo>
                                        <a:pt x="13" y="134"/>
                                      </a:lnTo>
                                      <a:lnTo>
                                        <a:pt x="13" y="141"/>
                                      </a:lnTo>
                                      <a:lnTo>
                                        <a:pt x="13" y="141"/>
                                      </a:lnTo>
                                      <a:lnTo>
                                        <a:pt x="10" y="147"/>
                                      </a:lnTo>
                                      <a:lnTo>
                                        <a:pt x="10" y="150"/>
                                      </a:lnTo>
                                      <a:lnTo>
                                        <a:pt x="6" y="153"/>
                                      </a:lnTo>
                                      <a:lnTo>
                                        <a:pt x="6" y="156"/>
                                      </a:lnTo>
                                      <a:lnTo>
                                        <a:pt x="6" y="160"/>
                                      </a:lnTo>
                                      <a:lnTo>
                                        <a:pt x="6" y="162"/>
                                      </a:lnTo>
                                      <a:lnTo>
                                        <a:pt x="3" y="165"/>
                                      </a:lnTo>
                                      <a:lnTo>
                                        <a:pt x="3" y="168"/>
                                      </a:lnTo>
                                      <a:lnTo>
                                        <a:pt x="3" y="172"/>
                                      </a:lnTo>
                                      <a:lnTo>
                                        <a:pt x="3" y="175"/>
                                      </a:lnTo>
                                      <a:lnTo>
                                        <a:pt x="0" y="178"/>
                                      </a:lnTo>
                                      <a:lnTo>
                                        <a:pt x="0" y="181"/>
                                      </a:lnTo>
                                      <a:lnTo>
                                        <a:pt x="0" y="184"/>
                                      </a:lnTo>
                                      <a:lnTo>
                                        <a:pt x="0" y="187"/>
                                      </a:lnTo>
                                      <a:lnTo>
                                        <a:pt x="0" y="190"/>
                                      </a:lnTo>
                                      <a:lnTo>
                                        <a:pt x="0" y="199"/>
                                      </a:lnTo>
                                      <a:lnTo>
                                        <a:pt x="0" y="203"/>
                                      </a:lnTo>
                                      <a:lnTo>
                                        <a:pt x="0" y="228"/>
                                      </a:lnTo>
                                      <a:lnTo>
                                        <a:pt x="0" y="231"/>
                                      </a:lnTo>
                                      <a:lnTo>
                                        <a:pt x="0" y="237"/>
                                      </a:lnTo>
                                      <a:lnTo>
                                        <a:pt x="0" y="240"/>
                                      </a:lnTo>
                                      <a:lnTo>
                                        <a:pt x="0" y="243"/>
                                      </a:lnTo>
                                      <a:lnTo>
                                        <a:pt x="0" y="246"/>
                                      </a:lnTo>
                                      <a:lnTo>
                                        <a:pt x="0" y="250"/>
                                      </a:lnTo>
                                      <a:lnTo>
                                        <a:pt x="3" y="252"/>
                                      </a:lnTo>
                                      <a:lnTo>
                                        <a:pt x="3" y="255"/>
                                      </a:lnTo>
                                      <a:lnTo>
                                        <a:pt x="3" y="258"/>
                                      </a:lnTo>
                                      <a:lnTo>
                                        <a:pt x="3" y="262"/>
                                      </a:lnTo>
                                      <a:lnTo>
                                        <a:pt x="3" y="265"/>
                                      </a:lnTo>
                                      <a:lnTo>
                                        <a:pt x="6" y="267"/>
                                      </a:lnTo>
                                      <a:lnTo>
                                        <a:pt x="6" y="271"/>
                                      </a:lnTo>
                                      <a:lnTo>
                                        <a:pt x="6" y="274"/>
                                      </a:lnTo>
                                      <a:lnTo>
                                        <a:pt x="10" y="277"/>
                                      </a:lnTo>
                                      <a:lnTo>
                                        <a:pt x="10" y="280"/>
                                      </a:lnTo>
                                      <a:lnTo>
                                        <a:pt x="10" y="286"/>
                                      </a:lnTo>
                                      <a:lnTo>
                                        <a:pt x="13" y="289"/>
                                      </a:lnTo>
                                      <a:lnTo>
                                        <a:pt x="13" y="289"/>
                                      </a:lnTo>
                                      <a:lnTo>
                                        <a:pt x="16" y="296"/>
                                      </a:lnTo>
                                      <a:lnTo>
                                        <a:pt x="16" y="299"/>
                                      </a:lnTo>
                                      <a:lnTo>
                                        <a:pt x="16" y="302"/>
                                      </a:lnTo>
                                      <a:lnTo>
                                        <a:pt x="18" y="305"/>
                                      </a:lnTo>
                                      <a:lnTo>
                                        <a:pt x="18" y="308"/>
                                      </a:lnTo>
                                      <a:lnTo>
                                        <a:pt x="22" y="311"/>
                                      </a:lnTo>
                                      <a:lnTo>
                                        <a:pt x="22" y="311"/>
                                      </a:lnTo>
                                      <a:lnTo>
                                        <a:pt x="25" y="314"/>
                                      </a:lnTo>
                                      <a:lnTo>
                                        <a:pt x="25" y="320"/>
                                      </a:lnTo>
                                      <a:lnTo>
                                        <a:pt x="28" y="320"/>
                                      </a:lnTo>
                                      <a:lnTo>
                                        <a:pt x="28" y="327"/>
                                      </a:lnTo>
                                      <a:lnTo>
                                        <a:pt x="31" y="327"/>
                                      </a:lnTo>
                                      <a:lnTo>
                                        <a:pt x="31" y="330"/>
                                      </a:lnTo>
                                      <a:lnTo>
                                        <a:pt x="35" y="333"/>
                                      </a:lnTo>
                                      <a:lnTo>
                                        <a:pt x="35" y="336"/>
                                      </a:lnTo>
                                      <a:lnTo>
                                        <a:pt x="38" y="339"/>
                                      </a:lnTo>
                                      <a:lnTo>
                                        <a:pt x="40" y="342"/>
                                      </a:lnTo>
                                      <a:lnTo>
                                        <a:pt x="40" y="345"/>
                                      </a:lnTo>
                                      <a:lnTo>
                                        <a:pt x="43" y="348"/>
                                      </a:lnTo>
                                      <a:lnTo>
                                        <a:pt x="47" y="348"/>
                                      </a:lnTo>
                                      <a:lnTo>
                                        <a:pt x="50" y="352"/>
                                      </a:lnTo>
                                      <a:lnTo>
                                        <a:pt x="50" y="354"/>
                                      </a:lnTo>
                                      <a:lnTo>
                                        <a:pt x="53" y="357"/>
                                      </a:lnTo>
                                      <a:lnTo>
                                        <a:pt x="57" y="361"/>
                                      </a:lnTo>
                                      <a:lnTo>
                                        <a:pt x="60" y="364"/>
                                      </a:lnTo>
                                      <a:lnTo>
                                        <a:pt x="63" y="367"/>
                                      </a:lnTo>
                                      <a:lnTo>
                                        <a:pt x="65" y="370"/>
                                      </a:lnTo>
                                      <a:lnTo>
                                        <a:pt x="65" y="370"/>
                                      </a:lnTo>
                                      <a:lnTo>
                                        <a:pt x="75" y="379"/>
                                      </a:lnTo>
                                      <a:lnTo>
                                        <a:pt x="78" y="379"/>
                                      </a:lnTo>
                                      <a:lnTo>
                                        <a:pt x="78" y="382"/>
                                      </a:lnTo>
                                      <a:lnTo>
                                        <a:pt x="82" y="386"/>
                                      </a:lnTo>
                                      <a:lnTo>
                                        <a:pt x="85" y="389"/>
                                      </a:lnTo>
                                      <a:lnTo>
                                        <a:pt x="87" y="389"/>
                                      </a:lnTo>
                                      <a:lnTo>
                                        <a:pt x="90" y="391"/>
                                      </a:lnTo>
                                      <a:lnTo>
                                        <a:pt x="94" y="391"/>
                                      </a:lnTo>
                                      <a:lnTo>
                                        <a:pt x="97" y="393"/>
                                      </a:lnTo>
                                      <a:lnTo>
                                        <a:pt x="100" y="397"/>
                                      </a:lnTo>
                                      <a:lnTo>
                                        <a:pt x="103" y="397"/>
                                      </a:lnTo>
                                      <a:lnTo>
                                        <a:pt x="103" y="400"/>
                                      </a:lnTo>
                                      <a:lnTo>
                                        <a:pt x="107" y="400"/>
                                      </a:lnTo>
                                      <a:lnTo>
                                        <a:pt x="110" y="403"/>
                                      </a:lnTo>
                                      <a:lnTo>
                                        <a:pt x="112" y="403"/>
                                      </a:lnTo>
                                      <a:lnTo>
                                        <a:pt x="115" y="406"/>
                                      </a:lnTo>
                                      <a:lnTo>
                                        <a:pt x="119" y="406"/>
                                      </a:lnTo>
                                      <a:lnTo>
                                        <a:pt x="122" y="409"/>
                                      </a:lnTo>
                                      <a:lnTo>
                                        <a:pt x="125" y="409"/>
                                      </a:lnTo>
                                      <a:lnTo>
                                        <a:pt x="129" y="409"/>
                                      </a:lnTo>
                                      <a:lnTo>
                                        <a:pt x="132" y="412"/>
                                      </a:lnTo>
                                      <a:lnTo>
                                        <a:pt x="134" y="412"/>
                                      </a:lnTo>
                                      <a:lnTo>
                                        <a:pt x="137" y="415"/>
                                      </a:lnTo>
                                      <a:lnTo>
                                        <a:pt x="141" y="415"/>
                                      </a:lnTo>
                                      <a:lnTo>
                                        <a:pt x="144" y="415"/>
                                      </a:lnTo>
                                      <a:lnTo>
                                        <a:pt x="147" y="419"/>
                                      </a:lnTo>
                                      <a:lnTo>
                                        <a:pt x="150" y="419"/>
                                      </a:lnTo>
                                      <a:lnTo>
                                        <a:pt x="154" y="419"/>
                                      </a:lnTo>
                                      <a:lnTo>
                                        <a:pt x="157" y="422"/>
                                      </a:lnTo>
                                      <a:lnTo>
                                        <a:pt x="159" y="422"/>
                                      </a:lnTo>
                                      <a:lnTo>
                                        <a:pt x="162" y="422"/>
                                      </a:lnTo>
                                      <a:lnTo>
                                        <a:pt x="166" y="424"/>
                                      </a:lnTo>
                                      <a:lnTo>
                                        <a:pt x="169" y="424"/>
                                      </a:lnTo>
                                      <a:lnTo>
                                        <a:pt x="171" y="424"/>
                                      </a:lnTo>
                                      <a:lnTo>
                                        <a:pt x="178" y="424"/>
                                      </a:lnTo>
                                      <a:lnTo>
                                        <a:pt x="180" y="424"/>
                                      </a:lnTo>
                                      <a:lnTo>
                                        <a:pt x="180" y="424"/>
                                      </a:lnTo>
                                      <a:lnTo>
                                        <a:pt x="186" y="427"/>
                                      </a:lnTo>
                                      <a:lnTo>
                                        <a:pt x="193" y="427"/>
                                      </a:lnTo>
                                      <a:lnTo>
                                        <a:pt x="196" y="427"/>
                                      </a:lnTo>
                                      <a:lnTo>
                                        <a:pt x="205" y="427"/>
                                      </a:lnTo>
                                      <a:lnTo>
                                        <a:pt x="208" y="427"/>
                                      </a:lnTo>
                                      <a:lnTo>
                                        <a:pt x="215" y="427"/>
                                      </a:lnTo>
                                      <a:lnTo>
                                        <a:pt x="218" y="427"/>
                                      </a:lnTo>
                                      <a:lnTo>
                                        <a:pt x="227" y="427"/>
                                      </a:lnTo>
                                      <a:lnTo>
                                        <a:pt x="230" y="427"/>
                                      </a:lnTo>
                                      <a:lnTo>
                                        <a:pt x="237" y="427"/>
                                      </a:lnTo>
                                      <a:lnTo>
                                        <a:pt x="237" y="424"/>
                                      </a:lnTo>
                                      <a:lnTo>
                                        <a:pt x="243" y="424"/>
                                      </a:lnTo>
                                      <a:lnTo>
                                        <a:pt x="247" y="424"/>
                                      </a:lnTo>
                                      <a:lnTo>
                                        <a:pt x="250" y="424"/>
                                      </a:lnTo>
                                      <a:lnTo>
                                        <a:pt x="252" y="424"/>
                                      </a:lnTo>
                                      <a:lnTo>
                                        <a:pt x="255" y="424"/>
                                      </a:lnTo>
                                      <a:lnTo>
                                        <a:pt x="259" y="422"/>
                                      </a:lnTo>
                                      <a:lnTo>
                                        <a:pt x="262" y="422"/>
                                      </a:lnTo>
                                      <a:lnTo>
                                        <a:pt x="265" y="422"/>
                                      </a:lnTo>
                                      <a:lnTo>
                                        <a:pt x="268" y="419"/>
                                      </a:lnTo>
                                      <a:lnTo>
                                        <a:pt x="272" y="419"/>
                                      </a:lnTo>
                                      <a:lnTo>
                                        <a:pt x="274" y="419"/>
                                      </a:lnTo>
                                      <a:lnTo>
                                        <a:pt x="277" y="415"/>
                                      </a:lnTo>
                                      <a:lnTo>
                                        <a:pt x="280" y="415"/>
                                      </a:lnTo>
                                      <a:lnTo>
                                        <a:pt x="284" y="415"/>
                                      </a:lnTo>
                                      <a:lnTo>
                                        <a:pt x="287" y="412"/>
                                      </a:lnTo>
                                      <a:lnTo>
                                        <a:pt x="290" y="412"/>
                                      </a:lnTo>
                                      <a:lnTo>
                                        <a:pt x="293" y="409"/>
                                      </a:lnTo>
                                      <a:lnTo>
                                        <a:pt x="297" y="409"/>
                                      </a:lnTo>
                                      <a:lnTo>
                                        <a:pt x="299" y="409"/>
                                      </a:lnTo>
                                      <a:lnTo>
                                        <a:pt x="302" y="406"/>
                                      </a:lnTo>
                                      <a:lnTo>
                                        <a:pt x="305" y="406"/>
                                      </a:lnTo>
                                      <a:lnTo>
                                        <a:pt x="309" y="403"/>
                                      </a:lnTo>
                                      <a:lnTo>
                                        <a:pt x="312" y="403"/>
                                      </a:lnTo>
                                      <a:lnTo>
                                        <a:pt x="315" y="400"/>
                                      </a:lnTo>
                                      <a:lnTo>
                                        <a:pt x="319" y="400"/>
                                      </a:lnTo>
                                      <a:lnTo>
                                        <a:pt x="321" y="397"/>
                                      </a:lnTo>
                                      <a:lnTo>
                                        <a:pt x="324" y="397"/>
                                      </a:lnTo>
                                      <a:lnTo>
                                        <a:pt x="324" y="393"/>
                                      </a:lnTo>
                                      <a:lnTo>
                                        <a:pt x="327" y="391"/>
                                      </a:lnTo>
                                      <a:lnTo>
                                        <a:pt x="331" y="391"/>
                                      </a:lnTo>
                                      <a:lnTo>
                                        <a:pt x="334" y="389"/>
                                      </a:lnTo>
                                      <a:lnTo>
                                        <a:pt x="337" y="389"/>
                                      </a:lnTo>
                                      <a:lnTo>
                                        <a:pt x="340" y="386"/>
                                      </a:lnTo>
                                      <a:lnTo>
                                        <a:pt x="344" y="382"/>
                                      </a:lnTo>
                                      <a:lnTo>
                                        <a:pt x="346" y="379"/>
                                      </a:lnTo>
                                      <a:lnTo>
                                        <a:pt x="346" y="379"/>
                                      </a:lnTo>
                                      <a:lnTo>
                                        <a:pt x="352" y="373"/>
                                      </a:lnTo>
                                      <a:lnTo>
                                        <a:pt x="356" y="373"/>
                                      </a:lnTo>
                                      <a:lnTo>
                                        <a:pt x="359" y="367"/>
                                      </a:lnTo>
                                      <a:lnTo>
                                        <a:pt x="362" y="364"/>
                                      </a:lnTo>
                                      <a:lnTo>
                                        <a:pt x="366" y="361"/>
                                      </a:lnTo>
                                      <a:lnTo>
                                        <a:pt x="368" y="357"/>
                                      </a:lnTo>
                                      <a:lnTo>
                                        <a:pt x="374" y="352"/>
                                      </a:lnTo>
                                      <a:lnTo>
                                        <a:pt x="374" y="348"/>
                                      </a:lnTo>
                                      <a:lnTo>
                                        <a:pt x="378" y="348"/>
                                      </a:lnTo>
                                      <a:lnTo>
                                        <a:pt x="381" y="345"/>
                                      </a:lnTo>
                                      <a:lnTo>
                                        <a:pt x="384" y="342"/>
                                      </a:lnTo>
                                      <a:lnTo>
                                        <a:pt x="384" y="339"/>
                                      </a:lnTo>
                                      <a:lnTo>
                                        <a:pt x="387" y="336"/>
                                      </a:lnTo>
                                      <a:lnTo>
                                        <a:pt x="387" y="333"/>
                                      </a:lnTo>
                                      <a:lnTo>
                                        <a:pt x="391" y="330"/>
                                      </a:lnTo>
                                      <a:lnTo>
                                        <a:pt x="393" y="327"/>
                                      </a:lnTo>
                                      <a:lnTo>
                                        <a:pt x="393" y="327"/>
                                      </a:lnTo>
                                      <a:lnTo>
                                        <a:pt x="396" y="320"/>
                                      </a:lnTo>
                                      <a:lnTo>
                                        <a:pt x="396" y="320"/>
                                      </a:lnTo>
                                      <a:lnTo>
                                        <a:pt x="399" y="314"/>
                                      </a:lnTo>
                                      <a:lnTo>
                                        <a:pt x="399" y="311"/>
                                      </a:lnTo>
                                      <a:lnTo>
                                        <a:pt x="403" y="311"/>
                                      </a:lnTo>
                                      <a:lnTo>
                                        <a:pt x="403" y="308"/>
                                      </a:lnTo>
                                      <a:lnTo>
                                        <a:pt x="403" y="305"/>
                                      </a:lnTo>
                                      <a:lnTo>
                                        <a:pt x="406" y="302"/>
                                      </a:lnTo>
                                      <a:lnTo>
                                        <a:pt x="406" y="299"/>
                                      </a:lnTo>
                                      <a:lnTo>
                                        <a:pt x="409" y="296"/>
                                      </a:lnTo>
                                      <a:lnTo>
                                        <a:pt x="409" y="292"/>
                                      </a:lnTo>
                                      <a:lnTo>
                                        <a:pt x="413" y="289"/>
                                      </a:lnTo>
                                      <a:lnTo>
                                        <a:pt x="413" y="286"/>
                                      </a:lnTo>
                                      <a:lnTo>
                                        <a:pt x="413" y="284"/>
                                      </a:lnTo>
                                      <a:lnTo>
                                        <a:pt x="415" y="280"/>
                                      </a:lnTo>
                                      <a:lnTo>
                                        <a:pt x="415" y="277"/>
                                      </a:lnTo>
                                      <a:lnTo>
                                        <a:pt x="415" y="271"/>
                                      </a:lnTo>
                                      <a:lnTo>
                                        <a:pt x="418" y="267"/>
                                      </a:lnTo>
                                      <a:lnTo>
                                        <a:pt x="418" y="265"/>
                                      </a:lnTo>
                                      <a:lnTo>
                                        <a:pt x="418" y="262"/>
                                      </a:lnTo>
                                      <a:lnTo>
                                        <a:pt x="418" y="258"/>
                                      </a:lnTo>
                                      <a:lnTo>
                                        <a:pt x="421" y="255"/>
                                      </a:lnTo>
                                      <a:lnTo>
                                        <a:pt x="421" y="252"/>
                                      </a:lnTo>
                                      <a:lnTo>
                                        <a:pt x="421" y="250"/>
                                      </a:lnTo>
                                      <a:lnTo>
                                        <a:pt x="421" y="246"/>
                                      </a:lnTo>
                                      <a:lnTo>
                                        <a:pt x="421" y="243"/>
                                      </a:lnTo>
                                      <a:lnTo>
                                        <a:pt x="421" y="237"/>
                                      </a:lnTo>
                                      <a:lnTo>
                                        <a:pt x="425" y="231"/>
                                      </a:lnTo>
                                      <a:lnTo>
                                        <a:pt x="425" y="221"/>
                                      </a:lnTo>
                                      <a:lnTo>
                                        <a:pt x="425" y="218"/>
                                      </a:lnTo>
                                      <a:lnTo>
                                        <a:pt x="425" y="206"/>
                                      </a:lnTo>
                                      <a:lnTo>
                                        <a:pt x="425" y="203"/>
                                      </a:lnTo>
                                      <a:lnTo>
                                        <a:pt x="425" y="197"/>
                                      </a:lnTo>
                                      <a:lnTo>
                                        <a:pt x="421" y="190"/>
                                      </a:lnTo>
                                      <a:lnTo>
                                        <a:pt x="421" y="187"/>
                                      </a:lnTo>
                                      <a:lnTo>
                                        <a:pt x="421" y="181"/>
                                      </a:lnTo>
                                      <a:lnTo>
                                        <a:pt x="421" y="178"/>
                                      </a:lnTo>
                                      <a:lnTo>
                                        <a:pt x="421" y="175"/>
                                      </a:lnTo>
                                      <a:lnTo>
                                        <a:pt x="421" y="172"/>
                                      </a:lnTo>
                                      <a:lnTo>
                                        <a:pt x="418" y="168"/>
                                      </a:lnTo>
                                      <a:lnTo>
                                        <a:pt x="418" y="165"/>
                                      </a:lnTo>
                                      <a:lnTo>
                                        <a:pt x="418" y="162"/>
                                      </a:lnTo>
                                      <a:lnTo>
                                        <a:pt x="418" y="160"/>
                                      </a:lnTo>
                                      <a:lnTo>
                                        <a:pt x="415" y="156"/>
                                      </a:lnTo>
                                      <a:lnTo>
                                        <a:pt x="415" y="153"/>
                                      </a:lnTo>
                                      <a:lnTo>
                                        <a:pt x="415" y="150"/>
                                      </a:lnTo>
                                      <a:lnTo>
                                        <a:pt x="413" y="147"/>
                                      </a:lnTo>
                                      <a:lnTo>
                                        <a:pt x="413" y="141"/>
                                      </a:lnTo>
                                      <a:lnTo>
                                        <a:pt x="413" y="141"/>
                                      </a:lnTo>
                                      <a:lnTo>
                                        <a:pt x="409" y="134"/>
                                      </a:lnTo>
                                      <a:lnTo>
                                        <a:pt x="409" y="131"/>
                                      </a:lnTo>
                                      <a:lnTo>
                                        <a:pt x="409" y="128"/>
                                      </a:lnTo>
                                      <a:lnTo>
                                        <a:pt x="406" y="126"/>
                                      </a:lnTo>
                                      <a:lnTo>
                                        <a:pt x="403" y="122"/>
                                      </a:lnTo>
                                      <a:lnTo>
                                        <a:pt x="403" y="119"/>
                                      </a:lnTo>
                                      <a:lnTo>
                                        <a:pt x="403" y="119"/>
                                      </a:lnTo>
                                      <a:lnTo>
                                        <a:pt x="399" y="116"/>
                                      </a:lnTo>
                                      <a:lnTo>
                                        <a:pt x="399" y="113"/>
                                      </a:lnTo>
                                      <a:lnTo>
                                        <a:pt x="396" y="109"/>
                                      </a:lnTo>
                                      <a:lnTo>
                                        <a:pt x="396" y="107"/>
                                      </a:lnTo>
                                      <a:lnTo>
                                        <a:pt x="393" y="104"/>
                                      </a:lnTo>
                                      <a:lnTo>
                                        <a:pt x="393" y="102"/>
                                      </a:lnTo>
                                      <a:lnTo>
                                        <a:pt x="391" y="98"/>
                                      </a:lnTo>
                                      <a:lnTo>
                                        <a:pt x="387" y="95"/>
                                      </a:lnTo>
                                      <a:lnTo>
                                        <a:pt x="387" y="93"/>
                                      </a:lnTo>
                                      <a:lnTo>
                                        <a:pt x="384" y="89"/>
                                      </a:lnTo>
                                      <a:lnTo>
                                        <a:pt x="384" y="86"/>
                                      </a:lnTo>
                                      <a:lnTo>
                                        <a:pt x="381" y="83"/>
                                      </a:lnTo>
                                      <a:lnTo>
                                        <a:pt x="378" y="83"/>
                                      </a:lnTo>
                                      <a:lnTo>
                                        <a:pt x="378" y="80"/>
                                      </a:lnTo>
                                      <a:lnTo>
                                        <a:pt x="374" y="76"/>
                                      </a:lnTo>
                                      <a:lnTo>
                                        <a:pt x="371" y="74"/>
                                      </a:lnTo>
                                      <a:lnTo>
                                        <a:pt x="371" y="71"/>
                                      </a:lnTo>
                                      <a:lnTo>
                                        <a:pt x="368" y="68"/>
                                      </a:lnTo>
                                      <a:lnTo>
                                        <a:pt x="366" y="68"/>
                                      </a:lnTo>
                                      <a:lnTo>
                                        <a:pt x="362" y="64"/>
                                      </a:lnTo>
                                      <a:lnTo>
                                        <a:pt x="362" y="61"/>
                                      </a:lnTo>
                                      <a:lnTo>
                                        <a:pt x="359" y="59"/>
                                      </a:lnTo>
                                      <a:lnTo>
                                        <a:pt x="352" y="55"/>
                                      </a:lnTo>
                                      <a:lnTo>
                                        <a:pt x="352" y="52"/>
                                      </a:lnTo>
                                      <a:lnTo>
                                        <a:pt x="346" y="46"/>
                                      </a:lnTo>
                                      <a:lnTo>
                                        <a:pt x="344" y="46"/>
                                      </a:lnTo>
                                      <a:lnTo>
                                        <a:pt x="340" y="42"/>
                                      </a:lnTo>
                                      <a:lnTo>
                                        <a:pt x="337" y="42"/>
                                      </a:lnTo>
                                      <a:lnTo>
                                        <a:pt x="334" y="40"/>
                                      </a:lnTo>
                                      <a:lnTo>
                                        <a:pt x="331" y="37"/>
                                      </a:lnTo>
                                      <a:lnTo>
                                        <a:pt x="331" y="37"/>
                                      </a:lnTo>
                                      <a:lnTo>
                                        <a:pt x="327" y="34"/>
                                      </a:lnTo>
                                      <a:lnTo>
                                        <a:pt x="324" y="34"/>
                                      </a:lnTo>
                                      <a:lnTo>
                                        <a:pt x="321" y="3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6" name="Freeform 14"/>
                              <wps:cNvSpPr>
                                <a:spLocks/>
                              </wps:cNvSpPr>
                              <wps:spPr bwMode="auto">
                                <a:xfrm>
                                  <a:off x="21" y="43"/>
                                  <a:ext cx="337" cy="421"/>
                                </a:xfrm>
                                <a:custGeom>
                                  <a:avLst/>
                                  <a:gdLst>
                                    <a:gd name="T0" fmla="*/ 297 w 337"/>
                                    <a:gd name="T1" fmla="*/ 18 h 421"/>
                                    <a:gd name="T2" fmla="*/ 277 w 337"/>
                                    <a:gd name="T3" fmla="*/ 9 h 421"/>
                                    <a:gd name="T4" fmla="*/ 247 w 337"/>
                                    <a:gd name="T5" fmla="*/ 3 h 421"/>
                                    <a:gd name="T6" fmla="*/ 186 w 337"/>
                                    <a:gd name="T7" fmla="*/ 0 h 421"/>
                                    <a:gd name="T8" fmla="*/ 159 w 337"/>
                                    <a:gd name="T9" fmla="*/ 5 h 421"/>
                                    <a:gd name="T10" fmla="*/ 122 w 337"/>
                                    <a:gd name="T11" fmla="*/ 18 h 421"/>
                                    <a:gd name="T12" fmla="*/ 90 w 337"/>
                                    <a:gd name="T13" fmla="*/ 37 h 421"/>
                                    <a:gd name="T14" fmla="*/ 72 w 337"/>
                                    <a:gd name="T15" fmla="*/ 49 h 421"/>
                                    <a:gd name="T16" fmla="*/ 53 w 337"/>
                                    <a:gd name="T17" fmla="*/ 71 h 421"/>
                                    <a:gd name="T18" fmla="*/ 40 w 337"/>
                                    <a:gd name="T19" fmla="*/ 83 h 421"/>
                                    <a:gd name="T20" fmla="*/ 22 w 337"/>
                                    <a:gd name="T21" fmla="*/ 116 h 421"/>
                                    <a:gd name="T22" fmla="*/ 10 w 337"/>
                                    <a:gd name="T23" fmla="*/ 150 h 421"/>
                                    <a:gd name="T24" fmla="*/ 3 w 337"/>
                                    <a:gd name="T25" fmla="*/ 172 h 421"/>
                                    <a:gd name="T26" fmla="*/ 0 w 337"/>
                                    <a:gd name="T27" fmla="*/ 225 h 421"/>
                                    <a:gd name="T28" fmla="*/ 10 w 337"/>
                                    <a:gd name="T29" fmla="*/ 271 h 421"/>
                                    <a:gd name="T30" fmla="*/ 18 w 337"/>
                                    <a:gd name="T31" fmla="*/ 293 h 421"/>
                                    <a:gd name="T32" fmla="*/ 25 w 337"/>
                                    <a:gd name="T33" fmla="*/ 311 h 421"/>
                                    <a:gd name="T34" fmla="*/ 47 w 337"/>
                                    <a:gd name="T35" fmla="*/ 345 h 421"/>
                                    <a:gd name="T36" fmla="*/ 69 w 337"/>
                                    <a:gd name="T37" fmla="*/ 367 h 421"/>
                                    <a:gd name="T38" fmla="*/ 90 w 337"/>
                                    <a:gd name="T39" fmla="*/ 383 h 421"/>
                                    <a:gd name="T40" fmla="*/ 110 w 337"/>
                                    <a:gd name="T41" fmla="*/ 394 h 421"/>
                                    <a:gd name="T42" fmla="*/ 132 w 337"/>
                                    <a:gd name="T43" fmla="*/ 406 h 421"/>
                                    <a:gd name="T44" fmla="*/ 174 w 337"/>
                                    <a:gd name="T45" fmla="*/ 419 h 421"/>
                                    <a:gd name="T46" fmla="*/ 193 w 337"/>
                                    <a:gd name="T47" fmla="*/ 421 h 421"/>
                                    <a:gd name="T48" fmla="*/ 265 w 337"/>
                                    <a:gd name="T49" fmla="*/ 416 h 421"/>
                                    <a:gd name="T50" fmla="*/ 297 w 337"/>
                                    <a:gd name="T51" fmla="*/ 403 h 421"/>
                                    <a:gd name="T52" fmla="*/ 315 w 337"/>
                                    <a:gd name="T53" fmla="*/ 394 h 421"/>
                                    <a:gd name="T54" fmla="*/ 334 w 337"/>
                                    <a:gd name="T55" fmla="*/ 383 h 421"/>
                                    <a:gd name="T56" fmla="*/ 315 w 337"/>
                                    <a:gd name="T57" fmla="*/ 394 h 421"/>
                                    <a:gd name="T58" fmla="*/ 293 w 337"/>
                                    <a:gd name="T59" fmla="*/ 403 h 421"/>
                                    <a:gd name="T60" fmla="*/ 250 w 337"/>
                                    <a:gd name="T61" fmla="*/ 419 h 421"/>
                                    <a:gd name="T62" fmla="*/ 227 w 337"/>
                                    <a:gd name="T63" fmla="*/ 421 h 421"/>
                                    <a:gd name="T64" fmla="*/ 147 w 337"/>
                                    <a:gd name="T65" fmla="*/ 412 h 421"/>
                                    <a:gd name="T66" fmla="*/ 129 w 337"/>
                                    <a:gd name="T67" fmla="*/ 403 h 421"/>
                                    <a:gd name="T68" fmla="*/ 107 w 337"/>
                                    <a:gd name="T69" fmla="*/ 390 h 421"/>
                                    <a:gd name="T70" fmla="*/ 78 w 337"/>
                                    <a:gd name="T71" fmla="*/ 373 h 421"/>
                                    <a:gd name="T72" fmla="*/ 63 w 337"/>
                                    <a:gd name="T73" fmla="*/ 358 h 421"/>
                                    <a:gd name="T74" fmla="*/ 43 w 337"/>
                                    <a:gd name="T75" fmla="*/ 339 h 421"/>
                                    <a:gd name="T76" fmla="*/ 28 w 337"/>
                                    <a:gd name="T77" fmla="*/ 315 h 421"/>
                                    <a:gd name="T78" fmla="*/ 22 w 337"/>
                                    <a:gd name="T79" fmla="*/ 296 h 421"/>
                                    <a:gd name="T80" fmla="*/ 13 w 337"/>
                                    <a:gd name="T81" fmla="*/ 274 h 421"/>
                                    <a:gd name="T82" fmla="*/ 3 w 337"/>
                                    <a:gd name="T83" fmla="*/ 243 h 421"/>
                                    <a:gd name="T84" fmla="*/ 3 w 337"/>
                                    <a:gd name="T85" fmla="*/ 196 h 421"/>
                                    <a:gd name="T86" fmla="*/ 10 w 337"/>
                                    <a:gd name="T87" fmla="*/ 159 h 421"/>
                                    <a:gd name="T88" fmla="*/ 16 w 337"/>
                                    <a:gd name="T89" fmla="*/ 138 h 421"/>
                                    <a:gd name="T90" fmla="*/ 22 w 337"/>
                                    <a:gd name="T91" fmla="*/ 119 h 421"/>
                                    <a:gd name="T92" fmla="*/ 40 w 337"/>
                                    <a:gd name="T93" fmla="*/ 92 h 421"/>
                                    <a:gd name="T94" fmla="*/ 60 w 337"/>
                                    <a:gd name="T95" fmla="*/ 68 h 421"/>
                                    <a:gd name="T96" fmla="*/ 82 w 337"/>
                                    <a:gd name="T97" fmla="*/ 46 h 421"/>
                                    <a:gd name="T98" fmla="*/ 112 w 337"/>
                                    <a:gd name="T99" fmla="*/ 24 h 421"/>
                                    <a:gd name="T100" fmla="*/ 132 w 337"/>
                                    <a:gd name="T101" fmla="*/ 15 h 421"/>
                                    <a:gd name="T102" fmla="*/ 159 w 337"/>
                                    <a:gd name="T103" fmla="*/ 5 h 421"/>
                                    <a:gd name="T104" fmla="*/ 221 w 337"/>
                                    <a:gd name="T105" fmla="*/ 0 h 421"/>
                                    <a:gd name="T106" fmla="*/ 250 w 337"/>
                                    <a:gd name="T107" fmla="*/ 5 h 421"/>
                                    <a:gd name="T108" fmla="*/ 280 w 337"/>
                                    <a:gd name="T109" fmla="*/ 12 h 421"/>
                                    <a:gd name="T110" fmla="*/ 305 w 337"/>
                                    <a:gd name="T111" fmla="*/ 24 h 421"/>
                                    <a:gd name="T112" fmla="*/ 321 w 337"/>
                                    <a:gd name="T113" fmla="*/ 31 h 4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337" h="421">
                                      <a:moveTo>
                                        <a:pt x="321" y="31"/>
                                      </a:moveTo>
                                      <a:lnTo>
                                        <a:pt x="321" y="31"/>
                                      </a:lnTo>
                                      <a:lnTo>
                                        <a:pt x="319" y="31"/>
                                      </a:lnTo>
                                      <a:lnTo>
                                        <a:pt x="319" y="27"/>
                                      </a:lnTo>
                                      <a:lnTo>
                                        <a:pt x="315" y="24"/>
                                      </a:lnTo>
                                      <a:lnTo>
                                        <a:pt x="309" y="21"/>
                                      </a:lnTo>
                                      <a:lnTo>
                                        <a:pt x="305" y="21"/>
                                      </a:lnTo>
                                      <a:lnTo>
                                        <a:pt x="305" y="21"/>
                                      </a:lnTo>
                                      <a:lnTo>
                                        <a:pt x="297" y="18"/>
                                      </a:lnTo>
                                      <a:lnTo>
                                        <a:pt x="293" y="15"/>
                                      </a:lnTo>
                                      <a:lnTo>
                                        <a:pt x="293" y="15"/>
                                      </a:lnTo>
                                      <a:lnTo>
                                        <a:pt x="290" y="15"/>
                                      </a:lnTo>
                                      <a:lnTo>
                                        <a:pt x="287" y="15"/>
                                      </a:lnTo>
                                      <a:lnTo>
                                        <a:pt x="287" y="15"/>
                                      </a:lnTo>
                                      <a:lnTo>
                                        <a:pt x="284" y="12"/>
                                      </a:lnTo>
                                      <a:lnTo>
                                        <a:pt x="284" y="12"/>
                                      </a:lnTo>
                                      <a:lnTo>
                                        <a:pt x="280" y="12"/>
                                      </a:lnTo>
                                      <a:lnTo>
                                        <a:pt x="277" y="9"/>
                                      </a:lnTo>
                                      <a:lnTo>
                                        <a:pt x="274" y="9"/>
                                      </a:lnTo>
                                      <a:lnTo>
                                        <a:pt x="274" y="9"/>
                                      </a:lnTo>
                                      <a:lnTo>
                                        <a:pt x="272" y="9"/>
                                      </a:lnTo>
                                      <a:lnTo>
                                        <a:pt x="272" y="9"/>
                                      </a:lnTo>
                                      <a:lnTo>
                                        <a:pt x="268" y="5"/>
                                      </a:lnTo>
                                      <a:lnTo>
                                        <a:pt x="255" y="3"/>
                                      </a:lnTo>
                                      <a:lnTo>
                                        <a:pt x="252" y="3"/>
                                      </a:lnTo>
                                      <a:lnTo>
                                        <a:pt x="250" y="3"/>
                                      </a:lnTo>
                                      <a:lnTo>
                                        <a:pt x="247" y="3"/>
                                      </a:lnTo>
                                      <a:lnTo>
                                        <a:pt x="243" y="3"/>
                                      </a:lnTo>
                                      <a:lnTo>
                                        <a:pt x="237" y="0"/>
                                      </a:lnTo>
                                      <a:lnTo>
                                        <a:pt x="237" y="0"/>
                                      </a:lnTo>
                                      <a:lnTo>
                                        <a:pt x="227" y="0"/>
                                      </a:lnTo>
                                      <a:lnTo>
                                        <a:pt x="221" y="0"/>
                                      </a:lnTo>
                                      <a:lnTo>
                                        <a:pt x="200" y="0"/>
                                      </a:lnTo>
                                      <a:lnTo>
                                        <a:pt x="196" y="0"/>
                                      </a:lnTo>
                                      <a:lnTo>
                                        <a:pt x="196" y="0"/>
                                      </a:lnTo>
                                      <a:lnTo>
                                        <a:pt x="186" y="0"/>
                                      </a:lnTo>
                                      <a:lnTo>
                                        <a:pt x="183" y="0"/>
                                      </a:lnTo>
                                      <a:lnTo>
                                        <a:pt x="178" y="3"/>
                                      </a:lnTo>
                                      <a:lnTo>
                                        <a:pt x="180" y="3"/>
                                      </a:lnTo>
                                      <a:lnTo>
                                        <a:pt x="178" y="3"/>
                                      </a:lnTo>
                                      <a:lnTo>
                                        <a:pt x="174" y="3"/>
                                      </a:lnTo>
                                      <a:lnTo>
                                        <a:pt x="174" y="3"/>
                                      </a:lnTo>
                                      <a:lnTo>
                                        <a:pt x="171" y="3"/>
                                      </a:lnTo>
                                      <a:lnTo>
                                        <a:pt x="159" y="5"/>
                                      </a:lnTo>
                                      <a:lnTo>
                                        <a:pt x="159" y="5"/>
                                      </a:lnTo>
                                      <a:lnTo>
                                        <a:pt x="147" y="9"/>
                                      </a:lnTo>
                                      <a:lnTo>
                                        <a:pt x="144" y="9"/>
                                      </a:lnTo>
                                      <a:lnTo>
                                        <a:pt x="144" y="12"/>
                                      </a:lnTo>
                                      <a:lnTo>
                                        <a:pt x="137" y="12"/>
                                      </a:lnTo>
                                      <a:lnTo>
                                        <a:pt x="134" y="15"/>
                                      </a:lnTo>
                                      <a:lnTo>
                                        <a:pt x="132" y="15"/>
                                      </a:lnTo>
                                      <a:lnTo>
                                        <a:pt x="129" y="15"/>
                                      </a:lnTo>
                                      <a:lnTo>
                                        <a:pt x="125" y="18"/>
                                      </a:lnTo>
                                      <a:lnTo>
                                        <a:pt x="122" y="18"/>
                                      </a:lnTo>
                                      <a:lnTo>
                                        <a:pt x="122" y="18"/>
                                      </a:lnTo>
                                      <a:lnTo>
                                        <a:pt x="112" y="24"/>
                                      </a:lnTo>
                                      <a:lnTo>
                                        <a:pt x="110" y="24"/>
                                      </a:lnTo>
                                      <a:lnTo>
                                        <a:pt x="107" y="27"/>
                                      </a:lnTo>
                                      <a:lnTo>
                                        <a:pt x="103" y="31"/>
                                      </a:lnTo>
                                      <a:lnTo>
                                        <a:pt x="103" y="31"/>
                                      </a:lnTo>
                                      <a:lnTo>
                                        <a:pt x="100" y="31"/>
                                      </a:lnTo>
                                      <a:lnTo>
                                        <a:pt x="97" y="34"/>
                                      </a:lnTo>
                                      <a:lnTo>
                                        <a:pt x="90" y="37"/>
                                      </a:lnTo>
                                      <a:lnTo>
                                        <a:pt x="87" y="39"/>
                                      </a:lnTo>
                                      <a:lnTo>
                                        <a:pt x="87" y="39"/>
                                      </a:lnTo>
                                      <a:lnTo>
                                        <a:pt x="85" y="43"/>
                                      </a:lnTo>
                                      <a:lnTo>
                                        <a:pt x="82" y="43"/>
                                      </a:lnTo>
                                      <a:lnTo>
                                        <a:pt x="82" y="43"/>
                                      </a:lnTo>
                                      <a:lnTo>
                                        <a:pt x="78" y="46"/>
                                      </a:lnTo>
                                      <a:lnTo>
                                        <a:pt x="75" y="49"/>
                                      </a:lnTo>
                                      <a:lnTo>
                                        <a:pt x="75" y="49"/>
                                      </a:lnTo>
                                      <a:lnTo>
                                        <a:pt x="72" y="49"/>
                                      </a:lnTo>
                                      <a:lnTo>
                                        <a:pt x="69" y="56"/>
                                      </a:lnTo>
                                      <a:lnTo>
                                        <a:pt x="69" y="56"/>
                                      </a:lnTo>
                                      <a:lnTo>
                                        <a:pt x="65" y="58"/>
                                      </a:lnTo>
                                      <a:lnTo>
                                        <a:pt x="63" y="58"/>
                                      </a:lnTo>
                                      <a:lnTo>
                                        <a:pt x="63" y="61"/>
                                      </a:lnTo>
                                      <a:lnTo>
                                        <a:pt x="63" y="61"/>
                                      </a:lnTo>
                                      <a:lnTo>
                                        <a:pt x="60" y="65"/>
                                      </a:lnTo>
                                      <a:lnTo>
                                        <a:pt x="57" y="68"/>
                                      </a:lnTo>
                                      <a:lnTo>
                                        <a:pt x="53" y="71"/>
                                      </a:lnTo>
                                      <a:lnTo>
                                        <a:pt x="53" y="71"/>
                                      </a:lnTo>
                                      <a:lnTo>
                                        <a:pt x="50" y="73"/>
                                      </a:lnTo>
                                      <a:lnTo>
                                        <a:pt x="50" y="73"/>
                                      </a:lnTo>
                                      <a:lnTo>
                                        <a:pt x="50" y="77"/>
                                      </a:lnTo>
                                      <a:lnTo>
                                        <a:pt x="50" y="77"/>
                                      </a:lnTo>
                                      <a:lnTo>
                                        <a:pt x="47" y="80"/>
                                      </a:lnTo>
                                      <a:lnTo>
                                        <a:pt x="43" y="83"/>
                                      </a:lnTo>
                                      <a:lnTo>
                                        <a:pt x="43" y="83"/>
                                      </a:lnTo>
                                      <a:lnTo>
                                        <a:pt x="40" y="83"/>
                                      </a:lnTo>
                                      <a:lnTo>
                                        <a:pt x="40" y="90"/>
                                      </a:lnTo>
                                      <a:lnTo>
                                        <a:pt x="38" y="92"/>
                                      </a:lnTo>
                                      <a:lnTo>
                                        <a:pt x="38" y="90"/>
                                      </a:lnTo>
                                      <a:lnTo>
                                        <a:pt x="35" y="92"/>
                                      </a:lnTo>
                                      <a:lnTo>
                                        <a:pt x="35" y="95"/>
                                      </a:lnTo>
                                      <a:lnTo>
                                        <a:pt x="31" y="99"/>
                                      </a:lnTo>
                                      <a:lnTo>
                                        <a:pt x="28" y="106"/>
                                      </a:lnTo>
                                      <a:lnTo>
                                        <a:pt x="25" y="113"/>
                                      </a:lnTo>
                                      <a:lnTo>
                                        <a:pt x="22" y="116"/>
                                      </a:lnTo>
                                      <a:lnTo>
                                        <a:pt x="22" y="119"/>
                                      </a:lnTo>
                                      <a:lnTo>
                                        <a:pt x="18" y="123"/>
                                      </a:lnTo>
                                      <a:lnTo>
                                        <a:pt x="18" y="125"/>
                                      </a:lnTo>
                                      <a:lnTo>
                                        <a:pt x="18" y="128"/>
                                      </a:lnTo>
                                      <a:lnTo>
                                        <a:pt x="16" y="131"/>
                                      </a:lnTo>
                                      <a:lnTo>
                                        <a:pt x="13" y="138"/>
                                      </a:lnTo>
                                      <a:lnTo>
                                        <a:pt x="13" y="141"/>
                                      </a:lnTo>
                                      <a:lnTo>
                                        <a:pt x="13" y="147"/>
                                      </a:lnTo>
                                      <a:lnTo>
                                        <a:pt x="10" y="150"/>
                                      </a:lnTo>
                                      <a:lnTo>
                                        <a:pt x="10" y="153"/>
                                      </a:lnTo>
                                      <a:lnTo>
                                        <a:pt x="10" y="157"/>
                                      </a:lnTo>
                                      <a:lnTo>
                                        <a:pt x="10" y="157"/>
                                      </a:lnTo>
                                      <a:lnTo>
                                        <a:pt x="6" y="159"/>
                                      </a:lnTo>
                                      <a:lnTo>
                                        <a:pt x="6" y="162"/>
                                      </a:lnTo>
                                      <a:lnTo>
                                        <a:pt x="6" y="165"/>
                                      </a:lnTo>
                                      <a:lnTo>
                                        <a:pt x="6" y="165"/>
                                      </a:lnTo>
                                      <a:lnTo>
                                        <a:pt x="6" y="169"/>
                                      </a:lnTo>
                                      <a:lnTo>
                                        <a:pt x="3" y="172"/>
                                      </a:lnTo>
                                      <a:lnTo>
                                        <a:pt x="3" y="175"/>
                                      </a:lnTo>
                                      <a:lnTo>
                                        <a:pt x="3" y="178"/>
                                      </a:lnTo>
                                      <a:lnTo>
                                        <a:pt x="3" y="184"/>
                                      </a:lnTo>
                                      <a:lnTo>
                                        <a:pt x="3" y="184"/>
                                      </a:lnTo>
                                      <a:lnTo>
                                        <a:pt x="3" y="187"/>
                                      </a:lnTo>
                                      <a:lnTo>
                                        <a:pt x="3" y="196"/>
                                      </a:lnTo>
                                      <a:lnTo>
                                        <a:pt x="3" y="194"/>
                                      </a:lnTo>
                                      <a:lnTo>
                                        <a:pt x="0" y="200"/>
                                      </a:lnTo>
                                      <a:lnTo>
                                        <a:pt x="0" y="225"/>
                                      </a:lnTo>
                                      <a:lnTo>
                                        <a:pt x="3" y="228"/>
                                      </a:lnTo>
                                      <a:lnTo>
                                        <a:pt x="3" y="230"/>
                                      </a:lnTo>
                                      <a:lnTo>
                                        <a:pt x="3" y="234"/>
                                      </a:lnTo>
                                      <a:lnTo>
                                        <a:pt x="3" y="243"/>
                                      </a:lnTo>
                                      <a:lnTo>
                                        <a:pt x="3" y="247"/>
                                      </a:lnTo>
                                      <a:lnTo>
                                        <a:pt x="6" y="255"/>
                                      </a:lnTo>
                                      <a:lnTo>
                                        <a:pt x="6" y="259"/>
                                      </a:lnTo>
                                      <a:lnTo>
                                        <a:pt x="6" y="262"/>
                                      </a:lnTo>
                                      <a:lnTo>
                                        <a:pt x="10" y="271"/>
                                      </a:lnTo>
                                      <a:lnTo>
                                        <a:pt x="13" y="274"/>
                                      </a:lnTo>
                                      <a:lnTo>
                                        <a:pt x="13" y="274"/>
                                      </a:lnTo>
                                      <a:lnTo>
                                        <a:pt x="13" y="277"/>
                                      </a:lnTo>
                                      <a:lnTo>
                                        <a:pt x="13" y="281"/>
                                      </a:lnTo>
                                      <a:lnTo>
                                        <a:pt x="13" y="283"/>
                                      </a:lnTo>
                                      <a:lnTo>
                                        <a:pt x="16" y="286"/>
                                      </a:lnTo>
                                      <a:lnTo>
                                        <a:pt x="16" y="286"/>
                                      </a:lnTo>
                                      <a:lnTo>
                                        <a:pt x="16" y="289"/>
                                      </a:lnTo>
                                      <a:lnTo>
                                        <a:pt x="18" y="293"/>
                                      </a:lnTo>
                                      <a:lnTo>
                                        <a:pt x="18" y="293"/>
                                      </a:lnTo>
                                      <a:lnTo>
                                        <a:pt x="18" y="296"/>
                                      </a:lnTo>
                                      <a:lnTo>
                                        <a:pt x="18" y="299"/>
                                      </a:lnTo>
                                      <a:lnTo>
                                        <a:pt x="18" y="299"/>
                                      </a:lnTo>
                                      <a:lnTo>
                                        <a:pt x="22" y="302"/>
                                      </a:lnTo>
                                      <a:lnTo>
                                        <a:pt x="22" y="302"/>
                                      </a:lnTo>
                                      <a:lnTo>
                                        <a:pt x="22" y="305"/>
                                      </a:lnTo>
                                      <a:lnTo>
                                        <a:pt x="25" y="308"/>
                                      </a:lnTo>
                                      <a:lnTo>
                                        <a:pt x="25" y="311"/>
                                      </a:lnTo>
                                      <a:lnTo>
                                        <a:pt x="28" y="315"/>
                                      </a:lnTo>
                                      <a:lnTo>
                                        <a:pt x="28" y="317"/>
                                      </a:lnTo>
                                      <a:lnTo>
                                        <a:pt x="31" y="324"/>
                                      </a:lnTo>
                                      <a:lnTo>
                                        <a:pt x="35" y="327"/>
                                      </a:lnTo>
                                      <a:lnTo>
                                        <a:pt x="38" y="330"/>
                                      </a:lnTo>
                                      <a:lnTo>
                                        <a:pt x="40" y="333"/>
                                      </a:lnTo>
                                      <a:lnTo>
                                        <a:pt x="43" y="339"/>
                                      </a:lnTo>
                                      <a:lnTo>
                                        <a:pt x="47" y="342"/>
                                      </a:lnTo>
                                      <a:lnTo>
                                        <a:pt x="47" y="345"/>
                                      </a:lnTo>
                                      <a:lnTo>
                                        <a:pt x="50" y="349"/>
                                      </a:lnTo>
                                      <a:lnTo>
                                        <a:pt x="53" y="349"/>
                                      </a:lnTo>
                                      <a:lnTo>
                                        <a:pt x="57" y="354"/>
                                      </a:lnTo>
                                      <a:lnTo>
                                        <a:pt x="60" y="358"/>
                                      </a:lnTo>
                                      <a:lnTo>
                                        <a:pt x="63" y="361"/>
                                      </a:lnTo>
                                      <a:lnTo>
                                        <a:pt x="63" y="361"/>
                                      </a:lnTo>
                                      <a:lnTo>
                                        <a:pt x="65" y="364"/>
                                      </a:lnTo>
                                      <a:lnTo>
                                        <a:pt x="69" y="367"/>
                                      </a:lnTo>
                                      <a:lnTo>
                                        <a:pt x="69" y="367"/>
                                      </a:lnTo>
                                      <a:lnTo>
                                        <a:pt x="72" y="370"/>
                                      </a:lnTo>
                                      <a:lnTo>
                                        <a:pt x="72" y="370"/>
                                      </a:lnTo>
                                      <a:lnTo>
                                        <a:pt x="75" y="373"/>
                                      </a:lnTo>
                                      <a:lnTo>
                                        <a:pt x="75" y="373"/>
                                      </a:lnTo>
                                      <a:lnTo>
                                        <a:pt x="78" y="376"/>
                                      </a:lnTo>
                                      <a:lnTo>
                                        <a:pt x="85" y="379"/>
                                      </a:lnTo>
                                      <a:lnTo>
                                        <a:pt x="85" y="379"/>
                                      </a:lnTo>
                                      <a:lnTo>
                                        <a:pt x="85" y="383"/>
                                      </a:lnTo>
                                      <a:lnTo>
                                        <a:pt x="90" y="383"/>
                                      </a:lnTo>
                                      <a:lnTo>
                                        <a:pt x="94" y="386"/>
                                      </a:lnTo>
                                      <a:lnTo>
                                        <a:pt x="90" y="386"/>
                                      </a:lnTo>
                                      <a:lnTo>
                                        <a:pt x="94" y="388"/>
                                      </a:lnTo>
                                      <a:lnTo>
                                        <a:pt x="97" y="388"/>
                                      </a:lnTo>
                                      <a:lnTo>
                                        <a:pt x="100" y="390"/>
                                      </a:lnTo>
                                      <a:lnTo>
                                        <a:pt x="103" y="390"/>
                                      </a:lnTo>
                                      <a:lnTo>
                                        <a:pt x="103" y="390"/>
                                      </a:lnTo>
                                      <a:lnTo>
                                        <a:pt x="107" y="394"/>
                                      </a:lnTo>
                                      <a:lnTo>
                                        <a:pt x="110" y="394"/>
                                      </a:lnTo>
                                      <a:lnTo>
                                        <a:pt x="112" y="397"/>
                                      </a:lnTo>
                                      <a:lnTo>
                                        <a:pt x="115" y="397"/>
                                      </a:lnTo>
                                      <a:lnTo>
                                        <a:pt x="115" y="400"/>
                                      </a:lnTo>
                                      <a:lnTo>
                                        <a:pt x="122" y="403"/>
                                      </a:lnTo>
                                      <a:lnTo>
                                        <a:pt x="122" y="403"/>
                                      </a:lnTo>
                                      <a:lnTo>
                                        <a:pt x="122" y="403"/>
                                      </a:lnTo>
                                      <a:lnTo>
                                        <a:pt x="125" y="403"/>
                                      </a:lnTo>
                                      <a:lnTo>
                                        <a:pt x="129" y="406"/>
                                      </a:lnTo>
                                      <a:lnTo>
                                        <a:pt x="132" y="406"/>
                                      </a:lnTo>
                                      <a:lnTo>
                                        <a:pt x="132" y="406"/>
                                      </a:lnTo>
                                      <a:lnTo>
                                        <a:pt x="134" y="409"/>
                                      </a:lnTo>
                                      <a:lnTo>
                                        <a:pt x="137" y="409"/>
                                      </a:lnTo>
                                      <a:lnTo>
                                        <a:pt x="141" y="409"/>
                                      </a:lnTo>
                                      <a:lnTo>
                                        <a:pt x="144" y="412"/>
                                      </a:lnTo>
                                      <a:lnTo>
                                        <a:pt x="144" y="409"/>
                                      </a:lnTo>
                                      <a:lnTo>
                                        <a:pt x="147" y="412"/>
                                      </a:lnTo>
                                      <a:lnTo>
                                        <a:pt x="150" y="412"/>
                                      </a:lnTo>
                                      <a:lnTo>
                                        <a:pt x="174" y="419"/>
                                      </a:lnTo>
                                      <a:lnTo>
                                        <a:pt x="178" y="419"/>
                                      </a:lnTo>
                                      <a:lnTo>
                                        <a:pt x="178" y="419"/>
                                      </a:lnTo>
                                      <a:lnTo>
                                        <a:pt x="178" y="421"/>
                                      </a:lnTo>
                                      <a:lnTo>
                                        <a:pt x="183" y="421"/>
                                      </a:lnTo>
                                      <a:lnTo>
                                        <a:pt x="183" y="421"/>
                                      </a:lnTo>
                                      <a:lnTo>
                                        <a:pt x="186" y="421"/>
                                      </a:lnTo>
                                      <a:lnTo>
                                        <a:pt x="190" y="421"/>
                                      </a:lnTo>
                                      <a:lnTo>
                                        <a:pt x="190" y="421"/>
                                      </a:lnTo>
                                      <a:lnTo>
                                        <a:pt x="193" y="421"/>
                                      </a:lnTo>
                                      <a:lnTo>
                                        <a:pt x="227" y="421"/>
                                      </a:lnTo>
                                      <a:lnTo>
                                        <a:pt x="230" y="421"/>
                                      </a:lnTo>
                                      <a:lnTo>
                                        <a:pt x="237" y="421"/>
                                      </a:lnTo>
                                      <a:lnTo>
                                        <a:pt x="237" y="421"/>
                                      </a:lnTo>
                                      <a:lnTo>
                                        <a:pt x="243" y="421"/>
                                      </a:lnTo>
                                      <a:lnTo>
                                        <a:pt x="247" y="419"/>
                                      </a:lnTo>
                                      <a:lnTo>
                                        <a:pt x="250" y="419"/>
                                      </a:lnTo>
                                      <a:lnTo>
                                        <a:pt x="262" y="416"/>
                                      </a:lnTo>
                                      <a:lnTo>
                                        <a:pt x="265" y="416"/>
                                      </a:lnTo>
                                      <a:lnTo>
                                        <a:pt x="274" y="412"/>
                                      </a:lnTo>
                                      <a:lnTo>
                                        <a:pt x="277" y="409"/>
                                      </a:lnTo>
                                      <a:lnTo>
                                        <a:pt x="277" y="412"/>
                                      </a:lnTo>
                                      <a:lnTo>
                                        <a:pt x="287" y="409"/>
                                      </a:lnTo>
                                      <a:lnTo>
                                        <a:pt x="290" y="406"/>
                                      </a:lnTo>
                                      <a:lnTo>
                                        <a:pt x="290" y="406"/>
                                      </a:lnTo>
                                      <a:lnTo>
                                        <a:pt x="293" y="406"/>
                                      </a:lnTo>
                                      <a:lnTo>
                                        <a:pt x="297" y="403"/>
                                      </a:lnTo>
                                      <a:lnTo>
                                        <a:pt x="297" y="403"/>
                                      </a:lnTo>
                                      <a:lnTo>
                                        <a:pt x="299" y="403"/>
                                      </a:lnTo>
                                      <a:lnTo>
                                        <a:pt x="299" y="403"/>
                                      </a:lnTo>
                                      <a:lnTo>
                                        <a:pt x="302" y="400"/>
                                      </a:lnTo>
                                      <a:lnTo>
                                        <a:pt x="302" y="400"/>
                                      </a:lnTo>
                                      <a:lnTo>
                                        <a:pt x="305" y="400"/>
                                      </a:lnTo>
                                      <a:lnTo>
                                        <a:pt x="309" y="397"/>
                                      </a:lnTo>
                                      <a:lnTo>
                                        <a:pt x="309" y="400"/>
                                      </a:lnTo>
                                      <a:lnTo>
                                        <a:pt x="312" y="397"/>
                                      </a:lnTo>
                                      <a:lnTo>
                                        <a:pt x="315" y="394"/>
                                      </a:lnTo>
                                      <a:lnTo>
                                        <a:pt x="315" y="394"/>
                                      </a:lnTo>
                                      <a:lnTo>
                                        <a:pt x="319" y="394"/>
                                      </a:lnTo>
                                      <a:lnTo>
                                        <a:pt x="319" y="390"/>
                                      </a:lnTo>
                                      <a:lnTo>
                                        <a:pt x="321" y="390"/>
                                      </a:lnTo>
                                      <a:lnTo>
                                        <a:pt x="321" y="390"/>
                                      </a:lnTo>
                                      <a:lnTo>
                                        <a:pt x="324" y="388"/>
                                      </a:lnTo>
                                      <a:lnTo>
                                        <a:pt x="327" y="388"/>
                                      </a:lnTo>
                                      <a:lnTo>
                                        <a:pt x="337" y="383"/>
                                      </a:lnTo>
                                      <a:lnTo>
                                        <a:pt x="334" y="383"/>
                                      </a:lnTo>
                                      <a:lnTo>
                                        <a:pt x="334" y="383"/>
                                      </a:lnTo>
                                      <a:lnTo>
                                        <a:pt x="327" y="386"/>
                                      </a:lnTo>
                                      <a:lnTo>
                                        <a:pt x="327" y="386"/>
                                      </a:lnTo>
                                      <a:lnTo>
                                        <a:pt x="324" y="388"/>
                                      </a:lnTo>
                                      <a:lnTo>
                                        <a:pt x="324" y="388"/>
                                      </a:lnTo>
                                      <a:lnTo>
                                        <a:pt x="321" y="388"/>
                                      </a:lnTo>
                                      <a:lnTo>
                                        <a:pt x="319" y="390"/>
                                      </a:lnTo>
                                      <a:lnTo>
                                        <a:pt x="315" y="394"/>
                                      </a:lnTo>
                                      <a:lnTo>
                                        <a:pt x="315" y="394"/>
                                      </a:lnTo>
                                      <a:lnTo>
                                        <a:pt x="312" y="394"/>
                                      </a:lnTo>
                                      <a:lnTo>
                                        <a:pt x="309" y="397"/>
                                      </a:lnTo>
                                      <a:lnTo>
                                        <a:pt x="312" y="397"/>
                                      </a:lnTo>
                                      <a:lnTo>
                                        <a:pt x="309" y="397"/>
                                      </a:lnTo>
                                      <a:lnTo>
                                        <a:pt x="305" y="400"/>
                                      </a:lnTo>
                                      <a:lnTo>
                                        <a:pt x="302" y="400"/>
                                      </a:lnTo>
                                      <a:lnTo>
                                        <a:pt x="299" y="400"/>
                                      </a:lnTo>
                                      <a:lnTo>
                                        <a:pt x="297" y="403"/>
                                      </a:lnTo>
                                      <a:lnTo>
                                        <a:pt x="293" y="403"/>
                                      </a:lnTo>
                                      <a:lnTo>
                                        <a:pt x="290" y="406"/>
                                      </a:lnTo>
                                      <a:lnTo>
                                        <a:pt x="287" y="406"/>
                                      </a:lnTo>
                                      <a:lnTo>
                                        <a:pt x="277" y="409"/>
                                      </a:lnTo>
                                      <a:lnTo>
                                        <a:pt x="274" y="412"/>
                                      </a:lnTo>
                                      <a:lnTo>
                                        <a:pt x="274" y="412"/>
                                      </a:lnTo>
                                      <a:lnTo>
                                        <a:pt x="265" y="412"/>
                                      </a:lnTo>
                                      <a:lnTo>
                                        <a:pt x="262" y="416"/>
                                      </a:lnTo>
                                      <a:lnTo>
                                        <a:pt x="250" y="419"/>
                                      </a:lnTo>
                                      <a:lnTo>
                                        <a:pt x="250" y="419"/>
                                      </a:lnTo>
                                      <a:lnTo>
                                        <a:pt x="243" y="419"/>
                                      </a:lnTo>
                                      <a:lnTo>
                                        <a:pt x="240" y="419"/>
                                      </a:lnTo>
                                      <a:lnTo>
                                        <a:pt x="243" y="419"/>
                                      </a:lnTo>
                                      <a:lnTo>
                                        <a:pt x="237" y="419"/>
                                      </a:lnTo>
                                      <a:lnTo>
                                        <a:pt x="237" y="419"/>
                                      </a:lnTo>
                                      <a:lnTo>
                                        <a:pt x="237" y="419"/>
                                      </a:lnTo>
                                      <a:lnTo>
                                        <a:pt x="230" y="419"/>
                                      </a:lnTo>
                                      <a:lnTo>
                                        <a:pt x="227" y="421"/>
                                      </a:lnTo>
                                      <a:lnTo>
                                        <a:pt x="227" y="421"/>
                                      </a:lnTo>
                                      <a:lnTo>
                                        <a:pt x="193" y="421"/>
                                      </a:lnTo>
                                      <a:lnTo>
                                        <a:pt x="190" y="419"/>
                                      </a:lnTo>
                                      <a:lnTo>
                                        <a:pt x="186" y="419"/>
                                      </a:lnTo>
                                      <a:lnTo>
                                        <a:pt x="183" y="419"/>
                                      </a:lnTo>
                                      <a:lnTo>
                                        <a:pt x="180" y="419"/>
                                      </a:lnTo>
                                      <a:lnTo>
                                        <a:pt x="178" y="419"/>
                                      </a:lnTo>
                                      <a:lnTo>
                                        <a:pt x="174" y="419"/>
                                      </a:lnTo>
                                      <a:lnTo>
                                        <a:pt x="150" y="412"/>
                                      </a:lnTo>
                                      <a:lnTo>
                                        <a:pt x="147" y="412"/>
                                      </a:lnTo>
                                      <a:lnTo>
                                        <a:pt x="150" y="412"/>
                                      </a:lnTo>
                                      <a:lnTo>
                                        <a:pt x="144" y="409"/>
                                      </a:lnTo>
                                      <a:lnTo>
                                        <a:pt x="141" y="409"/>
                                      </a:lnTo>
                                      <a:lnTo>
                                        <a:pt x="141" y="406"/>
                                      </a:lnTo>
                                      <a:lnTo>
                                        <a:pt x="137" y="406"/>
                                      </a:lnTo>
                                      <a:lnTo>
                                        <a:pt x="137" y="406"/>
                                      </a:lnTo>
                                      <a:lnTo>
                                        <a:pt x="132" y="406"/>
                                      </a:lnTo>
                                      <a:lnTo>
                                        <a:pt x="129" y="403"/>
                                      </a:lnTo>
                                      <a:lnTo>
                                        <a:pt x="129" y="403"/>
                                      </a:lnTo>
                                      <a:lnTo>
                                        <a:pt x="129" y="403"/>
                                      </a:lnTo>
                                      <a:lnTo>
                                        <a:pt x="122" y="400"/>
                                      </a:lnTo>
                                      <a:lnTo>
                                        <a:pt x="122" y="400"/>
                                      </a:lnTo>
                                      <a:lnTo>
                                        <a:pt x="122" y="400"/>
                                      </a:lnTo>
                                      <a:lnTo>
                                        <a:pt x="119" y="400"/>
                                      </a:lnTo>
                                      <a:lnTo>
                                        <a:pt x="115" y="397"/>
                                      </a:lnTo>
                                      <a:lnTo>
                                        <a:pt x="112" y="394"/>
                                      </a:lnTo>
                                      <a:lnTo>
                                        <a:pt x="110" y="394"/>
                                      </a:lnTo>
                                      <a:lnTo>
                                        <a:pt x="107" y="390"/>
                                      </a:lnTo>
                                      <a:lnTo>
                                        <a:pt x="103" y="390"/>
                                      </a:lnTo>
                                      <a:lnTo>
                                        <a:pt x="100" y="388"/>
                                      </a:lnTo>
                                      <a:lnTo>
                                        <a:pt x="97" y="388"/>
                                      </a:lnTo>
                                      <a:lnTo>
                                        <a:pt x="97" y="386"/>
                                      </a:lnTo>
                                      <a:lnTo>
                                        <a:pt x="94" y="383"/>
                                      </a:lnTo>
                                      <a:lnTo>
                                        <a:pt x="90" y="383"/>
                                      </a:lnTo>
                                      <a:lnTo>
                                        <a:pt x="87" y="379"/>
                                      </a:lnTo>
                                      <a:lnTo>
                                        <a:pt x="85" y="376"/>
                                      </a:lnTo>
                                      <a:lnTo>
                                        <a:pt x="78" y="373"/>
                                      </a:lnTo>
                                      <a:lnTo>
                                        <a:pt x="78" y="373"/>
                                      </a:lnTo>
                                      <a:lnTo>
                                        <a:pt x="75" y="370"/>
                                      </a:lnTo>
                                      <a:lnTo>
                                        <a:pt x="75" y="370"/>
                                      </a:lnTo>
                                      <a:lnTo>
                                        <a:pt x="72" y="367"/>
                                      </a:lnTo>
                                      <a:lnTo>
                                        <a:pt x="69" y="364"/>
                                      </a:lnTo>
                                      <a:lnTo>
                                        <a:pt x="65" y="364"/>
                                      </a:lnTo>
                                      <a:lnTo>
                                        <a:pt x="65" y="361"/>
                                      </a:lnTo>
                                      <a:lnTo>
                                        <a:pt x="63" y="358"/>
                                      </a:lnTo>
                                      <a:lnTo>
                                        <a:pt x="63" y="358"/>
                                      </a:lnTo>
                                      <a:lnTo>
                                        <a:pt x="60" y="354"/>
                                      </a:lnTo>
                                      <a:lnTo>
                                        <a:pt x="60" y="354"/>
                                      </a:lnTo>
                                      <a:lnTo>
                                        <a:pt x="53" y="349"/>
                                      </a:lnTo>
                                      <a:lnTo>
                                        <a:pt x="53" y="349"/>
                                      </a:lnTo>
                                      <a:lnTo>
                                        <a:pt x="50" y="345"/>
                                      </a:lnTo>
                                      <a:lnTo>
                                        <a:pt x="50" y="342"/>
                                      </a:lnTo>
                                      <a:lnTo>
                                        <a:pt x="50" y="342"/>
                                      </a:lnTo>
                                      <a:lnTo>
                                        <a:pt x="47" y="342"/>
                                      </a:lnTo>
                                      <a:lnTo>
                                        <a:pt x="43" y="339"/>
                                      </a:lnTo>
                                      <a:lnTo>
                                        <a:pt x="43" y="339"/>
                                      </a:lnTo>
                                      <a:lnTo>
                                        <a:pt x="40" y="333"/>
                                      </a:lnTo>
                                      <a:lnTo>
                                        <a:pt x="40" y="333"/>
                                      </a:lnTo>
                                      <a:lnTo>
                                        <a:pt x="38" y="330"/>
                                      </a:lnTo>
                                      <a:lnTo>
                                        <a:pt x="38" y="330"/>
                                      </a:lnTo>
                                      <a:lnTo>
                                        <a:pt x="35" y="324"/>
                                      </a:lnTo>
                                      <a:lnTo>
                                        <a:pt x="35" y="320"/>
                                      </a:lnTo>
                                      <a:lnTo>
                                        <a:pt x="31" y="317"/>
                                      </a:lnTo>
                                      <a:lnTo>
                                        <a:pt x="28" y="315"/>
                                      </a:lnTo>
                                      <a:lnTo>
                                        <a:pt x="28" y="311"/>
                                      </a:lnTo>
                                      <a:lnTo>
                                        <a:pt x="25" y="308"/>
                                      </a:lnTo>
                                      <a:lnTo>
                                        <a:pt x="25" y="305"/>
                                      </a:lnTo>
                                      <a:lnTo>
                                        <a:pt x="25" y="305"/>
                                      </a:lnTo>
                                      <a:lnTo>
                                        <a:pt x="22" y="302"/>
                                      </a:lnTo>
                                      <a:lnTo>
                                        <a:pt x="22" y="299"/>
                                      </a:lnTo>
                                      <a:lnTo>
                                        <a:pt x="22" y="299"/>
                                      </a:lnTo>
                                      <a:lnTo>
                                        <a:pt x="22" y="296"/>
                                      </a:lnTo>
                                      <a:lnTo>
                                        <a:pt x="22" y="296"/>
                                      </a:lnTo>
                                      <a:lnTo>
                                        <a:pt x="18" y="293"/>
                                      </a:lnTo>
                                      <a:lnTo>
                                        <a:pt x="18" y="289"/>
                                      </a:lnTo>
                                      <a:lnTo>
                                        <a:pt x="18" y="289"/>
                                      </a:lnTo>
                                      <a:lnTo>
                                        <a:pt x="16" y="286"/>
                                      </a:lnTo>
                                      <a:lnTo>
                                        <a:pt x="16" y="283"/>
                                      </a:lnTo>
                                      <a:lnTo>
                                        <a:pt x="16" y="283"/>
                                      </a:lnTo>
                                      <a:lnTo>
                                        <a:pt x="16" y="281"/>
                                      </a:lnTo>
                                      <a:lnTo>
                                        <a:pt x="13" y="277"/>
                                      </a:lnTo>
                                      <a:lnTo>
                                        <a:pt x="13" y="274"/>
                                      </a:lnTo>
                                      <a:lnTo>
                                        <a:pt x="10" y="271"/>
                                      </a:lnTo>
                                      <a:lnTo>
                                        <a:pt x="13" y="271"/>
                                      </a:lnTo>
                                      <a:lnTo>
                                        <a:pt x="10" y="262"/>
                                      </a:lnTo>
                                      <a:lnTo>
                                        <a:pt x="10" y="262"/>
                                      </a:lnTo>
                                      <a:lnTo>
                                        <a:pt x="6" y="259"/>
                                      </a:lnTo>
                                      <a:lnTo>
                                        <a:pt x="6" y="259"/>
                                      </a:lnTo>
                                      <a:lnTo>
                                        <a:pt x="6" y="255"/>
                                      </a:lnTo>
                                      <a:lnTo>
                                        <a:pt x="6" y="243"/>
                                      </a:lnTo>
                                      <a:lnTo>
                                        <a:pt x="3" y="243"/>
                                      </a:lnTo>
                                      <a:lnTo>
                                        <a:pt x="3" y="243"/>
                                      </a:lnTo>
                                      <a:lnTo>
                                        <a:pt x="3" y="234"/>
                                      </a:lnTo>
                                      <a:lnTo>
                                        <a:pt x="3" y="230"/>
                                      </a:lnTo>
                                      <a:lnTo>
                                        <a:pt x="3" y="230"/>
                                      </a:lnTo>
                                      <a:lnTo>
                                        <a:pt x="3" y="228"/>
                                      </a:lnTo>
                                      <a:lnTo>
                                        <a:pt x="3" y="225"/>
                                      </a:lnTo>
                                      <a:lnTo>
                                        <a:pt x="3" y="225"/>
                                      </a:lnTo>
                                      <a:lnTo>
                                        <a:pt x="3" y="200"/>
                                      </a:lnTo>
                                      <a:lnTo>
                                        <a:pt x="3" y="196"/>
                                      </a:lnTo>
                                      <a:lnTo>
                                        <a:pt x="3" y="187"/>
                                      </a:lnTo>
                                      <a:lnTo>
                                        <a:pt x="3" y="184"/>
                                      </a:lnTo>
                                      <a:lnTo>
                                        <a:pt x="3" y="178"/>
                                      </a:lnTo>
                                      <a:lnTo>
                                        <a:pt x="6" y="175"/>
                                      </a:lnTo>
                                      <a:lnTo>
                                        <a:pt x="6" y="172"/>
                                      </a:lnTo>
                                      <a:lnTo>
                                        <a:pt x="6" y="169"/>
                                      </a:lnTo>
                                      <a:lnTo>
                                        <a:pt x="6" y="165"/>
                                      </a:lnTo>
                                      <a:lnTo>
                                        <a:pt x="6" y="162"/>
                                      </a:lnTo>
                                      <a:lnTo>
                                        <a:pt x="10" y="159"/>
                                      </a:lnTo>
                                      <a:lnTo>
                                        <a:pt x="10" y="159"/>
                                      </a:lnTo>
                                      <a:lnTo>
                                        <a:pt x="10" y="157"/>
                                      </a:lnTo>
                                      <a:lnTo>
                                        <a:pt x="10" y="153"/>
                                      </a:lnTo>
                                      <a:lnTo>
                                        <a:pt x="13" y="150"/>
                                      </a:lnTo>
                                      <a:lnTo>
                                        <a:pt x="10" y="150"/>
                                      </a:lnTo>
                                      <a:lnTo>
                                        <a:pt x="13" y="147"/>
                                      </a:lnTo>
                                      <a:lnTo>
                                        <a:pt x="16" y="141"/>
                                      </a:lnTo>
                                      <a:lnTo>
                                        <a:pt x="16" y="138"/>
                                      </a:lnTo>
                                      <a:lnTo>
                                        <a:pt x="16" y="138"/>
                                      </a:lnTo>
                                      <a:lnTo>
                                        <a:pt x="18" y="131"/>
                                      </a:lnTo>
                                      <a:lnTo>
                                        <a:pt x="18" y="131"/>
                                      </a:lnTo>
                                      <a:lnTo>
                                        <a:pt x="18" y="128"/>
                                      </a:lnTo>
                                      <a:lnTo>
                                        <a:pt x="18" y="128"/>
                                      </a:lnTo>
                                      <a:lnTo>
                                        <a:pt x="22" y="125"/>
                                      </a:lnTo>
                                      <a:lnTo>
                                        <a:pt x="22" y="125"/>
                                      </a:lnTo>
                                      <a:lnTo>
                                        <a:pt x="22" y="123"/>
                                      </a:lnTo>
                                      <a:lnTo>
                                        <a:pt x="22" y="123"/>
                                      </a:lnTo>
                                      <a:lnTo>
                                        <a:pt x="22" y="119"/>
                                      </a:lnTo>
                                      <a:lnTo>
                                        <a:pt x="25" y="116"/>
                                      </a:lnTo>
                                      <a:lnTo>
                                        <a:pt x="25" y="116"/>
                                      </a:lnTo>
                                      <a:lnTo>
                                        <a:pt x="25" y="113"/>
                                      </a:lnTo>
                                      <a:lnTo>
                                        <a:pt x="25" y="113"/>
                                      </a:lnTo>
                                      <a:lnTo>
                                        <a:pt x="28" y="106"/>
                                      </a:lnTo>
                                      <a:lnTo>
                                        <a:pt x="35" y="101"/>
                                      </a:lnTo>
                                      <a:lnTo>
                                        <a:pt x="35" y="95"/>
                                      </a:lnTo>
                                      <a:lnTo>
                                        <a:pt x="38" y="95"/>
                                      </a:lnTo>
                                      <a:lnTo>
                                        <a:pt x="40" y="92"/>
                                      </a:lnTo>
                                      <a:lnTo>
                                        <a:pt x="40" y="90"/>
                                      </a:lnTo>
                                      <a:lnTo>
                                        <a:pt x="43" y="86"/>
                                      </a:lnTo>
                                      <a:lnTo>
                                        <a:pt x="47" y="83"/>
                                      </a:lnTo>
                                      <a:lnTo>
                                        <a:pt x="47" y="80"/>
                                      </a:lnTo>
                                      <a:lnTo>
                                        <a:pt x="50" y="77"/>
                                      </a:lnTo>
                                      <a:lnTo>
                                        <a:pt x="50" y="77"/>
                                      </a:lnTo>
                                      <a:lnTo>
                                        <a:pt x="53" y="73"/>
                                      </a:lnTo>
                                      <a:lnTo>
                                        <a:pt x="57" y="71"/>
                                      </a:lnTo>
                                      <a:lnTo>
                                        <a:pt x="60" y="68"/>
                                      </a:lnTo>
                                      <a:lnTo>
                                        <a:pt x="60" y="65"/>
                                      </a:lnTo>
                                      <a:lnTo>
                                        <a:pt x="63" y="65"/>
                                      </a:lnTo>
                                      <a:lnTo>
                                        <a:pt x="65" y="61"/>
                                      </a:lnTo>
                                      <a:lnTo>
                                        <a:pt x="65" y="58"/>
                                      </a:lnTo>
                                      <a:lnTo>
                                        <a:pt x="69" y="56"/>
                                      </a:lnTo>
                                      <a:lnTo>
                                        <a:pt x="75" y="52"/>
                                      </a:lnTo>
                                      <a:lnTo>
                                        <a:pt x="78" y="49"/>
                                      </a:lnTo>
                                      <a:lnTo>
                                        <a:pt x="78" y="46"/>
                                      </a:lnTo>
                                      <a:lnTo>
                                        <a:pt x="82" y="46"/>
                                      </a:lnTo>
                                      <a:lnTo>
                                        <a:pt x="85" y="43"/>
                                      </a:lnTo>
                                      <a:lnTo>
                                        <a:pt x="87" y="43"/>
                                      </a:lnTo>
                                      <a:lnTo>
                                        <a:pt x="90" y="39"/>
                                      </a:lnTo>
                                      <a:lnTo>
                                        <a:pt x="97" y="34"/>
                                      </a:lnTo>
                                      <a:lnTo>
                                        <a:pt x="100" y="34"/>
                                      </a:lnTo>
                                      <a:lnTo>
                                        <a:pt x="103" y="31"/>
                                      </a:lnTo>
                                      <a:lnTo>
                                        <a:pt x="107" y="27"/>
                                      </a:lnTo>
                                      <a:lnTo>
                                        <a:pt x="110" y="27"/>
                                      </a:lnTo>
                                      <a:lnTo>
                                        <a:pt x="112" y="24"/>
                                      </a:lnTo>
                                      <a:lnTo>
                                        <a:pt x="122" y="21"/>
                                      </a:lnTo>
                                      <a:lnTo>
                                        <a:pt x="122" y="21"/>
                                      </a:lnTo>
                                      <a:lnTo>
                                        <a:pt x="122" y="21"/>
                                      </a:lnTo>
                                      <a:lnTo>
                                        <a:pt x="125" y="21"/>
                                      </a:lnTo>
                                      <a:lnTo>
                                        <a:pt x="129" y="18"/>
                                      </a:lnTo>
                                      <a:lnTo>
                                        <a:pt x="129" y="18"/>
                                      </a:lnTo>
                                      <a:lnTo>
                                        <a:pt x="132" y="18"/>
                                      </a:lnTo>
                                      <a:lnTo>
                                        <a:pt x="134" y="15"/>
                                      </a:lnTo>
                                      <a:lnTo>
                                        <a:pt x="132" y="15"/>
                                      </a:lnTo>
                                      <a:lnTo>
                                        <a:pt x="137" y="15"/>
                                      </a:lnTo>
                                      <a:lnTo>
                                        <a:pt x="141" y="12"/>
                                      </a:lnTo>
                                      <a:lnTo>
                                        <a:pt x="141" y="15"/>
                                      </a:lnTo>
                                      <a:lnTo>
                                        <a:pt x="144" y="12"/>
                                      </a:lnTo>
                                      <a:lnTo>
                                        <a:pt x="144" y="12"/>
                                      </a:lnTo>
                                      <a:lnTo>
                                        <a:pt x="150" y="9"/>
                                      </a:lnTo>
                                      <a:lnTo>
                                        <a:pt x="147" y="9"/>
                                      </a:lnTo>
                                      <a:lnTo>
                                        <a:pt x="159" y="9"/>
                                      </a:lnTo>
                                      <a:lnTo>
                                        <a:pt x="159" y="5"/>
                                      </a:lnTo>
                                      <a:lnTo>
                                        <a:pt x="171" y="5"/>
                                      </a:lnTo>
                                      <a:lnTo>
                                        <a:pt x="174" y="5"/>
                                      </a:lnTo>
                                      <a:lnTo>
                                        <a:pt x="178" y="3"/>
                                      </a:lnTo>
                                      <a:lnTo>
                                        <a:pt x="180" y="3"/>
                                      </a:lnTo>
                                      <a:lnTo>
                                        <a:pt x="183" y="3"/>
                                      </a:lnTo>
                                      <a:lnTo>
                                        <a:pt x="186" y="3"/>
                                      </a:lnTo>
                                      <a:lnTo>
                                        <a:pt x="196" y="3"/>
                                      </a:lnTo>
                                      <a:lnTo>
                                        <a:pt x="200" y="0"/>
                                      </a:lnTo>
                                      <a:lnTo>
                                        <a:pt x="221" y="0"/>
                                      </a:lnTo>
                                      <a:lnTo>
                                        <a:pt x="221" y="0"/>
                                      </a:lnTo>
                                      <a:lnTo>
                                        <a:pt x="225" y="3"/>
                                      </a:lnTo>
                                      <a:lnTo>
                                        <a:pt x="237" y="3"/>
                                      </a:lnTo>
                                      <a:lnTo>
                                        <a:pt x="237" y="3"/>
                                      </a:lnTo>
                                      <a:lnTo>
                                        <a:pt x="237" y="3"/>
                                      </a:lnTo>
                                      <a:lnTo>
                                        <a:pt x="243" y="3"/>
                                      </a:lnTo>
                                      <a:lnTo>
                                        <a:pt x="247" y="3"/>
                                      </a:lnTo>
                                      <a:lnTo>
                                        <a:pt x="243" y="3"/>
                                      </a:lnTo>
                                      <a:lnTo>
                                        <a:pt x="250" y="5"/>
                                      </a:lnTo>
                                      <a:lnTo>
                                        <a:pt x="252" y="5"/>
                                      </a:lnTo>
                                      <a:lnTo>
                                        <a:pt x="255" y="5"/>
                                      </a:lnTo>
                                      <a:lnTo>
                                        <a:pt x="255" y="5"/>
                                      </a:lnTo>
                                      <a:lnTo>
                                        <a:pt x="268" y="9"/>
                                      </a:lnTo>
                                      <a:lnTo>
                                        <a:pt x="272" y="9"/>
                                      </a:lnTo>
                                      <a:lnTo>
                                        <a:pt x="272" y="9"/>
                                      </a:lnTo>
                                      <a:lnTo>
                                        <a:pt x="274" y="12"/>
                                      </a:lnTo>
                                      <a:lnTo>
                                        <a:pt x="277" y="12"/>
                                      </a:lnTo>
                                      <a:lnTo>
                                        <a:pt x="280" y="12"/>
                                      </a:lnTo>
                                      <a:lnTo>
                                        <a:pt x="284" y="15"/>
                                      </a:lnTo>
                                      <a:lnTo>
                                        <a:pt x="284" y="12"/>
                                      </a:lnTo>
                                      <a:lnTo>
                                        <a:pt x="287" y="15"/>
                                      </a:lnTo>
                                      <a:lnTo>
                                        <a:pt x="290" y="15"/>
                                      </a:lnTo>
                                      <a:lnTo>
                                        <a:pt x="290" y="15"/>
                                      </a:lnTo>
                                      <a:lnTo>
                                        <a:pt x="293" y="18"/>
                                      </a:lnTo>
                                      <a:lnTo>
                                        <a:pt x="297" y="18"/>
                                      </a:lnTo>
                                      <a:lnTo>
                                        <a:pt x="297" y="18"/>
                                      </a:lnTo>
                                      <a:lnTo>
                                        <a:pt x="305" y="24"/>
                                      </a:lnTo>
                                      <a:lnTo>
                                        <a:pt x="309" y="24"/>
                                      </a:lnTo>
                                      <a:lnTo>
                                        <a:pt x="309" y="24"/>
                                      </a:lnTo>
                                      <a:lnTo>
                                        <a:pt x="312" y="27"/>
                                      </a:lnTo>
                                      <a:lnTo>
                                        <a:pt x="315" y="27"/>
                                      </a:lnTo>
                                      <a:lnTo>
                                        <a:pt x="315" y="27"/>
                                      </a:lnTo>
                                      <a:lnTo>
                                        <a:pt x="319" y="31"/>
                                      </a:lnTo>
                                      <a:lnTo>
                                        <a:pt x="319" y="31"/>
                                      </a:lnTo>
                                      <a:lnTo>
                                        <a:pt x="321" y="34"/>
                                      </a:lnTo>
                                      <a:lnTo>
                                        <a:pt x="321" y="3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7" name="Freeform 15"/>
                              <wps:cNvSpPr>
                                <a:spLocks/>
                              </wps:cNvSpPr>
                              <wps:spPr bwMode="auto">
                                <a:xfrm>
                                  <a:off x="17" y="40"/>
                                  <a:ext cx="425" cy="386"/>
                                </a:xfrm>
                                <a:custGeom>
                                  <a:avLst/>
                                  <a:gdLst>
                                    <a:gd name="T0" fmla="*/ 370 w 425"/>
                                    <a:gd name="T1" fmla="*/ 357 h 386"/>
                                    <a:gd name="T2" fmla="*/ 395 w 425"/>
                                    <a:gd name="T3" fmla="*/ 323 h 386"/>
                                    <a:gd name="T4" fmla="*/ 407 w 425"/>
                                    <a:gd name="T5" fmla="*/ 302 h 386"/>
                                    <a:gd name="T6" fmla="*/ 413 w 425"/>
                                    <a:gd name="T7" fmla="*/ 286 h 386"/>
                                    <a:gd name="T8" fmla="*/ 422 w 425"/>
                                    <a:gd name="T9" fmla="*/ 258 h 386"/>
                                    <a:gd name="T10" fmla="*/ 425 w 425"/>
                                    <a:gd name="T11" fmla="*/ 203 h 386"/>
                                    <a:gd name="T12" fmla="*/ 422 w 425"/>
                                    <a:gd name="T13" fmla="*/ 168 h 386"/>
                                    <a:gd name="T14" fmla="*/ 413 w 425"/>
                                    <a:gd name="T15" fmla="*/ 144 h 386"/>
                                    <a:gd name="T16" fmla="*/ 407 w 425"/>
                                    <a:gd name="T17" fmla="*/ 128 h 386"/>
                                    <a:gd name="T18" fmla="*/ 395 w 425"/>
                                    <a:gd name="T19" fmla="*/ 104 h 386"/>
                                    <a:gd name="T20" fmla="*/ 378 w 425"/>
                                    <a:gd name="T21" fmla="*/ 80 h 386"/>
                                    <a:gd name="T22" fmla="*/ 363 w 425"/>
                                    <a:gd name="T23" fmla="*/ 61 h 386"/>
                                    <a:gd name="T24" fmla="*/ 331 w 425"/>
                                    <a:gd name="T25" fmla="*/ 37 h 386"/>
                                    <a:gd name="T26" fmla="*/ 316 w 425"/>
                                    <a:gd name="T27" fmla="*/ 24 h 386"/>
                                    <a:gd name="T28" fmla="*/ 288 w 425"/>
                                    <a:gd name="T29" fmla="*/ 12 h 386"/>
                                    <a:gd name="T30" fmla="*/ 266 w 425"/>
                                    <a:gd name="T31" fmla="*/ 6 h 386"/>
                                    <a:gd name="T32" fmla="*/ 200 w 425"/>
                                    <a:gd name="T33" fmla="*/ 0 h 386"/>
                                    <a:gd name="T34" fmla="*/ 173 w 425"/>
                                    <a:gd name="T35" fmla="*/ 3 h 386"/>
                                    <a:gd name="T36" fmla="*/ 151 w 425"/>
                                    <a:gd name="T37" fmla="*/ 8 h 386"/>
                                    <a:gd name="T38" fmla="*/ 116 w 425"/>
                                    <a:gd name="T39" fmla="*/ 24 h 386"/>
                                    <a:gd name="T40" fmla="*/ 94 w 425"/>
                                    <a:gd name="T41" fmla="*/ 37 h 386"/>
                                    <a:gd name="T42" fmla="*/ 73 w 425"/>
                                    <a:gd name="T43" fmla="*/ 52 h 386"/>
                                    <a:gd name="T44" fmla="*/ 51 w 425"/>
                                    <a:gd name="T45" fmla="*/ 74 h 386"/>
                                    <a:gd name="T46" fmla="*/ 39 w 425"/>
                                    <a:gd name="T47" fmla="*/ 93 h 386"/>
                                    <a:gd name="T48" fmla="*/ 22 w 425"/>
                                    <a:gd name="T49" fmla="*/ 116 h 386"/>
                                    <a:gd name="T50" fmla="*/ 14 w 425"/>
                                    <a:gd name="T51" fmla="*/ 144 h 386"/>
                                    <a:gd name="T52" fmla="*/ 4 w 425"/>
                                    <a:gd name="T53" fmla="*/ 181 h 386"/>
                                    <a:gd name="T54" fmla="*/ 4 w 425"/>
                                    <a:gd name="T55" fmla="*/ 231 h 386"/>
                                    <a:gd name="T56" fmla="*/ 4 w 425"/>
                                    <a:gd name="T57" fmla="*/ 199 h 386"/>
                                    <a:gd name="T58" fmla="*/ 10 w 425"/>
                                    <a:gd name="T59" fmla="*/ 162 h 386"/>
                                    <a:gd name="T60" fmla="*/ 17 w 425"/>
                                    <a:gd name="T61" fmla="*/ 138 h 386"/>
                                    <a:gd name="T62" fmla="*/ 26 w 425"/>
                                    <a:gd name="T63" fmla="*/ 119 h 386"/>
                                    <a:gd name="T64" fmla="*/ 42 w 425"/>
                                    <a:gd name="T65" fmla="*/ 93 h 386"/>
                                    <a:gd name="T66" fmla="*/ 61 w 425"/>
                                    <a:gd name="T67" fmla="*/ 68 h 386"/>
                                    <a:gd name="T68" fmla="*/ 91 w 425"/>
                                    <a:gd name="T69" fmla="*/ 40 h 386"/>
                                    <a:gd name="T70" fmla="*/ 116 w 425"/>
                                    <a:gd name="T71" fmla="*/ 27 h 386"/>
                                    <a:gd name="T72" fmla="*/ 136 w 425"/>
                                    <a:gd name="T73" fmla="*/ 15 h 386"/>
                                    <a:gd name="T74" fmla="*/ 163 w 425"/>
                                    <a:gd name="T75" fmla="*/ 6 h 386"/>
                                    <a:gd name="T76" fmla="*/ 187 w 425"/>
                                    <a:gd name="T77" fmla="*/ 3 h 386"/>
                                    <a:gd name="T78" fmla="*/ 234 w 425"/>
                                    <a:gd name="T79" fmla="*/ 3 h 386"/>
                                    <a:gd name="T80" fmla="*/ 269 w 425"/>
                                    <a:gd name="T81" fmla="*/ 6 h 386"/>
                                    <a:gd name="T82" fmla="*/ 291 w 425"/>
                                    <a:gd name="T83" fmla="*/ 15 h 386"/>
                                    <a:gd name="T84" fmla="*/ 319 w 425"/>
                                    <a:gd name="T85" fmla="*/ 27 h 386"/>
                                    <a:gd name="T86" fmla="*/ 331 w 425"/>
                                    <a:gd name="T87" fmla="*/ 40 h 386"/>
                                    <a:gd name="T88" fmla="*/ 353 w 425"/>
                                    <a:gd name="T89" fmla="*/ 59 h 386"/>
                                    <a:gd name="T90" fmla="*/ 372 w 425"/>
                                    <a:gd name="T91" fmla="*/ 76 h 386"/>
                                    <a:gd name="T92" fmla="*/ 397 w 425"/>
                                    <a:gd name="T93" fmla="*/ 107 h 386"/>
                                    <a:gd name="T94" fmla="*/ 407 w 425"/>
                                    <a:gd name="T95" fmla="*/ 128 h 386"/>
                                    <a:gd name="T96" fmla="*/ 413 w 425"/>
                                    <a:gd name="T97" fmla="*/ 150 h 386"/>
                                    <a:gd name="T98" fmla="*/ 422 w 425"/>
                                    <a:gd name="T99" fmla="*/ 178 h 386"/>
                                    <a:gd name="T100" fmla="*/ 422 w 425"/>
                                    <a:gd name="T101" fmla="*/ 237 h 386"/>
                                    <a:gd name="T102" fmla="*/ 419 w 425"/>
                                    <a:gd name="T103" fmla="*/ 262 h 386"/>
                                    <a:gd name="T104" fmla="*/ 410 w 425"/>
                                    <a:gd name="T105" fmla="*/ 289 h 386"/>
                                    <a:gd name="T106" fmla="*/ 397 w 425"/>
                                    <a:gd name="T107" fmla="*/ 318 h 386"/>
                                    <a:gd name="T108" fmla="*/ 382 w 425"/>
                                    <a:gd name="T109" fmla="*/ 342 h 386"/>
                                    <a:gd name="T110" fmla="*/ 363 w 425"/>
                                    <a:gd name="T111" fmla="*/ 361 h 386"/>
                                    <a:gd name="T112" fmla="*/ 341 w 425"/>
                                    <a:gd name="T113" fmla="*/ 386 h 3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425" h="386">
                                      <a:moveTo>
                                        <a:pt x="341" y="386"/>
                                      </a:moveTo>
                                      <a:lnTo>
                                        <a:pt x="344" y="382"/>
                                      </a:lnTo>
                                      <a:lnTo>
                                        <a:pt x="344" y="379"/>
                                      </a:lnTo>
                                      <a:lnTo>
                                        <a:pt x="350" y="376"/>
                                      </a:lnTo>
                                      <a:lnTo>
                                        <a:pt x="356" y="373"/>
                                      </a:lnTo>
                                      <a:lnTo>
                                        <a:pt x="356" y="370"/>
                                      </a:lnTo>
                                      <a:lnTo>
                                        <a:pt x="366" y="364"/>
                                      </a:lnTo>
                                      <a:lnTo>
                                        <a:pt x="366" y="361"/>
                                      </a:lnTo>
                                      <a:lnTo>
                                        <a:pt x="370" y="357"/>
                                      </a:lnTo>
                                      <a:lnTo>
                                        <a:pt x="372" y="354"/>
                                      </a:lnTo>
                                      <a:lnTo>
                                        <a:pt x="375" y="352"/>
                                      </a:lnTo>
                                      <a:lnTo>
                                        <a:pt x="378" y="348"/>
                                      </a:lnTo>
                                      <a:lnTo>
                                        <a:pt x="382" y="345"/>
                                      </a:lnTo>
                                      <a:lnTo>
                                        <a:pt x="382" y="342"/>
                                      </a:lnTo>
                                      <a:lnTo>
                                        <a:pt x="385" y="339"/>
                                      </a:lnTo>
                                      <a:lnTo>
                                        <a:pt x="391" y="333"/>
                                      </a:lnTo>
                                      <a:lnTo>
                                        <a:pt x="391" y="330"/>
                                      </a:lnTo>
                                      <a:lnTo>
                                        <a:pt x="395" y="323"/>
                                      </a:lnTo>
                                      <a:lnTo>
                                        <a:pt x="397" y="320"/>
                                      </a:lnTo>
                                      <a:lnTo>
                                        <a:pt x="400" y="318"/>
                                      </a:lnTo>
                                      <a:lnTo>
                                        <a:pt x="400" y="314"/>
                                      </a:lnTo>
                                      <a:lnTo>
                                        <a:pt x="400" y="314"/>
                                      </a:lnTo>
                                      <a:lnTo>
                                        <a:pt x="400" y="311"/>
                                      </a:lnTo>
                                      <a:lnTo>
                                        <a:pt x="400" y="311"/>
                                      </a:lnTo>
                                      <a:lnTo>
                                        <a:pt x="403" y="308"/>
                                      </a:lnTo>
                                      <a:lnTo>
                                        <a:pt x="403" y="305"/>
                                      </a:lnTo>
                                      <a:lnTo>
                                        <a:pt x="407" y="302"/>
                                      </a:lnTo>
                                      <a:lnTo>
                                        <a:pt x="407" y="299"/>
                                      </a:lnTo>
                                      <a:lnTo>
                                        <a:pt x="407" y="299"/>
                                      </a:lnTo>
                                      <a:lnTo>
                                        <a:pt x="410" y="296"/>
                                      </a:lnTo>
                                      <a:lnTo>
                                        <a:pt x="410" y="292"/>
                                      </a:lnTo>
                                      <a:lnTo>
                                        <a:pt x="410" y="292"/>
                                      </a:lnTo>
                                      <a:lnTo>
                                        <a:pt x="410" y="289"/>
                                      </a:lnTo>
                                      <a:lnTo>
                                        <a:pt x="413" y="289"/>
                                      </a:lnTo>
                                      <a:lnTo>
                                        <a:pt x="413" y="286"/>
                                      </a:lnTo>
                                      <a:lnTo>
                                        <a:pt x="413" y="286"/>
                                      </a:lnTo>
                                      <a:lnTo>
                                        <a:pt x="413" y="284"/>
                                      </a:lnTo>
                                      <a:lnTo>
                                        <a:pt x="417" y="277"/>
                                      </a:lnTo>
                                      <a:lnTo>
                                        <a:pt x="417" y="274"/>
                                      </a:lnTo>
                                      <a:lnTo>
                                        <a:pt x="417" y="271"/>
                                      </a:lnTo>
                                      <a:lnTo>
                                        <a:pt x="417" y="271"/>
                                      </a:lnTo>
                                      <a:lnTo>
                                        <a:pt x="419" y="267"/>
                                      </a:lnTo>
                                      <a:lnTo>
                                        <a:pt x="419" y="265"/>
                                      </a:lnTo>
                                      <a:lnTo>
                                        <a:pt x="419" y="262"/>
                                      </a:lnTo>
                                      <a:lnTo>
                                        <a:pt x="422" y="258"/>
                                      </a:lnTo>
                                      <a:lnTo>
                                        <a:pt x="422" y="252"/>
                                      </a:lnTo>
                                      <a:lnTo>
                                        <a:pt x="422" y="250"/>
                                      </a:lnTo>
                                      <a:lnTo>
                                        <a:pt x="425" y="243"/>
                                      </a:lnTo>
                                      <a:lnTo>
                                        <a:pt x="425" y="240"/>
                                      </a:lnTo>
                                      <a:lnTo>
                                        <a:pt x="425" y="237"/>
                                      </a:lnTo>
                                      <a:lnTo>
                                        <a:pt x="425" y="224"/>
                                      </a:lnTo>
                                      <a:lnTo>
                                        <a:pt x="425" y="221"/>
                                      </a:lnTo>
                                      <a:lnTo>
                                        <a:pt x="425" y="206"/>
                                      </a:lnTo>
                                      <a:lnTo>
                                        <a:pt x="425" y="203"/>
                                      </a:lnTo>
                                      <a:lnTo>
                                        <a:pt x="425" y="203"/>
                                      </a:lnTo>
                                      <a:lnTo>
                                        <a:pt x="425" y="194"/>
                                      </a:lnTo>
                                      <a:lnTo>
                                        <a:pt x="425" y="187"/>
                                      </a:lnTo>
                                      <a:lnTo>
                                        <a:pt x="425" y="190"/>
                                      </a:lnTo>
                                      <a:lnTo>
                                        <a:pt x="425" y="184"/>
                                      </a:lnTo>
                                      <a:lnTo>
                                        <a:pt x="422" y="178"/>
                                      </a:lnTo>
                                      <a:lnTo>
                                        <a:pt x="422" y="178"/>
                                      </a:lnTo>
                                      <a:lnTo>
                                        <a:pt x="422" y="175"/>
                                      </a:lnTo>
                                      <a:lnTo>
                                        <a:pt x="422" y="168"/>
                                      </a:lnTo>
                                      <a:lnTo>
                                        <a:pt x="419" y="165"/>
                                      </a:lnTo>
                                      <a:lnTo>
                                        <a:pt x="419" y="165"/>
                                      </a:lnTo>
                                      <a:lnTo>
                                        <a:pt x="419" y="162"/>
                                      </a:lnTo>
                                      <a:lnTo>
                                        <a:pt x="419" y="160"/>
                                      </a:lnTo>
                                      <a:lnTo>
                                        <a:pt x="417" y="156"/>
                                      </a:lnTo>
                                      <a:lnTo>
                                        <a:pt x="417" y="156"/>
                                      </a:lnTo>
                                      <a:lnTo>
                                        <a:pt x="417" y="153"/>
                                      </a:lnTo>
                                      <a:lnTo>
                                        <a:pt x="417" y="150"/>
                                      </a:lnTo>
                                      <a:lnTo>
                                        <a:pt x="413" y="144"/>
                                      </a:lnTo>
                                      <a:lnTo>
                                        <a:pt x="413" y="141"/>
                                      </a:lnTo>
                                      <a:lnTo>
                                        <a:pt x="413" y="141"/>
                                      </a:lnTo>
                                      <a:lnTo>
                                        <a:pt x="413" y="138"/>
                                      </a:lnTo>
                                      <a:lnTo>
                                        <a:pt x="410" y="134"/>
                                      </a:lnTo>
                                      <a:lnTo>
                                        <a:pt x="410" y="134"/>
                                      </a:lnTo>
                                      <a:lnTo>
                                        <a:pt x="410" y="131"/>
                                      </a:lnTo>
                                      <a:lnTo>
                                        <a:pt x="410" y="131"/>
                                      </a:lnTo>
                                      <a:lnTo>
                                        <a:pt x="407" y="128"/>
                                      </a:lnTo>
                                      <a:lnTo>
                                        <a:pt x="407" y="128"/>
                                      </a:lnTo>
                                      <a:lnTo>
                                        <a:pt x="407" y="126"/>
                                      </a:lnTo>
                                      <a:lnTo>
                                        <a:pt x="403" y="122"/>
                                      </a:lnTo>
                                      <a:lnTo>
                                        <a:pt x="403" y="119"/>
                                      </a:lnTo>
                                      <a:lnTo>
                                        <a:pt x="403" y="119"/>
                                      </a:lnTo>
                                      <a:lnTo>
                                        <a:pt x="403" y="116"/>
                                      </a:lnTo>
                                      <a:lnTo>
                                        <a:pt x="400" y="113"/>
                                      </a:lnTo>
                                      <a:lnTo>
                                        <a:pt x="400" y="109"/>
                                      </a:lnTo>
                                      <a:lnTo>
                                        <a:pt x="397" y="107"/>
                                      </a:lnTo>
                                      <a:lnTo>
                                        <a:pt x="395" y="104"/>
                                      </a:lnTo>
                                      <a:lnTo>
                                        <a:pt x="395" y="102"/>
                                      </a:lnTo>
                                      <a:lnTo>
                                        <a:pt x="391" y="98"/>
                                      </a:lnTo>
                                      <a:lnTo>
                                        <a:pt x="391" y="95"/>
                                      </a:lnTo>
                                      <a:lnTo>
                                        <a:pt x="391" y="95"/>
                                      </a:lnTo>
                                      <a:lnTo>
                                        <a:pt x="385" y="93"/>
                                      </a:lnTo>
                                      <a:lnTo>
                                        <a:pt x="385" y="86"/>
                                      </a:lnTo>
                                      <a:lnTo>
                                        <a:pt x="382" y="86"/>
                                      </a:lnTo>
                                      <a:lnTo>
                                        <a:pt x="382" y="86"/>
                                      </a:lnTo>
                                      <a:lnTo>
                                        <a:pt x="378" y="80"/>
                                      </a:lnTo>
                                      <a:lnTo>
                                        <a:pt x="372" y="74"/>
                                      </a:lnTo>
                                      <a:lnTo>
                                        <a:pt x="372" y="76"/>
                                      </a:lnTo>
                                      <a:lnTo>
                                        <a:pt x="372" y="74"/>
                                      </a:lnTo>
                                      <a:lnTo>
                                        <a:pt x="370" y="71"/>
                                      </a:lnTo>
                                      <a:lnTo>
                                        <a:pt x="366" y="68"/>
                                      </a:lnTo>
                                      <a:lnTo>
                                        <a:pt x="366" y="68"/>
                                      </a:lnTo>
                                      <a:lnTo>
                                        <a:pt x="366" y="64"/>
                                      </a:lnTo>
                                      <a:lnTo>
                                        <a:pt x="366" y="64"/>
                                      </a:lnTo>
                                      <a:lnTo>
                                        <a:pt x="363" y="61"/>
                                      </a:lnTo>
                                      <a:lnTo>
                                        <a:pt x="360" y="61"/>
                                      </a:lnTo>
                                      <a:lnTo>
                                        <a:pt x="356" y="55"/>
                                      </a:lnTo>
                                      <a:lnTo>
                                        <a:pt x="353" y="55"/>
                                      </a:lnTo>
                                      <a:lnTo>
                                        <a:pt x="348" y="49"/>
                                      </a:lnTo>
                                      <a:lnTo>
                                        <a:pt x="344" y="46"/>
                                      </a:lnTo>
                                      <a:lnTo>
                                        <a:pt x="341" y="42"/>
                                      </a:lnTo>
                                      <a:lnTo>
                                        <a:pt x="338" y="42"/>
                                      </a:lnTo>
                                      <a:lnTo>
                                        <a:pt x="335" y="40"/>
                                      </a:lnTo>
                                      <a:lnTo>
                                        <a:pt x="331" y="37"/>
                                      </a:lnTo>
                                      <a:lnTo>
                                        <a:pt x="328" y="37"/>
                                      </a:lnTo>
                                      <a:lnTo>
                                        <a:pt x="325" y="34"/>
                                      </a:lnTo>
                                      <a:lnTo>
                                        <a:pt x="325" y="37"/>
                                      </a:lnTo>
                                      <a:lnTo>
                                        <a:pt x="328" y="30"/>
                                      </a:lnTo>
                                      <a:lnTo>
                                        <a:pt x="325" y="30"/>
                                      </a:lnTo>
                                      <a:lnTo>
                                        <a:pt x="323" y="27"/>
                                      </a:lnTo>
                                      <a:lnTo>
                                        <a:pt x="319" y="27"/>
                                      </a:lnTo>
                                      <a:lnTo>
                                        <a:pt x="319" y="27"/>
                                      </a:lnTo>
                                      <a:lnTo>
                                        <a:pt x="316" y="24"/>
                                      </a:lnTo>
                                      <a:lnTo>
                                        <a:pt x="306" y="21"/>
                                      </a:lnTo>
                                      <a:lnTo>
                                        <a:pt x="303" y="18"/>
                                      </a:lnTo>
                                      <a:lnTo>
                                        <a:pt x="303" y="18"/>
                                      </a:lnTo>
                                      <a:lnTo>
                                        <a:pt x="303" y="18"/>
                                      </a:lnTo>
                                      <a:lnTo>
                                        <a:pt x="297" y="15"/>
                                      </a:lnTo>
                                      <a:lnTo>
                                        <a:pt x="294" y="15"/>
                                      </a:lnTo>
                                      <a:lnTo>
                                        <a:pt x="294" y="15"/>
                                      </a:lnTo>
                                      <a:lnTo>
                                        <a:pt x="291" y="12"/>
                                      </a:lnTo>
                                      <a:lnTo>
                                        <a:pt x="288" y="12"/>
                                      </a:lnTo>
                                      <a:lnTo>
                                        <a:pt x="291" y="12"/>
                                      </a:lnTo>
                                      <a:lnTo>
                                        <a:pt x="284" y="12"/>
                                      </a:lnTo>
                                      <a:lnTo>
                                        <a:pt x="281" y="8"/>
                                      </a:lnTo>
                                      <a:lnTo>
                                        <a:pt x="278" y="8"/>
                                      </a:lnTo>
                                      <a:lnTo>
                                        <a:pt x="276" y="8"/>
                                      </a:lnTo>
                                      <a:lnTo>
                                        <a:pt x="272" y="8"/>
                                      </a:lnTo>
                                      <a:lnTo>
                                        <a:pt x="276" y="8"/>
                                      </a:lnTo>
                                      <a:lnTo>
                                        <a:pt x="269" y="6"/>
                                      </a:lnTo>
                                      <a:lnTo>
                                        <a:pt x="266" y="6"/>
                                      </a:lnTo>
                                      <a:lnTo>
                                        <a:pt x="251" y="3"/>
                                      </a:lnTo>
                                      <a:lnTo>
                                        <a:pt x="247" y="3"/>
                                      </a:lnTo>
                                      <a:lnTo>
                                        <a:pt x="244" y="0"/>
                                      </a:lnTo>
                                      <a:lnTo>
                                        <a:pt x="241" y="0"/>
                                      </a:lnTo>
                                      <a:lnTo>
                                        <a:pt x="237" y="0"/>
                                      </a:lnTo>
                                      <a:lnTo>
                                        <a:pt x="231" y="0"/>
                                      </a:lnTo>
                                      <a:lnTo>
                                        <a:pt x="225" y="0"/>
                                      </a:lnTo>
                                      <a:lnTo>
                                        <a:pt x="204" y="0"/>
                                      </a:lnTo>
                                      <a:lnTo>
                                        <a:pt x="200" y="0"/>
                                      </a:lnTo>
                                      <a:lnTo>
                                        <a:pt x="200" y="0"/>
                                      </a:lnTo>
                                      <a:lnTo>
                                        <a:pt x="194" y="0"/>
                                      </a:lnTo>
                                      <a:lnTo>
                                        <a:pt x="190" y="0"/>
                                      </a:lnTo>
                                      <a:lnTo>
                                        <a:pt x="190" y="0"/>
                                      </a:lnTo>
                                      <a:lnTo>
                                        <a:pt x="187" y="0"/>
                                      </a:lnTo>
                                      <a:lnTo>
                                        <a:pt x="182" y="3"/>
                                      </a:lnTo>
                                      <a:lnTo>
                                        <a:pt x="184" y="3"/>
                                      </a:lnTo>
                                      <a:lnTo>
                                        <a:pt x="178" y="3"/>
                                      </a:lnTo>
                                      <a:lnTo>
                                        <a:pt x="173" y="3"/>
                                      </a:lnTo>
                                      <a:lnTo>
                                        <a:pt x="173" y="3"/>
                                      </a:lnTo>
                                      <a:lnTo>
                                        <a:pt x="170" y="3"/>
                                      </a:lnTo>
                                      <a:lnTo>
                                        <a:pt x="166" y="6"/>
                                      </a:lnTo>
                                      <a:lnTo>
                                        <a:pt x="163" y="6"/>
                                      </a:lnTo>
                                      <a:lnTo>
                                        <a:pt x="163" y="6"/>
                                      </a:lnTo>
                                      <a:lnTo>
                                        <a:pt x="161" y="6"/>
                                      </a:lnTo>
                                      <a:lnTo>
                                        <a:pt x="158" y="8"/>
                                      </a:lnTo>
                                      <a:lnTo>
                                        <a:pt x="154" y="8"/>
                                      </a:lnTo>
                                      <a:lnTo>
                                        <a:pt x="151" y="8"/>
                                      </a:lnTo>
                                      <a:lnTo>
                                        <a:pt x="145" y="12"/>
                                      </a:lnTo>
                                      <a:lnTo>
                                        <a:pt x="141" y="12"/>
                                      </a:lnTo>
                                      <a:lnTo>
                                        <a:pt x="138" y="12"/>
                                      </a:lnTo>
                                      <a:lnTo>
                                        <a:pt x="136" y="15"/>
                                      </a:lnTo>
                                      <a:lnTo>
                                        <a:pt x="133" y="15"/>
                                      </a:lnTo>
                                      <a:lnTo>
                                        <a:pt x="126" y="18"/>
                                      </a:lnTo>
                                      <a:lnTo>
                                        <a:pt x="123" y="21"/>
                                      </a:lnTo>
                                      <a:lnTo>
                                        <a:pt x="119" y="21"/>
                                      </a:lnTo>
                                      <a:lnTo>
                                        <a:pt x="116" y="24"/>
                                      </a:lnTo>
                                      <a:lnTo>
                                        <a:pt x="114" y="24"/>
                                      </a:lnTo>
                                      <a:lnTo>
                                        <a:pt x="111" y="27"/>
                                      </a:lnTo>
                                      <a:lnTo>
                                        <a:pt x="111" y="27"/>
                                      </a:lnTo>
                                      <a:lnTo>
                                        <a:pt x="104" y="30"/>
                                      </a:lnTo>
                                      <a:lnTo>
                                        <a:pt x="104" y="30"/>
                                      </a:lnTo>
                                      <a:lnTo>
                                        <a:pt x="104" y="30"/>
                                      </a:lnTo>
                                      <a:lnTo>
                                        <a:pt x="101" y="34"/>
                                      </a:lnTo>
                                      <a:lnTo>
                                        <a:pt x="94" y="37"/>
                                      </a:lnTo>
                                      <a:lnTo>
                                        <a:pt x="94" y="37"/>
                                      </a:lnTo>
                                      <a:lnTo>
                                        <a:pt x="91" y="40"/>
                                      </a:lnTo>
                                      <a:lnTo>
                                        <a:pt x="91" y="40"/>
                                      </a:lnTo>
                                      <a:lnTo>
                                        <a:pt x="86" y="42"/>
                                      </a:lnTo>
                                      <a:lnTo>
                                        <a:pt x="82" y="46"/>
                                      </a:lnTo>
                                      <a:lnTo>
                                        <a:pt x="82" y="46"/>
                                      </a:lnTo>
                                      <a:lnTo>
                                        <a:pt x="82" y="46"/>
                                      </a:lnTo>
                                      <a:lnTo>
                                        <a:pt x="76" y="52"/>
                                      </a:lnTo>
                                      <a:lnTo>
                                        <a:pt x="76" y="52"/>
                                      </a:lnTo>
                                      <a:lnTo>
                                        <a:pt x="73" y="52"/>
                                      </a:lnTo>
                                      <a:lnTo>
                                        <a:pt x="69" y="59"/>
                                      </a:lnTo>
                                      <a:lnTo>
                                        <a:pt x="69" y="59"/>
                                      </a:lnTo>
                                      <a:lnTo>
                                        <a:pt x="67" y="61"/>
                                      </a:lnTo>
                                      <a:lnTo>
                                        <a:pt x="64" y="61"/>
                                      </a:lnTo>
                                      <a:lnTo>
                                        <a:pt x="57" y="68"/>
                                      </a:lnTo>
                                      <a:lnTo>
                                        <a:pt x="57" y="71"/>
                                      </a:lnTo>
                                      <a:lnTo>
                                        <a:pt x="57" y="71"/>
                                      </a:lnTo>
                                      <a:lnTo>
                                        <a:pt x="54" y="74"/>
                                      </a:lnTo>
                                      <a:lnTo>
                                        <a:pt x="51" y="74"/>
                                      </a:lnTo>
                                      <a:lnTo>
                                        <a:pt x="51" y="76"/>
                                      </a:lnTo>
                                      <a:lnTo>
                                        <a:pt x="51" y="76"/>
                                      </a:lnTo>
                                      <a:lnTo>
                                        <a:pt x="47" y="80"/>
                                      </a:lnTo>
                                      <a:lnTo>
                                        <a:pt x="44" y="83"/>
                                      </a:lnTo>
                                      <a:lnTo>
                                        <a:pt x="44" y="83"/>
                                      </a:lnTo>
                                      <a:lnTo>
                                        <a:pt x="44" y="86"/>
                                      </a:lnTo>
                                      <a:lnTo>
                                        <a:pt x="42" y="89"/>
                                      </a:lnTo>
                                      <a:lnTo>
                                        <a:pt x="42" y="89"/>
                                      </a:lnTo>
                                      <a:lnTo>
                                        <a:pt x="39" y="93"/>
                                      </a:lnTo>
                                      <a:lnTo>
                                        <a:pt x="39" y="95"/>
                                      </a:lnTo>
                                      <a:lnTo>
                                        <a:pt x="35" y="98"/>
                                      </a:lnTo>
                                      <a:lnTo>
                                        <a:pt x="35" y="102"/>
                                      </a:lnTo>
                                      <a:lnTo>
                                        <a:pt x="32" y="104"/>
                                      </a:lnTo>
                                      <a:lnTo>
                                        <a:pt x="32" y="107"/>
                                      </a:lnTo>
                                      <a:lnTo>
                                        <a:pt x="29" y="107"/>
                                      </a:lnTo>
                                      <a:lnTo>
                                        <a:pt x="26" y="113"/>
                                      </a:lnTo>
                                      <a:lnTo>
                                        <a:pt x="26" y="113"/>
                                      </a:lnTo>
                                      <a:lnTo>
                                        <a:pt x="22" y="116"/>
                                      </a:lnTo>
                                      <a:lnTo>
                                        <a:pt x="22" y="119"/>
                                      </a:lnTo>
                                      <a:lnTo>
                                        <a:pt x="22" y="122"/>
                                      </a:lnTo>
                                      <a:lnTo>
                                        <a:pt x="20" y="126"/>
                                      </a:lnTo>
                                      <a:lnTo>
                                        <a:pt x="20" y="128"/>
                                      </a:lnTo>
                                      <a:lnTo>
                                        <a:pt x="17" y="131"/>
                                      </a:lnTo>
                                      <a:lnTo>
                                        <a:pt x="17" y="134"/>
                                      </a:lnTo>
                                      <a:lnTo>
                                        <a:pt x="17" y="138"/>
                                      </a:lnTo>
                                      <a:lnTo>
                                        <a:pt x="14" y="141"/>
                                      </a:lnTo>
                                      <a:lnTo>
                                        <a:pt x="14" y="144"/>
                                      </a:lnTo>
                                      <a:lnTo>
                                        <a:pt x="10" y="156"/>
                                      </a:lnTo>
                                      <a:lnTo>
                                        <a:pt x="10" y="156"/>
                                      </a:lnTo>
                                      <a:lnTo>
                                        <a:pt x="7" y="162"/>
                                      </a:lnTo>
                                      <a:lnTo>
                                        <a:pt x="7" y="165"/>
                                      </a:lnTo>
                                      <a:lnTo>
                                        <a:pt x="7" y="168"/>
                                      </a:lnTo>
                                      <a:lnTo>
                                        <a:pt x="7" y="168"/>
                                      </a:lnTo>
                                      <a:lnTo>
                                        <a:pt x="4" y="178"/>
                                      </a:lnTo>
                                      <a:lnTo>
                                        <a:pt x="4" y="181"/>
                                      </a:lnTo>
                                      <a:lnTo>
                                        <a:pt x="4" y="181"/>
                                      </a:lnTo>
                                      <a:lnTo>
                                        <a:pt x="4" y="184"/>
                                      </a:lnTo>
                                      <a:lnTo>
                                        <a:pt x="4" y="187"/>
                                      </a:lnTo>
                                      <a:lnTo>
                                        <a:pt x="4" y="187"/>
                                      </a:lnTo>
                                      <a:lnTo>
                                        <a:pt x="4" y="190"/>
                                      </a:lnTo>
                                      <a:lnTo>
                                        <a:pt x="4" y="199"/>
                                      </a:lnTo>
                                      <a:lnTo>
                                        <a:pt x="4" y="197"/>
                                      </a:lnTo>
                                      <a:lnTo>
                                        <a:pt x="0" y="203"/>
                                      </a:lnTo>
                                      <a:lnTo>
                                        <a:pt x="0" y="228"/>
                                      </a:lnTo>
                                      <a:lnTo>
                                        <a:pt x="4" y="231"/>
                                      </a:lnTo>
                                      <a:lnTo>
                                        <a:pt x="4" y="237"/>
                                      </a:lnTo>
                                      <a:lnTo>
                                        <a:pt x="4" y="240"/>
                                      </a:lnTo>
                                      <a:lnTo>
                                        <a:pt x="4" y="233"/>
                                      </a:lnTo>
                                      <a:lnTo>
                                        <a:pt x="4" y="237"/>
                                      </a:lnTo>
                                      <a:lnTo>
                                        <a:pt x="4" y="231"/>
                                      </a:lnTo>
                                      <a:lnTo>
                                        <a:pt x="4" y="228"/>
                                      </a:lnTo>
                                      <a:lnTo>
                                        <a:pt x="4" y="228"/>
                                      </a:lnTo>
                                      <a:lnTo>
                                        <a:pt x="4" y="203"/>
                                      </a:lnTo>
                                      <a:lnTo>
                                        <a:pt x="4" y="199"/>
                                      </a:lnTo>
                                      <a:lnTo>
                                        <a:pt x="4" y="190"/>
                                      </a:lnTo>
                                      <a:lnTo>
                                        <a:pt x="4" y="187"/>
                                      </a:lnTo>
                                      <a:lnTo>
                                        <a:pt x="4" y="184"/>
                                      </a:lnTo>
                                      <a:lnTo>
                                        <a:pt x="7" y="181"/>
                                      </a:lnTo>
                                      <a:lnTo>
                                        <a:pt x="7" y="178"/>
                                      </a:lnTo>
                                      <a:lnTo>
                                        <a:pt x="7" y="168"/>
                                      </a:lnTo>
                                      <a:lnTo>
                                        <a:pt x="7" y="165"/>
                                      </a:lnTo>
                                      <a:lnTo>
                                        <a:pt x="7" y="165"/>
                                      </a:lnTo>
                                      <a:lnTo>
                                        <a:pt x="10" y="162"/>
                                      </a:lnTo>
                                      <a:lnTo>
                                        <a:pt x="10" y="160"/>
                                      </a:lnTo>
                                      <a:lnTo>
                                        <a:pt x="10" y="156"/>
                                      </a:lnTo>
                                      <a:lnTo>
                                        <a:pt x="14" y="147"/>
                                      </a:lnTo>
                                      <a:lnTo>
                                        <a:pt x="14" y="147"/>
                                      </a:lnTo>
                                      <a:lnTo>
                                        <a:pt x="17" y="144"/>
                                      </a:lnTo>
                                      <a:lnTo>
                                        <a:pt x="17" y="141"/>
                                      </a:lnTo>
                                      <a:lnTo>
                                        <a:pt x="17" y="141"/>
                                      </a:lnTo>
                                      <a:lnTo>
                                        <a:pt x="17" y="134"/>
                                      </a:lnTo>
                                      <a:lnTo>
                                        <a:pt x="17" y="138"/>
                                      </a:lnTo>
                                      <a:lnTo>
                                        <a:pt x="20" y="131"/>
                                      </a:lnTo>
                                      <a:lnTo>
                                        <a:pt x="20" y="128"/>
                                      </a:lnTo>
                                      <a:lnTo>
                                        <a:pt x="20" y="128"/>
                                      </a:lnTo>
                                      <a:lnTo>
                                        <a:pt x="22" y="128"/>
                                      </a:lnTo>
                                      <a:lnTo>
                                        <a:pt x="22" y="126"/>
                                      </a:lnTo>
                                      <a:lnTo>
                                        <a:pt x="22" y="122"/>
                                      </a:lnTo>
                                      <a:lnTo>
                                        <a:pt x="26" y="119"/>
                                      </a:lnTo>
                                      <a:lnTo>
                                        <a:pt x="26" y="119"/>
                                      </a:lnTo>
                                      <a:lnTo>
                                        <a:pt x="26" y="119"/>
                                      </a:lnTo>
                                      <a:lnTo>
                                        <a:pt x="26" y="116"/>
                                      </a:lnTo>
                                      <a:lnTo>
                                        <a:pt x="29" y="113"/>
                                      </a:lnTo>
                                      <a:lnTo>
                                        <a:pt x="29" y="109"/>
                                      </a:lnTo>
                                      <a:lnTo>
                                        <a:pt x="32" y="107"/>
                                      </a:lnTo>
                                      <a:lnTo>
                                        <a:pt x="32" y="104"/>
                                      </a:lnTo>
                                      <a:lnTo>
                                        <a:pt x="35" y="102"/>
                                      </a:lnTo>
                                      <a:lnTo>
                                        <a:pt x="39" y="98"/>
                                      </a:lnTo>
                                      <a:lnTo>
                                        <a:pt x="39" y="95"/>
                                      </a:lnTo>
                                      <a:lnTo>
                                        <a:pt x="42" y="93"/>
                                      </a:lnTo>
                                      <a:lnTo>
                                        <a:pt x="42" y="89"/>
                                      </a:lnTo>
                                      <a:lnTo>
                                        <a:pt x="44" y="86"/>
                                      </a:lnTo>
                                      <a:lnTo>
                                        <a:pt x="47" y="86"/>
                                      </a:lnTo>
                                      <a:lnTo>
                                        <a:pt x="47" y="80"/>
                                      </a:lnTo>
                                      <a:lnTo>
                                        <a:pt x="51" y="80"/>
                                      </a:lnTo>
                                      <a:lnTo>
                                        <a:pt x="54" y="76"/>
                                      </a:lnTo>
                                      <a:lnTo>
                                        <a:pt x="54" y="74"/>
                                      </a:lnTo>
                                      <a:lnTo>
                                        <a:pt x="57" y="71"/>
                                      </a:lnTo>
                                      <a:lnTo>
                                        <a:pt x="61" y="68"/>
                                      </a:lnTo>
                                      <a:lnTo>
                                        <a:pt x="64" y="64"/>
                                      </a:lnTo>
                                      <a:lnTo>
                                        <a:pt x="67" y="61"/>
                                      </a:lnTo>
                                      <a:lnTo>
                                        <a:pt x="69" y="59"/>
                                      </a:lnTo>
                                      <a:lnTo>
                                        <a:pt x="76" y="55"/>
                                      </a:lnTo>
                                      <a:lnTo>
                                        <a:pt x="76" y="52"/>
                                      </a:lnTo>
                                      <a:lnTo>
                                        <a:pt x="82" y="49"/>
                                      </a:lnTo>
                                      <a:lnTo>
                                        <a:pt x="86" y="46"/>
                                      </a:lnTo>
                                      <a:lnTo>
                                        <a:pt x="89" y="42"/>
                                      </a:lnTo>
                                      <a:lnTo>
                                        <a:pt x="91" y="40"/>
                                      </a:lnTo>
                                      <a:lnTo>
                                        <a:pt x="94" y="37"/>
                                      </a:lnTo>
                                      <a:lnTo>
                                        <a:pt x="101" y="34"/>
                                      </a:lnTo>
                                      <a:lnTo>
                                        <a:pt x="104" y="34"/>
                                      </a:lnTo>
                                      <a:lnTo>
                                        <a:pt x="107" y="30"/>
                                      </a:lnTo>
                                      <a:lnTo>
                                        <a:pt x="111" y="27"/>
                                      </a:lnTo>
                                      <a:lnTo>
                                        <a:pt x="111" y="27"/>
                                      </a:lnTo>
                                      <a:lnTo>
                                        <a:pt x="111" y="27"/>
                                      </a:lnTo>
                                      <a:lnTo>
                                        <a:pt x="111" y="27"/>
                                      </a:lnTo>
                                      <a:lnTo>
                                        <a:pt x="116" y="27"/>
                                      </a:lnTo>
                                      <a:lnTo>
                                        <a:pt x="116" y="24"/>
                                      </a:lnTo>
                                      <a:lnTo>
                                        <a:pt x="116" y="24"/>
                                      </a:lnTo>
                                      <a:lnTo>
                                        <a:pt x="119" y="24"/>
                                      </a:lnTo>
                                      <a:lnTo>
                                        <a:pt x="123" y="21"/>
                                      </a:lnTo>
                                      <a:lnTo>
                                        <a:pt x="123" y="21"/>
                                      </a:lnTo>
                                      <a:lnTo>
                                        <a:pt x="126" y="21"/>
                                      </a:lnTo>
                                      <a:lnTo>
                                        <a:pt x="133" y="18"/>
                                      </a:lnTo>
                                      <a:lnTo>
                                        <a:pt x="136" y="15"/>
                                      </a:lnTo>
                                      <a:lnTo>
                                        <a:pt x="136" y="15"/>
                                      </a:lnTo>
                                      <a:lnTo>
                                        <a:pt x="138" y="15"/>
                                      </a:lnTo>
                                      <a:lnTo>
                                        <a:pt x="141" y="15"/>
                                      </a:lnTo>
                                      <a:lnTo>
                                        <a:pt x="141" y="15"/>
                                      </a:lnTo>
                                      <a:lnTo>
                                        <a:pt x="145" y="12"/>
                                      </a:lnTo>
                                      <a:lnTo>
                                        <a:pt x="145" y="12"/>
                                      </a:lnTo>
                                      <a:lnTo>
                                        <a:pt x="151" y="12"/>
                                      </a:lnTo>
                                      <a:lnTo>
                                        <a:pt x="154" y="8"/>
                                      </a:lnTo>
                                      <a:lnTo>
                                        <a:pt x="158" y="8"/>
                                      </a:lnTo>
                                      <a:lnTo>
                                        <a:pt x="163" y="6"/>
                                      </a:lnTo>
                                      <a:lnTo>
                                        <a:pt x="161" y="8"/>
                                      </a:lnTo>
                                      <a:lnTo>
                                        <a:pt x="163" y="8"/>
                                      </a:lnTo>
                                      <a:lnTo>
                                        <a:pt x="170" y="6"/>
                                      </a:lnTo>
                                      <a:lnTo>
                                        <a:pt x="170" y="6"/>
                                      </a:lnTo>
                                      <a:lnTo>
                                        <a:pt x="170" y="6"/>
                                      </a:lnTo>
                                      <a:lnTo>
                                        <a:pt x="173" y="6"/>
                                      </a:lnTo>
                                      <a:lnTo>
                                        <a:pt x="182" y="3"/>
                                      </a:lnTo>
                                      <a:lnTo>
                                        <a:pt x="184" y="3"/>
                                      </a:lnTo>
                                      <a:lnTo>
                                        <a:pt x="187" y="3"/>
                                      </a:lnTo>
                                      <a:lnTo>
                                        <a:pt x="190" y="3"/>
                                      </a:lnTo>
                                      <a:lnTo>
                                        <a:pt x="194" y="3"/>
                                      </a:lnTo>
                                      <a:lnTo>
                                        <a:pt x="200" y="3"/>
                                      </a:lnTo>
                                      <a:lnTo>
                                        <a:pt x="204" y="0"/>
                                      </a:lnTo>
                                      <a:lnTo>
                                        <a:pt x="225" y="0"/>
                                      </a:lnTo>
                                      <a:lnTo>
                                        <a:pt x="225" y="0"/>
                                      </a:lnTo>
                                      <a:lnTo>
                                        <a:pt x="229" y="3"/>
                                      </a:lnTo>
                                      <a:lnTo>
                                        <a:pt x="237" y="3"/>
                                      </a:lnTo>
                                      <a:lnTo>
                                        <a:pt x="234" y="3"/>
                                      </a:lnTo>
                                      <a:lnTo>
                                        <a:pt x="241" y="3"/>
                                      </a:lnTo>
                                      <a:lnTo>
                                        <a:pt x="244" y="3"/>
                                      </a:lnTo>
                                      <a:lnTo>
                                        <a:pt x="244" y="3"/>
                                      </a:lnTo>
                                      <a:lnTo>
                                        <a:pt x="247" y="3"/>
                                      </a:lnTo>
                                      <a:lnTo>
                                        <a:pt x="251" y="3"/>
                                      </a:lnTo>
                                      <a:lnTo>
                                        <a:pt x="251" y="3"/>
                                      </a:lnTo>
                                      <a:lnTo>
                                        <a:pt x="266" y="8"/>
                                      </a:lnTo>
                                      <a:lnTo>
                                        <a:pt x="269" y="8"/>
                                      </a:lnTo>
                                      <a:lnTo>
                                        <a:pt x="269" y="6"/>
                                      </a:lnTo>
                                      <a:lnTo>
                                        <a:pt x="272" y="8"/>
                                      </a:lnTo>
                                      <a:lnTo>
                                        <a:pt x="276" y="8"/>
                                      </a:lnTo>
                                      <a:lnTo>
                                        <a:pt x="278" y="12"/>
                                      </a:lnTo>
                                      <a:lnTo>
                                        <a:pt x="281" y="12"/>
                                      </a:lnTo>
                                      <a:lnTo>
                                        <a:pt x="284" y="12"/>
                                      </a:lnTo>
                                      <a:lnTo>
                                        <a:pt x="284" y="12"/>
                                      </a:lnTo>
                                      <a:lnTo>
                                        <a:pt x="288" y="15"/>
                                      </a:lnTo>
                                      <a:lnTo>
                                        <a:pt x="291" y="15"/>
                                      </a:lnTo>
                                      <a:lnTo>
                                        <a:pt x="291" y="15"/>
                                      </a:lnTo>
                                      <a:lnTo>
                                        <a:pt x="294" y="15"/>
                                      </a:lnTo>
                                      <a:lnTo>
                                        <a:pt x="297" y="18"/>
                                      </a:lnTo>
                                      <a:lnTo>
                                        <a:pt x="297" y="18"/>
                                      </a:lnTo>
                                      <a:lnTo>
                                        <a:pt x="301" y="18"/>
                                      </a:lnTo>
                                      <a:lnTo>
                                        <a:pt x="303" y="21"/>
                                      </a:lnTo>
                                      <a:lnTo>
                                        <a:pt x="306" y="21"/>
                                      </a:lnTo>
                                      <a:lnTo>
                                        <a:pt x="306" y="21"/>
                                      </a:lnTo>
                                      <a:lnTo>
                                        <a:pt x="316" y="27"/>
                                      </a:lnTo>
                                      <a:lnTo>
                                        <a:pt x="319" y="27"/>
                                      </a:lnTo>
                                      <a:lnTo>
                                        <a:pt x="323" y="27"/>
                                      </a:lnTo>
                                      <a:lnTo>
                                        <a:pt x="323" y="27"/>
                                      </a:lnTo>
                                      <a:lnTo>
                                        <a:pt x="325" y="30"/>
                                      </a:lnTo>
                                      <a:lnTo>
                                        <a:pt x="328" y="34"/>
                                      </a:lnTo>
                                      <a:lnTo>
                                        <a:pt x="325" y="30"/>
                                      </a:lnTo>
                                      <a:lnTo>
                                        <a:pt x="325" y="34"/>
                                      </a:lnTo>
                                      <a:lnTo>
                                        <a:pt x="328" y="37"/>
                                      </a:lnTo>
                                      <a:lnTo>
                                        <a:pt x="328" y="37"/>
                                      </a:lnTo>
                                      <a:lnTo>
                                        <a:pt x="331" y="40"/>
                                      </a:lnTo>
                                      <a:lnTo>
                                        <a:pt x="335" y="40"/>
                                      </a:lnTo>
                                      <a:lnTo>
                                        <a:pt x="338" y="42"/>
                                      </a:lnTo>
                                      <a:lnTo>
                                        <a:pt x="341" y="46"/>
                                      </a:lnTo>
                                      <a:lnTo>
                                        <a:pt x="338" y="46"/>
                                      </a:lnTo>
                                      <a:lnTo>
                                        <a:pt x="341" y="46"/>
                                      </a:lnTo>
                                      <a:lnTo>
                                        <a:pt x="348" y="49"/>
                                      </a:lnTo>
                                      <a:lnTo>
                                        <a:pt x="348" y="49"/>
                                      </a:lnTo>
                                      <a:lnTo>
                                        <a:pt x="350" y="55"/>
                                      </a:lnTo>
                                      <a:lnTo>
                                        <a:pt x="353" y="59"/>
                                      </a:lnTo>
                                      <a:lnTo>
                                        <a:pt x="353" y="59"/>
                                      </a:lnTo>
                                      <a:lnTo>
                                        <a:pt x="360" y="61"/>
                                      </a:lnTo>
                                      <a:lnTo>
                                        <a:pt x="363" y="64"/>
                                      </a:lnTo>
                                      <a:lnTo>
                                        <a:pt x="363" y="64"/>
                                      </a:lnTo>
                                      <a:lnTo>
                                        <a:pt x="363" y="68"/>
                                      </a:lnTo>
                                      <a:lnTo>
                                        <a:pt x="366" y="68"/>
                                      </a:lnTo>
                                      <a:lnTo>
                                        <a:pt x="370" y="71"/>
                                      </a:lnTo>
                                      <a:lnTo>
                                        <a:pt x="370" y="74"/>
                                      </a:lnTo>
                                      <a:lnTo>
                                        <a:pt x="372" y="76"/>
                                      </a:lnTo>
                                      <a:lnTo>
                                        <a:pt x="378" y="80"/>
                                      </a:lnTo>
                                      <a:lnTo>
                                        <a:pt x="382" y="86"/>
                                      </a:lnTo>
                                      <a:lnTo>
                                        <a:pt x="385" y="89"/>
                                      </a:lnTo>
                                      <a:lnTo>
                                        <a:pt x="385" y="93"/>
                                      </a:lnTo>
                                      <a:lnTo>
                                        <a:pt x="388" y="98"/>
                                      </a:lnTo>
                                      <a:lnTo>
                                        <a:pt x="391" y="98"/>
                                      </a:lnTo>
                                      <a:lnTo>
                                        <a:pt x="391" y="104"/>
                                      </a:lnTo>
                                      <a:lnTo>
                                        <a:pt x="395" y="104"/>
                                      </a:lnTo>
                                      <a:lnTo>
                                        <a:pt x="397" y="107"/>
                                      </a:lnTo>
                                      <a:lnTo>
                                        <a:pt x="397" y="109"/>
                                      </a:lnTo>
                                      <a:lnTo>
                                        <a:pt x="400" y="113"/>
                                      </a:lnTo>
                                      <a:lnTo>
                                        <a:pt x="400" y="116"/>
                                      </a:lnTo>
                                      <a:lnTo>
                                        <a:pt x="400" y="116"/>
                                      </a:lnTo>
                                      <a:lnTo>
                                        <a:pt x="400" y="119"/>
                                      </a:lnTo>
                                      <a:lnTo>
                                        <a:pt x="403" y="122"/>
                                      </a:lnTo>
                                      <a:lnTo>
                                        <a:pt x="407" y="126"/>
                                      </a:lnTo>
                                      <a:lnTo>
                                        <a:pt x="407" y="126"/>
                                      </a:lnTo>
                                      <a:lnTo>
                                        <a:pt x="407" y="128"/>
                                      </a:lnTo>
                                      <a:lnTo>
                                        <a:pt x="407" y="131"/>
                                      </a:lnTo>
                                      <a:lnTo>
                                        <a:pt x="407" y="131"/>
                                      </a:lnTo>
                                      <a:lnTo>
                                        <a:pt x="410" y="134"/>
                                      </a:lnTo>
                                      <a:lnTo>
                                        <a:pt x="410" y="134"/>
                                      </a:lnTo>
                                      <a:lnTo>
                                        <a:pt x="410" y="138"/>
                                      </a:lnTo>
                                      <a:lnTo>
                                        <a:pt x="410" y="141"/>
                                      </a:lnTo>
                                      <a:lnTo>
                                        <a:pt x="413" y="144"/>
                                      </a:lnTo>
                                      <a:lnTo>
                                        <a:pt x="413" y="144"/>
                                      </a:lnTo>
                                      <a:lnTo>
                                        <a:pt x="413" y="150"/>
                                      </a:lnTo>
                                      <a:lnTo>
                                        <a:pt x="417" y="153"/>
                                      </a:lnTo>
                                      <a:lnTo>
                                        <a:pt x="417" y="156"/>
                                      </a:lnTo>
                                      <a:lnTo>
                                        <a:pt x="417" y="160"/>
                                      </a:lnTo>
                                      <a:lnTo>
                                        <a:pt x="417" y="160"/>
                                      </a:lnTo>
                                      <a:lnTo>
                                        <a:pt x="419" y="162"/>
                                      </a:lnTo>
                                      <a:lnTo>
                                        <a:pt x="419" y="165"/>
                                      </a:lnTo>
                                      <a:lnTo>
                                        <a:pt x="419" y="168"/>
                                      </a:lnTo>
                                      <a:lnTo>
                                        <a:pt x="422" y="175"/>
                                      </a:lnTo>
                                      <a:lnTo>
                                        <a:pt x="422" y="178"/>
                                      </a:lnTo>
                                      <a:lnTo>
                                        <a:pt x="422" y="187"/>
                                      </a:lnTo>
                                      <a:lnTo>
                                        <a:pt x="422" y="190"/>
                                      </a:lnTo>
                                      <a:lnTo>
                                        <a:pt x="422" y="194"/>
                                      </a:lnTo>
                                      <a:lnTo>
                                        <a:pt x="422" y="203"/>
                                      </a:lnTo>
                                      <a:lnTo>
                                        <a:pt x="425" y="206"/>
                                      </a:lnTo>
                                      <a:lnTo>
                                        <a:pt x="425" y="221"/>
                                      </a:lnTo>
                                      <a:lnTo>
                                        <a:pt x="425" y="221"/>
                                      </a:lnTo>
                                      <a:lnTo>
                                        <a:pt x="422" y="224"/>
                                      </a:lnTo>
                                      <a:lnTo>
                                        <a:pt x="422" y="237"/>
                                      </a:lnTo>
                                      <a:lnTo>
                                        <a:pt x="422" y="233"/>
                                      </a:lnTo>
                                      <a:lnTo>
                                        <a:pt x="422" y="237"/>
                                      </a:lnTo>
                                      <a:lnTo>
                                        <a:pt x="422" y="243"/>
                                      </a:lnTo>
                                      <a:lnTo>
                                        <a:pt x="422" y="243"/>
                                      </a:lnTo>
                                      <a:lnTo>
                                        <a:pt x="422" y="250"/>
                                      </a:lnTo>
                                      <a:lnTo>
                                        <a:pt x="422" y="252"/>
                                      </a:lnTo>
                                      <a:lnTo>
                                        <a:pt x="422" y="252"/>
                                      </a:lnTo>
                                      <a:lnTo>
                                        <a:pt x="419" y="258"/>
                                      </a:lnTo>
                                      <a:lnTo>
                                        <a:pt x="419" y="262"/>
                                      </a:lnTo>
                                      <a:lnTo>
                                        <a:pt x="419" y="265"/>
                                      </a:lnTo>
                                      <a:lnTo>
                                        <a:pt x="419" y="265"/>
                                      </a:lnTo>
                                      <a:lnTo>
                                        <a:pt x="417" y="267"/>
                                      </a:lnTo>
                                      <a:lnTo>
                                        <a:pt x="417" y="271"/>
                                      </a:lnTo>
                                      <a:lnTo>
                                        <a:pt x="417" y="274"/>
                                      </a:lnTo>
                                      <a:lnTo>
                                        <a:pt x="413" y="277"/>
                                      </a:lnTo>
                                      <a:lnTo>
                                        <a:pt x="413" y="284"/>
                                      </a:lnTo>
                                      <a:lnTo>
                                        <a:pt x="410" y="286"/>
                                      </a:lnTo>
                                      <a:lnTo>
                                        <a:pt x="410" y="289"/>
                                      </a:lnTo>
                                      <a:lnTo>
                                        <a:pt x="407" y="292"/>
                                      </a:lnTo>
                                      <a:lnTo>
                                        <a:pt x="407" y="296"/>
                                      </a:lnTo>
                                      <a:lnTo>
                                        <a:pt x="407" y="299"/>
                                      </a:lnTo>
                                      <a:lnTo>
                                        <a:pt x="407" y="302"/>
                                      </a:lnTo>
                                      <a:lnTo>
                                        <a:pt x="403" y="305"/>
                                      </a:lnTo>
                                      <a:lnTo>
                                        <a:pt x="400" y="308"/>
                                      </a:lnTo>
                                      <a:lnTo>
                                        <a:pt x="400" y="311"/>
                                      </a:lnTo>
                                      <a:lnTo>
                                        <a:pt x="400" y="314"/>
                                      </a:lnTo>
                                      <a:lnTo>
                                        <a:pt x="397" y="318"/>
                                      </a:lnTo>
                                      <a:lnTo>
                                        <a:pt x="397" y="320"/>
                                      </a:lnTo>
                                      <a:lnTo>
                                        <a:pt x="395" y="323"/>
                                      </a:lnTo>
                                      <a:lnTo>
                                        <a:pt x="391" y="327"/>
                                      </a:lnTo>
                                      <a:lnTo>
                                        <a:pt x="391" y="327"/>
                                      </a:lnTo>
                                      <a:lnTo>
                                        <a:pt x="388" y="330"/>
                                      </a:lnTo>
                                      <a:lnTo>
                                        <a:pt x="388" y="333"/>
                                      </a:lnTo>
                                      <a:lnTo>
                                        <a:pt x="385" y="339"/>
                                      </a:lnTo>
                                      <a:lnTo>
                                        <a:pt x="385" y="339"/>
                                      </a:lnTo>
                                      <a:lnTo>
                                        <a:pt x="382" y="342"/>
                                      </a:lnTo>
                                      <a:lnTo>
                                        <a:pt x="378" y="345"/>
                                      </a:lnTo>
                                      <a:lnTo>
                                        <a:pt x="378" y="345"/>
                                      </a:lnTo>
                                      <a:lnTo>
                                        <a:pt x="375" y="348"/>
                                      </a:lnTo>
                                      <a:lnTo>
                                        <a:pt x="375" y="352"/>
                                      </a:lnTo>
                                      <a:lnTo>
                                        <a:pt x="375" y="348"/>
                                      </a:lnTo>
                                      <a:lnTo>
                                        <a:pt x="370" y="354"/>
                                      </a:lnTo>
                                      <a:lnTo>
                                        <a:pt x="370" y="357"/>
                                      </a:lnTo>
                                      <a:lnTo>
                                        <a:pt x="366" y="361"/>
                                      </a:lnTo>
                                      <a:lnTo>
                                        <a:pt x="363" y="361"/>
                                      </a:lnTo>
                                      <a:lnTo>
                                        <a:pt x="356" y="370"/>
                                      </a:lnTo>
                                      <a:lnTo>
                                        <a:pt x="356" y="370"/>
                                      </a:lnTo>
                                      <a:lnTo>
                                        <a:pt x="353" y="370"/>
                                      </a:lnTo>
                                      <a:lnTo>
                                        <a:pt x="350" y="376"/>
                                      </a:lnTo>
                                      <a:lnTo>
                                        <a:pt x="350" y="376"/>
                                      </a:lnTo>
                                      <a:lnTo>
                                        <a:pt x="344" y="379"/>
                                      </a:lnTo>
                                      <a:lnTo>
                                        <a:pt x="341" y="382"/>
                                      </a:lnTo>
                                      <a:lnTo>
                                        <a:pt x="338" y="386"/>
                                      </a:lnTo>
                                      <a:lnTo>
                                        <a:pt x="341" y="38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8" name="Freeform 16"/>
                              <wps:cNvSpPr>
                                <a:spLocks/>
                              </wps:cNvSpPr>
                              <wps:spPr bwMode="auto">
                                <a:xfrm>
                                  <a:off x="21" y="70"/>
                                  <a:ext cx="425" cy="397"/>
                                </a:xfrm>
                                <a:custGeom>
                                  <a:avLst/>
                                  <a:gdLst>
                                    <a:gd name="T0" fmla="*/ 6 w 425"/>
                                    <a:gd name="T1" fmla="*/ 237 h 397"/>
                                    <a:gd name="T2" fmla="*/ 13 w 425"/>
                                    <a:gd name="T3" fmla="*/ 262 h 397"/>
                                    <a:gd name="T4" fmla="*/ 18 w 425"/>
                                    <a:gd name="T5" fmla="*/ 278 h 397"/>
                                    <a:gd name="T6" fmla="*/ 28 w 425"/>
                                    <a:gd name="T7" fmla="*/ 297 h 397"/>
                                    <a:gd name="T8" fmla="*/ 47 w 425"/>
                                    <a:gd name="T9" fmla="*/ 322 h 397"/>
                                    <a:gd name="T10" fmla="*/ 65 w 425"/>
                                    <a:gd name="T11" fmla="*/ 343 h 397"/>
                                    <a:gd name="T12" fmla="*/ 90 w 425"/>
                                    <a:gd name="T13" fmla="*/ 361 h 397"/>
                                    <a:gd name="T14" fmla="*/ 115 w 425"/>
                                    <a:gd name="T15" fmla="*/ 376 h 397"/>
                                    <a:gd name="T16" fmla="*/ 132 w 425"/>
                                    <a:gd name="T17" fmla="*/ 382 h 397"/>
                                    <a:gd name="T18" fmla="*/ 150 w 425"/>
                                    <a:gd name="T19" fmla="*/ 389 h 397"/>
                                    <a:gd name="T20" fmla="*/ 180 w 425"/>
                                    <a:gd name="T21" fmla="*/ 397 h 397"/>
                                    <a:gd name="T22" fmla="*/ 215 w 425"/>
                                    <a:gd name="T23" fmla="*/ 397 h 397"/>
                                    <a:gd name="T24" fmla="*/ 252 w 425"/>
                                    <a:gd name="T25" fmla="*/ 394 h 397"/>
                                    <a:gd name="T26" fmla="*/ 287 w 425"/>
                                    <a:gd name="T27" fmla="*/ 382 h 397"/>
                                    <a:gd name="T28" fmla="*/ 302 w 425"/>
                                    <a:gd name="T29" fmla="*/ 376 h 397"/>
                                    <a:gd name="T30" fmla="*/ 331 w 425"/>
                                    <a:gd name="T31" fmla="*/ 361 h 397"/>
                                    <a:gd name="T32" fmla="*/ 362 w 425"/>
                                    <a:gd name="T33" fmla="*/ 337 h 397"/>
                                    <a:gd name="T34" fmla="*/ 384 w 425"/>
                                    <a:gd name="T35" fmla="*/ 312 h 397"/>
                                    <a:gd name="T36" fmla="*/ 403 w 425"/>
                                    <a:gd name="T37" fmla="*/ 281 h 397"/>
                                    <a:gd name="T38" fmla="*/ 406 w 425"/>
                                    <a:gd name="T39" fmla="*/ 269 h 397"/>
                                    <a:gd name="T40" fmla="*/ 413 w 425"/>
                                    <a:gd name="T41" fmla="*/ 254 h 397"/>
                                    <a:gd name="T42" fmla="*/ 425 w 425"/>
                                    <a:gd name="T43" fmla="*/ 201 h 397"/>
                                    <a:gd name="T44" fmla="*/ 425 w 425"/>
                                    <a:gd name="T45" fmla="*/ 160 h 397"/>
                                    <a:gd name="T46" fmla="*/ 418 w 425"/>
                                    <a:gd name="T47" fmla="*/ 135 h 397"/>
                                    <a:gd name="T48" fmla="*/ 409 w 425"/>
                                    <a:gd name="T49" fmla="*/ 98 h 397"/>
                                    <a:gd name="T50" fmla="*/ 396 w 425"/>
                                    <a:gd name="T51" fmla="*/ 77 h 397"/>
                                    <a:gd name="T52" fmla="*/ 384 w 425"/>
                                    <a:gd name="T53" fmla="*/ 56 h 397"/>
                                    <a:gd name="T54" fmla="*/ 366 w 425"/>
                                    <a:gd name="T55" fmla="*/ 34 h 397"/>
                                    <a:gd name="T56" fmla="*/ 344 w 425"/>
                                    <a:gd name="T57" fmla="*/ 16 h 397"/>
                                    <a:gd name="T58" fmla="*/ 321 w 425"/>
                                    <a:gd name="T59" fmla="*/ 7 h 397"/>
                                    <a:gd name="T60" fmla="*/ 337 w 425"/>
                                    <a:gd name="T61" fmla="*/ 12 h 397"/>
                                    <a:gd name="T62" fmla="*/ 352 w 425"/>
                                    <a:gd name="T63" fmla="*/ 25 h 397"/>
                                    <a:gd name="T64" fmla="*/ 371 w 425"/>
                                    <a:gd name="T65" fmla="*/ 44 h 397"/>
                                    <a:gd name="T66" fmla="*/ 391 w 425"/>
                                    <a:gd name="T67" fmla="*/ 68 h 397"/>
                                    <a:gd name="T68" fmla="*/ 403 w 425"/>
                                    <a:gd name="T69" fmla="*/ 89 h 397"/>
                                    <a:gd name="T70" fmla="*/ 409 w 425"/>
                                    <a:gd name="T71" fmla="*/ 111 h 397"/>
                                    <a:gd name="T72" fmla="*/ 421 w 425"/>
                                    <a:gd name="T73" fmla="*/ 145 h 397"/>
                                    <a:gd name="T74" fmla="*/ 425 w 425"/>
                                    <a:gd name="T75" fmla="*/ 188 h 397"/>
                                    <a:gd name="T76" fmla="*/ 418 w 425"/>
                                    <a:gd name="T77" fmla="*/ 222 h 397"/>
                                    <a:gd name="T78" fmla="*/ 409 w 425"/>
                                    <a:gd name="T79" fmla="*/ 256 h 397"/>
                                    <a:gd name="T80" fmla="*/ 399 w 425"/>
                                    <a:gd name="T81" fmla="*/ 278 h 397"/>
                                    <a:gd name="T82" fmla="*/ 387 w 425"/>
                                    <a:gd name="T83" fmla="*/ 303 h 397"/>
                                    <a:gd name="T84" fmla="*/ 374 w 425"/>
                                    <a:gd name="T85" fmla="*/ 322 h 397"/>
                                    <a:gd name="T86" fmla="*/ 352 w 425"/>
                                    <a:gd name="T87" fmla="*/ 343 h 397"/>
                                    <a:gd name="T88" fmla="*/ 337 w 425"/>
                                    <a:gd name="T89" fmla="*/ 356 h 397"/>
                                    <a:gd name="T90" fmla="*/ 315 w 425"/>
                                    <a:gd name="T91" fmla="*/ 370 h 397"/>
                                    <a:gd name="T92" fmla="*/ 284 w 425"/>
                                    <a:gd name="T93" fmla="*/ 385 h 397"/>
                                    <a:gd name="T94" fmla="*/ 243 w 425"/>
                                    <a:gd name="T95" fmla="*/ 394 h 397"/>
                                    <a:gd name="T96" fmla="*/ 218 w 425"/>
                                    <a:gd name="T97" fmla="*/ 397 h 397"/>
                                    <a:gd name="T98" fmla="*/ 180 w 425"/>
                                    <a:gd name="T99" fmla="*/ 394 h 397"/>
                                    <a:gd name="T100" fmla="*/ 144 w 425"/>
                                    <a:gd name="T101" fmla="*/ 385 h 397"/>
                                    <a:gd name="T102" fmla="*/ 125 w 425"/>
                                    <a:gd name="T103" fmla="*/ 379 h 397"/>
                                    <a:gd name="T104" fmla="*/ 107 w 425"/>
                                    <a:gd name="T105" fmla="*/ 367 h 397"/>
                                    <a:gd name="T106" fmla="*/ 75 w 425"/>
                                    <a:gd name="T107" fmla="*/ 349 h 397"/>
                                    <a:gd name="T108" fmla="*/ 50 w 425"/>
                                    <a:gd name="T109" fmla="*/ 324 h 397"/>
                                    <a:gd name="T110" fmla="*/ 40 w 425"/>
                                    <a:gd name="T111" fmla="*/ 312 h 397"/>
                                    <a:gd name="T112" fmla="*/ 25 w 425"/>
                                    <a:gd name="T113" fmla="*/ 288 h 397"/>
                                    <a:gd name="T114" fmla="*/ 18 w 425"/>
                                    <a:gd name="T115" fmla="*/ 272 h 397"/>
                                    <a:gd name="T116" fmla="*/ 10 w 425"/>
                                    <a:gd name="T117" fmla="*/ 254 h 397"/>
                                    <a:gd name="T118" fmla="*/ 3 w 425"/>
                                    <a:gd name="T119" fmla="*/ 232 h 397"/>
                                    <a:gd name="T120" fmla="*/ 0 w 425"/>
                                    <a:gd name="T121" fmla="*/ 203 h 3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25" h="397">
                                      <a:moveTo>
                                        <a:pt x="0" y="210"/>
                                      </a:moveTo>
                                      <a:lnTo>
                                        <a:pt x="0" y="213"/>
                                      </a:lnTo>
                                      <a:lnTo>
                                        <a:pt x="0" y="216"/>
                                      </a:lnTo>
                                      <a:lnTo>
                                        <a:pt x="0" y="220"/>
                                      </a:lnTo>
                                      <a:lnTo>
                                        <a:pt x="3" y="228"/>
                                      </a:lnTo>
                                      <a:lnTo>
                                        <a:pt x="3" y="232"/>
                                      </a:lnTo>
                                      <a:lnTo>
                                        <a:pt x="3" y="235"/>
                                      </a:lnTo>
                                      <a:lnTo>
                                        <a:pt x="6" y="237"/>
                                      </a:lnTo>
                                      <a:lnTo>
                                        <a:pt x="6" y="237"/>
                                      </a:lnTo>
                                      <a:lnTo>
                                        <a:pt x="6" y="241"/>
                                      </a:lnTo>
                                      <a:lnTo>
                                        <a:pt x="6" y="244"/>
                                      </a:lnTo>
                                      <a:lnTo>
                                        <a:pt x="10" y="256"/>
                                      </a:lnTo>
                                      <a:lnTo>
                                        <a:pt x="13" y="259"/>
                                      </a:lnTo>
                                      <a:lnTo>
                                        <a:pt x="13" y="259"/>
                                      </a:lnTo>
                                      <a:lnTo>
                                        <a:pt x="13" y="259"/>
                                      </a:lnTo>
                                      <a:lnTo>
                                        <a:pt x="13" y="262"/>
                                      </a:lnTo>
                                      <a:lnTo>
                                        <a:pt x="13" y="266"/>
                                      </a:lnTo>
                                      <a:lnTo>
                                        <a:pt x="13" y="266"/>
                                      </a:lnTo>
                                      <a:lnTo>
                                        <a:pt x="16" y="269"/>
                                      </a:lnTo>
                                      <a:lnTo>
                                        <a:pt x="16" y="272"/>
                                      </a:lnTo>
                                      <a:lnTo>
                                        <a:pt x="16" y="272"/>
                                      </a:lnTo>
                                      <a:lnTo>
                                        <a:pt x="16" y="275"/>
                                      </a:lnTo>
                                      <a:lnTo>
                                        <a:pt x="16" y="275"/>
                                      </a:lnTo>
                                      <a:lnTo>
                                        <a:pt x="18" y="278"/>
                                      </a:lnTo>
                                      <a:lnTo>
                                        <a:pt x="18" y="278"/>
                                      </a:lnTo>
                                      <a:lnTo>
                                        <a:pt x="18" y="281"/>
                                      </a:lnTo>
                                      <a:lnTo>
                                        <a:pt x="22" y="284"/>
                                      </a:lnTo>
                                      <a:lnTo>
                                        <a:pt x="22" y="288"/>
                                      </a:lnTo>
                                      <a:lnTo>
                                        <a:pt x="22" y="284"/>
                                      </a:lnTo>
                                      <a:lnTo>
                                        <a:pt x="25" y="290"/>
                                      </a:lnTo>
                                      <a:lnTo>
                                        <a:pt x="28" y="293"/>
                                      </a:lnTo>
                                      <a:lnTo>
                                        <a:pt x="28" y="297"/>
                                      </a:lnTo>
                                      <a:lnTo>
                                        <a:pt x="35" y="303"/>
                                      </a:lnTo>
                                      <a:lnTo>
                                        <a:pt x="35" y="306"/>
                                      </a:lnTo>
                                      <a:lnTo>
                                        <a:pt x="38" y="309"/>
                                      </a:lnTo>
                                      <a:lnTo>
                                        <a:pt x="40" y="312"/>
                                      </a:lnTo>
                                      <a:lnTo>
                                        <a:pt x="40" y="315"/>
                                      </a:lnTo>
                                      <a:lnTo>
                                        <a:pt x="43" y="318"/>
                                      </a:lnTo>
                                      <a:lnTo>
                                        <a:pt x="43" y="322"/>
                                      </a:lnTo>
                                      <a:lnTo>
                                        <a:pt x="47" y="322"/>
                                      </a:lnTo>
                                      <a:lnTo>
                                        <a:pt x="50" y="324"/>
                                      </a:lnTo>
                                      <a:lnTo>
                                        <a:pt x="53" y="327"/>
                                      </a:lnTo>
                                      <a:lnTo>
                                        <a:pt x="53" y="331"/>
                                      </a:lnTo>
                                      <a:lnTo>
                                        <a:pt x="60" y="334"/>
                                      </a:lnTo>
                                      <a:lnTo>
                                        <a:pt x="63" y="337"/>
                                      </a:lnTo>
                                      <a:lnTo>
                                        <a:pt x="63" y="340"/>
                                      </a:lnTo>
                                      <a:lnTo>
                                        <a:pt x="65" y="343"/>
                                      </a:lnTo>
                                      <a:lnTo>
                                        <a:pt x="65" y="343"/>
                                      </a:lnTo>
                                      <a:lnTo>
                                        <a:pt x="72" y="349"/>
                                      </a:lnTo>
                                      <a:lnTo>
                                        <a:pt x="78" y="352"/>
                                      </a:lnTo>
                                      <a:lnTo>
                                        <a:pt x="78" y="352"/>
                                      </a:lnTo>
                                      <a:lnTo>
                                        <a:pt x="82" y="356"/>
                                      </a:lnTo>
                                      <a:lnTo>
                                        <a:pt x="85" y="359"/>
                                      </a:lnTo>
                                      <a:lnTo>
                                        <a:pt x="85" y="359"/>
                                      </a:lnTo>
                                      <a:lnTo>
                                        <a:pt x="94" y="361"/>
                                      </a:lnTo>
                                      <a:lnTo>
                                        <a:pt x="90" y="361"/>
                                      </a:lnTo>
                                      <a:lnTo>
                                        <a:pt x="94" y="363"/>
                                      </a:lnTo>
                                      <a:lnTo>
                                        <a:pt x="97" y="363"/>
                                      </a:lnTo>
                                      <a:lnTo>
                                        <a:pt x="97" y="367"/>
                                      </a:lnTo>
                                      <a:lnTo>
                                        <a:pt x="100" y="367"/>
                                      </a:lnTo>
                                      <a:lnTo>
                                        <a:pt x="103" y="370"/>
                                      </a:lnTo>
                                      <a:lnTo>
                                        <a:pt x="107" y="370"/>
                                      </a:lnTo>
                                      <a:lnTo>
                                        <a:pt x="112" y="373"/>
                                      </a:lnTo>
                                      <a:lnTo>
                                        <a:pt x="115" y="376"/>
                                      </a:lnTo>
                                      <a:lnTo>
                                        <a:pt x="115" y="376"/>
                                      </a:lnTo>
                                      <a:lnTo>
                                        <a:pt x="119" y="376"/>
                                      </a:lnTo>
                                      <a:lnTo>
                                        <a:pt x="119" y="376"/>
                                      </a:lnTo>
                                      <a:lnTo>
                                        <a:pt x="122" y="379"/>
                                      </a:lnTo>
                                      <a:lnTo>
                                        <a:pt x="125" y="379"/>
                                      </a:lnTo>
                                      <a:lnTo>
                                        <a:pt x="129" y="382"/>
                                      </a:lnTo>
                                      <a:lnTo>
                                        <a:pt x="129" y="382"/>
                                      </a:lnTo>
                                      <a:lnTo>
                                        <a:pt x="132" y="382"/>
                                      </a:lnTo>
                                      <a:lnTo>
                                        <a:pt x="132" y="382"/>
                                      </a:lnTo>
                                      <a:lnTo>
                                        <a:pt x="134" y="385"/>
                                      </a:lnTo>
                                      <a:lnTo>
                                        <a:pt x="134" y="382"/>
                                      </a:lnTo>
                                      <a:lnTo>
                                        <a:pt x="137" y="385"/>
                                      </a:lnTo>
                                      <a:lnTo>
                                        <a:pt x="144" y="389"/>
                                      </a:lnTo>
                                      <a:lnTo>
                                        <a:pt x="144" y="385"/>
                                      </a:lnTo>
                                      <a:lnTo>
                                        <a:pt x="147" y="389"/>
                                      </a:lnTo>
                                      <a:lnTo>
                                        <a:pt x="150" y="389"/>
                                      </a:lnTo>
                                      <a:lnTo>
                                        <a:pt x="150" y="389"/>
                                      </a:lnTo>
                                      <a:lnTo>
                                        <a:pt x="166" y="394"/>
                                      </a:lnTo>
                                      <a:lnTo>
                                        <a:pt x="169" y="394"/>
                                      </a:lnTo>
                                      <a:lnTo>
                                        <a:pt x="171" y="394"/>
                                      </a:lnTo>
                                      <a:lnTo>
                                        <a:pt x="171" y="394"/>
                                      </a:lnTo>
                                      <a:lnTo>
                                        <a:pt x="178" y="397"/>
                                      </a:lnTo>
                                      <a:lnTo>
                                        <a:pt x="180" y="397"/>
                                      </a:lnTo>
                                      <a:lnTo>
                                        <a:pt x="180" y="397"/>
                                      </a:lnTo>
                                      <a:lnTo>
                                        <a:pt x="183" y="397"/>
                                      </a:lnTo>
                                      <a:lnTo>
                                        <a:pt x="193" y="397"/>
                                      </a:lnTo>
                                      <a:lnTo>
                                        <a:pt x="193" y="397"/>
                                      </a:lnTo>
                                      <a:lnTo>
                                        <a:pt x="193" y="397"/>
                                      </a:lnTo>
                                      <a:lnTo>
                                        <a:pt x="205" y="397"/>
                                      </a:lnTo>
                                      <a:lnTo>
                                        <a:pt x="205" y="397"/>
                                      </a:lnTo>
                                      <a:lnTo>
                                        <a:pt x="208" y="397"/>
                                      </a:lnTo>
                                      <a:lnTo>
                                        <a:pt x="215" y="397"/>
                                      </a:lnTo>
                                      <a:lnTo>
                                        <a:pt x="218" y="397"/>
                                      </a:lnTo>
                                      <a:lnTo>
                                        <a:pt x="227" y="397"/>
                                      </a:lnTo>
                                      <a:lnTo>
                                        <a:pt x="230" y="397"/>
                                      </a:lnTo>
                                      <a:lnTo>
                                        <a:pt x="237" y="397"/>
                                      </a:lnTo>
                                      <a:lnTo>
                                        <a:pt x="237" y="397"/>
                                      </a:lnTo>
                                      <a:lnTo>
                                        <a:pt x="243" y="397"/>
                                      </a:lnTo>
                                      <a:lnTo>
                                        <a:pt x="250" y="394"/>
                                      </a:lnTo>
                                      <a:lnTo>
                                        <a:pt x="252" y="394"/>
                                      </a:lnTo>
                                      <a:lnTo>
                                        <a:pt x="272" y="389"/>
                                      </a:lnTo>
                                      <a:lnTo>
                                        <a:pt x="274" y="389"/>
                                      </a:lnTo>
                                      <a:lnTo>
                                        <a:pt x="277" y="385"/>
                                      </a:lnTo>
                                      <a:lnTo>
                                        <a:pt x="277" y="389"/>
                                      </a:lnTo>
                                      <a:lnTo>
                                        <a:pt x="280" y="385"/>
                                      </a:lnTo>
                                      <a:lnTo>
                                        <a:pt x="284" y="385"/>
                                      </a:lnTo>
                                      <a:lnTo>
                                        <a:pt x="284" y="385"/>
                                      </a:lnTo>
                                      <a:lnTo>
                                        <a:pt x="287" y="382"/>
                                      </a:lnTo>
                                      <a:lnTo>
                                        <a:pt x="287" y="385"/>
                                      </a:lnTo>
                                      <a:lnTo>
                                        <a:pt x="290" y="382"/>
                                      </a:lnTo>
                                      <a:lnTo>
                                        <a:pt x="293" y="382"/>
                                      </a:lnTo>
                                      <a:lnTo>
                                        <a:pt x="293" y="382"/>
                                      </a:lnTo>
                                      <a:lnTo>
                                        <a:pt x="297" y="379"/>
                                      </a:lnTo>
                                      <a:lnTo>
                                        <a:pt x="297" y="379"/>
                                      </a:lnTo>
                                      <a:lnTo>
                                        <a:pt x="299" y="379"/>
                                      </a:lnTo>
                                      <a:lnTo>
                                        <a:pt x="302" y="376"/>
                                      </a:lnTo>
                                      <a:lnTo>
                                        <a:pt x="302" y="376"/>
                                      </a:lnTo>
                                      <a:lnTo>
                                        <a:pt x="305" y="376"/>
                                      </a:lnTo>
                                      <a:lnTo>
                                        <a:pt x="315" y="370"/>
                                      </a:lnTo>
                                      <a:lnTo>
                                        <a:pt x="319" y="370"/>
                                      </a:lnTo>
                                      <a:lnTo>
                                        <a:pt x="321" y="367"/>
                                      </a:lnTo>
                                      <a:lnTo>
                                        <a:pt x="327" y="363"/>
                                      </a:lnTo>
                                      <a:lnTo>
                                        <a:pt x="327" y="361"/>
                                      </a:lnTo>
                                      <a:lnTo>
                                        <a:pt x="331" y="361"/>
                                      </a:lnTo>
                                      <a:lnTo>
                                        <a:pt x="337" y="359"/>
                                      </a:lnTo>
                                      <a:lnTo>
                                        <a:pt x="340" y="356"/>
                                      </a:lnTo>
                                      <a:lnTo>
                                        <a:pt x="344" y="352"/>
                                      </a:lnTo>
                                      <a:lnTo>
                                        <a:pt x="346" y="352"/>
                                      </a:lnTo>
                                      <a:lnTo>
                                        <a:pt x="349" y="349"/>
                                      </a:lnTo>
                                      <a:lnTo>
                                        <a:pt x="352" y="343"/>
                                      </a:lnTo>
                                      <a:lnTo>
                                        <a:pt x="356" y="343"/>
                                      </a:lnTo>
                                      <a:lnTo>
                                        <a:pt x="362" y="337"/>
                                      </a:lnTo>
                                      <a:lnTo>
                                        <a:pt x="362" y="334"/>
                                      </a:lnTo>
                                      <a:lnTo>
                                        <a:pt x="368" y="331"/>
                                      </a:lnTo>
                                      <a:lnTo>
                                        <a:pt x="368" y="327"/>
                                      </a:lnTo>
                                      <a:lnTo>
                                        <a:pt x="374" y="322"/>
                                      </a:lnTo>
                                      <a:lnTo>
                                        <a:pt x="378" y="322"/>
                                      </a:lnTo>
                                      <a:lnTo>
                                        <a:pt x="378" y="318"/>
                                      </a:lnTo>
                                      <a:lnTo>
                                        <a:pt x="381" y="315"/>
                                      </a:lnTo>
                                      <a:lnTo>
                                        <a:pt x="384" y="312"/>
                                      </a:lnTo>
                                      <a:lnTo>
                                        <a:pt x="384" y="309"/>
                                      </a:lnTo>
                                      <a:lnTo>
                                        <a:pt x="387" y="303"/>
                                      </a:lnTo>
                                      <a:lnTo>
                                        <a:pt x="391" y="300"/>
                                      </a:lnTo>
                                      <a:lnTo>
                                        <a:pt x="393" y="297"/>
                                      </a:lnTo>
                                      <a:lnTo>
                                        <a:pt x="396" y="293"/>
                                      </a:lnTo>
                                      <a:lnTo>
                                        <a:pt x="396" y="290"/>
                                      </a:lnTo>
                                      <a:lnTo>
                                        <a:pt x="399" y="284"/>
                                      </a:lnTo>
                                      <a:lnTo>
                                        <a:pt x="403" y="281"/>
                                      </a:lnTo>
                                      <a:lnTo>
                                        <a:pt x="403" y="281"/>
                                      </a:lnTo>
                                      <a:lnTo>
                                        <a:pt x="403" y="281"/>
                                      </a:lnTo>
                                      <a:lnTo>
                                        <a:pt x="403" y="278"/>
                                      </a:lnTo>
                                      <a:lnTo>
                                        <a:pt x="406" y="275"/>
                                      </a:lnTo>
                                      <a:lnTo>
                                        <a:pt x="406" y="275"/>
                                      </a:lnTo>
                                      <a:lnTo>
                                        <a:pt x="406" y="272"/>
                                      </a:lnTo>
                                      <a:lnTo>
                                        <a:pt x="409" y="269"/>
                                      </a:lnTo>
                                      <a:lnTo>
                                        <a:pt x="406" y="269"/>
                                      </a:lnTo>
                                      <a:lnTo>
                                        <a:pt x="409" y="266"/>
                                      </a:lnTo>
                                      <a:lnTo>
                                        <a:pt x="409" y="266"/>
                                      </a:lnTo>
                                      <a:lnTo>
                                        <a:pt x="409" y="262"/>
                                      </a:lnTo>
                                      <a:lnTo>
                                        <a:pt x="409" y="262"/>
                                      </a:lnTo>
                                      <a:lnTo>
                                        <a:pt x="413" y="259"/>
                                      </a:lnTo>
                                      <a:lnTo>
                                        <a:pt x="413" y="256"/>
                                      </a:lnTo>
                                      <a:lnTo>
                                        <a:pt x="413" y="254"/>
                                      </a:lnTo>
                                      <a:lnTo>
                                        <a:pt x="413" y="254"/>
                                      </a:lnTo>
                                      <a:lnTo>
                                        <a:pt x="415" y="250"/>
                                      </a:lnTo>
                                      <a:lnTo>
                                        <a:pt x="418" y="232"/>
                                      </a:lnTo>
                                      <a:lnTo>
                                        <a:pt x="421" y="228"/>
                                      </a:lnTo>
                                      <a:lnTo>
                                        <a:pt x="421" y="225"/>
                                      </a:lnTo>
                                      <a:lnTo>
                                        <a:pt x="421" y="222"/>
                                      </a:lnTo>
                                      <a:lnTo>
                                        <a:pt x="425" y="213"/>
                                      </a:lnTo>
                                      <a:lnTo>
                                        <a:pt x="425" y="207"/>
                                      </a:lnTo>
                                      <a:lnTo>
                                        <a:pt x="425" y="201"/>
                                      </a:lnTo>
                                      <a:lnTo>
                                        <a:pt x="425" y="191"/>
                                      </a:lnTo>
                                      <a:lnTo>
                                        <a:pt x="425" y="188"/>
                                      </a:lnTo>
                                      <a:lnTo>
                                        <a:pt x="425" y="176"/>
                                      </a:lnTo>
                                      <a:lnTo>
                                        <a:pt x="425" y="173"/>
                                      </a:lnTo>
                                      <a:lnTo>
                                        <a:pt x="425" y="173"/>
                                      </a:lnTo>
                                      <a:lnTo>
                                        <a:pt x="425" y="164"/>
                                      </a:lnTo>
                                      <a:lnTo>
                                        <a:pt x="425" y="160"/>
                                      </a:lnTo>
                                      <a:lnTo>
                                        <a:pt x="425" y="160"/>
                                      </a:lnTo>
                                      <a:lnTo>
                                        <a:pt x="425" y="154"/>
                                      </a:lnTo>
                                      <a:lnTo>
                                        <a:pt x="421" y="151"/>
                                      </a:lnTo>
                                      <a:lnTo>
                                        <a:pt x="421" y="148"/>
                                      </a:lnTo>
                                      <a:lnTo>
                                        <a:pt x="421" y="148"/>
                                      </a:lnTo>
                                      <a:lnTo>
                                        <a:pt x="421" y="145"/>
                                      </a:lnTo>
                                      <a:lnTo>
                                        <a:pt x="421" y="142"/>
                                      </a:lnTo>
                                      <a:lnTo>
                                        <a:pt x="421" y="138"/>
                                      </a:lnTo>
                                      <a:lnTo>
                                        <a:pt x="418" y="135"/>
                                      </a:lnTo>
                                      <a:lnTo>
                                        <a:pt x="415" y="114"/>
                                      </a:lnTo>
                                      <a:lnTo>
                                        <a:pt x="413" y="111"/>
                                      </a:lnTo>
                                      <a:lnTo>
                                        <a:pt x="413" y="111"/>
                                      </a:lnTo>
                                      <a:lnTo>
                                        <a:pt x="413" y="108"/>
                                      </a:lnTo>
                                      <a:lnTo>
                                        <a:pt x="413" y="104"/>
                                      </a:lnTo>
                                      <a:lnTo>
                                        <a:pt x="409" y="101"/>
                                      </a:lnTo>
                                      <a:lnTo>
                                        <a:pt x="409" y="101"/>
                                      </a:lnTo>
                                      <a:lnTo>
                                        <a:pt x="409" y="98"/>
                                      </a:lnTo>
                                      <a:lnTo>
                                        <a:pt x="406" y="96"/>
                                      </a:lnTo>
                                      <a:lnTo>
                                        <a:pt x="406" y="92"/>
                                      </a:lnTo>
                                      <a:lnTo>
                                        <a:pt x="406" y="92"/>
                                      </a:lnTo>
                                      <a:lnTo>
                                        <a:pt x="403" y="89"/>
                                      </a:lnTo>
                                      <a:lnTo>
                                        <a:pt x="403" y="86"/>
                                      </a:lnTo>
                                      <a:lnTo>
                                        <a:pt x="399" y="86"/>
                                      </a:lnTo>
                                      <a:lnTo>
                                        <a:pt x="396" y="77"/>
                                      </a:lnTo>
                                      <a:lnTo>
                                        <a:pt x="396" y="77"/>
                                      </a:lnTo>
                                      <a:lnTo>
                                        <a:pt x="393" y="74"/>
                                      </a:lnTo>
                                      <a:lnTo>
                                        <a:pt x="393" y="72"/>
                                      </a:lnTo>
                                      <a:lnTo>
                                        <a:pt x="391" y="68"/>
                                      </a:lnTo>
                                      <a:lnTo>
                                        <a:pt x="391" y="65"/>
                                      </a:lnTo>
                                      <a:lnTo>
                                        <a:pt x="387" y="63"/>
                                      </a:lnTo>
                                      <a:lnTo>
                                        <a:pt x="387" y="63"/>
                                      </a:lnTo>
                                      <a:lnTo>
                                        <a:pt x="384" y="59"/>
                                      </a:lnTo>
                                      <a:lnTo>
                                        <a:pt x="384" y="56"/>
                                      </a:lnTo>
                                      <a:lnTo>
                                        <a:pt x="381" y="53"/>
                                      </a:lnTo>
                                      <a:lnTo>
                                        <a:pt x="381" y="53"/>
                                      </a:lnTo>
                                      <a:lnTo>
                                        <a:pt x="378" y="46"/>
                                      </a:lnTo>
                                      <a:lnTo>
                                        <a:pt x="374" y="46"/>
                                      </a:lnTo>
                                      <a:lnTo>
                                        <a:pt x="371" y="44"/>
                                      </a:lnTo>
                                      <a:lnTo>
                                        <a:pt x="371" y="41"/>
                                      </a:lnTo>
                                      <a:lnTo>
                                        <a:pt x="368" y="38"/>
                                      </a:lnTo>
                                      <a:lnTo>
                                        <a:pt x="366" y="34"/>
                                      </a:lnTo>
                                      <a:lnTo>
                                        <a:pt x="366" y="34"/>
                                      </a:lnTo>
                                      <a:lnTo>
                                        <a:pt x="366" y="31"/>
                                      </a:lnTo>
                                      <a:lnTo>
                                        <a:pt x="362" y="31"/>
                                      </a:lnTo>
                                      <a:lnTo>
                                        <a:pt x="359" y="29"/>
                                      </a:lnTo>
                                      <a:lnTo>
                                        <a:pt x="352" y="22"/>
                                      </a:lnTo>
                                      <a:lnTo>
                                        <a:pt x="352" y="22"/>
                                      </a:lnTo>
                                      <a:lnTo>
                                        <a:pt x="346" y="16"/>
                                      </a:lnTo>
                                      <a:lnTo>
                                        <a:pt x="344" y="16"/>
                                      </a:lnTo>
                                      <a:lnTo>
                                        <a:pt x="340" y="12"/>
                                      </a:lnTo>
                                      <a:lnTo>
                                        <a:pt x="337" y="10"/>
                                      </a:lnTo>
                                      <a:lnTo>
                                        <a:pt x="337" y="10"/>
                                      </a:lnTo>
                                      <a:lnTo>
                                        <a:pt x="331" y="7"/>
                                      </a:lnTo>
                                      <a:lnTo>
                                        <a:pt x="327" y="4"/>
                                      </a:lnTo>
                                      <a:lnTo>
                                        <a:pt x="324" y="0"/>
                                      </a:lnTo>
                                      <a:lnTo>
                                        <a:pt x="321" y="4"/>
                                      </a:lnTo>
                                      <a:lnTo>
                                        <a:pt x="321" y="7"/>
                                      </a:lnTo>
                                      <a:lnTo>
                                        <a:pt x="324" y="4"/>
                                      </a:lnTo>
                                      <a:lnTo>
                                        <a:pt x="324" y="4"/>
                                      </a:lnTo>
                                      <a:lnTo>
                                        <a:pt x="327" y="4"/>
                                      </a:lnTo>
                                      <a:lnTo>
                                        <a:pt x="331" y="7"/>
                                      </a:lnTo>
                                      <a:lnTo>
                                        <a:pt x="331" y="7"/>
                                      </a:lnTo>
                                      <a:lnTo>
                                        <a:pt x="334" y="10"/>
                                      </a:lnTo>
                                      <a:lnTo>
                                        <a:pt x="334" y="10"/>
                                      </a:lnTo>
                                      <a:lnTo>
                                        <a:pt x="337" y="12"/>
                                      </a:lnTo>
                                      <a:lnTo>
                                        <a:pt x="337" y="12"/>
                                      </a:lnTo>
                                      <a:lnTo>
                                        <a:pt x="340" y="16"/>
                                      </a:lnTo>
                                      <a:lnTo>
                                        <a:pt x="344" y="16"/>
                                      </a:lnTo>
                                      <a:lnTo>
                                        <a:pt x="346" y="19"/>
                                      </a:lnTo>
                                      <a:lnTo>
                                        <a:pt x="346" y="19"/>
                                      </a:lnTo>
                                      <a:lnTo>
                                        <a:pt x="349" y="22"/>
                                      </a:lnTo>
                                      <a:lnTo>
                                        <a:pt x="352" y="25"/>
                                      </a:lnTo>
                                      <a:lnTo>
                                        <a:pt x="352" y="25"/>
                                      </a:lnTo>
                                      <a:lnTo>
                                        <a:pt x="359" y="29"/>
                                      </a:lnTo>
                                      <a:lnTo>
                                        <a:pt x="359" y="31"/>
                                      </a:lnTo>
                                      <a:lnTo>
                                        <a:pt x="362" y="34"/>
                                      </a:lnTo>
                                      <a:lnTo>
                                        <a:pt x="362" y="34"/>
                                      </a:lnTo>
                                      <a:lnTo>
                                        <a:pt x="366" y="38"/>
                                      </a:lnTo>
                                      <a:lnTo>
                                        <a:pt x="366" y="38"/>
                                      </a:lnTo>
                                      <a:lnTo>
                                        <a:pt x="368" y="41"/>
                                      </a:lnTo>
                                      <a:lnTo>
                                        <a:pt x="371" y="44"/>
                                      </a:lnTo>
                                      <a:lnTo>
                                        <a:pt x="374" y="46"/>
                                      </a:lnTo>
                                      <a:lnTo>
                                        <a:pt x="374" y="50"/>
                                      </a:lnTo>
                                      <a:lnTo>
                                        <a:pt x="381" y="56"/>
                                      </a:lnTo>
                                      <a:lnTo>
                                        <a:pt x="381" y="56"/>
                                      </a:lnTo>
                                      <a:lnTo>
                                        <a:pt x="384" y="59"/>
                                      </a:lnTo>
                                      <a:lnTo>
                                        <a:pt x="384" y="63"/>
                                      </a:lnTo>
                                      <a:lnTo>
                                        <a:pt x="387" y="65"/>
                                      </a:lnTo>
                                      <a:lnTo>
                                        <a:pt x="391" y="68"/>
                                      </a:lnTo>
                                      <a:lnTo>
                                        <a:pt x="391" y="72"/>
                                      </a:lnTo>
                                      <a:lnTo>
                                        <a:pt x="393" y="74"/>
                                      </a:lnTo>
                                      <a:lnTo>
                                        <a:pt x="393" y="77"/>
                                      </a:lnTo>
                                      <a:lnTo>
                                        <a:pt x="396" y="79"/>
                                      </a:lnTo>
                                      <a:lnTo>
                                        <a:pt x="399" y="86"/>
                                      </a:lnTo>
                                      <a:lnTo>
                                        <a:pt x="403" y="89"/>
                                      </a:lnTo>
                                      <a:lnTo>
                                        <a:pt x="403" y="89"/>
                                      </a:lnTo>
                                      <a:lnTo>
                                        <a:pt x="403" y="89"/>
                                      </a:lnTo>
                                      <a:lnTo>
                                        <a:pt x="403" y="92"/>
                                      </a:lnTo>
                                      <a:lnTo>
                                        <a:pt x="406" y="98"/>
                                      </a:lnTo>
                                      <a:lnTo>
                                        <a:pt x="406" y="98"/>
                                      </a:lnTo>
                                      <a:lnTo>
                                        <a:pt x="406" y="98"/>
                                      </a:lnTo>
                                      <a:lnTo>
                                        <a:pt x="409" y="101"/>
                                      </a:lnTo>
                                      <a:lnTo>
                                        <a:pt x="409" y="108"/>
                                      </a:lnTo>
                                      <a:lnTo>
                                        <a:pt x="409" y="104"/>
                                      </a:lnTo>
                                      <a:lnTo>
                                        <a:pt x="409" y="111"/>
                                      </a:lnTo>
                                      <a:lnTo>
                                        <a:pt x="413" y="111"/>
                                      </a:lnTo>
                                      <a:lnTo>
                                        <a:pt x="413" y="114"/>
                                      </a:lnTo>
                                      <a:lnTo>
                                        <a:pt x="413" y="117"/>
                                      </a:lnTo>
                                      <a:lnTo>
                                        <a:pt x="413" y="117"/>
                                      </a:lnTo>
                                      <a:lnTo>
                                        <a:pt x="418" y="135"/>
                                      </a:lnTo>
                                      <a:lnTo>
                                        <a:pt x="418" y="138"/>
                                      </a:lnTo>
                                      <a:lnTo>
                                        <a:pt x="418" y="142"/>
                                      </a:lnTo>
                                      <a:lnTo>
                                        <a:pt x="421" y="145"/>
                                      </a:lnTo>
                                      <a:lnTo>
                                        <a:pt x="421" y="148"/>
                                      </a:lnTo>
                                      <a:lnTo>
                                        <a:pt x="421" y="151"/>
                                      </a:lnTo>
                                      <a:lnTo>
                                        <a:pt x="421" y="157"/>
                                      </a:lnTo>
                                      <a:lnTo>
                                        <a:pt x="421" y="160"/>
                                      </a:lnTo>
                                      <a:lnTo>
                                        <a:pt x="421" y="167"/>
                                      </a:lnTo>
                                      <a:lnTo>
                                        <a:pt x="421" y="173"/>
                                      </a:lnTo>
                                      <a:lnTo>
                                        <a:pt x="425" y="176"/>
                                      </a:lnTo>
                                      <a:lnTo>
                                        <a:pt x="425" y="188"/>
                                      </a:lnTo>
                                      <a:lnTo>
                                        <a:pt x="425" y="188"/>
                                      </a:lnTo>
                                      <a:lnTo>
                                        <a:pt x="421" y="191"/>
                                      </a:lnTo>
                                      <a:lnTo>
                                        <a:pt x="421" y="201"/>
                                      </a:lnTo>
                                      <a:lnTo>
                                        <a:pt x="421" y="201"/>
                                      </a:lnTo>
                                      <a:lnTo>
                                        <a:pt x="421" y="207"/>
                                      </a:lnTo>
                                      <a:lnTo>
                                        <a:pt x="421" y="213"/>
                                      </a:lnTo>
                                      <a:lnTo>
                                        <a:pt x="421" y="213"/>
                                      </a:lnTo>
                                      <a:lnTo>
                                        <a:pt x="418" y="222"/>
                                      </a:lnTo>
                                      <a:lnTo>
                                        <a:pt x="418" y="225"/>
                                      </a:lnTo>
                                      <a:lnTo>
                                        <a:pt x="418" y="225"/>
                                      </a:lnTo>
                                      <a:lnTo>
                                        <a:pt x="418" y="228"/>
                                      </a:lnTo>
                                      <a:lnTo>
                                        <a:pt x="418" y="232"/>
                                      </a:lnTo>
                                      <a:lnTo>
                                        <a:pt x="413" y="247"/>
                                      </a:lnTo>
                                      <a:lnTo>
                                        <a:pt x="413" y="254"/>
                                      </a:lnTo>
                                      <a:lnTo>
                                        <a:pt x="413" y="254"/>
                                      </a:lnTo>
                                      <a:lnTo>
                                        <a:pt x="409" y="256"/>
                                      </a:lnTo>
                                      <a:lnTo>
                                        <a:pt x="409" y="262"/>
                                      </a:lnTo>
                                      <a:lnTo>
                                        <a:pt x="409" y="262"/>
                                      </a:lnTo>
                                      <a:lnTo>
                                        <a:pt x="406" y="266"/>
                                      </a:lnTo>
                                      <a:lnTo>
                                        <a:pt x="406" y="272"/>
                                      </a:lnTo>
                                      <a:lnTo>
                                        <a:pt x="403" y="275"/>
                                      </a:lnTo>
                                      <a:lnTo>
                                        <a:pt x="403" y="275"/>
                                      </a:lnTo>
                                      <a:lnTo>
                                        <a:pt x="403" y="275"/>
                                      </a:lnTo>
                                      <a:lnTo>
                                        <a:pt x="399" y="278"/>
                                      </a:lnTo>
                                      <a:lnTo>
                                        <a:pt x="399" y="281"/>
                                      </a:lnTo>
                                      <a:lnTo>
                                        <a:pt x="396" y="288"/>
                                      </a:lnTo>
                                      <a:lnTo>
                                        <a:pt x="393" y="290"/>
                                      </a:lnTo>
                                      <a:lnTo>
                                        <a:pt x="393" y="293"/>
                                      </a:lnTo>
                                      <a:lnTo>
                                        <a:pt x="391" y="300"/>
                                      </a:lnTo>
                                      <a:lnTo>
                                        <a:pt x="391" y="300"/>
                                      </a:lnTo>
                                      <a:lnTo>
                                        <a:pt x="387" y="303"/>
                                      </a:lnTo>
                                      <a:lnTo>
                                        <a:pt x="387" y="303"/>
                                      </a:lnTo>
                                      <a:lnTo>
                                        <a:pt x="384" y="309"/>
                                      </a:lnTo>
                                      <a:lnTo>
                                        <a:pt x="381" y="312"/>
                                      </a:lnTo>
                                      <a:lnTo>
                                        <a:pt x="381" y="312"/>
                                      </a:lnTo>
                                      <a:lnTo>
                                        <a:pt x="381" y="315"/>
                                      </a:lnTo>
                                      <a:lnTo>
                                        <a:pt x="378" y="315"/>
                                      </a:lnTo>
                                      <a:lnTo>
                                        <a:pt x="378" y="315"/>
                                      </a:lnTo>
                                      <a:lnTo>
                                        <a:pt x="374" y="318"/>
                                      </a:lnTo>
                                      <a:lnTo>
                                        <a:pt x="374" y="322"/>
                                      </a:lnTo>
                                      <a:lnTo>
                                        <a:pt x="374" y="322"/>
                                      </a:lnTo>
                                      <a:lnTo>
                                        <a:pt x="368" y="327"/>
                                      </a:lnTo>
                                      <a:lnTo>
                                        <a:pt x="366" y="331"/>
                                      </a:lnTo>
                                      <a:lnTo>
                                        <a:pt x="362" y="334"/>
                                      </a:lnTo>
                                      <a:lnTo>
                                        <a:pt x="359" y="337"/>
                                      </a:lnTo>
                                      <a:lnTo>
                                        <a:pt x="356" y="340"/>
                                      </a:lnTo>
                                      <a:lnTo>
                                        <a:pt x="356" y="340"/>
                                      </a:lnTo>
                                      <a:lnTo>
                                        <a:pt x="352" y="343"/>
                                      </a:lnTo>
                                      <a:lnTo>
                                        <a:pt x="346" y="349"/>
                                      </a:lnTo>
                                      <a:lnTo>
                                        <a:pt x="346" y="349"/>
                                      </a:lnTo>
                                      <a:lnTo>
                                        <a:pt x="344" y="349"/>
                                      </a:lnTo>
                                      <a:lnTo>
                                        <a:pt x="344" y="352"/>
                                      </a:lnTo>
                                      <a:lnTo>
                                        <a:pt x="344" y="352"/>
                                      </a:lnTo>
                                      <a:lnTo>
                                        <a:pt x="340" y="356"/>
                                      </a:lnTo>
                                      <a:lnTo>
                                        <a:pt x="340" y="356"/>
                                      </a:lnTo>
                                      <a:lnTo>
                                        <a:pt x="337" y="356"/>
                                      </a:lnTo>
                                      <a:lnTo>
                                        <a:pt x="337" y="356"/>
                                      </a:lnTo>
                                      <a:lnTo>
                                        <a:pt x="331" y="359"/>
                                      </a:lnTo>
                                      <a:lnTo>
                                        <a:pt x="327" y="361"/>
                                      </a:lnTo>
                                      <a:lnTo>
                                        <a:pt x="324" y="363"/>
                                      </a:lnTo>
                                      <a:lnTo>
                                        <a:pt x="324" y="363"/>
                                      </a:lnTo>
                                      <a:lnTo>
                                        <a:pt x="321" y="367"/>
                                      </a:lnTo>
                                      <a:lnTo>
                                        <a:pt x="319" y="367"/>
                                      </a:lnTo>
                                      <a:lnTo>
                                        <a:pt x="315" y="370"/>
                                      </a:lnTo>
                                      <a:lnTo>
                                        <a:pt x="305" y="373"/>
                                      </a:lnTo>
                                      <a:lnTo>
                                        <a:pt x="302" y="376"/>
                                      </a:lnTo>
                                      <a:lnTo>
                                        <a:pt x="299" y="376"/>
                                      </a:lnTo>
                                      <a:lnTo>
                                        <a:pt x="297" y="379"/>
                                      </a:lnTo>
                                      <a:lnTo>
                                        <a:pt x="293" y="379"/>
                                      </a:lnTo>
                                      <a:lnTo>
                                        <a:pt x="290" y="382"/>
                                      </a:lnTo>
                                      <a:lnTo>
                                        <a:pt x="287" y="382"/>
                                      </a:lnTo>
                                      <a:lnTo>
                                        <a:pt x="284" y="385"/>
                                      </a:lnTo>
                                      <a:lnTo>
                                        <a:pt x="280" y="385"/>
                                      </a:lnTo>
                                      <a:lnTo>
                                        <a:pt x="277" y="385"/>
                                      </a:lnTo>
                                      <a:lnTo>
                                        <a:pt x="274" y="389"/>
                                      </a:lnTo>
                                      <a:lnTo>
                                        <a:pt x="272" y="389"/>
                                      </a:lnTo>
                                      <a:lnTo>
                                        <a:pt x="252" y="394"/>
                                      </a:lnTo>
                                      <a:lnTo>
                                        <a:pt x="252" y="394"/>
                                      </a:lnTo>
                                      <a:lnTo>
                                        <a:pt x="250" y="394"/>
                                      </a:lnTo>
                                      <a:lnTo>
                                        <a:pt x="243" y="394"/>
                                      </a:lnTo>
                                      <a:lnTo>
                                        <a:pt x="243" y="394"/>
                                      </a:lnTo>
                                      <a:lnTo>
                                        <a:pt x="237" y="394"/>
                                      </a:lnTo>
                                      <a:lnTo>
                                        <a:pt x="237" y="394"/>
                                      </a:lnTo>
                                      <a:lnTo>
                                        <a:pt x="237" y="394"/>
                                      </a:lnTo>
                                      <a:lnTo>
                                        <a:pt x="230" y="394"/>
                                      </a:lnTo>
                                      <a:lnTo>
                                        <a:pt x="225" y="397"/>
                                      </a:lnTo>
                                      <a:lnTo>
                                        <a:pt x="227" y="397"/>
                                      </a:lnTo>
                                      <a:lnTo>
                                        <a:pt x="218" y="397"/>
                                      </a:lnTo>
                                      <a:lnTo>
                                        <a:pt x="215" y="397"/>
                                      </a:lnTo>
                                      <a:lnTo>
                                        <a:pt x="215" y="397"/>
                                      </a:lnTo>
                                      <a:lnTo>
                                        <a:pt x="208" y="397"/>
                                      </a:lnTo>
                                      <a:lnTo>
                                        <a:pt x="205" y="397"/>
                                      </a:lnTo>
                                      <a:lnTo>
                                        <a:pt x="196" y="397"/>
                                      </a:lnTo>
                                      <a:lnTo>
                                        <a:pt x="193" y="394"/>
                                      </a:lnTo>
                                      <a:lnTo>
                                        <a:pt x="186" y="394"/>
                                      </a:lnTo>
                                      <a:lnTo>
                                        <a:pt x="180" y="394"/>
                                      </a:lnTo>
                                      <a:lnTo>
                                        <a:pt x="180" y="394"/>
                                      </a:lnTo>
                                      <a:lnTo>
                                        <a:pt x="171" y="394"/>
                                      </a:lnTo>
                                      <a:lnTo>
                                        <a:pt x="169" y="394"/>
                                      </a:lnTo>
                                      <a:lnTo>
                                        <a:pt x="166" y="392"/>
                                      </a:lnTo>
                                      <a:lnTo>
                                        <a:pt x="150" y="389"/>
                                      </a:lnTo>
                                      <a:lnTo>
                                        <a:pt x="147" y="389"/>
                                      </a:lnTo>
                                      <a:lnTo>
                                        <a:pt x="147" y="389"/>
                                      </a:lnTo>
                                      <a:lnTo>
                                        <a:pt x="144" y="385"/>
                                      </a:lnTo>
                                      <a:lnTo>
                                        <a:pt x="137" y="385"/>
                                      </a:lnTo>
                                      <a:lnTo>
                                        <a:pt x="137" y="385"/>
                                      </a:lnTo>
                                      <a:lnTo>
                                        <a:pt x="134" y="382"/>
                                      </a:lnTo>
                                      <a:lnTo>
                                        <a:pt x="134" y="382"/>
                                      </a:lnTo>
                                      <a:lnTo>
                                        <a:pt x="132" y="382"/>
                                      </a:lnTo>
                                      <a:lnTo>
                                        <a:pt x="132" y="382"/>
                                      </a:lnTo>
                                      <a:lnTo>
                                        <a:pt x="129" y="379"/>
                                      </a:lnTo>
                                      <a:lnTo>
                                        <a:pt x="125" y="379"/>
                                      </a:lnTo>
                                      <a:lnTo>
                                        <a:pt x="125" y="379"/>
                                      </a:lnTo>
                                      <a:lnTo>
                                        <a:pt x="122" y="376"/>
                                      </a:lnTo>
                                      <a:lnTo>
                                        <a:pt x="119" y="376"/>
                                      </a:lnTo>
                                      <a:lnTo>
                                        <a:pt x="115" y="373"/>
                                      </a:lnTo>
                                      <a:lnTo>
                                        <a:pt x="112" y="373"/>
                                      </a:lnTo>
                                      <a:lnTo>
                                        <a:pt x="112" y="373"/>
                                      </a:lnTo>
                                      <a:lnTo>
                                        <a:pt x="107" y="370"/>
                                      </a:lnTo>
                                      <a:lnTo>
                                        <a:pt x="107" y="367"/>
                                      </a:lnTo>
                                      <a:lnTo>
                                        <a:pt x="103" y="367"/>
                                      </a:lnTo>
                                      <a:lnTo>
                                        <a:pt x="100" y="363"/>
                                      </a:lnTo>
                                      <a:lnTo>
                                        <a:pt x="97" y="363"/>
                                      </a:lnTo>
                                      <a:lnTo>
                                        <a:pt x="94" y="361"/>
                                      </a:lnTo>
                                      <a:lnTo>
                                        <a:pt x="85" y="356"/>
                                      </a:lnTo>
                                      <a:lnTo>
                                        <a:pt x="82" y="356"/>
                                      </a:lnTo>
                                      <a:lnTo>
                                        <a:pt x="78" y="352"/>
                                      </a:lnTo>
                                      <a:lnTo>
                                        <a:pt x="75" y="349"/>
                                      </a:lnTo>
                                      <a:lnTo>
                                        <a:pt x="65" y="340"/>
                                      </a:lnTo>
                                      <a:lnTo>
                                        <a:pt x="65" y="340"/>
                                      </a:lnTo>
                                      <a:lnTo>
                                        <a:pt x="63" y="337"/>
                                      </a:lnTo>
                                      <a:lnTo>
                                        <a:pt x="63" y="337"/>
                                      </a:lnTo>
                                      <a:lnTo>
                                        <a:pt x="60" y="334"/>
                                      </a:lnTo>
                                      <a:lnTo>
                                        <a:pt x="57" y="327"/>
                                      </a:lnTo>
                                      <a:lnTo>
                                        <a:pt x="53" y="327"/>
                                      </a:lnTo>
                                      <a:lnTo>
                                        <a:pt x="50" y="324"/>
                                      </a:lnTo>
                                      <a:lnTo>
                                        <a:pt x="50" y="324"/>
                                      </a:lnTo>
                                      <a:lnTo>
                                        <a:pt x="50" y="322"/>
                                      </a:lnTo>
                                      <a:lnTo>
                                        <a:pt x="47" y="318"/>
                                      </a:lnTo>
                                      <a:lnTo>
                                        <a:pt x="47" y="318"/>
                                      </a:lnTo>
                                      <a:lnTo>
                                        <a:pt x="43" y="315"/>
                                      </a:lnTo>
                                      <a:lnTo>
                                        <a:pt x="43" y="315"/>
                                      </a:lnTo>
                                      <a:lnTo>
                                        <a:pt x="43" y="315"/>
                                      </a:lnTo>
                                      <a:lnTo>
                                        <a:pt x="40" y="312"/>
                                      </a:lnTo>
                                      <a:lnTo>
                                        <a:pt x="38" y="309"/>
                                      </a:lnTo>
                                      <a:lnTo>
                                        <a:pt x="38" y="306"/>
                                      </a:lnTo>
                                      <a:lnTo>
                                        <a:pt x="38" y="306"/>
                                      </a:lnTo>
                                      <a:lnTo>
                                        <a:pt x="35" y="303"/>
                                      </a:lnTo>
                                      <a:lnTo>
                                        <a:pt x="28" y="293"/>
                                      </a:lnTo>
                                      <a:lnTo>
                                        <a:pt x="28" y="290"/>
                                      </a:lnTo>
                                      <a:lnTo>
                                        <a:pt x="25" y="288"/>
                                      </a:lnTo>
                                      <a:lnTo>
                                        <a:pt x="25" y="288"/>
                                      </a:lnTo>
                                      <a:lnTo>
                                        <a:pt x="25" y="284"/>
                                      </a:lnTo>
                                      <a:lnTo>
                                        <a:pt x="22" y="281"/>
                                      </a:lnTo>
                                      <a:lnTo>
                                        <a:pt x="22" y="278"/>
                                      </a:lnTo>
                                      <a:lnTo>
                                        <a:pt x="18" y="275"/>
                                      </a:lnTo>
                                      <a:lnTo>
                                        <a:pt x="18" y="272"/>
                                      </a:lnTo>
                                      <a:lnTo>
                                        <a:pt x="18" y="272"/>
                                      </a:lnTo>
                                      <a:lnTo>
                                        <a:pt x="18" y="272"/>
                                      </a:lnTo>
                                      <a:lnTo>
                                        <a:pt x="18" y="272"/>
                                      </a:lnTo>
                                      <a:lnTo>
                                        <a:pt x="16" y="266"/>
                                      </a:lnTo>
                                      <a:lnTo>
                                        <a:pt x="16" y="266"/>
                                      </a:lnTo>
                                      <a:lnTo>
                                        <a:pt x="16" y="262"/>
                                      </a:lnTo>
                                      <a:lnTo>
                                        <a:pt x="13" y="259"/>
                                      </a:lnTo>
                                      <a:lnTo>
                                        <a:pt x="13" y="259"/>
                                      </a:lnTo>
                                      <a:lnTo>
                                        <a:pt x="13" y="256"/>
                                      </a:lnTo>
                                      <a:lnTo>
                                        <a:pt x="13" y="256"/>
                                      </a:lnTo>
                                      <a:lnTo>
                                        <a:pt x="10" y="254"/>
                                      </a:lnTo>
                                      <a:lnTo>
                                        <a:pt x="13" y="254"/>
                                      </a:lnTo>
                                      <a:lnTo>
                                        <a:pt x="10" y="244"/>
                                      </a:lnTo>
                                      <a:lnTo>
                                        <a:pt x="6" y="241"/>
                                      </a:lnTo>
                                      <a:lnTo>
                                        <a:pt x="6" y="237"/>
                                      </a:lnTo>
                                      <a:lnTo>
                                        <a:pt x="6" y="235"/>
                                      </a:lnTo>
                                      <a:lnTo>
                                        <a:pt x="6" y="235"/>
                                      </a:lnTo>
                                      <a:lnTo>
                                        <a:pt x="3" y="232"/>
                                      </a:lnTo>
                                      <a:lnTo>
                                        <a:pt x="3" y="232"/>
                                      </a:lnTo>
                                      <a:lnTo>
                                        <a:pt x="3" y="228"/>
                                      </a:lnTo>
                                      <a:lnTo>
                                        <a:pt x="3" y="220"/>
                                      </a:lnTo>
                                      <a:lnTo>
                                        <a:pt x="3" y="220"/>
                                      </a:lnTo>
                                      <a:lnTo>
                                        <a:pt x="3" y="216"/>
                                      </a:lnTo>
                                      <a:lnTo>
                                        <a:pt x="0" y="213"/>
                                      </a:lnTo>
                                      <a:lnTo>
                                        <a:pt x="0" y="213"/>
                                      </a:lnTo>
                                      <a:lnTo>
                                        <a:pt x="0" y="207"/>
                                      </a:lnTo>
                                      <a:lnTo>
                                        <a:pt x="0" y="203"/>
                                      </a:lnTo>
                                      <a:lnTo>
                                        <a:pt x="0" y="2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9" name="Freeform 17"/>
                              <wps:cNvSpPr>
                                <a:spLocks/>
                              </wps:cNvSpPr>
                              <wps:spPr bwMode="auto">
                                <a:xfrm>
                                  <a:off x="68" y="99"/>
                                  <a:ext cx="366" cy="274"/>
                                </a:xfrm>
                                <a:custGeom>
                                  <a:avLst/>
                                  <a:gdLst>
                                    <a:gd name="T0" fmla="*/ 356 w 366"/>
                                    <a:gd name="T1" fmla="*/ 233 h 274"/>
                                    <a:gd name="T2" fmla="*/ 344 w 366"/>
                                    <a:gd name="T3" fmla="*/ 246 h 274"/>
                                    <a:gd name="T4" fmla="*/ 331 w 366"/>
                                    <a:gd name="T5" fmla="*/ 252 h 274"/>
                                    <a:gd name="T6" fmla="*/ 319 w 366"/>
                                    <a:gd name="T7" fmla="*/ 259 h 274"/>
                                    <a:gd name="T8" fmla="*/ 302 w 366"/>
                                    <a:gd name="T9" fmla="*/ 264 h 274"/>
                                    <a:gd name="T10" fmla="*/ 290 w 366"/>
                                    <a:gd name="T11" fmla="*/ 268 h 274"/>
                                    <a:gd name="T12" fmla="*/ 268 w 366"/>
                                    <a:gd name="T13" fmla="*/ 271 h 274"/>
                                    <a:gd name="T14" fmla="*/ 233 w 366"/>
                                    <a:gd name="T15" fmla="*/ 271 h 274"/>
                                    <a:gd name="T16" fmla="*/ 218 w 366"/>
                                    <a:gd name="T17" fmla="*/ 268 h 274"/>
                                    <a:gd name="T18" fmla="*/ 200 w 366"/>
                                    <a:gd name="T19" fmla="*/ 264 h 274"/>
                                    <a:gd name="T20" fmla="*/ 180 w 366"/>
                                    <a:gd name="T21" fmla="*/ 259 h 274"/>
                                    <a:gd name="T22" fmla="*/ 161 w 366"/>
                                    <a:gd name="T23" fmla="*/ 252 h 274"/>
                                    <a:gd name="T24" fmla="*/ 146 w 366"/>
                                    <a:gd name="T25" fmla="*/ 243 h 274"/>
                                    <a:gd name="T26" fmla="*/ 127 w 366"/>
                                    <a:gd name="T27" fmla="*/ 233 h 274"/>
                                    <a:gd name="T28" fmla="*/ 110 w 366"/>
                                    <a:gd name="T29" fmla="*/ 221 h 274"/>
                                    <a:gd name="T30" fmla="*/ 94 w 366"/>
                                    <a:gd name="T31" fmla="*/ 208 h 274"/>
                                    <a:gd name="T32" fmla="*/ 78 w 366"/>
                                    <a:gd name="T33" fmla="*/ 196 h 274"/>
                                    <a:gd name="T34" fmla="*/ 60 w 366"/>
                                    <a:gd name="T35" fmla="*/ 178 h 274"/>
                                    <a:gd name="T36" fmla="*/ 47 w 366"/>
                                    <a:gd name="T37" fmla="*/ 165 h 274"/>
                                    <a:gd name="T38" fmla="*/ 38 w 366"/>
                                    <a:gd name="T39" fmla="*/ 150 h 274"/>
                                    <a:gd name="T40" fmla="*/ 28 w 366"/>
                                    <a:gd name="T41" fmla="*/ 135 h 274"/>
                                    <a:gd name="T42" fmla="*/ 18 w 366"/>
                                    <a:gd name="T43" fmla="*/ 119 h 274"/>
                                    <a:gd name="T44" fmla="*/ 13 w 366"/>
                                    <a:gd name="T45" fmla="*/ 103 h 274"/>
                                    <a:gd name="T46" fmla="*/ 10 w 366"/>
                                    <a:gd name="T47" fmla="*/ 88 h 274"/>
                                    <a:gd name="T48" fmla="*/ 6 w 366"/>
                                    <a:gd name="T49" fmla="*/ 75 h 274"/>
                                    <a:gd name="T50" fmla="*/ 3 w 366"/>
                                    <a:gd name="T51" fmla="*/ 48 h 274"/>
                                    <a:gd name="T52" fmla="*/ 6 w 366"/>
                                    <a:gd name="T53" fmla="*/ 36 h 274"/>
                                    <a:gd name="T54" fmla="*/ 10 w 366"/>
                                    <a:gd name="T55" fmla="*/ 24 h 274"/>
                                    <a:gd name="T56" fmla="*/ 16 w 366"/>
                                    <a:gd name="T57" fmla="*/ 9 h 274"/>
                                    <a:gd name="T58" fmla="*/ 18 w 366"/>
                                    <a:gd name="T59" fmla="*/ 0 h 274"/>
                                    <a:gd name="T60" fmla="*/ 10 w 366"/>
                                    <a:gd name="T61" fmla="*/ 12 h 274"/>
                                    <a:gd name="T62" fmla="*/ 6 w 366"/>
                                    <a:gd name="T63" fmla="*/ 24 h 274"/>
                                    <a:gd name="T64" fmla="*/ 3 w 366"/>
                                    <a:gd name="T65" fmla="*/ 39 h 274"/>
                                    <a:gd name="T66" fmla="*/ 0 w 366"/>
                                    <a:gd name="T67" fmla="*/ 63 h 274"/>
                                    <a:gd name="T68" fmla="*/ 3 w 366"/>
                                    <a:gd name="T69" fmla="*/ 79 h 274"/>
                                    <a:gd name="T70" fmla="*/ 6 w 366"/>
                                    <a:gd name="T71" fmla="*/ 94 h 274"/>
                                    <a:gd name="T72" fmla="*/ 13 w 366"/>
                                    <a:gd name="T73" fmla="*/ 109 h 274"/>
                                    <a:gd name="T74" fmla="*/ 18 w 366"/>
                                    <a:gd name="T75" fmla="*/ 125 h 274"/>
                                    <a:gd name="T76" fmla="*/ 25 w 366"/>
                                    <a:gd name="T77" fmla="*/ 140 h 274"/>
                                    <a:gd name="T78" fmla="*/ 38 w 366"/>
                                    <a:gd name="T79" fmla="*/ 156 h 274"/>
                                    <a:gd name="T80" fmla="*/ 47 w 366"/>
                                    <a:gd name="T81" fmla="*/ 169 h 274"/>
                                    <a:gd name="T82" fmla="*/ 63 w 366"/>
                                    <a:gd name="T83" fmla="*/ 187 h 274"/>
                                    <a:gd name="T84" fmla="*/ 82 w 366"/>
                                    <a:gd name="T85" fmla="*/ 206 h 274"/>
                                    <a:gd name="T86" fmla="*/ 100 w 366"/>
                                    <a:gd name="T87" fmla="*/ 218 h 274"/>
                                    <a:gd name="T88" fmla="*/ 115 w 366"/>
                                    <a:gd name="T89" fmla="*/ 230 h 274"/>
                                    <a:gd name="T90" fmla="*/ 133 w 366"/>
                                    <a:gd name="T91" fmla="*/ 243 h 274"/>
                                    <a:gd name="T92" fmla="*/ 153 w 366"/>
                                    <a:gd name="T93" fmla="*/ 252 h 274"/>
                                    <a:gd name="T94" fmla="*/ 171 w 366"/>
                                    <a:gd name="T95" fmla="*/ 259 h 274"/>
                                    <a:gd name="T96" fmla="*/ 190 w 366"/>
                                    <a:gd name="T97" fmla="*/ 264 h 274"/>
                                    <a:gd name="T98" fmla="*/ 208 w 366"/>
                                    <a:gd name="T99" fmla="*/ 268 h 274"/>
                                    <a:gd name="T100" fmla="*/ 227 w 366"/>
                                    <a:gd name="T101" fmla="*/ 274 h 274"/>
                                    <a:gd name="T102" fmla="*/ 243 w 366"/>
                                    <a:gd name="T103" fmla="*/ 274 h 274"/>
                                    <a:gd name="T104" fmla="*/ 274 w 366"/>
                                    <a:gd name="T105" fmla="*/ 274 h 274"/>
                                    <a:gd name="T106" fmla="*/ 290 w 366"/>
                                    <a:gd name="T107" fmla="*/ 271 h 274"/>
                                    <a:gd name="T108" fmla="*/ 305 w 366"/>
                                    <a:gd name="T109" fmla="*/ 268 h 274"/>
                                    <a:gd name="T110" fmla="*/ 319 w 366"/>
                                    <a:gd name="T111" fmla="*/ 264 h 274"/>
                                    <a:gd name="T112" fmla="*/ 334 w 366"/>
                                    <a:gd name="T113" fmla="*/ 255 h 274"/>
                                    <a:gd name="T114" fmla="*/ 344 w 366"/>
                                    <a:gd name="T115" fmla="*/ 249 h 274"/>
                                    <a:gd name="T116" fmla="*/ 356 w 366"/>
                                    <a:gd name="T117" fmla="*/ 237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366" h="274">
                                      <a:moveTo>
                                        <a:pt x="362" y="225"/>
                                      </a:moveTo>
                                      <a:lnTo>
                                        <a:pt x="359" y="227"/>
                                      </a:lnTo>
                                      <a:lnTo>
                                        <a:pt x="356" y="230"/>
                                      </a:lnTo>
                                      <a:lnTo>
                                        <a:pt x="356" y="233"/>
                                      </a:lnTo>
                                      <a:lnTo>
                                        <a:pt x="349" y="240"/>
                                      </a:lnTo>
                                      <a:lnTo>
                                        <a:pt x="346" y="240"/>
                                      </a:lnTo>
                                      <a:lnTo>
                                        <a:pt x="344" y="243"/>
                                      </a:lnTo>
                                      <a:lnTo>
                                        <a:pt x="344" y="246"/>
                                      </a:lnTo>
                                      <a:lnTo>
                                        <a:pt x="340" y="249"/>
                                      </a:lnTo>
                                      <a:lnTo>
                                        <a:pt x="337" y="249"/>
                                      </a:lnTo>
                                      <a:lnTo>
                                        <a:pt x="334" y="252"/>
                                      </a:lnTo>
                                      <a:lnTo>
                                        <a:pt x="331" y="252"/>
                                      </a:lnTo>
                                      <a:lnTo>
                                        <a:pt x="327" y="255"/>
                                      </a:lnTo>
                                      <a:lnTo>
                                        <a:pt x="324" y="259"/>
                                      </a:lnTo>
                                      <a:lnTo>
                                        <a:pt x="321" y="259"/>
                                      </a:lnTo>
                                      <a:lnTo>
                                        <a:pt x="319" y="259"/>
                                      </a:lnTo>
                                      <a:lnTo>
                                        <a:pt x="315" y="261"/>
                                      </a:lnTo>
                                      <a:lnTo>
                                        <a:pt x="312" y="261"/>
                                      </a:lnTo>
                                      <a:lnTo>
                                        <a:pt x="305" y="264"/>
                                      </a:lnTo>
                                      <a:lnTo>
                                        <a:pt x="302" y="264"/>
                                      </a:lnTo>
                                      <a:lnTo>
                                        <a:pt x="299" y="264"/>
                                      </a:lnTo>
                                      <a:lnTo>
                                        <a:pt x="297" y="268"/>
                                      </a:lnTo>
                                      <a:lnTo>
                                        <a:pt x="293" y="268"/>
                                      </a:lnTo>
                                      <a:lnTo>
                                        <a:pt x="290" y="268"/>
                                      </a:lnTo>
                                      <a:lnTo>
                                        <a:pt x="284" y="268"/>
                                      </a:lnTo>
                                      <a:lnTo>
                                        <a:pt x="280" y="271"/>
                                      </a:lnTo>
                                      <a:lnTo>
                                        <a:pt x="277" y="271"/>
                                      </a:lnTo>
                                      <a:lnTo>
                                        <a:pt x="268" y="271"/>
                                      </a:lnTo>
                                      <a:lnTo>
                                        <a:pt x="265" y="271"/>
                                      </a:lnTo>
                                      <a:lnTo>
                                        <a:pt x="252" y="271"/>
                                      </a:lnTo>
                                      <a:lnTo>
                                        <a:pt x="250" y="271"/>
                                      </a:lnTo>
                                      <a:lnTo>
                                        <a:pt x="233" y="271"/>
                                      </a:lnTo>
                                      <a:lnTo>
                                        <a:pt x="230" y="271"/>
                                      </a:lnTo>
                                      <a:lnTo>
                                        <a:pt x="227" y="268"/>
                                      </a:lnTo>
                                      <a:lnTo>
                                        <a:pt x="221" y="268"/>
                                      </a:lnTo>
                                      <a:lnTo>
                                        <a:pt x="218" y="268"/>
                                      </a:lnTo>
                                      <a:lnTo>
                                        <a:pt x="212" y="268"/>
                                      </a:lnTo>
                                      <a:lnTo>
                                        <a:pt x="208" y="264"/>
                                      </a:lnTo>
                                      <a:lnTo>
                                        <a:pt x="205" y="264"/>
                                      </a:lnTo>
                                      <a:lnTo>
                                        <a:pt x="200" y="264"/>
                                      </a:lnTo>
                                      <a:lnTo>
                                        <a:pt x="196" y="261"/>
                                      </a:lnTo>
                                      <a:lnTo>
                                        <a:pt x="190" y="261"/>
                                      </a:lnTo>
                                      <a:lnTo>
                                        <a:pt x="186" y="259"/>
                                      </a:lnTo>
                                      <a:lnTo>
                                        <a:pt x="180" y="259"/>
                                      </a:lnTo>
                                      <a:lnTo>
                                        <a:pt x="178" y="255"/>
                                      </a:lnTo>
                                      <a:lnTo>
                                        <a:pt x="171" y="255"/>
                                      </a:lnTo>
                                      <a:lnTo>
                                        <a:pt x="168" y="252"/>
                                      </a:lnTo>
                                      <a:lnTo>
                                        <a:pt x="161" y="252"/>
                                      </a:lnTo>
                                      <a:lnTo>
                                        <a:pt x="158" y="249"/>
                                      </a:lnTo>
                                      <a:lnTo>
                                        <a:pt x="153" y="246"/>
                                      </a:lnTo>
                                      <a:lnTo>
                                        <a:pt x="149" y="246"/>
                                      </a:lnTo>
                                      <a:lnTo>
                                        <a:pt x="146" y="243"/>
                                      </a:lnTo>
                                      <a:lnTo>
                                        <a:pt x="139" y="240"/>
                                      </a:lnTo>
                                      <a:lnTo>
                                        <a:pt x="136" y="237"/>
                                      </a:lnTo>
                                      <a:lnTo>
                                        <a:pt x="131" y="237"/>
                                      </a:lnTo>
                                      <a:lnTo>
                                        <a:pt x="127" y="233"/>
                                      </a:lnTo>
                                      <a:lnTo>
                                        <a:pt x="122" y="230"/>
                                      </a:lnTo>
                                      <a:lnTo>
                                        <a:pt x="119" y="227"/>
                                      </a:lnTo>
                                      <a:lnTo>
                                        <a:pt x="112" y="225"/>
                                      </a:lnTo>
                                      <a:lnTo>
                                        <a:pt x="110" y="221"/>
                                      </a:lnTo>
                                      <a:lnTo>
                                        <a:pt x="107" y="218"/>
                                      </a:lnTo>
                                      <a:lnTo>
                                        <a:pt x="100" y="215"/>
                                      </a:lnTo>
                                      <a:lnTo>
                                        <a:pt x="97" y="212"/>
                                      </a:lnTo>
                                      <a:lnTo>
                                        <a:pt x="94" y="208"/>
                                      </a:lnTo>
                                      <a:lnTo>
                                        <a:pt x="90" y="206"/>
                                      </a:lnTo>
                                      <a:lnTo>
                                        <a:pt x="85" y="203"/>
                                      </a:lnTo>
                                      <a:lnTo>
                                        <a:pt x="82" y="199"/>
                                      </a:lnTo>
                                      <a:lnTo>
                                        <a:pt x="78" y="196"/>
                                      </a:lnTo>
                                      <a:lnTo>
                                        <a:pt x="75" y="193"/>
                                      </a:lnTo>
                                      <a:lnTo>
                                        <a:pt x="68" y="191"/>
                                      </a:lnTo>
                                      <a:lnTo>
                                        <a:pt x="65" y="187"/>
                                      </a:lnTo>
                                      <a:lnTo>
                                        <a:pt x="60" y="178"/>
                                      </a:lnTo>
                                      <a:lnTo>
                                        <a:pt x="56" y="174"/>
                                      </a:lnTo>
                                      <a:lnTo>
                                        <a:pt x="53" y="172"/>
                                      </a:lnTo>
                                      <a:lnTo>
                                        <a:pt x="50" y="169"/>
                                      </a:lnTo>
                                      <a:lnTo>
                                        <a:pt x="47" y="165"/>
                                      </a:lnTo>
                                      <a:lnTo>
                                        <a:pt x="43" y="162"/>
                                      </a:lnTo>
                                      <a:lnTo>
                                        <a:pt x="43" y="156"/>
                                      </a:lnTo>
                                      <a:lnTo>
                                        <a:pt x="40" y="153"/>
                                      </a:lnTo>
                                      <a:lnTo>
                                        <a:pt x="38" y="150"/>
                                      </a:lnTo>
                                      <a:lnTo>
                                        <a:pt x="35" y="147"/>
                                      </a:lnTo>
                                      <a:lnTo>
                                        <a:pt x="31" y="144"/>
                                      </a:lnTo>
                                      <a:lnTo>
                                        <a:pt x="31" y="138"/>
                                      </a:lnTo>
                                      <a:lnTo>
                                        <a:pt x="28" y="135"/>
                                      </a:lnTo>
                                      <a:lnTo>
                                        <a:pt x="25" y="131"/>
                                      </a:lnTo>
                                      <a:lnTo>
                                        <a:pt x="22" y="128"/>
                                      </a:lnTo>
                                      <a:lnTo>
                                        <a:pt x="22" y="125"/>
                                      </a:lnTo>
                                      <a:lnTo>
                                        <a:pt x="18" y="119"/>
                                      </a:lnTo>
                                      <a:lnTo>
                                        <a:pt x="18" y="116"/>
                                      </a:lnTo>
                                      <a:lnTo>
                                        <a:pt x="16" y="113"/>
                                      </a:lnTo>
                                      <a:lnTo>
                                        <a:pt x="16" y="109"/>
                                      </a:lnTo>
                                      <a:lnTo>
                                        <a:pt x="13" y="103"/>
                                      </a:lnTo>
                                      <a:lnTo>
                                        <a:pt x="13" y="101"/>
                                      </a:lnTo>
                                      <a:lnTo>
                                        <a:pt x="10" y="97"/>
                                      </a:lnTo>
                                      <a:lnTo>
                                        <a:pt x="10" y="94"/>
                                      </a:lnTo>
                                      <a:lnTo>
                                        <a:pt x="10" y="88"/>
                                      </a:lnTo>
                                      <a:lnTo>
                                        <a:pt x="6" y="85"/>
                                      </a:lnTo>
                                      <a:lnTo>
                                        <a:pt x="6" y="82"/>
                                      </a:lnTo>
                                      <a:lnTo>
                                        <a:pt x="6" y="79"/>
                                      </a:lnTo>
                                      <a:lnTo>
                                        <a:pt x="6" y="75"/>
                                      </a:lnTo>
                                      <a:lnTo>
                                        <a:pt x="6" y="69"/>
                                      </a:lnTo>
                                      <a:lnTo>
                                        <a:pt x="6" y="67"/>
                                      </a:lnTo>
                                      <a:lnTo>
                                        <a:pt x="3" y="63"/>
                                      </a:lnTo>
                                      <a:lnTo>
                                        <a:pt x="3" y="48"/>
                                      </a:lnTo>
                                      <a:lnTo>
                                        <a:pt x="6" y="45"/>
                                      </a:lnTo>
                                      <a:lnTo>
                                        <a:pt x="6" y="43"/>
                                      </a:lnTo>
                                      <a:lnTo>
                                        <a:pt x="6" y="39"/>
                                      </a:lnTo>
                                      <a:lnTo>
                                        <a:pt x="6" y="36"/>
                                      </a:lnTo>
                                      <a:lnTo>
                                        <a:pt x="6" y="34"/>
                                      </a:lnTo>
                                      <a:lnTo>
                                        <a:pt x="10" y="30"/>
                                      </a:lnTo>
                                      <a:lnTo>
                                        <a:pt x="10" y="27"/>
                                      </a:lnTo>
                                      <a:lnTo>
                                        <a:pt x="10" y="24"/>
                                      </a:lnTo>
                                      <a:lnTo>
                                        <a:pt x="10" y="17"/>
                                      </a:lnTo>
                                      <a:lnTo>
                                        <a:pt x="13" y="17"/>
                                      </a:lnTo>
                                      <a:lnTo>
                                        <a:pt x="16" y="15"/>
                                      </a:lnTo>
                                      <a:lnTo>
                                        <a:pt x="16" y="9"/>
                                      </a:lnTo>
                                      <a:lnTo>
                                        <a:pt x="18" y="5"/>
                                      </a:lnTo>
                                      <a:lnTo>
                                        <a:pt x="18" y="5"/>
                                      </a:lnTo>
                                      <a:lnTo>
                                        <a:pt x="22" y="2"/>
                                      </a:lnTo>
                                      <a:lnTo>
                                        <a:pt x="18" y="0"/>
                                      </a:lnTo>
                                      <a:lnTo>
                                        <a:pt x="16" y="2"/>
                                      </a:lnTo>
                                      <a:lnTo>
                                        <a:pt x="16" y="5"/>
                                      </a:lnTo>
                                      <a:lnTo>
                                        <a:pt x="13" y="9"/>
                                      </a:lnTo>
                                      <a:lnTo>
                                        <a:pt x="10" y="12"/>
                                      </a:lnTo>
                                      <a:lnTo>
                                        <a:pt x="10" y="15"/>
                                      </a:lnTo>
                                      <a:lnTo>
                                        <a:pt x="10" y="17"/>
                                      </a:lnTo>
                                      <a:lnTo>
                                        <a:pt x="6" y="21"/>
                                      </a:lnTo>
                                      <a:lnTo>
                                        <a:pt x="6" y="24"/>
                                      </a:lnTo>
                                      <a:lnTo>
                                        <a:pt x="6" y="27"/>
                                      </a:lnTo>
                                      <a:lnTo>
                                        <a:pt x="3" y="30"/>
                                      </a:lnTo>
                                      <a:lnTo>
                                        <a:pt x="3" y="36"/>
                                      </a:lnTo>
                                      <a:lnTo>
                                        <a:pt x="3" y="39"/>
                                      </a:lnTo>
                                      <a:lnTo>
                                        <a:pt x="3" y="43"/>
                                      </a:lnTo>
                                      <a:lnTo>
                                        <a:pt x="3" y="48"/>
                                      </a:lnTo>
                                      <a:lnTo>
                                        <a:pt x="0" y="54"/>
                                      </a:lnTo>
                                      <a:lnTo>
                                        <a:pt x="0" y="63"/>
                                      </a:lnTo>
                                      <a:lnTo>
                                        <a:pt x="3" y="67"/>
                                      </a:lnTo>
                                      <a:lnTo>
                                        <a:pt x="3" y="69"/>
                                      </a:lnTo>
                                      <a:lnTo>
                                        <a:pt x="3" y="75"/>
                                      </a:lnTo>
                                      <a:lnTo>
                                        <a:pt x="3" y="79"/>
                                      </a:lnTo>
                                      <a:lnTo>
                                        <a:pt x="3" y="82"/>
                                      </a:lnTo>
                                      <a:lnTo>
                                        <a:pt x="6" y="85"/>
                                      </a:lnTo>
                                      <a:lnTo>
                                        <a:pt x="6" y="91"/>
                                      </a:lnTo>
                                      <a:lnTo>
                                        <a:pt x="6" y="94"/>
                                      </a:lnTo>
                                      <a:lnTo>
                                        <a:pt x="6" y="97"/>
                                      </a:lnTo>
                                      <a:lnTo>
                                        <a:pt x="10" y="101"/>
                                      </a:lnTo>
                                      <a:lnTo>
                                        <a:pt x="10" y="106"/>
                                      </a:lnTo>
                                      <a:lnTo>
                                        <a:pt x="13" y="109"/>
                                      </a:lnTo>
                                      <a:lnTo>
                                        <a:pt x="13" y="113"/>
                                      </a:lnTo>
                                      <a:lnTo>
                                        <a:pt x="16" y="116"/>
                                      </a:lnTo>
                                      <a:lnTo>
                                        <a:pt x="16" y="119"/>
                                      </a:lnTo>
                                      <a:lnTo>
                                        <a:pt x="18" y="125"/>
                                      </a:lnTo>
                                      <a:lnTo>
                                        <a:pt x="22" y="128"/>
                                      </a:lnTo>
                                      <a:lnTo>
                                        <a:pt x="22" y="131"/>
                                      </a:lnTo>
                                      <a:lnTo>
                                        <a:pt x="25" y="138"/>
                                      </a:lnTo>
                                      <a:lnTo>
                                        <a:pt x="25" y="140"/>
                                      </a:lnTo>
                                      <a:lnTo>
                                        <a:pt x="28" y="144"/>
                                      </a:lnTo>
                                      <a:lnTo>
                                        <a:pt x="31" y="147"/>
                                      </a:lnTo>
                                      <a:lnTo>
                                        <a:pt x="35" y="153"/>
                                      </a:lnTo>
                                      <a:lnTo>
                                        <a:pt x="38" y="156"/>
                                      </a:lnTo>
                                      <a:lnTo>
                                        <a:pt x="40" y="159"/>
                                      </a:lnTo>
                                      <a:lnTo>
                                        <a:pt x="43" y="162"/>
                                      </a:lnTo>
                                      <a:lnTo>
                                        <a:pt x="47" y="165"/>
                                      </a:lnTo>
                                      <a:lnTo>
                                        <a:pt x="47" y="169"/>
                                      </a:lnTo>
                                      <a:lnTo>
                                        <a:pt x="50" y="174"/>
                                      </a:lnTo>
                                      <a:lnTo>
                                        <a:pt x="56" y="181"/>
                                      </a:lnTo>
                                      <a:lnTo>
                                        <a:pt x="60" y="184"/>
                                      </a:lnTo>
                                      <a:lnTo>
                                        <a:pt x="63" y="187"/>
                                      </a:lnTo>
                                      <a:lnTo>
                                        <a:pt x="68" y="193"/>
                                      </a:lnTo>
                                      <a:lnTo>
                                        <a:pt x="75" y="199"/>
                                      </a:lnTo>
                                      <a:lnTo>
                                        <a:pt x="78" y="203"/>
                                      </a:lnTo>
                                      <a:lnTo>
                                        <a:pt x="82" y="206"/>
                                      </a:lnTo>
                                      <a:lnTo>
                                        <a:pt x="87" y="208"/>
                                      </a:lnTo>
                                      <a:lnTo>
                                        <a:pt x="90" y="212"/>
                                      </a:lnTo>
                                      <a:lnTo>
                                        <a:pt x="94" y="215"/>
                                      </a:lnTo>
                                      <a:lnTo>
                                        <a:pt x="100" y="218"/>
                                      </a:lnTo>
                                      <a:lnTo>
                                        <a:pt x="103" y="221"/>
                                      </a:lnTo>
                                      <a:lnTo>
                                        <a:pt x="110" y="225"/>
                                      </a:lnTo>
                                      <a:lnTo>
                                        <a:pt x="112" y="227"/>
                                      </a:lnTo>
                                      <a:lnTo>
                                        <a:pt x="115" y="230"/>
                                      </a:lnTo>
                                      <a:lnTo>
                                        <a:pt x="122" y="233"/>
                                      </a:lnTo>
                                      <a:lnTo>
                                        <a:pt x="124" y="237"/>
                                      </a:lnTo>
                                      <a:lnTo>
                                        <a:pt x="131" y="240"/>
                                      </a:lnTo>
                                      <a:lnTo>
                                        <a:pt x="133" y="243"/>
                                      </a:lnTo>
                                      <a:lnTo>
                                        <a:pt x="139" y="243"/>
                                      </a:lnTo>
                                      <a:lnTo>
                                        <a:pt x="143" y="246"/>
                                      </a:lnTo>
                                      <a:lnTo>
                                        <a:pt x="149" y="249"/>
                                      </a:lnTo>
                                      <a:lnTo>
                                        <a:pt x="153" y="252"/>
                                      </a:lnTo>
                                      <a:lnTo>
                                        <a:pt x="158" y="252"/>
                                      </a:lnTo>
                                      <a:lnTo>
                                        <a:pt x="161" y="255"/>
                                      </a:lnTo>
                                      <a:lnTo>
                                        <a:pt x="168" y="255"/>
                                      </a:lnTo>
                                      <a:lnTo>
                                        <a:pt x="171" y="259"/>
                                      </a:lnTo>
                                      <a:lnTo>
                                        <a:pt x="174" y="259"/>
                                      </a:lnTo>
                                      <a:lnTo>
                                        <a:pt x="180" y="261"/>
                                      </a:lnTo>
                                      <a:lnTo>
                                        <a:pt x="183" y="264"/>
                                      </a:lnTo>
                                      <a:lnTo>
                                        <a:pt x="190" y="264"/>
                                      </a:lnTo>
                                      <a:lnTo>
                                        <a:pt x="193" y="264"/>
                                      </a:lnTo>
                                      <a:lnTo>
                                        <a:pt x="200" y="268"/>
                                      </a:lnTo>
                                      <a:lnTo>
                                        <a:pt x="205" y="268"/>
                                      </a:lnTo>
                                      <a:lnTo>
                                        <a:pt x="208" y="268"/>
                                      </a:lnTo>
                                      <a:lnTo>
                                        <a:pt x="212" y="271"/>
                                      </a:lnTo>
                                      <a:lnTo>
                                        <a:pt x="218" y="271"/>
                                      </a:lnTo>
                                      <a:lnTo>
                                        <a:pt x="221" y="271"/>
                                      </a:lnTo>
                                      <a:lnTo>
                                        <a:pt x="227" y="274"/>
                                      </a:lnTo>
                                      <a:lnTo>
                                        <a:pt x="230" y="274"/>
                                      </a:lnTo>
                                      <a:lnTo>
                                        <a:pt x="237" y="274"/>
                                      </a:lnTo>
                                      <a:lnTo>
                                        <a:pt x="240" y="274"/>
                                      </a:lnTo>
                                      <a:lnTo>
                                        <a:pt x="243" y="274"/>
                                      </a:lnTo>
                                      <a:lnTo>
                                        <a:pt x="250" y="274"/>
                                      </a:lnTo>
                                      <a:lnTo>
                                        <a:pt x="265" y="274"/>
                                      </a:lnTo>
                                      <a:lnTo>
                                        <a:pt x="268" y="274"/>
                                      </a:lnTo>
                                      <a:lnTo>
                                        <a:pt x="274" y="274"/>
                                      </a:lnTo>
                                      <a:lnTo>
                                        <a:pt x="277" y="274"/>
                                      </a:lnTo>
                                      <a:lnTo>
                                        <a:pt x="284" y="274"/>
                                      </a:lnTo>
                                      <a:lnTo>
                                        <a:pt x="287" y="274"/>
                                      </a:lnTo>
                                      <a:lnTo>
                                        <a:pt x="290" y="271"/>
                                      </a:lnTo>
                                      <a:lnTo>
                                        <a:pt x="293" y="271"/>
                                      </a:lnTo>
                                      <a:lnTo>
                                        <a:pt x="299" y="271"/>
                                      </a:lnTo>
                                      <a:lnTo>
                                        <a:pt x="302" y="268"/>
                                      </a:lnTo>
                                      <a:lnTo>
                                        <a:pt x="305" y="268"/>
                                      </a:lnTo>
                                      <a:lnTo>
                                        <a:pt x="309" y="268"/>
                                      </a:lnTo>
                                      <a:lnTo>
                                        <a:pt x="312" y="264"/>
                                      </a:lnTo>
                                      <a:lnTo>
                                        <a:pt x="315" y="264"/>
                                      </a:lnTo>
                                      <a:lnTo>
                                        <a:pt x="319" y="264"/>
                                      </a:lnTo>
                                      <a:lnTo>
                                        <a:pt x="324" y="261"/>
                                      </a:lnTo>
                                      <a:lnTo>
                                        <a:pt x="327" y="259"/>
                                      </a:lnTo>
                                      <a:lnTo>
                                        <a:pt x="331" y="259"/>
                                      </a:lnTo>
                                      <a:lnTo>
                                        <a:pt x="334" y="255"/>
                                      </a:lnTo>
                                      <a:lnTo>
                                        <a:pt x="337" y="255"/>
                                      </a:lnTo>
                                      <a:lnTo>
                                        <a:pt x="340" y="252"/>
                                      </a:lnTo>
                                      <a:lnTo>
                                        <a:pt x="340" y="252"/>
                                      </a:lnTo>
                                      <a:lnTo>
                                        <a:pt x="344" y="249"/>
                                      </a:lnTo>
                                      <a:lnTo>
                                        <a:pt x="349" y="243"/>
                                      </a:lnTo>
                                      <a:lnTo>
                                        <a:pt x="352" y="243"/>
                                      </a:lnTo>
                                      <a:lnTo>
                                        <a:pt x="356" y="240"/>
                                      </a:lnTo>
                                      <a:lnTo>
                                        <a:pt x="356" y="237"/>
                                      </a:lnTo>
                                      <a:lnTo>
                                        <a:pt x="362" y="230"/>
                                      </a:lnTo>
                                      <a:lnTo>
                                        <a:pt x="366" y="227"/>
                                      </a:lnTo>
                                      <a:lnTo>
                                        <a:pt x="362" y="2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0" name="Freeform 18"/>
                              <wps:cNvSpPr>
                                <a:spLocks/>
                              </wps:cNvSpPr>
                              <wps:spPr bwMode="auto">
                                <a:xfrm>
                                  <a:off x="27" y="196"/>
                                  <a:ext cx="346" cy="244"/>
                                </a:xfrm>
                                <a:custGeom>
                                  <a:avLst/>
                                  <a:gdLst>
                                    <a:gd name="T0" fmla="*/ 338 w 346"/>
                                    <a:gd name="T1" fmla="*/ 220 h 244"/>
                                    <a:gd name="T2" fmla="*/ 325 w 346"/>
                                    <a:gd name="T3" fmla="*/ 226 h 244"/>
                                    <a:gd name="T4" fmla="*/ 313 w 346"/>
                                    <a:gd name="T5" fmla="*/ 230 h 244"/>
                                    <a:gd name="T6" fmla="*/ 299 w 346"/>
                                    <a:gd name="T7" fmla="*/ 235 h 244"/>
                                    <a:gd name="T8" fmla="*/ 284 w 346"/>
                                    <a:gd name="T9" fmla="*/ 237 h 244"/>
                                    <a:gd name="T10" fmla="*/ 268 w 346"/>
                                    <a:gd name="T11" fmla="*/ 241 h 244"/>
                                    <a:gd name="T12" fmla="*/ 221 w 346"/>
                                    <a:gd name="T13" fmla="*/ 241 h 244"/>
                                    <a:gd name="T14" fmla="*/ 206 w 346"/>
                                    <a:gd name="T15" fmla="*/ 237 h 244"/>
                                    <a:gd name="T16" fmla="*/ 190 w 346"/>
                                    <a:gd name="T17" fmla="*/ 235 h 244"/>
                                    <a:gd name="T18" fmla="*/ 174 w 346"/>
                                    <a:gd name="T19" fmla="*/ 230 h 244"/>
                                    <a:gd name="T20" fmla="*/ 160 w 346"/>
                                    <a:gd name="T21" fmla="*/ 226 h 244"/>
                                    <a:gd name="T22" fmla="*/ 144 w 346"/>
                                    <a:gd name="T23" fmla="*/ 217 h 244"/>
                                    <a:gd name="T24" fmla="*/ 128 w 346"/>
                                    <a:gd name="T25" fmla="*/ 211 h 244"/>
                                    <a:gd name="T26" fmla="*/ 113 w 346"/>
                                    <a:gd name="T27" fmla="*/ 201 h 244"/>
                                    <a:gd name="T28" fmla="*/ 101 w 346"/>
                                    <a:gd name="T29" fmla="*/ 192 h 244"/>
                                    <a:gd name="T30" fmla="*/ 88 w 346"/>
                                    <a:gd name="T31" fmla="*/ 183 h 244"/>
                                    <a:gd name="T32" fmla="*/ 72 w 346"/>
                                    <a:gd name="T33" fmla="*/ 171 h 244"/>
                                    <a:gd name="T34" fmla="*/ 63 w 346"/>
                                    <a:gd name="T35" fmla="*/ 158 h 244"/>
                                    <a:gd name="T36" fmla="*/ 51 w 346"/>
                                    <a:gd name="T37" fmla="*/ 143 h 244"/>
                                    <a:gd name="T38" fmla="*/ 41 w 346"/>
                                    <a:gd name="T39" fmla="*/ 130 h 244"/>
                                    <a:gd name="T40" fmla="*/ 32 w 346"/>
                                    <a:gd name="T41" fmla="*/ 118 h 244"/>
                                    <a:gd name="T42" fmla="*/ 22 w 346"/>
                                    <a:gd name="T43" fmla="*/ 102 h 244"/>
                                    <a:gd name="T44" fmla="*/ 16 w 346"/>
                                    <a:gd name="T45" fmla="*/ 90 h 244"/>
                                    <a:gd name="T46" fmla="*/ 12 w 346"/>
                                    <a:gd name="T47" fmla="*/ 75 h 244"/>
                                    <a:gd name="T48" fmla="*/ 7 w 346"/>
                                    <a:gd name="T49" fmla="*/ 59 h 244"/>
                                    <a:gd name="T50" fmla="*/ 4 w 346"/>
                                    <a:gd name="T51" fmla="*/ 47 h 244"/>
                                    <a:gd name="T52" fmla="*/ 4 w 346"/>
                                    <a:gd name="T53" fmla="*/ 9 h 244"/>
                                    <a:gd name="T54" fmla="*/ 0 w 346"/>
                                    <a:gd name="T55" fmla="*/ 12 h 244"/>
                                    <a:gd name="T56" fmla="*/ 0 w 346"/>
                                    <a:gd name="T57" fmla="*/ 34 h 244"/>
                                    <a:gd name="T58" fmla="*/ 4 w 346"/>
                                    <a:gd name="T59" fmla="*/ 53 h 244"/>
                                    <a:gd name="T60" fmla="*/ 7 w 346"/>
                                    <a:gd name="T61" fmla="*/ 68 h 244"/>
                                    <a:gd name="T62" fmla="*/ 12 w 346"/>
                                    <a:gd name="T63" fmla="*/ 84 h 244"/>
                                    <a:gd name="T64" fmla="*/ 16 w 346"/>
                                    <a:gd name="T65" fmla="*/ 96 h 244"/>
                                    <a:gd name="T66" fmla="*/ 25 w 346"/>
                                    <a:gd name="T67" fmla="*/ 111 h 244"/>
                                    <a:gd name="T68" fmla="*/ 32 w 346"/>
                                    <a:gd name="T69" fmla="*/ 128 h 244"/>
                                    <a:gd name="T70" fmla="*/ 41 w 346"/>
                                    <a:gd name="T71" fmla="*/ 140 h 244"/>
                                    <a:gd name="T72" fmla="*/ 54 w 346"/>
                                    <a:gd name="T73" fmla="*/ 152 h 244"/>
                                    <a:gd name="T74" fmla="*/ 76 w 346"/>
                                    <a:gd name="T75" fmla="*/ 177 h 244"/>
                                    <a:gd name="T76" fmla="*/ 91 w 346"/>
                                    <a:gd name="T77" fmla="*/ 189 h 244"/>
                                    <a:gd name="T78" fmla="*/ 106 w 346"/>
                                    <a:gd name="T79" fmla="*/ 201 h 244"/>
                                    <a:gd name="T80" fmla="*/ 119 w 346"/>
                                    <a:gd name="T81" fmla="*/ 211 h 244"/>
                                    <a:gd name="T82" fmla="*/ 135 w 346"/>
                                    <a:gd name="T83" fmla="*/ 217 h 244"/>
                                    <a:gd name="T84" fmla="*/ 151 w 346"/>
                                    <a:gd name="T85" fmla="*/ 226 h 244"/>
                                    <a:gd name="T86" fmla="*/ 165 w 346"/>
                                    <a:gd name="T87" fmla="*/ 233 h 244"/>
                                    <a:gd name="T88" fmla="*/ 180 w 346"/>
                                    <a:gd name="T89" fmla="*/ 235 h 244"/>
                                    <a:gd name="T90" fmla="*/ 199 w 346"/>
                                    <a:gd name="T91" fmla="*/ 241 h 244"/>
                                    <a:gd name="T92" fmla="*/ 215 w 346"/>
                                    <a:gd name="T93" fmla="*/ 241 h 244"/>
                                    <a:gd name="T94" fmla="*/ 237 w 346"/>
                                    <a:gd name="T95" fmla="*/ 244 h 244"/>
                                    <a:gd name="T96" fmla="*/ 274 w 346"/>
                                    <a:gd name="T97" fmla="*/ 244 h 244"/>
                                    <a:gd name="T98" fmla="*/ 291 w 346"/>
                                    <a:gd name="T99" fmla="*/ 241 h 244"/>
                                    <a:gd name="T100" fmla="*/ 306 w 346"/>
                                    <a:gd name="T101" fmla="*/ 235 h 244"/>
                                    <a:gd name="T102" fmla="*/ 318 w 346"/>
                                    <a:gd name="T103" fmla="*/ 233 h 244"/>
                                    <a:gd name="T104" fmla="*/ 331 w 346"/>
                                    <a:gd name="T105" fmla="*/ 226 h 244"/>
                                    <a:gd name="T106" fmla="*/ 343 w 346"/>
                                    <a:gd name="T107" fmla="*/ 220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346" h="244">
                                      <a:moveTo>
                                        <a:pt x="346" y="217"/>
                                      </a:moveTo>
                                      <a:lnTo>
                                        <a:pt x="346" y="214"/>
                                      </a:lnTo>
                                      <a:lnTo>
                                        <a:pt x="343" y="217"/>
                                      </a:lnTo>
                                      <a:lnTo>
                                        <a:pt x="340" y="217"/>
                                      </a:lnTo>
                                      <a:lnTo>
                                        <a:pt x="338" y="220"/>
                                      </a:lnTo>
                                      <a:lnTo>
                                        <a:pt x="338" y="220"/>
                                      </a:lnTo>
                                      <a:lnTo>
                                        <a:pt x="334" y="220"/>
                                      </a:lnTo>
                                      <a:lnTo>
                                        <a:pt x="331" y="223"/>
                                      </a:lnTo>
                                      <a:lnTo>
                                        <a:pt x="328" y="223"/>
                                      </a:lnTo>
                                      <a:lnTo>
                                        <a:pt x="325" y="226"/>
                                      </a:lnTo>
                                      <a:lnTo>
                                        <a:pt x="321" y="226"/>
                                      </a:lnTo>
                                      <a:lnTo>
                                        <a:pt x="321" y="230"/>
                                      </a:lnTo>
                                      <a:lnTo>
                                        <a:pt x="318" y="230"/>
                                      </a:lnTo>
                                      <a:lnTo>
                                        <a:pt x="315" y="230"/>
                                      </a:lnTo>
                                      <a:lnTo>
                                        <a:pt x="313" y="230"/>
                                      </a:lnTo>
                                      <a:lnTo>
                                        <a:pt x="309" y="233"/>
                                      </a:lnTo>
                                      <a:lnTo>
                                        <a:pt x="309" y="233"/>
                                      </a:lnTo>
                                      <a:lnTo>
                                        <a:pt x="303" y="233"/>
                                      </a:lnTo>
                                      <a:lnTo>
                                        <a:pt x="303" y="235"/>
                                      </a:lnTo>
                                      <a:lnTo>
                                        <a:pt x="299" y="235"/>
                                      </a:lnTo>
                                      <a:lnTo>
                                        <a:pt x="296" y="235"/>
                                      </a:lnTo>
                                      <a:lnTo>
                                        <a:pt x="293" y="235"/>
                                      </a:lnTo>
                                      <a:lnTo>
                                        <a:pt x="291" y="237"/>
                                      </a:lnTo>
                                      <a:lnTo>
                                        <a:pt x="287" y="237"/>
                                      </a:lnTo>
                                      <a:lnTo>
                                        <a:pt x="284" y="237"/>
                                      </a:lnTo>
                                      <a:lnTo>
                                        <a:pt x="281" y="237"/>
                                      </a:lnTo>
                                      <a:lnTo>
                                        <a:pt x="278" y="237"/>
                                      </a:lnTo>
                                      <a:lnTo>
                                        <a:pt x="274" y="241"/>
                                      </a:lnTo>
                                      <a:lnTo>
                                        <a:pt x="271" y="241"/>
                                      </a:lnTo>
                                      <a:lnTo>
                                        <a:pt x="268" y="241"/>
                                      </a:lnTo>
                                      <a:lnTo>
                                        <a:pt x="256" y="241"/>
                                      </a:lnTo>
                                      <a:lnTo>
                                        <a:pt x="253" y="241"/>
                                      </a:lnTo>
                                      <a:lnTo>
                                        <a:pt x="237" y="241"/>
                                      </a:lnTo>
                                      <a:lnTo>
                                        <a:pt x="234" y="241"/>
                                      </a:lnTo>
                                      <a:lnTo>
                                        <a:pt x="221" y="241"/>
                                      </a:lnTo>
                                      <a:lnTo>
                                        <a:pt x="219" y="241"/>
                                      </a:lnTo>
                                      <a:lnTo>
                                        <a:pt x="215" y="237"/>
                                      </a:lnTo>
                                      <a:lnTo>
                                        <a:pt x="212" y="237"/>
                                      </a:lnTo>
                                      <a:lnTo>
                                        <a:pt x="209" y="237"/>
                                      </a:lnTo>
                                      <a:lnTo>
                                        <a:pt x="206" y="237"/>
                                      </a:lnTo>
                                      <a:lnTo>
                                        <a:pt x="202" y="237"/>
                                      </a:lnTo>
                                      <a:lnTo>
                                        <a:pt x="199" y="237"/>
                                      </a:lnTo>
                                      <a:lnTo>
                                        <a:pt x="197" y="235"/>
                                      </a:lnTo>
                                      <a:lnTo>
                                        <a:pt x="194" y="235"/>
                                      </a:lnTo>
                                      <a:lnTo>
                                        <a:pt x="190" y="235"/>
                                      </a:lnTo>
                                      <a:lnTo>
                                        <a:pt x="187" y="233"/>
                                      </a:lnTo>
                                      <a:lnTo>
                                        <a:pt x="184" y="233"/>
                                      </a:lnTo>
                                      <a:lnTo>
                                        <a:pt x="180" y="233"/>
                                      </a:lnTo>
                                      <a:lnTo>
                                        <a:pt x="177" y="233"/>
                                      </a:lnTo>
                                      <a:lnTo>
                                        <a:pt x="174" y="230"/>
                                      </a:lnTo>
                                      <a:lnTo>
                                        <a:pt x="172" y="230"/>
                                      </a:lnTo>
                                      <a:lnTo>
                                        <a:pt x="168" y="230"/>
                                      </a:lnTo>
                                      <a:lnTo>
                                        <a:pt x="165" y="226"/>
                                      </a:lnTo>
                                      <a:lnTo>
                                        <a:pt x="163" y="226"/>
                                      </a:lnTo>
                                      <a:lnTo>
                                        <a:pt x="160" y="226"/>
                                      </a:lnTo>
                                      <a:lnTo>
                                        <a:pt x="156" y="223"/>
                                      </a:lnTo>
                                      <a:lnTo>
                                        <a:pt x="153" y="223"/>
                                      </a:lnTo>
                                      <a:lnTo>
                                        <a:pt x="151" y="220"/>
                                      </a:lnTo>
                                      <a:lnTo>
                                        <a:pt x="148" y="220"/>
                                      </a:lnTo>
                                      <a:lnTo>
                                        <a:pt x="144" y="217"/>
                                      </a:lnTo>
                                      <a:lnTo>
                                        <a:pt x="141" y="217"/>
                                      </a:lnTo>
                                      <a:lnTo>
                                        <a:pt x="138" y="217"/>
                                      </a:lnTo>
                                      <a:lnTo>
                                        <a:pt x="135" y="214"/>
                                      </a:lnTo>
                                      <a:lnTo>
                                        <a:pt x="131" y="211"/>
                                      </a:lnTo>
                                      <a:lnTo>
                                        <a:pt x="128" y="211"/>
                                      </a:lnTo>
                                      <a:lnTo>
                                        <a:pt x="126" y="208"/>
                                      </a:lnTo>
                                      <a:lnTo>
                                        <a:pt x="123" y="208"/>
                                      </a:lnTo>
                                      <a:lnTo>
                                        <a:pt x="119" y="205"/>
                                      </a:lnTo>
                                      <a:lnTo>
                                        <a:pt x="116" y="205"/>
                                      </a:lnTo>
                                      <a:lnTo>
                                        <a:pt x="113" y="201"/>
                                      </a:lnTo>
                                      <a:lnTo>
                                        <a:pt x="109" y="201"/>
                                      </a:lnTo>
                                      <a:lnTo>
                                        <a:pt x="109" y="198"/>
                                      </a:lnTo>
                                      <a:lnTo>
                                        <a:pt x="106" y="196"/>
                                      </a:lnTo>
                                      <a:lnTo>
                                        <a:pt x="104" y="196"/>
                                      </a:lnTo>
                                      <a:lnTo>
                                        <a:pt x="101" y="192"/>
                                      </a:lnTo>
                                      <a:lnTo>
                                        <a:pt x="97" y="189"/>
                                      </a:lnTo>
                                      <a:lnTo>
                                        <a:pt x="94" y="189"/>
                                      </a:lnTo>
                                      <a:lnTo>
                                        <a:pt x="91" y="186"/>
                                      </a:lnTo>
                                      <a:lnTo>
                                        <a:pt x="88" y="183"/>
                                      </a:lnTo>
                                      <a:lnTo>
                                        <a:pt x="88" y="183"/>
                                      </a:lnTo>
                                      <a:lnTo>
                                        <a:pt x="84" y="180"/>
                                      </a:lnTo>
                                      <a:lnTo>
                                        <a:pt x="81" y="177"/>
                                      </a:lnTo>
                                      <a:lnTo>
                                        <a:pt x="79" y="177"/>
                                      </a:lnTo>
                                      <a:lnTo>
                                        <a:pt x="76" y="174"/>
                                      </a:lnTo>
                                      <a:lnTo>
                                        <a:pt x="72" y="171"/>
                                      </a:lnTo>
                                      <a:lnTo>
                                        <a:pt x="72" y="167"/>
                                      </a:lnTo>
                                      <a:lnTo>
                                        <a:pt x="69" y="167"/>
                                      </a:lnTo>
                                      <a:lnTo>
                                        <a:pt x="66" y="164"/>
                                      </a:lnTo>
                                      <a:lnTo>
                                        <a:pt x="66" y="162"/>
                                      </a:lnTo>
                                      <a:lnTo>
                                        <a:pt x="63" y="158"/>
                                      </a:lnTo>
                                      <a:lnTo>
                                        <a:pt x="59" y="155"/>
                                      </a:lnTo>
                                      <a:lnTo>
                                        <a:pt x="57" y="152"/>
                                      </a:lnTo>
                                      <a:lnTo>
                                        <a:pt x="57" y="152"/>
                                      </a:lnTo>
                                      <a:lnTo>
                                        <a:pt x="54" y="149"/>
                                      </a:lnTo>
                                      <a:lnTo>
                                        <a:pt x="51" y="143"/>
                                      </a:lnTo>
                                      <a:lnTo>
                                        <a:pt x="47" y="140"/>
                                      </a:lnTo>
                                      <a:lnTo>
                                        <a:pt x="44" y="140"/>
                                      </a:lnTo>
                                      <a:lnTo>
                                        <a:pt x="44" y="136"/>
                                      </a:lnTo>
                                      <a:lnTo>
                                        <a:pt x="41" y="133"/>
                                      </a:lnTo>
                                      <a:lnTo>
                                        <a:pt x="41" y="130"/>
                                      </a:lnTo>
                                      <a:lnTo>
                                        <a:pt x="37" y="128"/>
                                      </a:lnTo>
                                      <a:lnTo>
                                        <a:pt x="34" y="124"/>
                                      </a:lnTo>
                                      <a:lnTo>
                                        <a:pt x="34" y="121"/>
                                      </a:lnTo>
                                      <a:lnTo>
                                        <a:pt x="32" y="121"/>
                                      </a:lnTo>
                                      <a:lnTo>
                                        <a:pt x="32" y="118"/>
                                      </a:lnTo>
                                      <a:lnTo>
                                        <a:pt x="29" y="115"/>
                                      </a:lnTo>
                                      <a:lnTo>
                                        <a:pt x="29" y="111"/>
                                      </a:lnTo>
                                      <a:lnTo>
                                        <a:pt x="25" y="109"/>
                                      </a:lnTo>
                                      <a:lnTo>
                                        <a:pt x="25" y="106"/>
                                      </a:lnTo>
                                      <a:lnTo>
                                        <a:pt x="22" y="102"/>
                                      </a:lnTo>
                                      <a:lnTo>
                                        <a:pt x="22" y="99"/>
                                      </a:lnTo>
                                      <a:lnTo>
                                        <a:pt x="22" y="96"/>
                                      </a:lnTo>
                                      <a:lnTo>
                                        <a:pt x="19" y="94"/>
                                      </a:lnTo>
                                      <a:lnTo>
                                        <a:pt x="19" y="90"/>
                                      </a:lnTo>
                                      <a:lnTo>
                                        <a:pt x="16" y="90"/>
                                      </a:lnTo>
                                      <a:lnTo>
                                        <a:pt x="16" y="87"/>
                                      </a:lnTo>
                                      <a:lnTo>
                                        <a:pt x="12" y="84"/>
                                      </a:lnTo>
                                      <a:lnTo>
                                        <a:pt x="12" y="81"/>
                                      </a:lnTo>
                                      <a:lnTo>
                                        <a:pt x="12" y="77"/>
                                      </a:lnTo>
                                      <a:lnTo>
                                        <a:pt x="12" y="75"/>
                                      </a:lnTo>
                                      <a:lnTo>
                                        <a:pt x="10" y="72"/>
                                      </a:lnTo>
                                      <a:lnTo>
                                        <a:pt x="10" y="68"/>
                                      </a:lnTo>
                                      <a:lnTo>
                                        <a:pt x="10" y="65"/>
                                      </a:lnTo>
                                      <a:lnTo>
                                        <a:pt x="7" y="62"/>
                                      </a:lnTo>
                                      <a:lnTo>
                                        <a:pt x="7" y="59"/>
                                      </a:lnTo>
                                      <a:lnTo>
                                        <a:pt x="7" y="56"/>
                                      </a:lnTo>
                                      <a:lnTo>
                                        <a:pt x="7" y="53"/>
                                      </a:lnTo>
                                      <a:lnTo>
                                        <a:pt x="7" y="50"/>
                                      </a:lnTo>
                                      <a:lnTo>
                                        <a:pt x="4" y="47"/>
                                      </a:lnTo>
                                      <a:lnTo>
                                        <a:pt x="4" y="47"/>
                                      </a:lnTo>
                                      <a:lnTo>
                                        <a:pt x="4" y="41"/>
                                      </a:lnTo>
                                      <a:lnTo>
                                        <a:pt x="4" y="41"/>
                                      </a:lnTo>
                                      <a:lnTo>
                                        <a:pt x="4" y="31"/>
                                      </a:lnTo>
                                      <a:lnTo>
                                        <a:pt x="4" y="28"/>
                                      </a:lnTo>
                                      <a:lnTo>
                                        <a:pt x="4" y="9"/>
                                      </a:lnTo>
                                      <a:lnTo>
                                        <a:pt x="4" y="6"/>
                                      </a:lnTo>
                                      <a:lnTo>
                                        <a:pt x="4" y="0"/>
                                      </a:lnTo>
                                      <a:lnTo>
                                        <a:pt x="0" y="0"/>
                                      </a:lnTo>
                                      <a:lnTo>
                                        <a:pt x="0" y="4"/>
                                      </a:lnTo>
                                      <a:lnTo>
                                        <a:pt x="0" y="12"/>
                                      </a:lnTo>
                                      <a:lnTo>
                                        <a:pt x="0" y="16"/>
                                      </a:lnTo>
                                      <a:lnTo>
                                        <a:pt x="0" y="22"/>
                                      </a:lnTo>
                                      <a:lnTo>
                                        <a:pt x="0" y="22"/>
                                      </a:lnTo>
                                      <a:lnTo>
                                        <a:pt x="0" y="31"/>
                                      </a:lnTo>
                                      <a:lnTo>
                                        <a:pt x="0" y="34"/>
                                      </a:lnTo>
                                      <a:lnTo>
                                        <a:pt x="0" y="41"/>
                                      </a:lnTo>
                                      <a:lnTo>
                                        <a:pt x="0" y="43"/>
                                      </a:lnTo>
                                      <a:lnTo>
                                        <a:pt x="0" y="47"/>
                                      </a:lnTo>
                                      <a:lnTo>
                                        <a:pt x="4" y="50"/>
                                      </a:lnTo>
                                      <a:lnTo>
                                        <a:pt x="4" y="53"/>
                                      </a:lnTo>
                                      <a:lnTo>
                                        <a:pt x="4" y="56"/>
                                      </a:lnTo>
                                      <a:lnTo>
                                        <a:pt x="4" y="59"/>
                                      </a:lnTo>
                                      <a:lnTo>
                                        <a:pt x="4" y="62"/>
                                      </a:lnTo>
                                      <a:lnTo>
                                        <a:pt x="7" y="65"/>
                                      </a:lnTo>
                                      <a:lnTo>
                                        <a:pt x="7" y="68"/>
                                      </a:lnTo>
                                      <a:lnTo>
                                        <a:pt x="7" y="72"/>
                                      </a:lnTo>
                                      <a:lnTo>
                                        <a:pt x="7" y="75"/>
                                      </a:lnTo>
                                      <a:lnTo>
                                        <a:pt x="10" y="77"/>
                                      </a:lnTo>
                                      <a:lnTo>
                                        <a:pt x="10" y="81"/>
                                      </a:lnTo>
                                      <a:lnTo>
                                        <a:pt x="12" y="84"/>
                                      </a:lnTo>
                                      <a:lnTo>
                                        <a:pt x="12" y="87"/>
                                      </a:lnTo>
                                      <a:lnTo>
                                        <a:pt x="12" y="90"/>
                                      </a:lnTo>
                                      <a:lnTo>
                                        <a:pt x="16" y="90"/>
                                      </a:lnTo>
                                      <a:lnTo>
                                        <a:pt x="16" y="96"/>
                                      </a:lnTo>
                                      <a:lnTo>
                                        <a:pt x="16" y="96"/>
                                      </a:lnTo>
                                      <a:lnTo>
                                        <a:pt x="19" y="99"/>
                                      </a:lnTo>
                                      <a:lnTo>
                                        <a:pt x="19" y="102"/>
                                      </a:lnTo>
                                      <a:lnTo>
                                        <a:pt x="22" y="106"/>
                                      </a:lnTo>
                                      <a:lnTo>
                                        <a:pt x="22" y="109"/>
                                      </a:lnTo>
                                      <a:lnTo>
                                        <a:pt x="25" y="111"/>
                                      </a:lnTo>
                                      <a:lnTo>
                                        <a:pt x="25" y="115"/>
                                      </a:lnTo>
                                      <a:lnTo>
                                        <a:pt x="29" y="118"/>
                                      </a:lnTo>
                                      <a:lnTo>
                                        <a:pt x="29" y="121"/>
                                      </a:lnTo>
                                      <a:lnTo>
                                        <a:pt x="32" y="124"/>
                                      </a:lnTo>
                                      <a:lnTo>
                                        <a:pt x="32" y="128"/>
                                      </a:lnTo>
                                      <a:lnTo>
                                        <a:pt x="34" y="130"/>
                                      </a:lnTo>
                                      <a:lnTo>
                                        <a:pt x="37" y="130"/>
                                      </a:lnTo>
                                      <a:lnTo>
                                        <a:pt x="37" y="133"/>
                                      </a:lnTo>
                                      <a:lnTo>
                                        <a:pt x="41" y="136"/>
                                      </a:lnTo>
                                      <a:lnTo>
                                        <a:pt x="41" y="140"/>
                                      </a:lnTo>
                                      <a:lnTo>
                                        <a:pt x="44" y="143"/>
                                      </a:lnTo>
                                      <a:lnTo>
                                        <a:pt x="47" y="146"/>
                                      </a:lnTo>
                                      <a:lnTo>
                                        <a:pt x="51" y="149"/>
                                      </a:lnTo>
                                      <a:lnTo>
                                        <a:pt x="51" y="149"/>
                                      </a:lnTo>
                                      <a:lnTo>
                                        <a:pt x="54" y="152"/>
                                      </a:lnTo>
                                      <a:lnTo>
                                        <a:pt x="59" y="162"/>
                                      </a:lnTo>
                                      <a:lnTo>
                                        <a:pt x="63" y="162"/>
                                      </a:lnTo>
                                      <a:lnTo>
                                        <a:pt x="72" y="174"/>
                                      </a:lnTo>
                                      <a:lnTo>
                                        <a:pt x="72" y="177"/>
                                      </a:lnTo>
                                      <a:lnTo>
                                        <a:pt x="76" y="177"/>
                                      </a:lnTo>
                                      <a:lnTo>
                                        <a:pt x="81" y="183"/>
                                      </a:lnTo>
                                      <a:lnTo>
                                        <a:pt x="84" y="183"/>
                                      </a:lnTo>
                                      <a:lnTo>
                                        <a:pt x="88" y="186"/>
                                      </a:lnTo>
                                      <a:lnTo>
                                        <a:pt x="88" y="189"/>
                                      </a:lnTo>
                                      <a:lnTo>
                                        <a:pt x="91" y="189"/>
                                      </a:lnTo>
                                      <a:lnTo>
                                        <a:pt x="94" y="192"/>
                                      </a:lnTo>
                                      <a:lnTo>
                                        <a:pt x="97" y="196"/>
                                      </a:lnTo>
                                      <a:lnTo>
                                        <a:pt x="101" y="198"/>
                                      </a:lnTo>
                                      <a:lnTo>
                                        <a:pt x="104" y="198"/>
                                      </a:lnTo>
                                      <a:lnTo>
                                        <a:pt x="106" y="201"/>
                                      </a:lnTo>
                                      <a:lnTo>
                                        <a:pt x="109" y="201"/>
                                      </a:lnTo>
                                      <a:lnTo>
                                        <a:pt x="113" y="205"/>
                                      </a:lnTo>
                                      <a:lnTo>
                                        <a:pt x="116" y="208"/>
                                      </a:lnTo>
                                      <a:lnTo>
                                        <a:pt x="116" y="208"/>
                                      </a:lnTo>
                                      <a:lnTo>
                                        <a:pt x="119" y="211"/>
                                      </a:lnTo>
                                      <a:lnTo>
                                        <a:pt x="123" y="211"/>
                                      </a:lnTo>
                                      <a:lnTo>
                                        <a:pt x="126" y="214"/>
                                      </a:lnTo>
                                      <a:lnTo>
                                        <a:pt x="128" y="214"/>
                                      </a:lnTo>
                                      <a:lnTo>
                                        <a:pt x="131" y="217"/>
                                      </a:lnTo>
                                      <a:lnTo>
                                        <a:pt x="135" y="217"/>
                                      </a:lnTo>
                                      <a:lnTo>
                                        <a:pt x="138" y="220"/>
                                      </a:lnTo>
                                      <a:lnTo>
                                        <a:pt x="141" y="220"/>
                                      </a:lnTo>
                                      <a:lnTo>
                                        <a:pt x="144" y="223"/>
                                      </a:lnTo>
                                      <a:lnTo>
                                        <a:pt x="148" y="223"/>
                                      </a:lnTo>
                                      <a:lnTo>
                                        <a:pt x="151" y="226"/>
                                      </a:lnTo>
                                      <a:lnTo>
                                        <a:pt x="153" y="226"/>
                                      </a:lnTo>
                                      <a:lnTo>
                                        <a:pt x="156" y="230"/>
                                      </a:lnTo>
                                      <a:lnTo>
                                        <a:pt x="160" y="230"/>
                                      </a:lnTo>
                                      <a:lnTo>
                                        <a:pt x="163" y="230"/>
                                      </a:lnTo>
                                      <a:lnTo>
                                        <a:pt x="165" y="233"/>
                                      </a:lnTo>
                                      <a:lnTo>
                                        <a:pt x="168" y="233"/>
                                      </a:lnTo>
                                      <a:lnTo>
                                        <a:pt x="172" y="233"/>
                                      </a:lnTo>
                                      <a:lnTo>
                                        <a:pt x="174" y="235"/>
                                      </a:lnTo>
                                      <a:lnTo>
                                        <a:pt x="177" y="235"/>
                                      </a:lnTo>
                                      <a:lnTo>
                                        <a:pt x="180" y="235"/>
                                      </a:lnTo>
                                      <a:lnTo>
                                        <a:pt x="187" y="237"/>
                                      </a:lnTo>
                                      <a:lnTo>
                                        <a:pt x="190" y="237"/>
                                      </a:lnTo>
                                      <a:lnTo>
                                        <a:pt x="194" y="237"/>
                                      </a:lnTo>
                                      <a:lnTo>
                                        <a:pt x="194" y="237"/>
                                      </a:lnTo>
                                      <a:lnTo>
                                        <a:pt x="199" y="241"/>
                                      </a:lnTo>
                                      <a:lnTo>
                                        <a:pt x="202" y="241"/>
                                      </a:lnTo>
                                      <a:lnTo>
                                        <a:pt x="206" y="241"/>
                                      </a:lnTo>
                                      <a:lnTo>
                                        <a:pt x="209" y="241"/>
                                      </a:lnTo>
                                      <a:lnTo>
                                        <a:pt x="212" y="241"/>
                                      </a:lnTo>
                                      <a:lnTo>
                                        <a:pt x="215" y="241"/>
                                      </a:lnTo>
                                      <a:lnTo>
                                        <a:pt x="219" y="244"/>
                                      </a:lnTo>
                                      <a:lnTo>
                                        <a:pt x="224" y="244"/>
                                      </a:lnTo>
                                      <a:lnTo>
                                        <a:pt x="227" y="244"/>
                                      </a:lnTo>
                                      <a:lnTo>
                                        <a:pt x="234" y="244"/>
                                      </a:lnTo>
                                      <a:lnTo>
                                        <a:pt x="237" y="244"/>
                                      </a:lnTo>
                                      <a:lnTo>
                                        <a:pt x="256" y="244"/>
                                      </a:lnTo>
                                      <a:lnTo>
                                        <a:pt x="259" y="244"/>
                                      </a:lnTo>
                                      <a:lnTo>
                                        <a:pt x="266" y="244"/>
                                      </a:lnTo>
                                      <a:lnTo>
                                        <a:pt x="268" y="244"/>
                                      </a:lnTo>
                                      <a:lnTo>
                                        <a:pt x="274" y="244"/>
                                      </a:lnTo>
                                      <a:lnTo>
                                        <a:pt x="278" y="241"/>
                                      </a:lnTo>
                                      <a:lnTo>
                                        <a:pt x="281" y="241"/>
                                      </a:lnTo>
                                      <a:lnTo>
                                        <a:pt x="284" y="241"/>
                                      </a:lnTo>
                                      <a:lnTo>
                                        <a:pt x="287" y="241"/>
                                      </a:lnTo>
                                      <a:lnTo>
                                        <a:pt x="291" y="241"/>
                                      </a:lnTo>
                                      <a:lnTo>
                                        <a:pt x="293" y="237"/>
                                      </a:lnTo>
                                      <a:lnTo>
                                        <a:pt x="296" y="237"/>
                                      </a:lnTo>
                                      <a:lnTo>
                                        <a:pt x="299" y="237"/>
                                      </a:lnTo>
                                      <a:lnTo>
                                        <a:pt x="303" y="237"/>
                                      </a:lnTo>
                                      <a:lnTo>
                                        <a:pt x="306" y="235"/>
                                      </a:lnTo>
                                      <a:lnTo>
                                        <a:pt x="309" y="235"/>
                                      </a:lnTo>
                                      <a:lnTo>
                                        <a:pt x="313" y="235"/>
                                      </a:lnTo>
                                      <a:lnTo>
                                        <a:pt x="313" y="233"/>
                                      </a:lnTo>
                                      <a:lnTo>
                                        <a:pt x="315" y="233"/>
                                      </a:lnTo>
                                      <a:lnTo>
                                        <a:pt x="318" y="233"/>
                                      </a:lnTo>
                                      <a:lnTo>
                                        <a:pt x="321" y="230"/>
                                      </a:lnTo>
                                      <a:lnTo>
                                        <a:pt x="325" y="230"/>
                                      </a:lnTo>
                                      <a:lnTo>
                                        <a:pt x="328" y="230"/>
                                      </a:lnTo>
                                      <a:lnTo>
                                        <a:pt x="328" y="226"/>
                                      </a:lnTo>
                                      <a:lnTo>
                                        <a:pt x="331" y="226"/>
                                      </a:lnTo>
                                      <a:lnTo>
                                        <a:pt x="334" y="226"/>
                                      </a:lnTo>
                                      <a:lnTo>
                                        <a:pt x="338" y="223"/>
                                      </a:lnTo>
                                      <a:lnTo>
                                        <a:pt x="340" y="223"/>
                                      </a:lnTo>
                                      <a:lnTo>
                                        <a:pt x="340" y="220"/>
                                      </a:lnTo>
                                      <a:lnTo>
                                        <a:pt x="343" y="220"/>
                                      </a:lnTo>
                                      <a:lnTo>
                                        <a:pt x="346" y="21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1" name="Freeform 19"/>
                              <wps:cNvSpPr>
                                <a:spLocks/>
                              </wps:cNvSpPr>
                              <wps:spPr bwMode="auto">
                                <a:xfrm>
                                  <a:off x="64" y="2"/>
                                  <a:ext cx="382" cy="469"/>
                                </a:xfrm>
                                <a:custGeom>
                                  <a:avLst/>
                                  <a:gdLst>
                                    <a:gd name="T0" fmla="*/ 7 w 382"/>
                                    <a:gd name="T1" fmla="*/ 19 h 469"/>
                                    <a:gd name="T2" fmla="*/ 17 w 382"/>
                                    <a:gd name="T3" fmla="*/ 34 h 469"/>
                                    <a:gd name="T4" fmla="*/ 26 w 382"/>
                                    <a:gd name="T5" fmla="*/ 56 h 469"/>
                                    <a:gd name="T6" fmla="*/ 32 w 382"/>
                                    <a:gd name="T7" fmla="*/ 72 h 469"/>
                                    <a:gd name="T8" fmla="*/ 44 w 382"/>
                                    <a:gd name="T9" fmla="*/ 90 h 469"/>
                                    <a:gd name="T10" fmla="*/ 57 w 382"/>
                                    <a:gd name="T11" fmla="*/ 112 h 469"/>
                                    <a:gd name="T12" fmla="*/ 72 w 382"/>
                                    <a:gd name="T13" fmla="*/ 133 h 469"/>
                                    <a:gd name="T14" fmla="*/ 89 w 382"/>
                                    <a:gd name="T15" fmla="*/ 154 h 469"/>
                                    <a:gd name="T16" fmla="*/ 57 w 382"/>
                                    <a:gd name="T17" fmla="*/ 164 h 469"/>
                                    <a:gd name="T18" fmla="*/ 72 w 382"/>
                                    <a:gd name="T19" fmla="*/ 191 h 469"/>
                                    <a:gd name="T20" fmla="*/ 89 w 382"/>
                                    <a:gd name="T21" fmla="*/ 213 h 469"/>
                                    <a:gd name="T22" fmla="*/ 107 w 382"/>
                                    <a:gd name="T23" fmla="*/ 241 h 469"/>
                                    <a:gd name="T24" fmla="*/ 131 w 382"/>
                                    <a:gd name="T25" fmla="*/ 271 h 469"/>
                                    <a:gd name="T26" fmla="*/ 165 w 382"/>
                                    <a:gd name="T27" fmla="*/ 303 h 469"/>
                                    <a:gd name="T28" fmla="*/ 190 w 382"/>
                                    <a:gd name="T29" fmla="*/ 322 h 469"/>
                                    <a:gd name="T30" fmla="*/ 212 w 382"/>
                                    <a:gd name="T31" fmla="*/ 334 h 469"/>
                                    <a:gd name="T32" fmla="*/ 200 w 382"/>
                                    <a:gd name="T33" fmla="*/ 343 h 469"/>
                                    <a:gd name="T34" fmla="*/ 187 w 382"/>
                                    <a:gd name="T35" fmla="*/ 346 h 469"/>
                                    <a:gd name="T36" fmla="*/ 175 w 382"/>
                                    <a:gd name="T37" fmla="*/ 352 h 469"/>
                                    <a:gd name="T38" fmla="*/ 157 w 382"/>
                                    <a:gd name="T39" fmla="*/ 356 h 469"/>
                                    <a:gd name="T40" fmla="*/ 165 w 382"/>
                                    <a:gd name="T41" fmla="*/ 368 h 469"/>
                                    <a:gd name="T42" fmla="*/ 190 w 382"/>
                                    <a:gd name="T43" fmla="*/ 383 h 469"/>
                                    <a:gd name="T44" fmla="*/ 212 w 382"/>
                                    <a:gd name="T45" fmla="*/ 399 h 469"/>
                                    <a:gd name="T46" fmla="*/ 241 w 382"/>
                                    <a:gd name="T47" fmla="*/ 414 h 469"/>
                                    <a:gd name="T48" fmla="*/ 266 w 382"/>
                                    <a:gd name="T49" fmla="*/ 427 h 469"/>
                                    <a:gd name="T50" fmla="*/ 294 w 382"/>
                                    <a:gd name="T51" fmla="*/ 438 h 469"/>
                                    <a:gd name="T52" fmla="*/ 325 w 382"/>
                                    <a:gd name="T53" fmla="*/ 450 h 469"/>
                                    <a:gd name="T54" fmla="*/ 356 w 382"/>
                                    <a:gd name="T55" fmla="*/ 460 h 469"/>
                                    <a:gd name="T56" fmla="*/ 378 w 382"/>
                                    <a:gd name="T57" fmla="*/ 465 h 469"/>
                                    <a:gd name="T58" fmla="*/ 363 w 382"/>
                                    <a:gd name="T59" fmla="*/ 457 h 469"/>
                                    <a:gd name="T60" fmla="*/ 344 w 382"/>
                                    <a:gd name="T61" fmla="*/ 447 h 469"/>
                                    <a:gd name="T62" fmla="*/ 325 w 382"/>
                                    <a:gd name="T63" fmla="*/ 438 h 469"/>
                                    <a:gd name="T64" fmla="*/ 309 w 382"/>
                                    <a:gd name="T65" fmla="*/ 427 h 469"/>
                                    <a:gd name="T66" fmla="*/ 294 w 382"/>
                                    <a:gd name="T67" fmla="*/ 417 h 469"/>
                                    <a:gd name="T68" fmla="*/ 276 w 382"/>
                                    <a:gd name="T69" fmla="*/ 405 h 469"/>
                                    <a:gd name="T70" fmla="*/ 256 w 382"/>
                                    <a:gd name="T71" fmla="*/ 392 h 469"/>
                                    <a:gd name="T72" fmla="*/ 244 w 382"/>
                                    <a:gd name="T73" fmla="*/ 380 h 469"/>
                                    <a:gd name="T74" fmla="*/ 256 w 382"/>
                                    <a:gd name="T75" fmla="*/ 374 h 469"/>
                                    <a:gd name="T76" fmla="*/ 266 w 382"/>
                                    <a:gd name="T77" fmla="*/ 371 h 469"/>
                                    <a:gd name="T78" fmla="*/ 278 w 382"/>
                                    <a:gd name="T79" fmla="*/ 365 h 469"/>
                                    <a:gd name="T80" fmla="*/ 288 w 382"/>
                                    <a:gd name="T81" fmla="*/ 361 h 469"/>
                                    <a:gd name="T82" fmla="*/ 294 w 382"/>
                                    <a:gd name="T83" fmla="*/ 358 h 469"/>
                                    <a:gd name="T84" fmla="*/ 281 w 382"/>
                                    <a:gd name="T85" fmla="*/ 346 h 469"/>
                                    <a:gd name="T86" fmla="*/ 259 w 382"/>
                                    <a:gd name="T87" fmla="*/ 334 h 469"/>
                                    <a:gd name="T88" fmla="*/ 234 w 382"/>
                                    <a:gd name="T89" fmla="*/ 322 h 469"/>
                                    <a:gd name="T90" fmla="*/ 212 w 382"/>
                                    <a:gd name="T91" fmla="*/ 305 h 469"/>
                                    <a:gd name="T92" fmla="*/ 187 w 382"/>
                                    <a:gd name="T93" fmla="*/ 290 h 469"/>
                                    <a:gd name="T94" fmla="*/ 162 w 382"/>
                                    <a:gd name="T95" fmla="*/ 271 h 469"/>
                                    <a:gd name="T96" fmla="*/ 128 w 382"/>
                                    <a:gd name="T97" fmla="*/ 241 h 469"/>
                                    <a:gd name="T98" fmla="*/ 143 w 382"/>
                                    <a:gd name="T99" fmla="*/ 222 h 469"/>
                                    <a:gd name="T100" fmla="*/ 178 w 382"/>
                                    <a:gd name="T101" fmla="*/ 216 h 469"/>
                                    <a:gd name="T102" fmla="*/ 190 w 382"/>
                                    <a:gd name="T103" fmla="*/ 210 h 469"/>
                                    <a:gd name="T104" fmla="*/ 157 w 382"/>
                                    <a:gd name="T105" fmla="*/ 185 h 469"/>
                                    <a:gd name="T106" fmla="*/ 126 w 382"/>
                                    <a:gd name="T107" fmla="*/ 154 h 469"/>
                                    <a:gd name="T108" fmla="*/ 82 w 382"/>
                                    <a:gd name="T109" fmla="*/ 112 h 469"/>
                                    <a:gd name="T110" fmla="*/ 51 w 382"/>
                                    <a:gd name="T111" fmla="*/ 75 h 469"/>
                                    <a:gd name="T112" fmla="*/ 29 w 382"/>
                                    <a:gd name="T113" fmla="*/ 50 h 469"/>
                                    <a:gd name="T114" fmla="*/ 14 w 382"/>
                                    <a:gd name="T115" fmla="*/ 22 h 4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82" h="469">
                                      <a:moveTo>
                                        <a:pt x="0" y="0"/>
                                      </a:moveTo>
                                      <a:lnTo>
                                        <a:pt x="4" y="3"/>
                                      </a:lnTo>
                                      <a:lnTo>
                                        <a:pt x="4" y="3"/>
                                      </a:lnTo>
                                      <a:lnTo>
                                        <a:pt x="4" y="7"/>
                                      </a:lnTo>
                                      <a:lnTo>
                                        <a:pt x="4" y="7"/>
                                      </a:lnTo>
                                      <a:lnTo>
                                        <a:pt x="4" y="9"/>
                                      </a:lnTo>
                                      <a:lnTo>
                                        <a:pt x="4" y="9"/>
                                      </a:lnTo>
                                      <a:lnTo>
                                        <a:pt x="7" y="12"/>
                                      </a:lnTo>
                                      <a:lnTo>
                                        <a:pt x="7" y="16"/>
                                      </a:lnTo>
                                      <a:lnTo>
                                        <a:pt x="7" y="16"/>
                                      </a:lnTo>
                                      <a:lnTo>
                                        <a:pt x="7" y="19"/>
                                      </a:lnTo>
                                      <a:lnTo>
                                        <a:pt x="7" y="19"/>
                                      </a:lnTo>
                                      <a:lnTo>
                                        <a:pt x="10" y="22"/>
                                      </a:lnTo>
                                      <a:lnTo>
                                        <a:pt x="10" y="22"/>
                                      </a:lnTo>
                                      <a:lnTo>
                                        <a:pt x="10" y="25"/>
                                      </a:lnTo>
                                      <a:lnTo>
                                        <a:pt x="10" y="25"/>
                                      </a:lnTo>
                                      <a:lnTo>
                                        <a:pt x="14" y="28"/>
                                      </a:lnTo>
                                      <a:lnTo>
                                        <a:pt x="14" y="28"/>
                                      </a:lnTo>
                                      <a:lnTo>
                                        <a:pt x="14" y="31"/>
                                      </a:lnTo>
                                      <a:lnTo>
                                        <a:pt x="14" y="31"/>
                                      </a:lnTo>
                                      <a:lnTo>
                                        <a:pt x="14" y="34"/>
                                      </a:lnTo>
                                      <a:lnTo>
                                        <a:pt x="17" y="34"/>
                                      </a:lnTo>
                                      <a:lnTo>
                                        <a:pt x="17" y="38"/>
                                      </a:lnTo>
                                      <a:lnTo>
                                        <a:pt x="17" y="41"/>
                                      </a:lnTo>
                                      <a:lnTo>
                                        <a:pt x="17" y="41"/>
                                      </a:lnTo>
                                      <a:lnTo>
                                        <a:pt x="20" y="44"/>
                                      </a:lnTo>
                                      <a:lnTo>
                                        <a:pt x="20" y="44"/>
                                      </a:lnTo>
                                      <a:lnTo>
                                        <a:pt x="20" y="46"/>
                                      </a:lnTo>
                                      <a:lnTo>
                                        <a:pt x="20" y="46"/>
                                      </a:lnTo>
                                      <a:lnTo>
                                        <a:pt x="22" y="50"/>
                                      </a:lnTo>
                                      <a:lnTo>
                                        <a:pt x="22" y="50"/>
                                      </a:lnTo>
                                      <a:lnTo>
                                        <a:pt x="22" y="53"/>
                                      </a:lnTo>
                                      <a:lnTo>
                                        <a:pt x="26" y="56"/>
                                      </a:lnTo>
                                      <a:lnTo>
                                        <a:pt x="26" y="56"/>
                                      </a:lnTo>
                                      <a:lnTo>
                                        <a:pt x="26" y="59"/>
                                      </a:lnTo>
                                      <a:lnTo>
                                        <a:pt x="26" y="59"/>
                                      </a:lnTo>
                                      <a:lnTo>
                                        <a:pt x="29" y="62"/>
                                      </a:lnTo>
                                      <a:lnTo>
                                        <a:pt x="29" y="62"/>
                                      </a:lnTo>
                                      <a:lnTo>
                                        <a:pt x="29" y="65"/>
                                      </a:lnTo>
                                      <a:lnTo>
                                        <a:pt x="29" y="65"/>
                                      </a:lnTo>
                                      <a:lnTo>
                                        <a:pt x="32" y="68"/>
                                      </a:lnTo>
                                      <a:lnTo>
                                        <a:pt x="32" y="68"/>
                                      </a:lnTo>
                                      <a:lnTo>
                                        <a:pt x="32" y="72"/>
                                      </a:lnTo>
                                      <a:lnTo>
                                        <a:pt x="32" y="72"/>
                                      </a:lnTo>
                                      <a:lnTo>
                                        <a:pt x="35" y="75"/>
                                      </a:lnTo>
                                      <a:lnTo>
                                        <a:pt x="35" y="78"/>
                                      </a:lnTo>
                                      <a:lnTo>
                                        <a:pt x="35" y="78"/>
                                      </a:lnTo>
                                      <a:lnTo>
                                        <a:pt x="39" y="80"/>
                                      </a:lnTo>
                                      <a:lnTo>
                                        <a:pt x="39" y="80"/>
                                      </a:lnTo>
                                      <a:lnTo>
                                        <a:pt x="39" y="84"/>
                                      </a:lnTo>
                                      <a:lnTo>
                                        <a:pt x="42" y="84"/>
                                      </a:lnTo>
                                      <a:lnTo>
                                        <a:pt x="42" y="87"/>
                                      </a:lnTo>
                                      <a:lnTo>
                                        <a:pt x="42" y="87"/>
                                      </a:lnTo>
                                      <a:lnTo>
                                        <a:pt x="44" y="90"/>
                                      </a:lnTo>
                                      <a:lnTo>
                                        <a:pt x="44" y="90"/>
                                      </a:lnTo>
                                      <a:lnTo>
                                        <a:pt x="44" y="93"/>
                                      </a:lnTo>
                                      <a:lnTo>
                                        <a:pt x="47" y="97"/>
                                      </a:lnTo>
                                      <a:lnTo>
                                        <a:pt x="47" y="97"/>
                                      </a:lnTo>
                                      <a:lnTo>
                                        <a:pt x="51" y="99"/>
                                      </a:lnTo>
                                      <a:lnTo>
                                        <a:pt x="51" y="99"/>
                                      </a:lnTo>
                                      <a:lnTo>
                                        <a:pt x="51" y="102"/>
                                      </a:lnTo>
                                      <a:lnTo>
                                        <a:pt x="54" y="106"/>
                                      </a:lnTo>
                                      <a:lnTo>
                                        <a:pt x="54" y="106"/>
                                      </a:lnTo>
                                      <a:lnTo>
                                        <a:pt x="54" y="109"/>
                                      </a:lnTo>
                                      <a:lnTo>
                                        <a:pt x="57" y="109"/>
                                      </a:lnTo>
                                      <a:lnTo>
                                        <a:pt x="57" y="112"/>
                                      </a:lnTo>
                                      <a:lnTo>
                                        <a:pt x="57" y="112"/>
                                      </a:lnTo>
                                      <a:lnTo>
                                        <a:pt x="60" y="114"/>
                                      </a:lnTo>
                                      <a:lnTo>
                                        <a:pt x="60" y="114"/>
                                      </a:lnTo>
                                      <a:lnTo>
                                        <a:pt x="64" y="118"/>
                                      </a:lnTo>
                                      <a:lnTo>
                                        <a:pt x="64" y="121"/>
                                      </a:lnTo>
                                      <a:lnTo>
                                        <a:pt x="64" y="121"/>
                                      </a:lnTo>
                                      <a:lnTo>
                                        <a:pt x="67" y="124"/>
                                      </a:lnTo>
                                      <a:lnTo>
                                        <a:pt x="67" y="124"/>
                                      </a:lnTo>
                                      <a:lnTo>
                                        <a:pt x="69" y="127"/>
                                      </a:lnTo>
                                      <a:lnTo>
                                        <a:pt x="69" y="131"/>
                                      </a:lnTo>
                                      <a:lnTo>
                                        <a:pt x="72" y="133"/>
                                      </a:lnTo>
                                      <a:lnTo>
                                        <a:pt x="72" y="133"/>
                                      </a:lnTo>
                                      <a:lnTo>
                                        <a:pt x="76" y="136"/>
                                      </a:lnTo>
                                      <a:lnTo>
                                        <a:pt x="76" y="136"/>
                                      </a:lnTo>
                                      <a:lnTo>
                                        <a:pt x="79" y="140"/>
                                      </a:lnTo>
                                      <a:lnTo>
                                        <a:pt x="79" y="142"/>
                                      </a:lnTo>
                                      <a:lnTo>
                                        <a:pt x="82" y="145"/>
                                      </a:lnTo>
                                      <a:lnTo>
                                        <a:pt x="82" y="145"/>
                                      </a:lnTo>
                                      <a:lnTo>
                                        <a:pt x="86" y="147"/>
                                      </a:lnTo>
                                      <a:lnTo>
                                        <a:pt x="86" y="147"/>
                                      </a:lnTo>
                                      <a:lnTo>
                                        <a:pt x="89" y="151"/>
                                      </a:lnTo>
                                      <a:lnTo>
                                        <a:pt x="89" y="154"/>
                                      </a:lnTo>
                                      <a:lnTo>
                                        <a:pt x="94" y="160"/>
                                      </a:lnTo>
                                      <a:lnTo>
                                        <a:pt x="94" y="160"/>
                                      </a:lnTo>
                                      <a:lnTo>
                                        <a:pt x="94" y="160"/>
                                      </a:lnTo>
                                      <a:lnTo>
                                        <a:pt x="82" y="160"/>
                                      </a:lnTo>
                                      <a:lnTo>
                                        <a:pt x="82" y="164"/>
                                      </a:lnTo>
                                      <a:lnTo>
                                        <a:pt x="67" y="164"/>
                                      </a:lnTo>
                                      <a:lnTo>
                                        <a:pt x="67" y="160"/>
                                      </a:lnTo>
                                      <a:lnTo>
                                        <a:pt x="60" y="160"/>
                                      </a:lnTo>
                                      <a:lnTo>
                                        <a:pt x="57" y="160"/>
                                      </a:lnTo>
                                      <a:lnTo>
                                        <a:pt x="57" y="160"/>
                                      </a:lnTo>
                                      <a:lnTo>
                                        <a:pt x="57" y="164"/>
                                      </a:lnTo>
                                      <a:lnTo>
                                        <a:pt x="60" y="166"/>
                                      </a:lnTo>
                                      <a:lnTo>
                                        <a:pt x="60" y="169"/>
                                      </a:lnTo>
                                      <a:lnTo>
                                        <a:pt x="64" y="169"/>
                                      </a:lnTo>
                                      <a:lnTo>
                                        <a:pt x="64" y="172"/>
                                      </a:lnTo>
                                      <a:lnTo>
                                        <a:pt x="67" y="176"/>
                                      </a:lnTo>
                                      <a:lnTo>
                                        <a:pt x="67" y="179"/>
                                      </a:lnTo>
                                      <a:lnTo>
                                        <a:pt x="67" y="179"/>
                                      </a:lnTo>
                                      <a:lnTo>
                                        <a:pt x="69" y="182"/>
                                      </a:lnTo>
                                      <a:lnTo>
                                        <a:pt x="69" y="185"/>
                                      </a:lnTo>
                                      <a:lnTo>
                                        <a:pt x="72" y="188"/>
                                      </a:lnTo>
                                      <a:lnTo>
                                        <a:pt x="72" y="191"/>
                                      </a:lnTo>
                                      <a:lnTo>
                                        <a:pt x="76" y="191"/>
                                      </a:lnTo>
                                      <a:lnTo>
                                        <a:pt x="76" y="194"/>
                                      </a:lnTo>
                                      <a:lnTo>
                                        <a:pt x="76" y="198"/>
                                      </a:lnTo>
                                      <a:lnTo>
                                        <a:pt x="79" y="200"/>
                                      </a:lnTo>
                                      <a:lnTo>
                                        <a:pt x="79" y="200"/>
                                      </a:lnTo>
                                      <a:lnTo>
                                        <a:pt x="82" y="203"/>
                                      </a:lnTo>
                                      <a:lnTo>
                                        <a:pt x="82" y="206"/>
                                      </a:lnTo>
                                      <a:lnTo>
                                        <a:pt x="82" y="206"/>
                                      </a:lnTo>
                                      <a:lnTo>
                                        <a:pt x="86" y="210"/>
                                      </a:lnTo>
                                      <a:lnTo>
                                        <a:pt x="86" y="213"/>
                                      </a:lnTo>
                                      <a:lnTo>
                                        <a:pt x="89" y="213"/>
                                      </a:lnTo>
                                      <a:lnTo>
                                        <a:pt x="89" y="216"/>
                                      </a:lnTo>
                                      <a:lnTo>
                                        <a:pt x="91" y="219"/>
                                      </a:lnTo>
                                      <a:lnTo>
                                        <a:pt x="91" y="222"/>
                                      </a:lnTo>
                                      <a:lnTo>
                                        <a:pt x="94" y="225"/>
                                      </a:lnTo>
                                      <a:lnTo>
                                        <a:pt x="98" y="228"/>
                                      </a:lnTo>
                                      <a:lnTo>
                                        <a:pt x="98" y="228"/>
                                      </a:lnTo>
                                      <a:lnTo>
                                        <a:pt x="101" y="232"/>
                                      </a:lnTo>
                                      <a:lnTo>
                                        <a:pt x="101" y="235"/>
                                      </a:lnTo>
                                      <a:lnTo>
                                        <a:pt x="104" y="235"/>
                                      </a:lnTo>
                                      <a:lnTo>
                                        <a:pt x="104" y="237"/>
                                      </a:lnTo>
                                      <a:lnTo>
                                        <a:pt x="107" y="241"/>
                                      </a:lnTo>
                                      <a:lnTo>
                                        <a:pt x="107" y="241"/>
                                      </a:lnTo>
                                      <a:lnTo>
                                        <a:pt x="111" y="244"/>
                                      </a:lnTo>
                                      <a:lnTo>
                                        <a:pt x="114" y="247"/>
                                      </a:lnTo>
                                      <a:lnTo>
                                        <a:pt x="114" y="250"/>
                                      </a:lnTo>
                                      <a:lnTo>
                                        <a:pt x="116" y="253"/>
                                      </a:lnTo>
                                      <a:lnTo>
                                        <a:pt x="119" y="256"/>
                                      </a:lnTo>
                                      <a:lnTo>
                                        <a:pt x="123" y="259"/>
                                      </a:lnTo>
                                      <a:lnTo>
                                        <a:pt x="123" y="262"/>
                                      </a:lnTo>
                                      <a:lnTo>
                                        <a:pt x="128" y="266"/>
                                      </a:lnTo>
                                      <a:lnTo>
                                        <a:pt x="131" y="269"/>
                                      </a:lnTo>
                                      <a:lnTo>
                                        <a:pt x="131" y="271"/>
                                      </a:lnTo>
                                      <a:lnTo>
                                        <a:pt x="140" y="278"/>
                                      </a:lnTo>
                                      <a:lnTo>
                                        <a:pt x="143" y="281"/>
                                      </a:lnTo>
                                      <a:lnTo>
                                        <a:pt x="147" y="288"/>
                                      </a:lnTo>
                                      <a:lnTo>
                                        <a:pt x="150" y="288"/>
                                      </a:lnTo>
                                      <a:lnTo>
                                        <a:pt x="153" y="290"/>
                                      </a:lnTo>
                                      <a:lnTo>
                                        <a:pt x="153" y="290"/>
                                      </a:lnTo>
                                      <a:lnTo>
                                        <a:pt x="157" y="293"/>
                                      </a:lnTo>
                                      <a:lnTo>
                                        <a:pt x="157" y="293"/>
                                      </a:lnTo>
                                      <a:lnTo>
                                        <a:pt x="160" y="296"/>
                                      </a:lnTo>
                                      <a:lnTo>
                                        <a:pt x="162" y="300"/>
                                      </a:lnTo>
                                      <a:lnTo>
                                        <a:pt x="165" y="303"/>
                                      </a:lnTo>
                                      <a:lnTo>
                                        <a:pt x="169" y="305"/>
                                      </a:lnTo>
                                      <a:lnTo>
                                        <a:pt x="172" y="305"/>
                                      </a:lnTo>
                                      <a:lnTo>
                                        <a:pt x="172" y="309"/>
                                      </a:lnTo>
                                      <a:lnTo>
                                        <a:pt x="175" y="309"/>
                                      </a:lnTo>
                                      <a:lnTo>
                                        <a:pt x="175" y="312"/>
                                      </a:lnTo>
                                      <a:lnTo>
                                        <a:pt x="178" y="312"/>
                                      </a:lnTo>
                                      <a:lnTo>
                                        <a:pt x="182" y="315"/>
                                      </a:lnTo>
                                      <a:lnTo>
                                        <a:pt x="184" y="318"/>
                                      </a:lnTo>
                                      <a:lnTo>
                                        <a:pt x="187" y="318"/>
                                      </a:lnTo>
                                      <a:lnTo>
                                        <a:pt x="187" y="318"/>
                                      </a:lnTo>
                                      <a:lnTo>
                                        <a:pt x="190" y="322"/>
                                      </a:lnTo>
                                      <a:lnTo>
                                        <a:pt x="190" y="322"/>
                                      </a:lnTo>
                                      <a:lnTo>
                                        <a:pt x="194" y="324"/>
                                      </a:lnTo>
                                      <a:lnTo>
                                        <a:pt x="197" y="324"/>
                                      </a:lnTo>
                                      <a:lnTo>
                                        <a:pt x="197" y="324"/>
                                      </a:lnTo>
                                      <a:lnTo>
                                        <a:pt x="200" y="327"/>
                                      </a:lnTo>
                                      <a:lnTo>
                                        <a:pt x="204" y="330"/>
                                      </a:lnTo>
                                      <a:lnTo>
                                        <a:pt x="204" y="330"/>
                                      </a:lnTo>
                                      <a:lnTo>
                                        <a:pt x="207" y="330"/>
                                      </a:lnTo>
                                      <a:lnTo>
                                        <a:pt x="209" y="334"/>
                                      </a:lnTo>
                                      <a:lnTo>
                                        <a:pt x="209" y="334"/>
                                      </a:lnTo>
                                      <a:lnTo>
                                        <a:pt x="212" y="334"/>
                                      </a:lnTo>
                                      <a:lnTo>
                                        <a:pt x="209" y="337"/>
                                      </a:lnTo>
                                      <a:lnTo>
                                        <a:pt x="209" y="337"/>
                                      </a:lnTo>
                                      <a:lnTo>
                                        <a:pt x="207" y="337"/>
                                      </a:lnTo>
                                      <a:lnTo>
                                        <a:pt x="207" y="337"/>
                                      </a:lnTo>
                                      <a:lnTo>
                                        <a:pt x="204" y="340"/>
                                      </a:lnTo>
                                      <a:lnTo>
                                        <a:pt x="204" y="340"/>
                                      </a:lnTo>
                                      <a:lnTo>
                                        <a:pt x="204" y="340"/>
                                      </a:lnTo>
                                      <a:lnTo>
                                        <a:pt x="200" y="340"/>
                                      </a:lnTo>
                                      <a:lnTo>
                                        <a:pt x="200" y="340"/>
                                      </a:lnTo>
                                      <a:lnTo>
                                        <a:pt x="200" y="340"/>
                                      </a:lnTo>
                                      <a:lnTo>
                                        <a:pt x="200" y="343"/>
                                      </a:lnTo>
                                      <a:lnTo>
                                        <a:pt x="197" y="343"/>
                                      </a:lnTo>
                                      <a:lnTo>
                                        <a:pt x="197" y="343"/>
                                      </a:lnTo>
                                      <a:lnTo>
                                        <a:pt x="197" y="343"/>
                                      </a:lnTo>
                                      <a:lnTo>
                                        <a:pt x="194" y="343"/>
                                      </a:lnTo>
                                      <a:lnTo>
                                        <a:pt x="194" y="343"/>
                                      </a:lnTo>
                                      <a:lnTo>
                                        <a:pt x="194" y="343"/>
                                      </a:lnTo>
                                      <a:lnTo>
                                        <a:pt x="194" y="343"/>
                                      </a:lnTo>
                                      <a:lnTo>
                                        <a:pt x="190" y="346"/>
                                      </a:lnTo>
                                      <a:lnTo>
                                        <a:pt x="190" y="346"/>
                                      </a:lnTo>
                                      <a:lnTo>
                                        <a:pt x="187" y="346"/>
                                      </a:lnTo>
                                      <a:lnTo>
                                        <a:pt x="187" y="346"/>
                                      </a:lnTo>
                                      <a:lnTo>
                                        <a:pt x="187" y="346"/>
                                      </a:lnTo>
                                      <a:lnTo>
                                        <a:pt x="187" y="346"/>
                                      </a:lnTo>
                                      <a:lnTo>
                                        <a:pt x="184" y="349"/>
                                      </a:lnTo>
                                      <a:lnTo>
                                        <a:pt x="184" y="349"/>
                                      </a:lnTo>
                                      <a:lnTo>
                                        <a:pt x="182" y="349"/>
                                      </a:lnTo>
                                      <a:lnTo>
                                        <a:pt x="182" y="349"/>
                                      </a:lnTo>
                                      <a:lnTo>
                                        <a:pt x="182" y="349"/>
                                      </a:lnTo>
                                      <a:lnTo>
                                        <a:pt x="178" y="349"/>
                                      </a:lnTo>
                                      <a:lnTo>
                                        <a:pt x="178" y="349"/>
                                      </a:lnTo>
                                      <a:lnTo>
                                        <a:pt x="175" y="349"/>
                                      </a:lnTo>
                                      <a:lnTo>
                                        <a:pt x="175" y="352"/>
                                      </a:lnTo>
                                      <a:lnTo>
                                        <a:pt x="175" y="352"/>
                                      </a:lnTo>
                                      <a:lnTo>
                                        <a:pt x="172" y="352"/>
                                      </a:lnTo>
                                      <a:lnTo>
                                        <a:pt x="172" y="352"/>
                                      </a:lnTo>
                                      <a:lnTo>
                                        <a:pt x="169" y="352"/>
                                      </a:lnTo>
                                      <a:lnTo>
                                        <a:pt x="165" y="352"/>
                                      </a:lnTo>
                                      <a:lnTo>
                                        <a:pt x="165" y="352"/>
                                      </a:lnTo>
                                      <a:lnTo>
                                        <a:pt x="165" y="352"/>
                                      </a:lnTo>
                                      <a:lnTo>
                                        <a:pt x="162" y="356"/>
                                      </a:lnTo>
                                      <a:lnTo>
                                        <a:pt x="160" y="356"/>
                                      </a:lnTo>
                                      <a:lnTo>
                                        <a:pt x="160" y="356"/>
                                      </a:lnTo>
                                      <a:lnTo>
                                        <a:pt x="157" y="356"/>
                                      </a:lnTo>
                                      <a:lnTo>
                                        <a:pt x="157" y="356"/>
                                      </a:lnTo>
                                      <a:lnTo>
                                        <a:pt x="153" y="356"/>
                                      </a:lnTo>
                                      <a:lnTo>
                                        <a:pt x="153" y="358"/>
                                      </a:lnTo>
                                      <a:lnTo>
                                        <a:pt x="153" y="358"/>
                                      </a:lnTo>
                                      <a:lnTo>
                                        <a:pt x="153" y="358"/>
                                      </a:lnTo>
                                      <a:lnTo>
                                        <a:pt x="157" y="358"/>
                                      </a:lnTo>
                                      <a:lnTo>
                                        <a:pt x="157" y="361"/>
                                      </a:lnTo>
                                      <a:lnTo>
                                        <a:pt x="160" y="361"/>
                                      </a:lnTo>
                                      <a:lnTo>
                                        <a:pt x="162" y="365"/>
                                      </a:lnTo>
                                      <a:lnTo>
                                        <a:pt x="165" y="368"/>
                                      </a:lnTo>
                                      <a:lnTo>
                                        <a:pt x="165" y="368"/>
                                      </a:lnTo>
                                      <a:lnTo>
                                        <a:pt x="169" y="371"/>
                                      </a:lnTo>
                                      <a:lnTo>
                                        <a:pt x="172" y="371"/>
                                      </a:lnTo>
                                      <a:lnTo>
                                        <a:pt x="172" y="374"/>
                                      </a:lnTo>
                                      <a:lnTo>
                                        <a:pt x="175" y="374"/>
                                      </a:lnTo>
                                      <a:lnTo>
                                        <a:pt x="178" y="377"/>
                                      </a:lnTo>
                                      <a:lnTo>
                                        <a:pt x="178" y="377"/>
                                      </a:lnTo>
                                      <a:lnTo>
                                        <a:pt x="182" y="380"/>
                                      </a:lnTo>
                                      <a:lnTo>
                                        <a:pt x="184" y="380"/>
                                      </a:lnTo>
                                      <a:lnTo>
                                        <a:pt x="184" y="380"/>
                                      </a:lnTo>
                                      <a:lnTo>
                                        <a:pt x="187" y="383"/>
                                      </a:lnTo>
                                      <a:lnTo>
                                        <a:pt x="190" y="383"/>
                                      </a:lnTo>
                                      <a:lnTo>
                                        <a:pt x="190" y="386"/>
                                      </a:lnTo>
                                      <a:lnTo>
                                        <a:pt x="194" y="386"/>
                                      </a:lnTo>
                                      <a:lnTo>
                                        <a:pt x="197" y="390"/>
                                      </a:lnTo>
                                      <a:lnTo>
                                        <a:pt x="197" y="390"/>
                                      </a:lnTo>
                                      <a:lnTo>
                                        <a:pt x="200" y="392"/>
                                      </a:lnTo>
                                      <a:lnTo>
                                        <a:pt x="204" y="392"/>
                                      </a:lnTo>
                                      <a:lnTo>
                                        <a:pt x="204" y="392"/>
                                      </a:lnTo>
                                      <a:lnTo>
                                        <a:pt x="207" y="395"/>
                                      </a:lnTo>
                                      <a:lnTo>
                                        <a:pt x="209" y="399"/>
                                      </a:lnTo>
                                      <a:lnTo>
                                        <a:pt x="212" y="399"/>
                                      </a:lnTo>
                                      <a:lnTo>
                                        <a:pt x="212" y="399"/>
                                      </a:lnTo>
                                      <a:lnTo>
                                        <a:pt x="216" y="402"/>
                                      </a:lnTo>
                                      <a:lnTo>
                                        <a:pt x="219" y="402"/>
                                      </a:lnTo>
                                      <a:lnTo>
                                        <a:pt x="222" y="405"/>
                                      </a:lnTo>
                                      <a:lnTo>
                                        <a:pt x="222" y="405"/>
                                      </a:lnTo>
                                      <a:lnTo>
                                        <a:pt x="225" y="405"/>
                                      </a:lnTo>
                                      <a:lnTo>
                                        <a:pt x="229" y="408"/>
                                      </a:lnTo>
                                      <a:lnTo>
                                        <a:pt x="231" y="408"/>
                                      </a:lnTo>
                                      <a:lnTo>
                                        <a:pt x="234" y="411"/>
                                      </a:lnTo>
                                      <a:lnTo>
                                        <a:pt x="234" y="411"/>
                                      </a:lnTo>
                                      <a:lnTo>
                                        <a:pt x="237" y="411"/>
                                      </a:lnTo>
                                      <a:lnTo>
                                        <a:pt x="241" y="414"/>
                                      </a:lnTo>
                                      <a:lnTo>
                                        <a:pt x="244" y="414"/>
                                      </a:lnTo>
                                      <a:lnTo>
                                        <a:pt x="244" y="414"/>
                                      </a:lnTo>
                                      <a:lnTo>
                                        <a:pt x="247" y="417"/>
                                      </a:lnTo>
                                      <a:lnTo>
                                        <a:pt x="250" y="417"/>
                                      </a:lnTo>
                                      <a:lnTo>
                                        <a:pt x="254" y="420"/>
                                      </a:lnTo>
                                      <a:lnTo>
                                        <a:pt x="254" y="420"/>
                                      </a:lnTo>
                                      <a:lnTo>
                                        <a:pt x="256" y="420"/>
                                      </a:lnTo>
                                      <a:lnTo>
                                        <a:pt x="259" y="424"/>
                                      </a:lnTo>
                                      <a:lnTo>
                                        <a:pt x="259" y="424"/>
                                      </a:lnTo>
                                      <a:lnTo>
                                        <a:pt x="262" y="424"/>
                                      </a:lnTo>
                                      <a:lnTo>
                                        <a:pt x="266" y="427"/>
                                      </a:lnTo>
                                      <a:lnTo>
                                        <a:pt x="269" y="427"/>
                                      </a:lnTo>
                                      <a:lnTo>
                                        <a:pt x="272" y="429"/>
                                      </a:lnTo>
                                      <a:lnTo>
                                        <a:pt x="276" y="429"/>
                                      </a:lnTo>
                                      <a:lnTo>
                                        <a:pt x="276" y="429"/>
                                      </a:lnTo>
                                      <a:lnTo>
                                        <a:pt x="278" y="431"/>
                                      </a:lnTo>
                                      <a:lnTo>
                                        <a:pt x="281" y="431"/>
                                      </a:lnTo>
                                      <a:lnTo>
                                        <a:pt x="284" y="431"/>
                                      </a:lnTo>
                                      <a:lnTo>
                                        <a:pt x="288" y="435"/>
                                      </a:lnTo>
                                      <a:lnTo>
                                        <a:pt x="288" y="435"/>
                                      </a:lnTo>
                                      <a:lnTo>
                                        <a:pt x="291" y="438"/>
                                      </a:lnTo>
                                      <a:lnTo>
                                        <a:pt x="294" y="438"/>
                                      </a:lnTo>
                                      <a:lnTo>
                                        <a:pt x="297" y="438"/>
                                      </a:lnTo>
                                      <a:lnTo>
                                        <a:pt x="301" y="441"/>
                                      </a:lnTo>
                                      <a:lnTo>
                                        <a:pt x="303" y="441"/>
                                      </a:lnTo>
                                      <a:lnTo>
                                        <a:pt x="303" y="441"/>
                                      </a:lnTo>
                                      <a:lnTo>
                                        <a:pt x="309" y="444"/>
                                      </a:lnTo>
                                      <a:lnTo>
                                        <a:pt x="309" y="444"/>
                                      </a:lnTo>
                                      <a:lnTo>
                                        <a:pt x="313" y="444"/>
                                      </a:lnTo>
                                      <a:lnTo>
                                        <a:pt x="316" y="447"/>
                                      </a:lnTo>
                                      <a:lnTo>
                                        <a:pt x="319" y="447"/>
                                      </a:lnTo>
                                      <a:lnTo>
                                        <a:pt x="323" y="447"/>
                                      </a:lnTo>
                                      <a:lnTo>
                                        <a:pt x="325" y="450"/>
                                      </a:lnTo>
                                      <a:lnTo>
                                        <a:pt x="328" y="450"/>
                                      </a:lnTo>
                                      <a:lnTo>
                                        <a:pt x="331" y="450"/>
                                      </a:lnTo>
                                      <a:lnTo>
                                        <a:pt x="335" y="450"/>
                                      </a:lnTo>
                                      <a:lnTo>
                                        <a:pt x="338" y="453"/>
                                      </a:lnTo>
                                      <a:lnTo>
                                        <a:pt x="338" y="453"/>
                                      </a:lnTo>
                                      <a:lnTo>
                                        <a:pt x="344" y="453"/>
                                      </a:lnTo>
                                      <a:lnTo>
                                        <a:pt x="344" y="457"/>
                                      </a:lnTo>
                                      <a:lnTo>
                                        <a:pt x="348" y="457"/>
                                      </a:lnTo>
                                      <a:lnTo>
                                        <a:pt x="350" y="457"/>
                                      </a:lnTo>
                                      <a:lnTo>
                                        <a:pt x="353" y="460"/>
                                      </a:lnTo>
                                      <a:lnTo>
                                        <a:pt x="356" y="460"/>
                                      </a:lnTo>
                                      <a:lnTo>
                                        <a:pt x="360" y="460"/>
                                      </a:lnTo>
                                      <a:lnTo>
                                        <a:pt x="363" y="462"/>
                                      </a:lnTo>
                                      <a:lnTo>
                                        <a:pt x="366" y="462"/>
                                      </a:lnTo>
                                      <a:lnTo>
                                        <a:pt x="370" y="462"/>
                                      </a:lnTo>
                                      <a:lnTo>
                                        <a:pt x="372" y="462"/>
                                      </a:lnTo>
                                      <a:lnTo>
                                        <a:pt x="375" y="465"/>
                                      </a:lnTo>
                                      <a:lnTo>
                                        <a:pt x="378" y="465"/>
                                      </a:lnTo>
                                      <a:lnTo>
                                        <a:pt x="382" y="469"/>
                                      </a:lnTo>
                                      <a:lnTo>
                                        <a:pt x="382" y="469"/>
                                      </a:lnTo>
                                      <a:lnTo>
                                        <a:pt x="382" y="465"/>
                                      </a:lnTo>
                                      <a:lnTo>
                                        <a:pt x="378" y="465"/>
                                      </a:lnTo>
                                      <a:lnTo>
                                        <a:pt x="378" y="465"/>
                                      </a:lnTo>
                                      <a:lnTo>
                                        <a:pt x="375" y="462"/>
                                      </a:lnTo>
                                      <a:lnTo>
                                        <a:pt x="375" y="462"/>
                                      </a:lnTo>
                                      <a:lnTo>
                                        <a:pt x="372" y="462"/>
                                      </a:lnTo>
                                      <a:lnTo>
                                        <a:pt x="372" y="462"/>
                                      </a:lnTo>
                                      <a:lnTo>
                                        <a:pt x="370" y="460"/>
                                      </a:lnTo>
                                      <a:lnTo>
                                        <a:pt x="366" y="460"/>
                                      </a:lnTo>
                                      <a:lnTo>
                                        <a:pt x="366" y="460"/>
                                      </a:lnTo>
                                      <a:lnTo>
                                        <a:pt x="363" y="460"/>
                                      </a:lnTo>
                                      <a:lnTo>
                                        <a:pt x="363" y="457"/>
                                      </a:lnTo>
                                      <a:lnTo>
                                        <a:pt x="363" y="457"/>
                                      </a:lnTo>
                                      <a:lnTo>
                                        <a:pt x="360" y="457"/>
                                      </a:lnTo>
                                      <a:lnTo>
                                        <a:pt x="360" y="453"/>
                                      </a:lnTo>
                                      <a:lnTo>
                                        <a:pt x="356" y="453"/>
                                      </a:lnTo>
                                      <a:lnTo>
                                        <a:pt x="356" y="453"/>
                                      </a:lnTo>
                                      <a:lnTo>
                                        <a:pt x="353" y="450"/>
                                      </a:lnTo>
                                      <a:lnTo>
                                        <a:pt x="353" y="450"/>
                                      </a:lnTo>
                                      <a:lnTo>
                                        <a:pt x="350" y="450"/>
                                      </a:lnTo>
                                      <a:lnTo>
                                        <a:pt x="348" y="450"/>
                                      </a:lnTo>
                                      <a:lnTo>
                                        <a:pt x="348" y="447"/>
                                      </a:lnTo>
                                      <a:lnTo>
                                        <a:pt x="344" y="447"/>
                                      </a:lnTo>
                                      <a:lnTo>
                                        <a:pt x="344" y="447"/>
                                      </a:lnTo>
                                      <a:lnTo>
                                        <a:pt x="344" y="447"/>
                                      </a:lnTo>
                                      <a:lnTo>
                                        <a:pt x="341" y="444"/>
                                      </a:lnTo>
                                      <a:lnTo>
                                        <a:pt x="338" y="444"/>
                                      </a:lnTo>
                                      <a:lnTo>
                                        <a:pt x="338" y="444"/>
                                      </a:lnTo>
                                      <a:lnTo>
                                        <a:pt x="335" y="441"/>
                                      </a:lnTo>
                                      <a:lnTo>
                                        <a:pt x="335" y="441"/>
                                      </a:lnTo>
                                      <a:lnTo>
                                        <a:pt x="331" y="441"/>
                                      </a:lnTo>
                                      <a:lnTo>
                                        <a:pt x="331" y="438"/>
                                      </a:lnTo>
                                      <a:lnTo>
                                        <a:pt x="331" y="438"/>
                                      </a:lnTo>
                                      <a:lnTo>
                                        <a:pt x="328" y="438"/>
                                      </a:lnTo>
                                      <a:lnTo>
                                        <a:pt x="325" y="438"/>
                                      </a:lnTo>
                                      <a:lnTo>
                                        <a:pt x="325" y="435"/>
                                      </a:lnTo>
                                      <a:lnTo>
                                        <a:pt x="323" y="435"/>
                                      </a:lnTo>
                                      <a:lnTo>
                                        <a:pt x="323" y="435"/>
                                      </a:lnTo>
                                      <a:lnTo>
                                        <a:pt x="323" y="431"/>
                                      </a:lnTo>
                                      <a:lnTo>
                                        <a:pt x="319" y="431"/>
                                      </a:lnTo>
                                      <a:lnTo>
                                        <a:pt x="316" y="431"/>
                                      </a:lnTo>
                                      <a:lnTo>
                                        <a:pt x="316" y="429"/>
                                      </a:lnTo>
                                      <a:lnTo>
                                        <a:pt x="313" y="429"/>
                                      </a:lnTo>
                                      <a:lnTo>
                                        <a:pt x="313" y="429"/>
                                      </a:lnTo>
                                      <a:lnTo>
                                        <a:pt x="309" y="429"/>
                                      </a:lnTo>
                                      <a:lnTo>
                                        <a:pt x="309" y="427"/>
                                      </a:lnTo>
                                      <a:lnTo>
                                        <a:pt x="306" y="427"/>
                                      </a:lnTo>
                                      <a:lnTo>
                                        <a:pt x="306" y="424"/>
                                      </a:lnTo>
                                      <a:lnTo>
                                        <a:pt x="303" y="424"/>
                                      </a:lnTo>
                                      <a:lnTo>
                                        <a:pt x="303" y="424"/>
                                      </a:lnTo>
                                      <a:lnTo>
                                        <a:pt x="301" y="424"/>
                                      </a:lnTo>
                                      <a:lnTo>
                                        <a:pt x="301" y="420"/>
                                      </a:lnTo>
                                      <a:lnTo>
                                        <a:pt x="297" y="420"/>
                                      </a:lnTo>
                                      <a:lnTo>
                                        <a:pt x="297" y="420"/>
                                      </a:lnTo>
                                      <a:lnTo>
                                        <a:pt x="297" y="417"/>
                                      </a:lnTo>
                                      <a:lnTo>
                                        <a:pt x="294" y="417"/>
                                      </a:lnTo>
                                      <a:lnTo>
                                        <a:pt x="294" y="417"/>
                                      </a:lnTo>
                                      <a:lnTo>
                                        <a:pt x="291" y="414"/>
                                      </a:lnTo>
                                      <a:lnTo>
                                        <a:pt x="288" y="414"/>
                                      </a:lnTo>
                                      <a:lnTo>
                                        <a:pt x="288" y="414"/>
                                      </a:lnTo>
                                      <a:lnTo>
                                        <a:pt x="288" y="411"/>
                                      </a:lnTo>
                                      <a:lnTo>
                                        <a:pt x="284" y="411"/>
                                      </a:lnTo>
                                      <a:lnTo>
                                        <a:pt x="284" y="411"/>
                                      </a:lnTo>
                                      <a:lnTo>
                                        <a:pt x="281" y="408"/>
                                      </a:lnTo>
                                      <a:lnTo>
                                        <a:pt x="281" y="408"/>
                                      </a:lnTo>
                                      <a:lnTo>
                                        <a:pt x="278" y="405"/>
                                      </a:lnTo>
                                      <a:lnTo>
                                        <a:pt x="276" y="405"/>
                                      </a:lnTo>
                                      <a:lnTo>
                                        <a:pt x="276" y="405"/>
                                      </a:lnTo>
                                      <a:lnTo>
                                        <a:pt x="276" y="405"/>
                                      </a:lnTo>
                                      <a:lnTo>
                                        <a:pt x="272" y="402"/>
                                      </a:lnTo>
                                      <a:lnTo>
                                        <a:pt x="272" y="402"/>
                                      </a:lnTo>
                                      <a:lnTo>
                                        <a:pt x="269" y="402"/>
                                      </a:lnTo>
                                      <a:lnTo>
                                        <a:pt x="266" y="399"/>
                                      </a:lnTo>
                                      <a:lnTo>
                                        <a:pt x="266" y="399"/>
                                      </a:lnTo>
                                      <a:lnTo>
                                        <a:pt x="262" y="395"/>
                                      </a:lnTo>
                                      <a:lnTo>
                                        <a:pt x="259" y="395"/>
                                      </a:lnTo>
                                      <a:lnTo>
                                        <a:pt x="259" y="392"/>
                                      </a:lnTo>
                                      <a:lnTo>
                                        <a:pt x="256" y="392"/>
                                      </a:lnTo>
                                      <a:lnTo>
                                        <a:pt x="256" y="392"/>
                                      </a:lnTo>
                                      <a:lnTo>
                                        <a:pt x="254" y="390"/>
                                      </a:lnTo>
                                      <a:lnTo>
                                        <a:pt x="254" y="390"/>
                                      </a:lnTo>
                                      <a:lnTo>
                                        <a:pt x="250" y="386"/>
                                      </a:lnTo>
                                      <a:lnTo>
                                        <a:pt x="250" y="386"/>
                                      </a:lnTo>
                                      <a:lnTo>
                                        <a:pt x="247" y="386"/>
                                      </a:lnTo>
                                      <a:lnTo>
                                        <a:pt x="247" y="383"/>
                                      </a:lnTo>
                                      <a:lnTo>
                                        <a:pt x="247" y="383"/>
                                      </a:lnTo>
                                      <a:lnTo>
                                        <a:pt x="244" y="383"/>
                                      </a:lnTo>
                                      <a:lnTo>
                                        <a:pt x="244" y="380"/>
                                      </a:lnTo>
                                      <a:lnTo>
                                        <a:pt x="241" y="380"/>
                                      </a:lnTo>
                                      <a:lnTo>
                                        <a:pt x="244" y="380"/>
                                      </a:lnTo>
                                      <a:lnTo>
                                        <a:pt x="244" y="380"/>
                                      </a:lnTo>
                                      <a:lnTo>
                                        <a:pt x="247" y="380"/>
                                      </a:lnTo>
                                      <a:lnTo>
                                        <a:pt x="247" y="380"/>
                                      </a:lnTo>
                                      <a:lnTo>
                                        <a:pt x="247" y="380"/>
                                      </a:lnTo>
                                      <a:lnTo>
                                        <a:pt x="250" y="377"/>
                                      </a:lnTo>
                                      <a:lnTo>
                                        <a:pt x="250" y="377"/>
                                      </a:lnTo>
                                      <a:lnTo>
                                        <a:pt x="250" y="377"/>
                                      </a:lnTo>
                                      <a:lnTo>
                                        <a:pt x="254" y="377"/>
                                      </a:lnTo>
                                      <a:lnTo>
                                        <a:pt x="254" y="377"/>
                                      </a:lnTo>
                                      <a:lnTo>
                                        <a:pt x="254" y="377"/>
                                      </a:lnTo>
                                      <a:lnTo>
                                        <a:pt x="256" y="374"/>
                                      </a:lnTo>
                                      <a:lnTo>
                                        <a:pt x="256" y="374"/>
                                      </a:lnTo>
                                      <a:lnTo>
                                        <a:pt x="256" y="374"/>
                                      </a:lnTo>
                                      <a:lnTo>
                                        <a:pt x="259" y="374"/>
                                      </a:lnTo>
                                      <a:lnTo>
                                        <a:pt x="259" y="374"/>
                                      </a:lnTo>
                                      <a:lnTo>
                                        <a:pt x="262" y="374"/>
                                      </a:lnTo>
                                      <a:lnTo>
                                        <a:pt x="262" y="374"/>
                                      </a:lnTo>
                                      <a:lnTo>
                                        <a:pt x="262" y="374"/>
                                      </a:lnTo>
                                      <a:lnTo>
                                        <a:pt x="262" y="371"/>
                                      </a:lnTo>
                                      <a:lnTo>
                                        <a:pt x="266" y="371"/>
                                      </a:lnTo>
                                      <a:lnTo>
                                        <a:pt x="266" y="371"/>
                                      </a:lnTo>
                                      <a:lnTo>
                                        <a:pt x="266" y="371"/>
                                      </a:lnTo>
                                      <a:lnTo>
                                        <a:pt x="266" y="371"/>
                                      </a:lnTo>
                                      <a:lnTo>
                                        <a:pt x="269" y="371"/>
                                      </a:lnTo>
                                      <a:lnTo>
                                        <a:pt x="269" y="371"/>
                                      </a:lnTo>
                                      <a:lnTo>
                                        <a:pt x="272" y="371"/>
                                      </a:lnTo>
                                      <a:lnTo>
                                        <a:pt x="272" y="368"/>
                                      </a:lnTo>
                                      <a:lnTo>
                                        <a:pt x="272" y="368"/>
                                      </a:lnTo>
                                      <a:lnTo>
                                        <a:pt x="272" y="368"/>
                                      </a:lnTo>
                                      <a:lnTo>
                                        <a:pt x="276" y="368"/>
                                      </a:lnTo>
                                      <a:lnTo>
                                        <a:pt x="276" y="368"/>
                                      </a:lnTo>
                                      <a:lnTo>
                                        <a:pt x="276" y="368"/>
                                      </a:lnTo>
                                      <a:lnTo>
                                        <a:pt x="278" y="365"/>
                                      </a:lnTo>
                                      <a:lnTo>
                                        <a:pt x="278" y="365"/>
                                      </a:lnTo>
                                      <a:lnTo>
                                        <a:pt x="278" y="365"/>
                                      </a:lnTo>
                                      <a:lnTo>
                                        <a:pt x="281" y="365"/>
                                      </a:lnTo>
                                      <a:lnTo>
                                        <a:pt x="281" y="365"/>
                                      </a:lnTo>
                                      <a:lnTo>
                                        <a:pt x="281" y="365"/>
                                      </a:lnTo>
                                      <a:lnTo>
                                        <a:pt x="281" y="365"/>
                                      </a:lnTo>
                                      <a:lnTo>
                                        <a:pt x="284" y="365"/>
                                      </a:lnTo>
                                      <a:lnTo>
                                        <a:pt x="284" y="361"/>
                                      </a:lnTo>
                                      <a:lnTo>
                                        <a:pt x="284" y="361"/>
                                      </a:lnTo>
                                      <a:lnTo>
                                        <a:pt x="284" y="361"/>
                                      </a:lnTo>
                                      <a:lnTo>
                                        <a:pt x="288" y="361"/>
                                      </a:lnTo>
                                      <a:lnTo>
                                        <a:pt x="288" y="361"/>
                                      </a:lnTo>
                                      <a:lnTo>
                                        <a:pt x="288" y="361"/>
                                      </a:lnTo>
                                      <a:lnTo>
                                        <a:pt x="288" y="361"/>
                                      </a:lnTo>
                                      <a:lnTo>
                                        <a:pt x="288" y="358"/>
                                      </a:lnTo>
                                      <a:lnTo>
                                        <a:pt x="291" y="358"/>
                                      </a:lnTo>
                                      <a:lnTo>
                                        <a:pt x="291" y="358"/>
                                      </a:lnTo>
                                      <a:lnTo>
                                        <a:pt x="294" y="358"/>
                                      </a:lnTo>
                                      <a:lnTo>
                                        <a:pt x="294" y="358"/>
                                      </a:lnTo>
                                      <a:lnTo>
                                        <a:pt x="294" y="358"/>
                                      </a:lnTo>
                                      <a:lnTo>
                                        <a:pt x="294" y="358"/>
                                      </a:lnTo>
                                      <a:lnTo>
                                        <a:pt x="294" y="358"/>
                                      </a:lnTo>
                                      <a:lnTo>
                                        <a:pt x="297" y="356"/>
                                      </a:lnTo>
                                      <a:lnTo>
                                        <a:pt x="297" y="356"/>
                                      </a:lnTo>
                                      <a:lnTo>
                                        <a:pt x="297" y="356"/>
                                      </a:lnTo>
                                      <a:lnTo>
                                        <a:pt x="297" y="356"/>
                                      </a:lnTo>
                                      <a:lnTo>
                                        <a:pt x="297" y="352"/>
                                      </a:lnTo>
                                      <a:lnTo>
                                        <a:pt x="294" y="352"/>
                                      </a:lnTo>
                                      <a:lnTo>
                                        <a:pt x="291" y="352"/>
                                      </a:lnTo>
                                      <a:lnTo>
                                        <a:pt x="288" y="349"/>
                                      </a:lnTo>
                                      <a:lnTo>
                                        <a:pt x="288" y="349"/>
                                      </a:lnTo>
                                      <a:lnTo>
                                        <a:pt x="284" y="349"/>
                                      </a:lnTo>
                                      <a:lnTo>
                                        <a:pt x="281" y="346"/>
                                      </a:lnTo>
                                      <a:lnTo>
                                        <a:pt x="281" y="346"/>
                                      </a:lnTo>
                                      <a:lnTo>
                                        <a:pt x="278" y="343"/>
                                      </a:lnTo>
                                      <a:lnTo>
                                        <a:pt x="276" y="343"/>
                                      </a:lnTo>
                                      <a:lnTo>
                                        <a:pt x="276" y="343"/>
                                      </a:lnTo>
                                      <a:lnTo>
                                        <a:pt x="272" y="340"/>
                                      </a:lnTo>
                                      <a:lnTo>
                                        <a:pt x="269" y="340"/>
                                      </a:lnTo>
                                      <a:lnTo>
                                        <a:pt x="266" y="340"/>
                                      </a:lnTo>
                                      <a:lnTo>
                                        <a:pt x="266" y="337"/>
                                      </a:lnTo>
                                      <a:lnTo>
                                        <a:pt x="262" y="337"/>
                                      </a:lnTo>
                                      <a:lnTo>
                                        <a:pt x="259" y="334"/>
                                      </a:lnTo>
                                      <a:lnTo>
                                        <a:pt x="259" y="334"/>
                                      </a:lnTo>
                                      <a:lnTo>
                                        <a:pt x="256" y="334"/>
                                      </a:lnTo>
                                      <a:lnTo>
                                        <a:pt x="254" y="330"/>
                                      </a:lnTo>
                                      <a:lnTo>
                                        <a:pt x="250" y="330"/>
                                      </a:lnTo>
                                      <a:lnTo>
                                        <a:pt x="250" y="327"/>
                                      </a:lnTo>
                                      <a:lnTo>
                                        <a:pt x="247" y="327"/>
                                      </a:lnTo>
                                      <a:lnTo>
                                        <a:pt x="247" y="324"/>
                                      </a:lnTo>
                                      <a:lnTo>
                                        <a:pt x="244" y="324"/>
                                      </a:lnTo>
                                      <a:lnTo>
                                        <a:pt x="241" y="324"/>
                                      </a:lnTo>
                                      <a:lnTo>
                                        <a:pt x="237" y="322"/>
                                      </a:lnTo>
                                      <a:lnTo>
                                        <a:pt x="237" y="322"/>
                                      </a:lnTo>
                                      <a:lnTo>
                                        <a:pt x="234" y="322"/>
                                      </a:lnTo>
                                      <a:lnTo>
                                        <a:pt x="234" y="318"/>
                                      </a:lnTo>
                                      <a:lnTo>
                                        <a:pt x="231" y="318"/>
                                      </a:lnTo>
                                      <a:lnTo>
                                        <a:pt x="229" y="315"/>
                                      </a:lnTo>
                                      <a:lnTo>
                                        <a:pt x="225" y="315"/>
                                      </a:lnTo>
                                      <a:lnTo>
                                        <a:pt x="225" y="315"/>
                                      </a:lnTo>
                                      <a:lnTo>
                                        <a:pt x="222" y="312"/>
                                      </a:lnTo>
                                      <a:lnTo>
                                        <a:pt x="219" y="312"/>
                                      </a:lnTo>
                                      <a:lnTo>
                                        <a:pt x="219" y="309"/>
                                      </a:lnTo>
                                      <a:lnTo>
                                        <a:pt x="216" y="309"/>
                                      </a:lnTo>
                                      <a:lnTo>
                                        <a:pt x="212" y="309"/>
                                      </a:lnTo>
                                      <a:lnTo>
                                        <a:pt x="212" y="305"/>
                                      </a:lnTo>
                                      <a:lnTo>
                                        <a:pt x="209" y="303"/>
                                      </a:lnTo>
                                      <a:lnTo>
                                        <a:pt x="207" y="303"/>
                                      </a:lnTo>
                                      <a:lnTo>
                                        <a:pt x="204" y="300"/>
                                      </a:lnTo>
                                      <a:lnTo>
                                        <a:pt x="204" y="300"/>
                                      </a:lnTo>
                                      <a:lnTo>
                                        <a:pt x="200" y="296"/>
                                      </a:lnTo>
                                      <a:lnTo>
                                        <a:pt x="200" y="296"/>
                                      </a:lnTo>
                                      <a:lnTo>
                                        <a:pt x="197" y="293"/>
                                      </a:lnTo>
                                      <a:lnTo>
                                        <a:pt x="194" y="293"/>
                                      </a:lnTo>
                                      <a:lnTo>
                                        <a:pt x="194" y="293"/>
                                      </a:lnTo>
                                      <a:lnTo>
                                        <a:pt x="190" y="290"/>
                                      </a:lnTo>
                                      <a:lnTo>
                                        <a:pt x="187" y="290"/>
                                      </a:lnTo>
                                      <a:lnTo>
                                        <a:pt x="187" y="288"/>
                                      </a:lnTo>
                                      <a:lnTo>
                                        <a:pt x="184" y="288"/>
                                      </a:lnTo>
                                      <a:lnTo>
                                        <a:pt x="184" y="284"/>
                                      </a:lnTo>
                                      <a:lnTo>
                                        <a:pt x="178" y="281"/>
                                      </a:lnTo>
                                      <a:lnTo>
                                        <a:pt x="178" y="281"/>
                                      </a:lnTo>
                                      <a:lnTo>
                                        <a:pt x="175" y="281"/>
                                      </a:lnTo>
                                      <a:lnTo>
                                        <a:pt x="175" y="278"/>
                                      </a:lnTo>
                                      <a:lnTo>
                                        <a:pt x="172" y="278"/>
                                      </a:lnTo>
                                      <a:lnTo>
                                        <a:pt x="169" y="275"/>
                                      </a:lnTo>
                                      <a:lnTo>
                                        <a:pt x="165" y="271"/>
                                      </a:lnTo>
                                      <a:lnTo>
                                        <a:pt x="162" y="271"/>
                                      </a:lnTo>
                                      <a:lnTo>
                                        <a:pt x="160" y="269"/>
                                      </a:lnTo>
                                      <a:lnTo>
                                        <a:pt x="157" y="266"/>
                                      </a:lnTo>
                                      <a:lnTo>
                                        <a:pt x="157" y="262"/>
                                      </a:lnTo>
                                      <a:lnTo>
                                        <a:pt x="153" y="262"/>
                                      </a:lnTo>
                                      <a:lnTo>
                                        <a:pt x="153" y="262"/>
                                      </a:lnTo>
                                      <a:lnTo>
                                        <a:pt x="143" y="253"/>
                                      </a:lnTo>
                                      <a:lnTo>
                                        <a:pt x="140" y="253"/>
                                      </a:lnTo>
                                      <a:lnTo>
                                        <a:pt x="137" y="250"/>
                                      </a:lnTo>
                                      <a:lnTo>
                                        <a:pt x="137" y="247"/>
                                      </a:lnTo>
                                      <a:lnTo>
                                        <a:pt x="131" y="241"/>
                                      </a:lnTo>
                                      <a:lnTo>
                                        <a:pt x="128" y="241"/>
                                      </a:lnTo>
                                      <a:lnTo>
                                        <a:pt x="126" y="237"/>
                                      </a:lnTo>
                                      <a:lnTo>
                                        <a:pt x="119" y="232"/>
                                      </a:lnTo>
                                      <a:lnTo>
                                        <a:pt x="116" y="228"/>
                                      </a:lnTo>
                                      <a:lnTo>
                                        <a:pt x="114" y="225"/>
                                      </a:lnTo>
                                      <a:lnTo>
                                        <a:pt x="119" y="225"/>
                                      </a:lnTo>
                                      <a:lnTo>
                                        <a:pt x="123" y="225"/>
                                      </a:lnTo>
                                      <a:lnTo>
                                        <a:pt x="131" y="225"/>
                                      </a:lnTo>
                                      <a:lnTo>
                                        <a:pt x="131" y="222"/>
                                      </a:lnTo>
                                      <a:lnTo>
                                        <a:pt x="137" y="222"/>
                                      </a:lnTo>
                                      <a:lnTo>
                                        <a:pt x="140" y="222"/>
                                      </a:lnTo>
                                      <a:lnTo>
                                        <a:pt x="143" y="222"/>
                                      </a:lnTo>
                                      <a:lnTo>
                                        <a:pt x="147" y="222"/>
                                      </a:lnTo>
                                      <a:lnTo>
                                        <a:pt x="150" y="222"/>
                                      </a:lnTo>
                                      <a:lnTo>
                                        <a:pt x="153" y="219"/>
                                      </a:lnTo>
                                      <a:lnTo>
                                        <a:pt x="160" y="219"/>
                                      </a:lnTo>
                                      <a:lnTo>
                                        <a:pt x="160" y="219"/>
                                      </a:lnTo>
                                      <a:lnTo>
                                        <a:pt x="165" y="219"/>
                                      </a:lnTo>
                                      <a:lnTo>
                                        <a:pt x="165" y="219"/>
                                      </a:lnTo>
                                      <a:lnTo>
                                        <a:pt x="169" y="219"/>
                                      </a:lnTo>
                                      <a:lnTo>
                                        <a:pt x="172" y="219"/>
                                      </a:lnTo>
                                      <a:lnTo>
                                        <a:pt x="178" y="219"/>
                                      </a:lnTo>
                                      <a:lnTo>
                                        <a:pt x="178" y="216"/>
                                      </a:lnTo>
                                      <a:lnTo>
                                        <a:pt x="182" y="216"/>
                                      </a:lnTo>
                                      <a:lnTo>
                                        <a:pt x="182" y="216"/>
                                      </a:lnTo>
                                      <a:lnTo>
                                        <a:pt x="184" y="216"/>
                                      </a:lnTo>
                                      <a:lnTo>
                                        <a:pt x="187" y="216"/>
                                      </a:lnTo>
                                      <a:lnTo>
                                        <a:pt x="190" y="216"/>
                                      </a:lnTo>
                                      <a:lnTo>
                                        <a:pt x="194" y="213"/>
                                      </a:lnTo>
                                      <a:lnTo>
                                        <a:pt x="197" y="213"/>
                                      </a:lnTo>
                                      <a:lnTo>
                                        <a:pt x="197" y="213"/>
                                      </a:lnTo>
                                      <a:lnTo>
                                        <a:pt x="197" y="213"/>
                                      </a:lnTo>
                                      <a:lnTo>
                                        <a:pt x="194" y="213"/>
                                      </a:lnTo>
                                      <a:lnTo>
                                        <a:pt x="190" y="210"/>
                                      </a:lnTo>
                                      <a:lnTo>
                                        <a:pt x="187" y="206"/>
                                      </a:lnTo>
                                      <a:lnTo>
                                        <a:pt x="187" y="203"/>
                                      </a:lnTo>
                                      <a:lnTo>
                                        <a:pt x="184" y="203"/>
                                      </a:lnTo>
                                      <a:lnTo>
                                        <a:pt x="182" y="200"/>
                                      </a:lnTo>
                                      <a:lnTo>
                                        <a:pt x="178" y="200"/>
                                      </a:lnTo>
                                      <a:lnTo>
                                        <a:pt x="172" y="194"/>
                                      </a:lnTo>
                                      <a:lnTo>
                                        <a:pt x="169" y="191"/>
                                      </a:lnTo>
                                      <a:lnTo>
                                        <a:pt x="165" y="191"/>
                                      </a:lnTo>
                                      <a:lnTo>
                                        <a:pt x="162" y="188"/>
                                      </a:lnTo>
                                      <a:lnTo>
                                        <a:pt x="162" y="185"/>
                                      </a:lnTo>
                                      <a:lnTo>
                                        <a:pt x="157" y="185"/>
                                      </a:lnTo>
                                      <a:lnTo>
                                        <a:pt x="157" y="182"/>
                                      </a:lnTo>
                                      <a:lnTo>
                                        <a:pt x="153" y="179"/>
                                      </a:lnTo>
                                      <a:lnTo>
                                        <a:pt x="150" y="179"/>
                                      </a:lnTo>
                                      <a:lnTo>
                                        <a:pt x="143" y="172"/>
                                      </a:lnTo>
                                      <a:lnTo>
                                        <a:pt x="140" y="169"/>
                                      </a:lnTo>
                                      <a:lnTo>
                                        <a:pt x="140" y="169"/>
                                      </a:lnTo>
                                      <a:lnTo>
                                        <a:pt x="137" y="166"/>
                                      </a:lnTo>
                                      <a:lnTo>
                                        <a:pt x="135" y="164"/>
                                      </a:lnTo>
                                      <a:lnTo>
                                        <a:pt x="128" y="160"/>
                                      </a:lnTo>
                                      <a:lnTo>
                                        <a:pt x="128" y="157"/>
                                      </a:lnTo>
                                      <a:lnTo>
                                        <a:pt x="126" y="154"/>
                                      </a:lnTo>
                                      <a:lnTo>
                                        <a:pt x="123" y="154"/>
                                      </a:lnTo>
                                      <a:lnTo>
                                        <a:pt x="123" y="151"/>
                                      </a:lnTo>
                                      <a:lnTo>
                                        <a:pt x="116" y="145"/>
                                      </a:lnTo>
                                      <a:lnTo>
                                        <a:pt x="114" y="145"/>
                                      </a:lnTo>
                                      <a:lnTo>
                                        <a:pt x="111" y="142"/>
                                      </a:lnTo>
                                      <a:lnTo>
                                        <a:pt x="107" y="140"/>
                                      </a:lnTo>
                                      <a:lnTo>
                                        <a:pt x="107" y="136"/>
                                      </a:lnTo>
                                      <a:lnTo>
                                        <a:pt x="104" y="136"/>
                                      </a:lnTo>
                                      <a:lnTo>
                                        <a:pt x="89" y="121"/>
                                      </a:lnTo>
                                      <a:lnTo>
                                        <a:pt x="86" y="114"/>
                                      </a:lnTo>
                                      <a:lnTo>
                                        <a:pt x="82" y="112"/>
                                      </a:lnTo>
                                      <a:lnTo>
                                        <a:pt x="79" y="109"/>
                                      </a:lnTo>
                                      <a:lnTo>
                                        <a:pt x="76" y="106"/>
                                      </a:lnTo>
                                      <a:lnTo>
                                        <a:pt x="69" y="99"/>
                                      </a:lnTo>
                                      <a:lnTo>
                                        <a:pt x="67" y="97"/>
                                      </a:lnTo>
                                      <a:lnTo>
                                        <a:pt x="64" y="93"/>
                                      </a:lnTo>
                                      <a:lnTo>
                                        <a:pt x="64" y="90"/>
                                      </a:lnTo>
                                      <a:lnTo>
                                        <a:pt x="60" y="87"/>
                                      </a:lnTo>
                                      <a:lnTo>
                                        <a:pt x="57" y="84"/>
                                      </a:lnTo>
                                      <a:lnTo>
                                        <a:pt x="54" y="80"/>
                                      </a:lnTo>
                                      <a:lnTo>
                                        <a:pt x="54" y="78"/>
                                      </a:lnTo>
                                      <a:lnTo>
                                        <a:pt x="51" y="75"/>
                                      </a:lnTo>
                                      <a:lnTo>
                                        <a:pt x="47" y="72"/>
                                      </a:lnTo>
                                      <a:lnTo>
                                        <a:pt x="44" y="68"/>
                                      </a:lnTo>
                                      <a:lnTo>
                                        <a:pt x="44" y="65"/>
                                      </a:lnTo>
                                      <a:lnTo>
                                        <a:pt x="42" y="65"/>
                                      </a:lnTo>
                                      <a:lnTo>
                                        <a:pt x="42" y="62"/>
                                      </a:lnTo>
                                      <a:lnTo>
                                        <a:pt x="39" y="59"/>
                                      </a:lnTo>
                                      <a:lnTo>
                                        <a:pt x="39" y="59"/>
                                      </a:lnTo>
                                      <a:lnTo>
                                        <a:pt x="35" y="56"/>
                                      </a:lnTo>
                                      <a:lnTo>
                                        <a:pt x="32" y="53"/>
                                      </a:lnTo>
                                      <a:lnTo>
                                        <a:pt x="32" y="50"/>
                                      </a:lnTo>
                                      <a:lnTo>
                                        <a:pt x="29" y="50"/>
                                      </a:lnTo>
                                      <a:lnTo>
                                        <a:pt x="29" y="46"/>
                                      </a:lnTo>
                                      <a:lnTo>
                                        <a:pt x="29" y="44"/>
                                      </a:lnTo>
                                      <a:lnTo>
                                        <a:pt x="26" y="41"/>
                                      </a:lnTo>
                                      <a:lnTo>
                                        <a:pt x="26" y="38"/>
                                      </a:lnTo>
                                      <a:lnTo>
                                        <a:pt x="22" y="34"/>
                                      </a:lnTo>
                                      <a:lnTo>
                                        <a:pt x="22" y="34"/>
                                      </a:lnTo>
                                      <a:lnTo>
                                        <a:pt x="20" y="31"/>
                                      </a:lnTo>
                                      <a:lnTo>
                                        <a:pt x="17" y="28"/>
                                      </a:lnTo>
                                      <a:lnTo>
                                        <a:pt x="17" y="25"/>
                                      </a:lnTo>
                                      <a:lnTo>
                                        <a:pt x="17" y="25"/>
                                      </a:lnTo>
                                      <a:lnTo>
                                        <a:pt x="14" y="22"/>
                                      </a:lnTo>
                                      <a:lnTo>
                                        <a:pt x="14" y="19"/>
                                      </a:lnTo>
                                      <a:lnTo>
                                        <a:pt x="10" y="16"/>
                                      </a:lnTo>
                                      <a:lnTo>
                                        <a:pt x="10" y="16"/>
                                      </a:lnTo>
                                      <a:lnTo>
                                        <a:pt x="7" y="12"/>
                                      </a:lnTo>
                                      <a:lnTo>
                                        <a:pt x="7" y="9"/>
                                      </a:lnTo>
                                      <a:lnTo>
                                        <a:pt x="4" y="7"/>
                                      </a:lnTo>
                                      <a:lnTo>
                                        <a:pt x="4" y="3"/>
                                      </a:lnTo>
                                      <a:lnTo>
                                        <a:pt x="4" y="3"/>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2" name="Freeform 20"/>
                              <wps:cNvSpPr>
                                <a:spLocks/>
                              </wps:cNvSpPr>
                              <wps:spPr bwMode="auto">
                                <a:xfrm>
                                  <a:off x="273" y="181"/>
                                  <a:ext cx="132" cy="145"/>
                                </a:xfrm>
                                <a:custGeom>
                                  <a:avLst/>
                                  <a:gdLst>
                                    <a:gd name="T0" fmla="*/ 50 w 132"/>
                                    <a:gd name="T1" fmla="*/ 105 h 145"/>
                                    <a:gd name="T2" fmla="*/ 53 w 132"/>
                                    <a:gd name="T3" fmla="*/ 105 h 145"/>
                                    <a:gd name="T4" fmla="*/ 53 w 132"/>
                                    <a:gd name="T5" fmla="*/ 109 h 145"/>
                                    <a:gd name="T6" fmla="*/ 57 w 132"/>
                                    <a:gd name="T7" fmla="*/ 111 h 145"/>
                                    <a:gd name="T8" fmla="*/ 57 w 132"/>
                                    <a:gd name="T9" fmla="*/ 111 h 145"/>
                                    <a:gd name="T10" fmla="*/ 63 w 132"/>
                                    <a:gd name="T11" fmla="*/ 114 h 145"/>
                                    <a:gd name="T12" fmla="*/ 67 w 132"/>
                                    <a:gd name="T13" fmla="*/ 114 h 145"/>
                                    <a:gd name="T14" fmla="*/ 75 w 132"/>
                                    <a:gd name="T15" fmla="*/ 114 h 145"/>
                                    <a:gd name="T16" fmla="*/ 82 w 132"/>
                                    <a:gd name="T17" fmla="*/ 114 h 145"/>
                                    <a:gd name="T18" fmla="*/ 85 w 132"/>
                                    <a:gd name="T19" fmla="*/ 111 h 145"/>
                                    <a:gd name="T20" fmla="*/ 88 w 132"/>
                                    <a:gd name="T21" fmla="*/ 109 h 145"/>
                                    <a:gd name="T22" fmla="*/ 88 w 132"/>
                                    <a:gd name="T23" fmla="*/ 109 h 145"/>
                                    <a:gd name="T24" fmla="*/ 92 w 132"/>
                                    <a:gd name="T25" fmla="*/ 105 h 145"/>
                                    <a:gd name="T26" fmla="*/ 92 w 132"/>
                                    <a:gd name="T27" fmla="*/ 15 h 145"/>
                                    <a:gd name="T28" fmla="*/ 82 w 132"/>
                                    <a:gd name="T29" fmla="*/ 0 h 145"/>
                                    <a:gd name="T30" fmla="*/ 122 w 132"/>
                                    <a:gd name="T31" fmla="*/ 15 h 145"/>
                                    <a:gd name="T32" fmla="*/ 122 w 132"/>
                                    <a:gd name="T33" fmla="*/ 15 h 145"/>
                                    <a:gd name="T34" fmla="*/ 119 w 132"/>
                                    <a:gd name="T35" fmla="*/ 109 h 145"/>
                                    <a:gd name="T36" fmla="*/ 119 w 132"/>
                                    <a:gd name="T37" fmla="*/ 114 h 145"/>
                                    <a:gd name="T38" fmla="*/ 116 w 132"/>
                                    <a:gd name="T39" fmla="*/ 117 h 145"/>
                                    <a:gd name="T40" fmla="*/ 116 w 132"/>
                                    <a:gd name="T41" fmla="*/ 121 h 145"/>
                                    <a:gd name="T42" fmla="*/ 114 w 132"/>
                                    <a:gd name="T43" fmla="*/ 121 h 145"/>
                                    <a:gd name="T44" fmla="*/ 114 w 132"/>
                                    <a:gd name="T45" fmla="*/ 124 h 145"/>
                                    <a:gd name="T46" fmla="*/ 110 w 132"/>
                                    <a:gd name="T47" fmla="*/ 126 h 145"/>
                                    <a:gd name="T48" fmla="*/ 110 w 132"/>
                                    <a:gd name="T49" fmla="*/ 130 h 145"/>
                                    <a:gd name="T50" fmla="*/ 107 w 132"/>
                                    <a:gd name="T51" fmla="*/ 130 h 145"/>
                                    <a:gd name="T52" fmla="*/ 104 w 132"/>
                                    <a:gd name="T53" fmla="*/ 133 h 145"/>
                                    <a:gd name="T54" fmla="*/ 100 w 132"/>
                                    <a:gd name="T55" fmla="*/ 136 h 145"/>
                                    <a:gd name="T56" fmla="*/ 97 w 132"/>
                                    <a:gd name="T57" fmla="*/ 139 h 145"/>
                                    <a:gd name="T58" fmla="*/ 92 w 132"/>
                                    <a:gd name="T59" fmla="*/ 139 h 145"/>
                                    <a:gd name="T60" fmla="*/ 92 w 132"/>
                                    <a:gd name="T61" fmla="*/ 143 h 145"/>
                                    <a:gd name="T62" fmla="*/ 85 w 132"/>
                                    <a:gd name="T63" fmla="*/ 143 h 145"/>
                                    <a:gd name="T64" fmla="*/ 82 w 132"/>
                                    <a:gd name="T65" fmla="*/ 145 h 145"/>
                                    <a:gd name="T66" fmla="*/ 72 w 132"/>
                                    <a:gd name="T67" fmla="*/ 145 h 145"/>
                                    <a:gd name="T68" fmla="*/ 50 w 132"/>
                                    <a:gd name="T69" fmla="*/ 145 h 145"/>
                                    <a:gd name="T70" fmla="*/ 45 w 132"/>
                                    <a:gd name="T71" fmla="*/ 143 h 145"/>
                                    <a:gd name="T72" fmla="*/ 41 w 132"/>
                                    <a:gd name="T73" fmla="*/ 143 h 145"/>
                                    <a:gd name="T74" fmla="*/ 38 w 132"/>
                                    <a:gd name="T75" fmla="*/ 139 h 145"/>
                                    <a:gd name="T76" fmla="*/ 35 w 132"/>
                                    <a:gd name="T77" fmla="*/ 139 h 145"/>
                                    <a:gd name="T78" fmla="*/ 32 w 132"/>
                                    <a:gd name="T79" fmla="*/ 139 h 145"/>
                                    <a:gd name="T80" fmla="*/ 28 w 132"/>
                                    <a:gd name="T81" fmla="*/ 136 h 145"/>
                                    <a:gd name="T82" fmla="*/ 28 w 132"/>
                                    <a:gd name="T83" fmla="*/ 136 h 145"/>
                                    <a:gd name="T84" fmla="*/ 25 w 132"/>
                                    <a:gd name="T85" fmla="*/ 133 h 145"/>
                                    <a:gd name="T86" fmla="*/ 22 w 132"/>
                                    <a:gd name="T87" fmla="*/ 130 h 145"/>
                                    <a:gd name="T88" fmla="*/ 20 w 132"/>
                                    <a:gd name="T89" fmla="*/ 130 h 145"/>
                                    <a:gd name="T90" fmla="*/ 20 w 132"/>
                                    <a:gd name="T91" fmla="*/ 126 h 145"/>
                                    <a:gd name="T92" fmla="*/ 16 w 132"/>
                                    <a:gd name="T93" fmla="*/ 124 h 145"/>
                                    <a:gd name="T94" fmla="*/ 13 w 132"/>
                                    <a:gd name="T95" fmla="*/ 124 h 145"/>
                                    <a:gd name="T96" fmla="*/ 13 w 132"/>
                                    <a:gd name="T97" fmla="*/ 121 h 145"/>
                                    <a:gd name="T98" fmla="*/ 10 w 132"/>
                                    <a:gd name="T99" fmla="*/ 117 h 145"/>
                                    <a:gd name="T100" fmla="*/ 10 w 132"/>
                                    <a:gd name="T101" fmla="*/ 111 h 145"/>
                                    <a:gd name="T102" fmla="*/ 7 w 132"/>
                                    <a:gd name="T103" fmla="*/ 109 h 145"/>
                                    <a:gd name="T104" fmla="*/ 7 w 132"/>
                                    <a:gd name="T105" fmla="*/ 15 h 145"/>
                                    <a:gd name="T106" fmla="*/ 60 w 132"/>
                                    <a:gd name="T107" fmla="*/ 0 h 145"/>
                                    <a:gd name="T108" fmla="*/ 53 w 132"/>
                                    <a:gd name="T109" fmla="*/ 15 h 145"/>
                                    <a:gd name="T110" fmla="*/ 50 w 132"/>
                                    <a:gd name="T111" fmla="*/ 99 h 1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32" h="145">
                                      <a:moveTo>
                                        <a:pt x="50" y="99"/>
                                      </a:moveTo>
                                      <a:lnTo>
                                        <a:pt x="50" y="102"/>
                                      </a:lnTo>
                                      <a:lnTo>
                                        <a:pt x="50" y="105"/>
                                      </a:lnTo>
                                      <a:lnTo>
                                        <a:pt x="50" y="105"/>
                                      </a:lnTo>
                                      <a:lnTo>
                                        <a:pt x="53" y="105"/>
                                      </a:lnTo>
                                      <a:lnTo>
                                        <a:pt x="53" y="105"/>
                                      </a:lnTo>
                                      <a:lnTo>
                                        <a:pt x="53" y="105"/>
                                      </a:lnTo>
                                      <a:lnTo>
                                        <a:pt x="53" y="109"/>
                                      </a:lnTo>
                                      <a:lnTo>
                                        <a:pt x="53" y="109"/>
                                      </a:lnTo>
                                      <a:lnTo>
                                        <a:pt x="53" y="109"/>
                                      </a:lnTo>
                                      <a:lnTo>
                                        <a:pt x="53" y="109"/>
                                      </a:lnTo>
                                      <a:lnTo>
                                        <a:pt x="57" y="111"/>
                                      </a:lnTo>
                                      <a:lnTo>
                                        <a:pt x="57" y="111"/>
                                      </a:lnTo>
                                      <a:lnTo>
                                        <a:pt x="57" y="111"/>
                                      </a:lnTo>
                                      <a:lnTo>
                                        <a:pt x="57" y="111"/>
                                      </a:lnTo>
                                      <a:lnTo>
                                        <a:pt x="60" y="111"/>
                                      </a:lnTo>
                                      <a:lnTo>
                                        <a:pt x="60" y="111"/>
                                      </a:lnTo>
                                      <a:lnTo>
                                        <a:pt x="63" y="114"/>
                                      </a:lnTo>
                                      <a:lnTo>
                                        <a:pt x="63" y="114"/>
                                      </a:lnTo>
                                      <a:lnTo>
                                        <a:pt x="63" y="114"/>
                                      </a:lnTo>
                                      <a:lnTo>
                                        <a:pt x="67" y="114"/>
                                      </a:lnTo>
                                      <a:lnTo>
                                        <a:pt x="67" y="114"/>
                                      </a:lnTo>
                                      <a:lnTo>
                                        <a:pt x="75" y="114"/>
                                      </a:lnTo>
                                      <a:lnTo>
                                        <a:pt x="75" y="114"/>
                                      </a:lnTo>
                                      <a:lnTo>
                                        <a:pt x="79" y="114"/>
                                      </a:lnTo>
                                      <a:lnTo>
                                        <a:pt x="79" y="114"/>
                                      </a:lnTo>
                                      <a:lnTo>
                                        <a:pt x="82" y="114"/>
                                      </a:lnTo>
                                      <a:lnTo>
                                        <a:pt x="82" y="111"/>
                                      </a:lnTo>
                                      <a:lnTo>
                                        <a:pt x="82" y="111"/>
                                      </a:lnTo>
                                      <a:lnTo>
                                        <a:pt x="85" y="111"/>
                                      </a:lnTo>
                                      <a:lnTo>
                                        <a:pt x="85" y="109"/>
                                      </a:lnTo>
                                      <a:lnTo>
                                        <a:pt x="85" y="109"/>
                                      </a:lnTo>
                                      <a:lnTo>
                                        <a:pt x="88" y="109"/>
                                      </a:lnTo>
                                      <a:lnTo>
                                        <a:pt x="88" y="109"/>
                                      </a:lnTo>
                                      <a:lnTo>
                                        <a:pt x="88" y="109"/>
                                      </a:lnTo>
                                      <a:lnTo>
                                        <a:pt x="88" y="109"/>
                                      </a:lnTo>
                                      <a:lnTo>
                                        <a:pt x="88" y="105"/>
                                      </a:lnTo>
                                      <a:lnTo>
                                        <a:pt x="92" y="105"/>
                                      </a:lnTo>
                                      <a:lnTo>
                                        <a:pt x="92" y="105"/>
                                      </a:lnTo>
                                      <a:lnTo>
                                        <a:pt x="92" y="102"/>
                                      </a:lnTo>
                                      <a:lnTo>
                                        <a:pt x="92" y="15"/>
                                      </a:lnTo>
                                      <a:lnTo>
                                        <a:pt x="92" y="15"/>
                                      </a:lnTo>
                                      <a:lnTo>
                                        <a:pt x="92" y="15"/>
                                      </a:lnTo>
                                      <a:lnTo>
                                        <a:pt x="82" y="15"/>
                                      </a:lnTo>
                                      <a:lnTo>
                                        <a:pt x="82" y="0"/>
                                      </a:lnTo>
                                      <a:lnTo>
                                        <a:pt x="132" y="0"/>
                                      </a:lnTo>
                                      <a:lnTo>
                                        <a:pt x="132" y="15"/>
                                      </a:lnTo>
                                      <a:lnTo>
                                        <a:pt x="122" y="15"/>
                                      </a:lnTo>
                                      <a:lnTo>
                                        <a:pt x="122" y="15"/>
                                      </a:lnTo>
                                      <a:lnTo>
                                        <a:pt x="122" y="15"/>
                                      </a:lnTo>
                                      <a:lnTo>
                                        <a:pt x="122" y="15"/>
                                      </a:lnTo>
                                      <a:lnTo>
                                        <a:pt x="119" y="15"/>
                                      </a:lnTo>
                                      <a:lnTo>
                                        <a:pt x="119" y="109"/>
                                      </a:lnTo>
                                      <a:lnTo>
                                        <a:pt x="119" y="109"/>
                                      </a:lnTo>
                                      <a:lnTo>
                                        <a:pt x="119" y="114"/>
                                      </a:lnTo>
                                      <a:lnTo>
                                        <a:pt x="119" y="114"/>
                                      </a:lnTo>
                                      <a:lnTo>
                                        <a:pt x="119" y="114"/>
                                      </a:lnTo>
                                      <a:lnTo>
                                        <a:pt x="119" y="114"/>
                                      </a:lnTo>
                                      <a:lnTo>
                                        <a:pt x="119" y="117"/>
                                      </a:lnTo>
                                      <a:lnTo>
                                        <a:pt x="116" y="117"/>
                                      </a:lnTo>
                                      <a:lnTo>
                                        <a:pt x="116" y="117"/>
                                      </a:lnTo>
                                      <a:lnTo>
                                        <a:pt x="116" y="121"/>
                                      </a:lnTo>
                                      <a:lnTo>
                                        <a:pt x="116" y="121"/>
                                      </a:lnTo>
                                      <a:lnTo>
                                        <a:pt x="116" y="121"/>
                                      </a:lnTo>
                                      <a:lnTo>
                                        <a:pt x="116" y="121"/>
                                      </a:lnTo>
                                      <a:lnTo>
                                        <a:pt x="114" y="121"/>
                                      </a:lnTo>
                                      <a:lnTo>
                                        <a:pt x="114" y="124"/>
                                      </a:lnTo>
                                      <a:lnTo>
                                        <a:pt x="114" y="124"/>
                                      </a:lnTo>
                                      <a:lnTo>
                                        <a:pt x="114" y="124"/>
                                      </a:lnTo>
                                      <a:lnTo>
                                        <a:pt x="114" y="124"/>
                                      </a:lnTo>
                                      <a:lnTo>
                                        <a:pt x="110" y="126"/>
                                      </a:lnTo>
                                      <a:lnTo>
                                        <a:pt x="110" y="126"/>
                                      </a:lnTo>
                                      <a:lnTo>
                                        <a:pt x="110" y="126"/>
                                      </a:lnTo>
                                      <a:lnTo>
                                        <a:pt x="110" y="130"/>
                                      </a:lnTo>
                                      <a:lnTo>
                                        <a:pt x="110" y="130"/>
                                      </a:lnTo>
                                      <a:lnTo>
                                        <a:pt x="110" y="130"/>
                                      </a:lnTo>
                                      <a:lnTo>
                                        <a:pt x="107" y="130"/>
                                      </a:lnTo>
                                      <a:lnTo>
                                        <a:pt x="107" y="130"/>
                                      </a:lnTo>
                                      <a:lnTo>
                                        <a:pt x="104" y="133"/>
                                      </a:lnTo>
                                      <a:lnTo>
                                        <a:pt x="104" y="133"/>
                                      </a:lnTo>
                                      <a:lnTo>
                                        <a:pt x="104" y="133"/>
                                      </a:lnTo>
                                      <a:lnTo>
                                        <a:pt x="104" y="133"/>
                                      </a:lnTo>
                                      <a:lnTo>
                                        <a:pt x="100" y="136"/>
                                      </a:lnTo>
                                      <a:lnTo>
                                        <a:pt x="100" y="136"/>
                                      </a:lnTo>
                                      <a:lnTo>
                                        <a:pt x="100" y="136"/>
                                      </a:lnTo>
                                      <a:lnTo>
                                        <a:pt x="100" y="136"/>
                                      </a:lnTo>
                                      <a:lnTo>
                                        <a:pt x="97" y="139"/>
                                      </a:lnTo>
                                      <a:lnTo>
                                        <a:pt x="94" y="139"/>
                                      </a:lnTo>
                                      <a:lnTo>
                                        <a:pt x="94" y="139"/>
                                      </a:lnTo>
                                      <a:lnTo>
                                        <a:pt x="92" y="139"/>
                                      </a:lnTo>
                                      <a:lnTo>
                                        <a:pt x="92" y="139"/>
                                      </a:lnTo>
                                      <a:lnTo>
                                        <a:pt x="92" y="139"/>
                                      </a:lnTo>
                                      <a:lnTo>
                                        <a:pt x="92" y="143"/>
                                      </a:lnTo>
                                      <a:lnTo>
                                        <a:pt x="88" y="143"/>
                                      </a:lnTo>
                                      <a:lnTo>
                                        <a:pt x="85" y="143"/>
                                      </a:lnTo>
                                      <a:lnTo>
                                        <a:pt x="85" y="143"/>
                                      </a:lnTo>
                                      <a:lnTo>
                                        <a:pt x="85" y="143"/>
                                      </a:lnTo>
                                      <a:lnTo>
                                        <a:pt x="82" y="145"/>
                                      </a:lnTo>
                                      <a:lnTo>
                                        <a:pt x="82" y="145"/>
                                      </a:lnTo>
                                      <a:lnTo>
                                        <a:pt x="79" y="145"/>
                                      </a:lnTo>
                                      <a:lnTo>
                                        <a:pt x="72" y="145"/>
                                      </a:lnTo>
                                      <a:lnTo>
                                        <a:pt x="72" y="145"/>
                                      </a:lnTo>
                                      <a:lnTo>
                                        <a:pt x="57" y="145"/>
                                      </a:lnTo>
                                      <a:lnTo>
                                        <a:pt x="53" y="145"/>
                                      </a:lnTo>
                                      <a:lnTo>
                                        <a:pt x="50" y="145"/>
                                      </a:lnTo>
                                      <a:lnTo>
                                        <a:pt x="47" y="145"/>
                                      </a:lnTo>
                                      <a:lnTo>
                                        <a:pt x="45" y="145"/>
                                      </a:lnTo>
                                      <a:lnTo>
                                        <a:pt x="45" y="143"/>
                                      </a:lnTo>
                                      <a:lnTo>
                                        <a:pt x="45" y="143"/>
                                      </a:lnTo>
                                      <a:lnTo>
                                        <a:pt x="45" y="143"/>
                                      </a:lnTo>
                                      <a:lnTo>
                                        <a:pt x="41" y="143"/>
                                      </a:lnTo>
                                      <a:lnTo>
                                        <a:pt x="41" y="143"/>
                                      </a:lnTo>
                                      <a:lnTo>
                                        <a:pt x="38" y="143"/>
                                      </a:lnTo>
                                      <a:lnTo>
                                        <a:pt x="38" y="139"/>
                                      </a:lnTo>
                                      <a:lnTo>
                                        <a:pt x="38" y="139"/>
                                      </a:lnTo>
                                      <a:lnTo>
                                        <a:pt x="35" y="139"/>
                                      </a:lnTo>
                                      <a:lnTo>
                                        <a:pt x="35" y="139"/>
                                      </a:lnTo>
                                      <a:lnTo>
                                        <a:pt x="32" y="139"/>
                                      </a:lnTo>
                                      <a:lnTo>
                                        <a:pt x="32" y="139"/>
                                      </a:lnTo>
                                      <a:lnTo>
                                        <a:pt x="32" y="139"/>
                                      </a:lnTo>
                                      <a:lnTo>
                                        <a:pt x="32" y="136"/>
                                      </a:lnTo>
                                      <a:lnTo>
                                        <a:pt x="32" y="136"/>
                                      </a:lnTo>
                                      <a:lnTo>
                                        <a:pt x="28" y="136"/>
                                      </a:lnTo>
                                      <a:lnTo>
                                        <a:pt x="28" y="136"/>
                                      </a:lnTo>
                                      <a:lnTo>
                                        <a:pt x="28" y="136"/>
                                      </a:lnTo>
                                      <a:lnTo>
                                        <a:pt x="28" y="136"/>
                                      </a:lnTo>
                                      <a:lnTo>
                                        <a:pt x="25" y="133"/>
                                      </a:lnTo>
                                      <a:lnTo>
                                        <a:pt x="25" y="133"/>
                                      </a:lnTo>
                                      <a:lnTo>
                                        <a:pt x="25" y="133"/>
                                      </a:lnTo>
                                      <a:lnTo>
                                        <a:pt x="22" y="133"/>
                                      </a:lnTo>
                                      <a:lnTo>
                                        <a:pt x="22" y="133"/>
                                      </a:lnTo>
                                      <a:lnTo>
                                        <a:pt x="22" y="130"/>
                                      </a:lnTo>
                                      <a:lnTo>
                                        <a:pt x="22" y="130"/>
                                      </a:lnTo>
                                      <a:lnTo>
                                        <a:pt x="22" y="130"/>
                                      </a:lnTo>
                                      <a:lnTo>
                                        <a:pt x="20" y="130"/>
                                      </a:lnTo>
                                      <a:lnTo>
                                        <a:pt x="20" y="130"/>
                                      </a:lnTo>
                                      <a:lnTo>
                                        <a:pt x="20" y="126"/>
                                      </a:lnTo>
                                      <a:lnTo>
                                        <a:pt x="20" y="126"/>
                                      </a:lnTo>
                                      <a:lnTo>
                                        <a:pt x="20" y="126"/>
                                      </a:lnTo>
                                      <a:lnTo>
                                        <a:pt x="16" y="124"/>
                                      </a:lnTo>
                                      <a:lnTo>
                                        <a:pt x="16" y="124"/>
                                      </a:lnTo>
                                      <a:lnTo>
                                        <a:pt x="16" y="124"/>
                                      </a:lnTo>
                                      <a:lnTo>
                                        <a:pt x="16" y="124"/>
                                      </a:lnTo>
                                      <a:lnTo>
                                        <a:pt x="13" y="124"/>
                                      </a:lnTo>
                                      <a:lnTo>
                                        <a:pt x="13" y="121"/>
                                      </a:lnTo>
                                      <a:lnTo>
                                        <a:pt x="13" y="121"/>
                                      </a:lnTo>
                                      <a:lnTo>
                                        <a:pt x="13" y="121"/>
                                      </a:lnTo>
                                      <a:lnTo>
                                        <a:pt x="13" y="121"/>
                                      </a:lnTo>
                                      <a:lnTo>
                                        <a:pt x="13" y="117"/>
                                      </a:lnTo>
                                      <a:lnTo>
                                        <a:pt x="10" y="117"/>
                                      </a:lnTo>
                                      <a:lnTo>
                                        <a:pt x="10" y="114"/>
                                      </a:lnTo>
                                      <a:lnTo>
                                        <a:pt x="10" y="114"/>
                                      </a:lnTo>
                                      <a:lnTo>
                                        <a:pt x="10" y="111"/>
                                      </a:lnTo>
                                      <a:lnTo>
                                        <a:pt x="10" y="111"/>
                                      </a:lnTo>
                                      <a:lnTo>
                                        <a:pt x="10" y="109"/>
                                      </a:lnTo>
                                      <a:lnTo>
                                        <a:pt x="7" y="109"/>
                                      </a:lnTo>
                                      <a:lnTo>
                                        <a:pt x="7" y="15"/>
                                      </a:lnTo>
                                      <a:lnTo>
                                        <a:pt x="7" y="15"/>
                                      </a:lnTo>
                                      <a:lnTo>
                                        <a:pt x="7" y="15"/>
                                      </a:lnTo>
                                      <a:lnTo>
                                        <a:pt x="0" y="15"/>
                                      </a:lnTo>
                                      <a:lnTo>
                                        <a:pt x="0" y="0"/>
                                      </a:lnTo>
                                      <a:lnTo>
                                        <a:pt x="60" y="0"/>
                                      </a:lnTo>
                                      <a:lnTo>
                                        <a:pt x="60" y="15"/>
                                      </a:lnTo>
                                      <a:lnTo>
                                        <a:pt x="53" y="15"/>
                                      </a:lnTo>
                                      <a:lnTo>
                                        <a:pt x="53" y="15"/>
                                      </a:lnTo>
                                      <a:lnTo>
                                        <a:pt x="50" y="15"/>
                                      </a:lnTo>
                                      <a:lnTo>
                                        <a:pt x="50" y="102"/>
                                      </a:lnTo>
                                      <a:lnTo>
                                        <a:pt x="50" y="9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3" name="Freeform 21"/>
                              <wps:cNvSpPr>
                                <a:spLocks/>
                              </wps:cNvSpPr>
                              <wps:spPr bwMode="auto">
                                <a:xfrm>
                                  <a:off x="276" y="184"/>
                                  <a:ext cx="126" cy="140"/>
                                </a:xfrm>
                                <a:custGeom>
                                  <a:avLst/>
                                  <a:gdLst>
                                    <a:gd name="T0" fmla="*/ 113 w 126"/>
                                    <a:gd name="T1" fmla="*/ 106 h 140"/>
                                    <a:gd name="T2" fmla="*/ 111 w 126"/>
                                    <a:gd name="T3" fmla="*/ 111 h 140"/>
                                    <a:gd name="T4" fmla="*/ 111 w 126"/>
                                    <a:gd name="T5" fmla="*/ 114 h 140"/>
                                    <a:gd name="T6" fmla="*/ 107 w 126"/>
                                    <a:gd name="T7" fmla="*/ 114 h 140"/>
                                    <a:gd name="T8" fmla="*/ 107 w 126"/>
                                    <a:gd name="T9" fmla="*/ 118 h 140"/>
                                    <a:gd name="T10" fmla="*/ 104 w 126"/>
                                    <a:gd name="T11" fmla="*/ 121 h 140"/>
                                    <a:gd name="T12" fmla="*/ 104 w 126"/>
                                    <a:gd name="T13" fmla="*/ 123 h 140"/>
                                    <a:gd name="T14" fmla="*/ 101 w 126"/>
                                    <a:gd name="T15" fmla="*/ 123 h 140"/>
                                    <a:gd name="T16" fmla="*/ 101 w 126"/>
                                    <a:gd name="T17" fmla="*/ 127 h 140"/>
                                    <a:gd name="T18" fmla="*/ 97 w 126"/>
                                    <a:gd name="T19" fmla="*/ 127 h 140"/>
                                    <a:gd name="T20" fmla="*/ 94 w 126"/>
                                    <a:gd name="T21" fmla="*/ 130 h 140"/>
                                    <a:gd name="T22" fmla="*/ 91 w 126"/>
                                    <a:gd name="T23" fmla="*/ 133 h 140"/>
                                    <a:gd name="T24" fmla="*/ 89 w 126"/>
                                    <a:gd name="T25" fmla="*/ 133 h 140"/>
                                    <a:gd name="T26" fmla="*/ 82 w 126"/>
                                    <a:gd name="T27" fmla="*/ 136 h 140"/>
                                    <a:gd name="T28" fmla="*/ 79 w 126"/>
                                    <a:gd name="T29" fmla="*/ 136 h 140"/>
                                    <a:gd name="T30" fmla="*/ 76 w 126"/>
                                    <a:gd name="T31" fmla="*/ 136 h 140"/>
                                    <a:gd name="T32" fmla="*/ 54 w 126"/>
                                    <a:gd name="T33" fmla="*/ 140 h 140"/>
                                    <a:gd name="T34" fmla="*/ 47 w 126"/>
                                    <a:gd name="T35" fmla="*/ 136 h 140"/>
                                    <a:gd name="T36" fmla="*/ 42 w 126"/>
                                    <a:gd name="T37" fmla="*/ 136 h 140"/>
                                    <a:gd name="T38" fmla="*/ 38 w 126"/>
                                    <a:gd name="T39" fmla="*/ 133 h 140"/>
                                    <a:gd name="T40" fmla="*/ 35 w 126"/>
                                    <a:gd name="T41" fmla="*/ 133 h 140"/>
                                    <a:gd name="T42" fmla="*/ 32 w 126"/>
                                    <a:gd name="T43" fmla="*/ 130 h 140"/>
                                    <a:gd name="T44" fmla="*/ 25 w 126"/>
                                    <a:gd name="T45" fmla="*/ 130 h 140"/>
                                    <a:gd name="T46" fmla="*/ 22 w 126"/>
                                    <a:gd name="T47" fmla="*/ 127 h 140"/>
                                    <a:gd name="T48" fmla="*/ 22 w 126"/>
                                    <a:gd name="T49" fmla="*/ 123 h 140"/>
                                    <a:gd name="T50" fmla="*/ 19 w 126"/>
                                    <a:gd name="T51" fmla="*/ 123 h 140"/>
                                    <a:gd name="T52" fmla="*/ 19 w 126"/>
                                    <a:gd name="T53" fmla="*/ 121 h 140"/>
                                    <a:gd name="T54" fmla="*/ 17 w 126"/>
                                    <a:gd name="T55" fmla="*/ 118 h 140"/>
                                    <a:gd name="T56" fmla="*/ 13 w 126"/>
                                    <a:gd name="T57" fmla="*/ 118 h 140"/>
                                    <a:gd name="T58" fmla="*/ 13 w 126"/>
                                    <a:gd name="T59" fmla="*/ 114 h 140"/>
                                    <a:gd name="T60" fmla="*/ 10 w 126"/>
                                    <a:gd name="T61" fmla="*/ 108 h 140"/>
                                    <a:gd name="T62" fmla="*/ 10 w 126"/>
                                    <a:gd name="T63" fmla="*/ 106 h 140"/>
                                    <a:gd name="T64" fmla="*/ 10 w 126"/>
                                    <a:gd name="T65" fmla="*/ 9 h 140"/>
                                    <a:gd name="T66" fmla="*/ 7 w 126"/>
                                    <a:gd name="T67" fmla="*/ 9 h 140"/>
                                    <a:gd name="T68" fmla="*/ 7 w 126"/>
                                    <a:gd name="T69" fmla="*/ 6 h 140"/>
                                    <a:gd name="T70" fmla="*/ 50 w 126"/>
                                    <a:gd name="T71" fmla="*/ 0 h 140"/>
                                    <a:gd name="T72" fmla="*/ 47 w 126"/>
                                    <a:gd name="T73" fmla="*/ 6 h 140"/>
                                    <a:gd name="T74" fmla="*/ 44 w 126"/>
                                    <a:gd name="T75" fmla="*/ 9 h 140"/>
                                    <a:gd name="T76" fmla="*/ 44 w 126"/>
                                    <a:gd name="T77" fmla="*/ 102 h 140"/>
                                    <a:gd name="T78" fmla="*/ 44 w 126"/>
                                    <a:gd name="T79" fmla="*/ 102 h 140"/>
                                    <a:gd name="T80" fmla="*/ 47 w 126"/>
                                    <a:gd name="T81" fmla="*/ 106 h 140"/>
                                    <a:gd name="T82" fmla="*/ 50 w 126"/>
                                    <a:gd name="T83" fmla="*/ 111 h 140"/>
                                    <a:gd name="T84" fmla="*/ 54 w 126"/>
                                    <a:gd name="T85" fmla="*/ 111 h 140"/>
                                    <a:gd name="T86" fmla="*/ 57 w 126"/>
                                    <a:gd name="T87" fmla="*/ 114 h 140"/>
                                    <a:gd name="T88" fmla="*/ 60 w 126"/>
                                    <a:gd name="T89" fmla="*/ 114 h 140"/>
                                    <a:gd name="T90" fmla="*/ 72 w 126"/>
                                    <a:gd name="T91" fmla="*/ 114 h 140"/>
                                    <a:gd name="T92" fmla="*/ 79 w 126"/>
                                    <a:gd name="T93" fmla="*/ 114 h 140"/>
                                    <a:gd name="T94" fmla="*/ 79 w 126"/>
                                    <a:gd name="T95" fmla="*/ 114 h 140"/>
                                    <a:gd name="T96" fmla="*/ 82 w 126"/>
                                    <a:gd name="T97" fmla="*/ 111 h 140"/>
                                    <a:gd name="T98" fmla="*/ 85 w 126"/>
                                    <a:gd name="T99" fmla="*/ 111 h 140"/>
                                    <a:gd name="T100" fmla="*/ 89 w 126"/>
                                    <a:gd name="T101" fmla="*/ 106 h 140"/>
                                    <a:gd name="T102" fmla="*/ 91 w 126"/>
                                    <a:gd name="T103" fmla="*/ 106 h 140"/>
                                    <a:gd name="T104" fmla="*/ 91 w 126"/>
                                    <a:gd name="T105" fmla="*/ 102 h 140"/>
                                    <a:gd name="T106" fmla="*/ 91 w 126"/>
                                    <a:gd name="T107" fmla="*/ 12 h 140"/>
                                    <a:gd name="T108" fmla="*/ 91 w 126"/>
                                    <a:gd name="T109" fmla="*/ 9 h 140"/>
                                    <a:gd name="T110" fmla="*/ 91 w 126"/>
                                    <a:gd name="T111" fmla="*/ 6 h 140"/>
                                    <a:gd name="T112" fmla="*/ 82 w 126"/>
                                    <a:gd name="T113" fmla="*/ 6 h 140"/>
                                    <a:gd name="T114" fmla="*/ 126 w 126"/>
                                    <a:gd name="T115" fmla="*/ 6 h 140"/>
                                    <a:gd name="T116" fmla="*/ 116 w 126"/>
                                    <a:gd name="T117" fmla="*/ 6 h 140"/>
                                    <a:gd name="T118" fmla="*/ 116 w 126"/>
                                    <a:gd name="T119" fmla="*/ 9 h 140"/>
                                    <a:gd name="T120" fmla="*/ 113 w 126"/>
                                    <a:gd name="T121" fmla="*/ 12 h 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26" h="140">
                                      <a:moveTo>
                                        <a:pt x="113" y="99"/>
                                      </a:moveTo>
                                      <a:lnTo>
                                        <a:pt x="113" y="106"/>
                                      </a:lnTo>
                                      <a:lnTo>
                                        <a:pt x="113" y="106"/>
                                      </a:lnTo>
                                      <a:lnTo>
                                        <a:pt x="113" y="108"/>
                                      </a:lnTo>
                                      <a:lnTo>
                                        <a:pt x="111" y="108"/>
                                      </a:lnTo>
                                      <a:lnTo>
                                        <a:pt x="111" y="111"/>
                                      </a:lnTo>
                                      <a:lnTo>
                                        <a:pt x="111" y="111"/>
                                      </a:lnTo>
                                      <a:lnTo>
                                        <a:pt x="111" y="111"/>
                                      </a:lnTo>
                                      <a:lnTo>
                                        <a:pt x="111" y="114"/>
                                      </a:lnTo>
                                      <a:lnTo>
                                        <a:pt x="111" y="114"/>
                                      </a:lnTo>
                                      <a:lnTo>
                                        <a:pt x="111" y="114"/>
                                      </a:lnTo>
                                      <a:lnTo>
                                        <a:pt x="107" y="114"/>
                                      </a:lnTo>
                                      <a:lnTo>
                                        <a:pt x="107" y="118"/>
                                      </a:lnTo>
                                      <a:lnTo>
                                        <a:pt x="107" y="118"/>
                                      </a:lnTo>
                                      <a:lnTo>
                                        <a:pt x="107" y="118"/>
                                      </a:lnTo>
                                      <a:lnTo>
                                        <a:pt x="107" y="118"/>
                                      </a:lnTo>
                                      <a:lnTo>
                                        <a:pt x="107" y="118"/>
                                      </a:lnTo>
                                      <a:lnTo>
                                        <a:pt x="104" y="121"/>
                                      </a:lnTo>
                                      <a:lnTo>
                                        <a:pt x="104" y="121"/>
                                      </a:lnTo>
                                      <a:lnTo>
                                        <a:pt x="104" y="121"/>
                                      </a:lnTo>
                                      <a:lnTo>
                                        <a:pt x="104" y="123"/>
                                      </a:lnTo>
                                      <a:lnTo>
                                        <a:pt x="104" y="123"/>
                                      </a:lnTo>
                                      <a:lnTo>
                                        <a:pt x="101" y="123"/>
                                      </a:lnTo>
                                      <a:lnTo>
                                        <a:pt x="101" y="123"/>
                                      </a:lnTo>
                                      <a:lnTo>
                                        <a:pt x="101" y="123"/>
                                      </a:lnTo>
                                      <a:lnTo>
                                        <a:pt x="101" y="127"/>
                                      </a:lnTo>
                                      <a:lnTo>
                                        <a:pt x="101" y="127"/>
                                      </a:lnTo>
                                      <a:lnTo>
                                        <a:pt x="101" y="127"/>
                                      </a:lnTo>
                                      <a:lnTo>
                                        <a:pt x="97" y="127"/>
                                      </a:lnTo>
                                      <a:lnTo>
                                        <a:pt x="97" y="127"/>
                                      </a:lnTo>
                                      <a:lnTo>
                                        <a:pt x="97" y="127"/>
                                      </a:lnTo>
                                      <a:lnTo>
                                        <a:pt x="97" y="130"/>
                                      </a:lnTo>
                                      <a:lnTo>
                                        <a:pt x="94" y="130"/>
                                      </a:lnTo>
                                      <a:lnTo>
                                        <a:pt x="94" y="130"/>
                                      </a:lnTo>
                                      <a:lnTo>
                                        <a:pt x="91" y="130"/>
                                      </a:lnTo>
                                      <a:lnTo>
                                        <a:pt x="91" y="133"/>
                                      </a:lnTo>
                                      <a:lnTo>
                                        <a:pt x="89" y="133"/>
                                      </a:lnTo>
                                      <a:lnTo>
                                        <a:pt x="89" y="133"/>
                                      </a:lnTo>
                                      <a:lnTo>
                                        <a:pt x="89" y="133"/>
                                      </a:lnTo>
                                      <a:lnTo>
                                        <a:pt x="85" y="133"/>
                                      </a:lnTo>
                                      <a:lnTo>
                                        <a:pt x="85" y="133"/>
                                      </a:lnTo>
                                      <a:lnTo>
                                        <a:pt x="82" y="136"/>
                                      </a:lnTo>
                                      <a:lnTo>
                                        <a:pt x="82" y="136"/>
                                      </a:lnTo>
                                      <a:lnTo>
                                        <a:pt x="82" y="136"/>
                                      </a:lnTo>
                                      <a:lnTo>
                                        <a:pt x="79" y="136"/>
                                      </a:lnTo>
                                      <a:lnTo>
                                        <a:pt x="79" y="136"/>
                                      </a:lnTo>
                                      <a:lnTo>
                                        <a:pt x="76" y="136"/>
                                      </a:lnTo>
                                      <a:lnTo>
                                        <a:pt x="76" y="136"/>
                                      </a:lnTo>
                                      <a:lnTo>
                                        <a:pt x="69" y="136"/>
                                      </a:lnTo>
                                      <a:lnTo>
                                        <a:pt x="69" y="140"/>
                                      </a:lnTo>
                                      <a:lnTo>
                                        <a:pt x="54" y="140"/>
                                      </a:lnTo>
                                      <a:lnTo>
                                        <a:pt x="54" y="136"/>
                                      </a:lnTo>
                                      <a:lnTo>
                                        <a:pt x="47" y="136"/>
                                      </a:lnTo>
                                      <a:lnTo>
                                        <a:pt x="47" y="136"/>
                                      </a:lnTo>
                                      <a:lnTo>
                                        <a:pt x="44" y="136"/>
                                      </a:lnTo>
                                      <a:lnTo>
                                        <a:pt x="42" y="136"/>
                                      </a:lnTo>
                                      <a:lnTo>
                                        <a:pt x="42" y="136"/>
                                      </a:lnTo>
                                      <a:lnTo>
                                        <a:pt x="42" y="136"/>
                                      </a:lnTo>
                                      <a:lnTo>
                                        <a:pt x="38" y="136"/>
                                      </a:lnTo>
                                      <a:lnTo>
                                        <a:pt x="38" y="133"/>
                                      </a:lnTo>
                                      <a:lnTo>
                                        <a:pt x="38" y="133"/>
                                      </a:lnTo>
                                      <a:lnTo>
                                        <a:pt x="35" y="133"/>
                                      </a:lnTo>
                                      <a:lnTo>
                                        <a:pt x="35" y="133"/>
                                      </a:lnTo>
                                      <a:lnTo>
                                        <a:pt x="35" y="133"/>
                                      </a:lnTo>
                                      <a:lnTo>
                                        <a:pt x="32" y="133"/>
                                      </a:lnTo>
                                      <a:lnTo>
                                        <a:pt x="32" y="130"/>
                                      </a:lnTo>
                                      <a:lnTo>
                                        <a:pt x="29" y="130"/>
                                      </a:lnTo>
                                      <a:lnTo>
                                        <a:pt x="29" y="130"/>
                                      </a:lnTo>
                                      <a:lnTo>
                                        <a:pt x="25" y="130"/>
                                      </a:lnTo>
                                      <a:lnTo>
                                        <a:pt x="25" y="127"/>
                                      </a:lnTo>
                                      <a:lnTo>
                                        <a:pt x="25" y="127"/>
                                      </a:lnTo>
                                      <a:lnTo>
                                        <a:pt x="22" y="127"/>
                                      </a:lnTo>
                                      <a:lnTo>
                                        <a:pt x="22" y="127"/>
                                      </a:lnTo>
                                      <a:lnTo>
                                        <a:pt x="22" y="123"/>
                                      </a:lnTo>
                                      <a:lnTo>
                                        <a:pt x="22" y="123"/>
                                      </a:lnTo>
                                      <a:lnTo>
                                        <a:pt x="22" y="123"/>
                                      </a:lnTo>
                                      <a:lnTo>
                                        <a:pt x="19" y="123"/>
                                      </a:lnTo>
                                      <a:lnTo>
                                        <a:pt x="19" y="123"/>
                                      </a:lnTo>
                                      <a:lnTo>
                                        <a:pt x="19" y="121"/>
                                      </a:lnTo>
                                      <a:lnTo>
                                        <a:pt x="19" y="121"/>
                                      </a:lnTo>
                                      <a:lnTo>
                                        <a:pt x="19" y="121"/>
                                      </a:lnTo>
                                      <a:lnTo>
                                        <a:pt x="17" y="118"/>
                                      </a:lnTo>
                                      <a:lnTo>
                                        <a:pt x="17" y="118"/>
                                      </a:lnTo>
                                      <a:lnTo>
                                        <a:pt x="17" y="118"/>
                                      </a:lnTo>
                                      <a:lnTo>
                                        <a:pt x="17" y="118"/>
                                      </a:lnTo>
                                      <a:lnTo>
                                        <a:pt x="13" y="118"/>
                                      </a:lnTo>
                                      <a:lnTo>
                                        <a:pt x="13" y="118"/>
                                      </a:lnTo>
                                      <a:lnTo>
                                        <a:pt x="13" y="114"/>
                                      </a:lnTo>
                                      <a:lnTo>
                                        <a:pt x="13" y="114"/>
                                      </a:lnTo>
                                      <a:lnTo>
                                        <a:pt x="13" y="114"/>
                                      </a:lnTo>
                                      <a:lnTo>
                                        <a:pt x="13" y="114"/>
                                      </a:lnTo>
                                      <a:lnTo>
                                        <a:pt x="10" y="111"/>
                                      </a:lnTo>
                                      <a:lnTo>
                                        <a:pt x="10" y="108"/>
                                      </a:lnTo>
                                      <a:lnTo>
                                        <a:pt x="10" y="108"/>
                                      </a:lnTo>
                                      <a:lnTo>
                                        <a:pt x="10" y="106"/>
                                      </a:lnTo>
                                      <a:lnTo>
                                        <a:pt x="10" y="106"/>
                                      </a:lnTo>
                                      <a:lnTo>
                                        <a:pt x="10" y="12"/>
                                      </a:lnTo>
                                      <a:lnTo>
                                        <a:pt x="10" y="12"/>
                                      </a:lnTo>
                                      <a:lnTo>
                                        <a:pt x="10" y="9"/>
                                      </a:lnTo>
                                      <a:lnTo>
                                        <a:pt x="7" y="9"/>
                                      </a:lnTo>
                                      <a:lnTo>
                                        <a:pt x="7" y="9"/>
                                      </a:lnTo>
                                      <a:lnTo>
                                        <a:pt x="7" y="9"/>
                                      </a:lnTo>
                                      <a:lnTo>
                                        <a:pt x="7" y="6"/>
                                      </a:lnTo>
                                      <a:lnTo>
                                        <a:pt x="7" y="6"/>
                                      </a:lnTo>
                                      <a:lnTo>
                                        <a:pt x="7" y="6"/>
                                      </a:lnTo>
                                      <a:lnTo>
                                        <a:pt x="0" y="6"/>
                                      </a:lnTo>
                                      <a:lnTo>
                                        <a:pt x="0" y="0"/>
                                      </a:lnTo>
                                      <a:lnTo>
                                        <a:pt x="50" y="0"/>
                                      </a:lnTo>
                                      <a:lnTo>
                                        <a:pt x="50" y="6"/>
                                      </a:lnTo>
                                      <a:lnTo>
                                        <a:pt x="47" y="6"/>
                                      </a:lnTo>
                                      <a:lnTo>
                                        <a:pt x="47" y="6"/>
                                      </a:lnTo>
                                      <a:lnTo>
                                        <a:pt x="44" y="6"/>
                                      </a:lnTo>
                                      <a:lnTo>
                                        <a:pt x="44" y="9"/>
                                      </a:lnTo>
                                      <a:lnTo>
                                        <a:pt x="44" y="9"/>
                                      </a:lnTo>
                                      <a:lnTo>
                                        <a:pt x="44" y="9"/>
                                      </a:lnTo>
                                      <a:lnTo>
                                        <a:pt x="44" y="9"/>
                                      </a:lnTo>
                                      <a:lnTo>
                                        <a:pt x="44" y="102"/>
                                      </a:lnTo>
                                      <a:lnTo>
                                        <a:pt x="44" y="102"/>
                                      </a:lnTo>
                                      <a:lnTo>
                                        <a:pt x="44" y="102"/>
                                      </a:lnTo>
                                      <a:lnTo>
                                        <a:pt x="44" y="102"/>
                                      </a:lnTo>
                                      <a:lnTo>
                                        <a:pt x="44" y="106"/>
                                      </a:lnTo>
                                      <a:lnTo>
                                        <a:pt x="47" y="106"/>
                                      </a:lnTo>
                                      <a:lnTo>
                                        <a:pt x="47" y="106"/>
                                      </a:lnTo>
                                      <a:lnTo>
                                        <a:pt x="47" y="106"/>
                                      </a:lnTo>
                                      <a:lnTo>
                                        <a:pt x="47" y="108"/>
                                      </a:lnTo>
                                      <a:lnTo>
                                        <a:pt x="50" y="111"/>
                                      </a:lnTo>
                                      <a:lnTo>
                                        <a:pt x="50" y="111"/>
                                      </a:lnTo>
                                      <a:lnTo>
                                        <a:pt x="50" y="111"/>
                                      </a:lnTo>
                                      <a:lnTo>
                                        <a:pt x="54" y="111"/>
                                      </a:lnTo>
                                      <a:lnTo>
                                        <a:pt x="54" y="111"/>
                                      </a:lnTo>
                                      <a:lnTo>
                                        <a:pt x="54" y="114"/>
                                      </a:lnTo>
                                      <a:lnTo>
                                        <a:pt x="57" y="114"/>
                                      </a:lnTo>
                                      <a:lnTo>
                                        <a:pt x="57" y="114"/>
                                      </a:lnTo>
                                      <a:lnTo>
                                        <a:pt x="57" y="114"/>
                                      </a:lnTo>
                                      <a:lnTo>
                                        <a:pt x="60" y="114"/>
                                      </a:lnTo>
                                      <a:lnTo>
                                        <a:pt x="64" y="114"/>
                                      </a:lnTo>
                                      <a:lnTo>
                                        <a:pt x="64" y="114"/>
                                      </a:lnTo>
                                      <a:lnTo>
                                        <a:pt x="72" y="114"/>
                                      </a:lnTo>
                                      <a:lnTo>
                                        <a:pt x="72" y="114"/>
                                      </a:lnTo>
                                      <a:lnTo>
                                        <a:pt x="79" y="114"/>
                                      </a:lnTo>
                                      <a:lnTo>
                                        <a:pt x="79" y="114"/>
                                      </a:lnTo>
                                      <a:lnTo>
                                        <a:pt x="79" y="114"/>
                                      </a:lnTo>
                                      <a:lnTo>
                                        <a:pt x="79" y="114"/>
                                      </a:lnTo>
                                      <a:lnTo>
                                        <a:pt x="79" y="114"/>
                                      </a:lnTo>
                                      <a:lnTo>
                                        <a:pt x="82" y="111"/>
                                      </a:lnTo>
                                      <a:lnTo>
                                        <a:pt x="82" y="111"/>
                                      </a:lnTo>
                                      <a:lnTo>
                                        <a:pt x="82" y="111"/>
                                      </a:lnTo>
                                      <a:lnTo>
                                        <a:pt x="85" y="111"/>
                                      </a:lnTo>
                                      <a:lnTo>
                                        <a:pt x="85" y="111"/>
                                      </a:lnTo>
                                      <a:lnTo>
                                        <a:pt x="85" y="111"/>
                                      </a:lnTo>
                                      <a:lnTo>
                                        <a:pt x="89" y="108"/>
                                      </a:lnTo>
                                      <a:lnTo>
                                        <a:pt x="89" y="106"/>
                                      </a:lnTo>
                                      <a:lnTo>
                                        <a:pt x="89" y="106"/>
                                      </a:lnTo>
                                      <a:lnTo>
                                        <a:pt x="89" y="106"/>
                                      </a:lnTo>
                                      <a:lnTo>
                                        <a:pt x="91" y="106"/>
                                      </a:lnTo>
                                      <a:lnTo>
                                        <a:pt x="91" y="106"/>
                                      </a:lnTo>
                                      <a:lnTo>
                                        <a:pt x="91" y="106"/>
                                      </a:lnTo>
                                      <a:lnTo>
                                        <a:pt x="91" y="102"/>
                                      </a:lnTo>
                                      <a:lnTo>
                                        <a:pt x="91" y="102"/>
                                      </a:lnTo>
                                      <a:lnTo>
                                        <a:pt x="91" y="99"/>
                                      </a:lnTo>
                                      <a:lnTo>
                                        <a:pt x="91" y="99"/>
                                      </a:lnTo>
                                      <a:lnTo>
                                        <a:pt x="91" y="12"/>
                                      </a:lnTo>
                                      <a:lnTo>
                                        <a:pt x="91" y="12"/>
                                      </a:lnTo>
                                      <a:lnTo>
                                        <a:pt x="91" y="9"/>
                                      </a:lnTo>
                                      <a:lnTo>
                                        <a:pt x="91" y="9"/>
                                      </a:lnTo>
                                      <a:lnTo>
                                        <a:pt x="91" y="9"/>
                                      </a:lnTo>
                                      <a:lnTo>
                                        <a:pt x="91" y="9"/>
                                      </a:lnTo>
                                      <a:lnTo>
                                        <a:pt x="91" y="6"/>
                                      </a:lnTo>
                                      <a:lnTo>
                                        <a:pt x="89" y="6"/>
                                      </a:lnTo>
                                      <a:lnTo>
                                        <a:pt x="89" y="6"/>
                                      </a:lnTo>
                                      <a:lnTo>
                                        <a:pt x="82" y="6"/>
                                      </a:lnTo>
                                      <a:lnTo>
                                        <a:pt x="82" y="0"/>
                                      </a:lnTo>
                                      <a:lnTo>
                                        <a:pt x="126" y="0"/>
                                      </a:lnTo>
                                      <a:lnTo>
                                        <a:pt x="126" y="6"/>
                                      </a:lnTo>
                                      <a:lnTo>
                                        <a:pt x="116" y="6"/>
                                      </a:lnTo>
                                      <a:lnTo>
                                        <a:pt x="116" y="6"/>
                                      </a:lnTo>
                                      <a:lnTo>
                                        <a:pt x="116" y="6"/>
                                      </a:lnTo>
                                      <a:lnTo>
                                        <a:pt x="116" y="9"/>
                                      </a:lnTo>
                                      <a:lnTo>
                                        <a:pt x="116" y="9"/>
                                      </a:lnTo>
                                      <a:lnTo>
                                        <a:pt x="116" y="9"/>
                                      </a:lnTo>
                                      <a:lnTo>
                                        <a:pt x="113" y="9"/>
                                      </a:lnTo>
                                      <a:lnTo>
                                        <a:pt x="113" y="12"/>
                                      </a:lnTo>
                                      <a:lnTo>
                                        <a:pt x="113" y="12"/>
                                      </a:lnTo>
                                      <a:lnTo>
                                        <a:pt x="113" y="9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4" name="Freeform 22"/>
                              <wps:cNvSpPr>
                                <a:spLocks/>
                              </wps:cNvSpPr>
                              <wps:spPr bwMode="auto">
                                <a:xfrm>
                                  <a:off x="68" y="181"/>
                                  <a:ext cx="65" cy="143"/>
                                </a:xfrm>
                                <a:custGeom>
                                  <a:avLst/>
                                  <a:gdLst>
                                    <a:gd name="T0" fmla="*/ 56 w 65"/>
                                    <a:gd name="T1" fmla="*/ 124 h 143"/>
                                    <a:gd name="T2" fmla="*/ 56 w 65"/>
                                    <a:gd name="T3" fmla="*/ 126 h 143"/>
                                    <a:gd name="T4" fmla="*/ 56 w 65"/>
                                    <a:gd name="T5" fmla="*/ 126 h 143"/>
                                    <a:gd name="T6" fmla="*/ 56 w 65"/>
                                    <a:gd name="T7" fmla="*/ 130 h 143"/>
                                    <a:gd name="T8" fmla="*/ 65 w 65"/>
                                    <a:gd name="T9" fmla="*/ 130 h 143"/>
                                    <a:gd name="T10" fmla="*/ 65 w 65"/>
                                    <a:gd name="T11" fmla="*/ 143 h 143"/>
                                    <a:gd name="T12" fmla="*/ 0 w 65"/>
                                    <a:gd name="T13" fmla="*/ 143 h 143"/>
                                    <a:gd name="T14" fmla="*/ 0 w 65"/>
                                    <a:gd name="T15" fmla="*/ 130 h 143"/>
                                    <a:gd name="T16" fmla="*/ 10 w 65"/>
                                    <a:gd name="T17" fmla="*/ 130 h 143"/>
                                    <a:gd name="T18" fmla="*/ 10 w 65"/>
                                    <a:gd name="T19" fmla="*/ 126 h 143"/>
                                    <a:gd name="T20" fmla="*/ 10 w 65"/>
                                    <a:gd name="T21" fmla="*/ 126 h 143"/>
                                    <a:gd name="T22" fmla="*/ 10 w 65"/>
                                    <a:gd name="T23" fmla="*/ 126 h 143"/>
                                    <a:gd name="T24" fmla="*/ 13 w 65"/>
                                    <a:gd name="T25" fmla="*/ 126 h 143"/>
                                    <a:gd name="T26" fmla="*/ 13 w 65"/>
                                    <a:gd name="T27" fmla="*/ 15 h 143"/>
                                    <a:gd name="T28" fmla="*/ 10 w 65"/>
                                    <a:gd name="T29" fmla="*/ 15 h 143"/>
                                    <a:gd name="T30" fmla="*/ 10 w 65"/>
                                    <a:gd name="T31" fmla="*/ 15 h 143"/>
                                    <a:gd name="T32" fmla="*/ 10 w 65"/>
                                    <a:gd name="T33" fmla="*/ 15 h 143"/>
                                    <a:gd name="T34" fmla="*/ 10 w 65"/>
                                    <a:gd name="T35" fmla="*/ 15 h 143"/>
                                    <a:gd name="T36" fmla="*/ 0 w 65"/>
                                    <a:gd name="T37" fmla="*/ 15 h 143"/>
                                    <a:gd name="T38" fmla="*/ 0 w 65"/>
                                    <a:gd name="T39" fmla="*/ 0 h 143"/>
                                    <a:gd name="T40" fmla="*/ 65 w 65"/>
                                    <a:gd name="T41" fmla="*/ 0 h 143"/>
                                    <a:gd name="T42" fmla="*/ 65 w 65"/>
                                    <a:gd name="T43" fmla="*/ 15 h 143"/>
                                    <a:gd name="T44" fmla="*/ 56 w 65"/>
                                    <a:gd name="T45" fmla="*/ 15 h 143"/>
                                    <a:gd name="T46" fmla="*/ 56 w 65"/>
                                    <a:gd name="T47" fmla="*/ 15 h 143"/>
                                    <a:gd name="T48" fmla="*/ 56 w 65"/>
                                    <a:gd name="T49" fmla="*/ 15 h 143"/>
                                    <a:gd name="T50" fmla="*/ 56 w 65"/>
                                    <a:gd name="T51" fmla="*/ 124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65" h="143">
                                      <a:moveTo>
                                        <a:pt x="56" y="124"/>
                                      </a:moveTo>
                                      <a:lnTo>
                                        <a:pt x="56" y="126"/>
                                      </a:lnTo>
                                      <a:lnTo>
                                        <a:pt x="56" y="126"/>
                                      </a:lnTo>
                                      <a:lnTo>
                                        <a:pt x="56" y="130"/>
                                      </a:lnTo>
                                      <a:lnTo>
                                        <a:pt x="65" y="130"/>
                                      </a:lnTo>
                                      <a:lnTo>
                                        <a:pt x="65" y="143"/>
                                      </a:lnTo>
                                      <a:lnTo>
                                        <a:pt x="0" y="143"/>
                                      </a:lnTo>
                                      <a:lnTo>
                                        <a:pt x="0" y="130"/>
                                      </a:lnTo>
                                      <a:lnTo>
                                        <a:pt x="10" y="130"/>
                                      </a:lnTo>
                                      <a:lnTo>
                                        <a:pt x="10" y="126"/>
                                      </a:lnTo>
                                      <a:lnTo>
                                        <a:pt x="10" y="126"/>
                                      </a:lnTo>
                                      <a:lnTo>
                                        <a:pt x="10" y="126"/>
                                      </a:lnTo>
                                      <a:lnTo>
                                        <a:pt x="13" y="126"/>
                                      </a:lnTo>
                                      <a:lnTo>
                                        <a:pt x="13" y="15"/>
                                      </a:lnTo>
                                      <a:lnTo>
                                        <a:pt x="10" y="15"/>
                                      </a:lnTo>
                                      <a:lnTo>
                                        <a:pt x="10" y="15"/>
                                      </a:lnTo>
                                      <a:lnTo>
                                        <a:pt x="10" y="15"/>
                                      </a:lnTo>
                                      <a:lnTo>
                                        <a:pt x="10" y="15"/>
                                      </a:lnTo>
                                      <a:lnTo>
                                        <a:pt x="0" y="15"/>
                                      </a:lnTo>
                                      <a:lnTo>
                                        <a:pt x="0" y="0"/>
                                      </a:lnTo>
                                      <a:lnTo>
                                        <a:pt x="65" y="0"/>
                                      </a:lnTo>
                                      <a:lnTo>
                                        <a:pt x="65" y="15"/>
                                      </a:lnTo>
                                      <a:lnTo>
                                        <a:pt x="56" y="15"/>
                                      </a:lnTo>
                                      <a:lnTo>
                                        <a:pt x="56" y="15"/>
                                      </a:lnTo>
                                      <a:lnTo>
                                        <a:pt x="56" y="15"/>
                                      </a:lnTo>
                                      <a:lnTo>
                                        <a:pt x="56" y="1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5" name="Freeform 23"/>
                              <wps:cNvSpPr>
                                <a:spLocks/>
                              </wps:cNvSpPr>
                              <wps:spPr bwMode="auto">
                                <a:xfrm>
                                  <a:off x="74" y="184"/>
                                  <a:ext cx="57" cy="136"/>
                                </a:xfrm>
                                <a:custGeom>
                                  <a:avLst/>
                                  <a:gdLst>
                                    <a:gd name="T0" fmla="*/ 44 w 57"/>
                                    <a:gd name="T1" fmla="*/ 123 h 136"/>
                                    <a:gd name="T2" fmla="*/ 44 w 57"/>
                                    <a:gd name="T3" fmla="*/ 123 h 136"/>
                                    <a:gd name="T4" fmla="*/ 47 w 57"/>
                                    <a:gd name="T5" fmla="*/ 123 h 136"/>
                                    <a:gd name="T6" fmla="*/ 47 w 57"/>
                                    <a:gd name="T7" fmla="*/ 127 h 136"/>
                                    <a:gd name="T8" fmla="*/ 47 w 57"/>
                                    <a:gd name="T9" fmla="*/ 127 h 136"/>
                                    <a:gd name="T10" fmla="*/ 47 w 57"/>
                                    <a:gd name="T11" fmla="*/ 127 h 136"/>
                                    <a:gd name="T12" fmla="*/ 47 w 57"/>
                                    <a:gd name="T13" fmla="*/ 127 h 136"/>
                                    <a:gd name="T14" fmla="*/ 47 w 57"/>
                                    <a:gd name="T15" fmla="*/ 127 h 136"/>
                                    <a:gd name="T16" fmla="*/ 47 w 57"/>
                                    <a:gd name="T17" fmla="*/ 127 h 136"/>
                                    <a:gd name="T18" fmla="*/ 47 w 57"/>
                                    <a:gd name="T19" fmla="*/ 130 h 136"/>
                                    <a:gd name="T20" fmla="*/ 50 w 57"/>
                                    <a:gd name="T21" fmla="*/ 130 h 136"/>
                                    <a:gd name="T22" fmla="*/ 50 w 57"/>
                                    <a:gd name="T23" fmla="*/ 130 h 136"/>
                                    <a:gd name="T24" fmla="*/ 57 w 57"/>
                                    <a:gd name="T25" fmla="*/ 130 h 136"/>
                                    <a:gd name="T26" fmla="*/ 57 w 57"/>
                                    <a:gd name="T27" fmla="*/ 136 h 136"/>
                                    <a:gd name="T28" fmla="*/ 0 w 57"/>
                                    <a:gd name="T29" fmla="*/ 136 h 136"/>
                                    <a:gd name="T30" fmla="*/ 0 w 57"/>
                                    <a:gd name="T31" fmla="*/ 130 h 136"/>
                                    <a:gd name="T32" fmla="*/ 4 w 57"/>
                                    <a:gd name="T33" fmla="*/ 130 h 136"/>
                                    <a:gd name="T34" fmla="*/ 4 w 57"/>
                                    <a:gd name="T35" fmla="*/ 130 h 136"/>
                                    <a:gd name="T36" fmla="*/ 7 w 57"/>
                                    <a:gd name="T37" fmla="*/ 130 h 136"/>
                                    <a:gd name="T38" fmla="*/ 7 w 57"/>
                                    <a:gd name="T39" fmla="*/ 127 h 136"/>
                                    <a:gd name="T40" fmla="*/ 7 w 57"/>
                                    <a:gd name="T41" fmla="*/ 127 h 136"/>
                                    <a:gd name="T42" fmla="*/ 10 w 57"/>
                                    <a:gd name="T43" fmla="*/ 127 h 136"/>
                                    <a:gd name="T44" fmla="*/ 10 w 57"/>
                                    <a:gd name="T45" fmla="*/ 127 h 136"/>
                                    <a:gd name="T46" fmla="*/ 10 w 57"/>
                                    <a:gd name="T47" fmla="*/ 127 h 136"/>
                                    <a:gd name="T48" fmla="*/ 10 w 57"/>
                                    <a:gd name="T49" fmla="*/ 123 h 136"/>
                                    <a:gd name="T50" fmla="*/ 10 w 57"/>
                                    <a:gd name="T51" fmla="*/ 123 h 136"/>
                                    <a:gd name="T52" fmla="*/ 10 w 57"/>
                                    <a:gd name="T53" fmla="*/ 123 h 136"/>
                                    <a:gd name="T54" fmla="*/ 10 w 57"/>
                                    <a:gd name="T55" fmla="*/ 123 h 136"/>
                                    <a:gd name="T56" fmla="*/ 10 w 57"/>
                                    <a:gd name="T57" fmla="*/ 12 h 136"/>
                                    <a:gd name="T58" fmla="*/ 10 w 57"/>
                                    <a:gd name="T59" fmla="*/ 12 h 136"/>
                                    <a:gd name="T60" fmla="*/ 10 w 57"/>
                                    <a:gd name="T61" fmla="*/ 9 h 136"/>
                                    <a:gd name="T62" fmla="*/ 10 w 57"/>
                                    <a:gd name="T63" fmla="*/ 9 h 136"/>
                                    <a:gd name="T64" fmla="*/ 10 w 57"/>
                                    <a:gd name="T65" fmla="*/ 9 h 136"/>
                                    <a:gd name="T66" fmla="*/ 7 w 57"/>
                                    <a:gd name="T67" fmla="*/ 9 h 136"/>
                                    <a:gd name="T68" fmla="*/ 7 w 57"/>
                                    <a:gd name="T69" fmla="*/ 6 h 136"/>
                                    <a:gd name="T70" fmla="*/ 7 w 57"/>
                                    <a:gd name="T71" fmla="*/ 6 h 136"/>
                                    <a:gd name="T72" fmla="*/ 7 w 57"/>
                                    <a:gd name="T73" fmla="*/ 6 h 136"/>
                                    <a:gd name="T74" fmla="*/ 0 w 57"/>
                                    <a:gd name="T75" fmla="*/ 6 h 136"/>
                                    <a:gd name="T76" fmla="*/ 0 w 57"/>
                                    <a:gd name="T77" fmla="*/ 0 h 136"/>
                                    <a:gd name="T78" fmla="*/ 57 w 57"/>
                                    <a:gd name="T79" fmla="*/ 0 h 136"/>
                                    <a:gd name="T80" fmla="*/ 57 w 57"/>
                                    <a:gd name="T81" fmla="*/ 6 h 136"/>
                                    <a:gd name="T82" fmla="*/ 47 w 57"/>
                                    <a:gd name="T83" fmla="*/ 6 h 136"/>
                                    <a:gd name="T84" fmla="*/ 47 w 57"/>
                                    <a:gd name="T85" fmla="*/ 6 h 136"/>
                                    <a:gd name="T86" fmla="*/ 47 w 57"/>
                                    <a:gd name="T87" fmla="*/ 6 h 136"/>
                                    <a:gd name="T88" fmla="*/ 47 w 57"/>
                                    <a:gd name="T89" fmla="*/ 9 h 136"/>
                                    <a:gd name="T90" fmla="*/ 47 w 57"/>
                                    <a:gd name="T91" fmla="*/ 9 h 136"/>
                                    <a:gd name="T92" fmla="*/ 47 w 57"/>
                                    <a:gd name="T93" fmla="*/ 9 h 136"/>
                                    <a:gd name="T94" fmla="*/ 47 w 57"/>
                                    <a:gd name="T95" fmla="*/ 9 h 136"/>
                                    <a:gd name="T96" fmla="*/ 47 w 57"/>
                                    <a:gd name="T97" fmla="*/ 12 h 136"/>
                                    <a:gd name="T98" fmla="*/ 44 w 57"/>
                                    <a:gd name="T99" fmla="*/ 12 h 136"/>
                                    <a:gd name="T100" fmla="*/ 44 w 57"/>
                                    <a:gd name="T101" fmla="*/ 123 h 136"/>
                                    <a:gd name="T102" fmla="*/ 44 w 57"/>
                                    <a:gd name="T103" fmla="*/ 123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57" h="136">
                                      <a:moveTo>
                                        <a:pt x="44" y="123"/>
                                      </a:moveTo>
                                      <a:lnTo>
                                        <a:pt x="44" y="123"/>
                                      </a:lnTo>
                                      <a:lnTo>
                                        <a:pt x="47" y="123"/>
                                      </a:lnTo>
                                      <a:lnTo>
                                        <a:pt x="47" y="127"/>
                                      </a:lnTo>
                                      <a:lnTo>
                                        <a:pt x="47" y="127"/>
                                      </a:lnTo>
                                      <a:lnTo>
                                        <a:pt x="47" y="127"/>
                                      </a:lnTo>
                                      <a:lnTo>
                                        <a:pt x="47" y="127"/>
                                      </a:lnTo>
                                      <a:lnTo>
                                        <a:pt x="47" y="127"/>
                                      </a:lnTo>
                                      <a:lnTo>
                                        <a:pt x="47" y="127"/>
                                      </a:lnTo>
                                      <a:lnTo>
                                        <a:pt x="47" y="130"/>
                                      </a:lnTo>
                                      <a:lnTo>
                                        <a:pt x="50" y="130"/>
                                      </a:lnTo>
                                      <a:lnTo>
                                        <a:pt x="50" y="130"/>
                                      </a:lnTo>
                                      <a:lnTo>
                                        <a:pt x="57" y="130"/>
                                      </a:lnTo>
                                      <a:lnTo>
                                        <a:pt x="57" y="136"/>
                                      </a:lnTo>
                                      <a:lnTo>
                                        <a:pt x="0" y="136"/>
                                      </a:lnTo>
                                      <a:lnTo>
                                        <a:pt x="0" y="130"/>
                                      </a:lnTo>
                                      <a:lnTo>
                                        <a:pt x="4" y="130"/>
                                      </a:lnTo>
                                      <a:lnTo>
                                        <a:pt x="4" y="130"/>
                                      </a:lnTo>
                                      <a:lnTo>
                                        <a:pt x="7" y="130"/>
                                      </a:lnTo>
                                      <a:lnTo>
                                        <a:pt x="7" y="127"/>
                                      </a:lnTo>
                                      <a:lnTo>
                                        <a:pt x="7" y="127"/>
                                      </a:lnTo>
                                      <a:lnTo>
                                        <a:pt x="10" y="127"/>
                                      </a:lnTo>
                                      <a:lnTo>
                                        <a:pt x="10" y="127"/>
                                      </a:lnTo>
                                      <a:lnTo>
                                        <a:pt x="10" y="127"/>
                                      </a:lnTo>
                                      <a:lnTo>
                                        <a:pt x="10" y="123"/>
                                      </a:lnTo>
                                      <a:lnTo>
                                        <a:pt x="10" y="123"/>
                                      </a:lnTo>
                                      <a:lnTo>
                                        <a:pt x="10" y="123"/>
                                      </a:lnTo>
                                      <a:lnTo>
                                        <a:pt x="10" y="123"/>
                                      </a:lnTo>
                                      <a:lnTo>
                                        <a:pt x="10" y="12"/>
                                      </a:lnTo>
                                      <a:lnTo>
                                        <a:pt x="10" y="12"/>
                                      </a:lnTo>
                                      <a:lnTo>
                                        <a:pt x="10" y="9"/>
                                      </a:lnTo>
                                      <a:lnTo>
                                        <a:pt x="10" y="9"/>
                                      </a:lnTo>
                                      <a:lnTo>
                                        <a:pt x="10" y="9"/>
                                      </a:lnTo>
                                      <a:lnTo>
                                        <a:pt x="7" y="9"/>
                                      </a:lnTo>
                                      <a:lnTo>
                                        <a:pt x="7" y="6"/>
                                      </a:lnTo>
                                      <a:lnTo>
                                        <a:pt x="7" y="6"/>
                                      </a:lnTo>
                                      <a:lnTo>
                                        <a:pt x="7" y="6"/>
                                      </a:lnTo>
                                      <a:lnTo>
                                        <a:pt x="0" y="6"/>
                                      </a:lnTo>
                                      <a:lnTo>
                                        <a:pt x="0" y="0"/>
                                      </a:lnTo>
                                      <a:lnTo>
                                        <a:pt x="57" y="0"/>
                                      </a:lnTo>
                                      <a:lnTo>
                                        <a:pt x="57" y="6"/>
                                      </a:lnTo>
                                      <a:lnTo>
                                        <a:pt x="47" y="6"/>
                                      </a:lnTo>
                                      <a:lnTo>
                                        <a:pt x="47" y="6"/>
                                      </a:lnTo>
                                      <a:lnTo>
                                        <a:pt x="47" y="6"/>
                                      </a:lnTo>
                                      <a:lnTo>
                                        <a:pt x="47" y="9"/>
                                      </a:lnTo>
                                      <a:lnTo>
                                        <a:pt x="47" y="9"/>
                                      </a:lnTo>
                                      <a:lnTo>
                                        <a:pt x="47" y="9"/>
                                      </a:lnTo>
                                      <a:lnTo>
                                        <a:pt x="47" y="9"/>
                                      </a:lnTo>
                                      <a:lnTo>
                                        <a:pt x="47" y="12"/>
                                      </a:lnTo>
                                      <a:lnTo>
                                        <a:pt x="44" y="12"/>
                                      </a:lnTo>
                                      <a:lnTo>
                                        <a:pt x="44" y="123"/>
                                      </a:lnTo>
                                      <a:lnTo>
                                        <a:pt x="44" y="12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6" name="Freeform 24"/>
                              <wps:cNvSpPr>
                                <a:spLocks/>
                              </wps:cNvSpPr>
                              <wps:spPr bwMode="auto">
                                <a:xfrm>
                                  <a:off x="146" y="181"/>
                                  <a:ext cx="118" cy="143"/>
                                </a:xfrm>
                                <a:custGeom>
                                  <a:avLst/>
                                  <a:gdLst>
                                    <a:gd name="T0" fmla="*/ 87 w 118"/>
                                    <a:gd name="T1" fmla="*/ 130 h 143"/>
                                    <a:gd name="T2" fmla="*/ 29 w 118"/>
                                    <a:gd name="T3" fmla="*/ 143 h 143"/>
                                    <a:gd name="T4" fmla="*/ 34 w 118"/>
                                    <a:gd name="T5" fmla="*/ 130 h 143"/>
                                    <a:gd name="T6" fmla="*/ 34 w 118"/>
                                    <a:gd name="T7" fmla="*/ 126 h 143"/>
                                    <a:gd name="T8" fmla="*/ 37 w 118"/>
                                    <a:gd name="T9" fmla="*/ 126 h 143"/>
                                    <a:gd name="T10" fmla="*/ 29 w 118"/>
                                    <a:gd name="T11" fmla="*/ 27 h 143"/>
                                    <a:gd name="T12" fmla="*/ 25 w 118"/>
                                    <a:gd name="T13" fmla="*/ 27 h 143"/>
                                    <a:gd name="T14" fmla="*/ 22 w 118"/>
                                    <a:gd name="T15" fmla="*/ 31 h 143"/>
                                    <a:gd name="T16" fmla="*/ 19 w 118"/>
                                    <a:gd name="T17" fmla="*/ 31 h 143"/>
                                    <a:gd name="T18" fmla="*/ 19 w 118"/>
                                    <a:gd name="T19" fmla="*/ 31 h 143"/>
                                    <a:gd name="T20" fmla="*/ 19 w 118"/>
                                    <a:gd name="T21" fmla="*/ 31 h 143"/>
                                    <a:gd name="T22" fmla="*/ 16 w 118"/>
                                    <a:gd name="T23" fmla="*/ 34 h 143"/>
                                    <a:gd name="T24" fmla="*/ 16 w 118"/>
                                    <a:gd name="T25" fmla="*/ 34 h 143"/>
                                    <a:gd name="T26" fmla="*/ 16 w 118"/>
                                    <a:gd name="T27" fmla="*/ 37 h 143"/>
                                    <a:gd name="T28" fmla="*/ 12 w 118"/>
                                    <a:gd name="T29" fmla="*/ 40 h 143"/>
                                    <a:gd name="T30" fmla="*/ 12 w 118"/>
                                    <a:gd name="T31" fmla="*/ 43 h 143"/>
                                    <a:gd name="T32" fmla="*/ 0 w 118"/>
                                    <a:gd name="T33" fmla="*/ 49 h 143"/>
                                    <a:gd name="T34" fmla="*/ 118 w 118"/>
                                    <a:gd name="T35" fmla="*/ 0 h 143"/>
                                    <a:gd name="T36" fmla="*/ 105 w 118"/>
                                    <a:gd name="T37" fmla="*/ 49 h 143"/>
                                    <a:gd name="T38" fmla="*/ 105 w 118"/>
                                    <a:gd name="T39" fmla="*/ 40 h 143"/>
                                    <a:gd name="T40" fmla="*/ 105 w 118"/>
                                    <a:gd name="T41" fmla="*/ 37 h 143"/>
                                    <a:gd name="T42" fmla="*/ 102 w 118"/>
                                    <a:gd name="T43" fmla="*/ 34 h 143"/>
                                    <a:gd name="T44" fmla="*/ 102 w 118"/>
                                    <a:gd name="T45" fmla="*/ 34 h 143"/>
                                    <a:gd name="T46" fmla="*/ 100 w 118"/>
                                    <a:gd name="T47" fmla="*/ 31 h 143"/>
                                    <a:gd name="T48" fmla="*/ 100 w 118"/>
                                    <a:gd name="T49" fmla="*/ 31 h 143"/>
                                    <a:gd name="T50" fmla="*/ 100 w 118"/>
                                    <a:gd name="T51" fmla="*/ 31 h 143"/>
                                    <a:gd name="T52" fmla="*/ 96 w 118"/>
                                    <a:gd name="T53" fmla="*/ 31 h 143"/>
                                    <a:gd name="T54" fmla="*/ 93 w 118"/>
                                    <a:gd name="T55" fmla="*/ 27 h 143"/>
                                    <a:gd name="T56" fmla="*/ 90 w 118"/>
                                    <a:gd name="T57" fmla="*/ 27 h 143"/>
                                    <a:gd name="T58" fmla="*/ 83 w 118"/>
                                    <a:gd name="T59" fmla="*/ 126 h 143"/>
                                    <a:gd name="T60" fmla="*/ 83 w 118"/>
                                    <a:gd name="T61" fmla="*/ 126 h 143"/>
                                    <a:gd name="T62" fmla="*/ 83 w 118"/>
                                    <a:gd name="T63" fmla="*/ 130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18" h="143">
                                      <a:moveTo>
                                        <a:pt x="87" y="130"/>
                                      </a:moveTo>
                                      <a:lnTo>
                                        <a:pt x="87" y="130"/>
                                      </a:lnTo>
                                      <a:lnTo>
                                        <a:pt x="87" y="143"/>
                                      </a:lnTo>
                                      <a:lnTo>
                                        <a:pt x="29" y="143"/>
                                      </a:lnTo>
                                      <a:lnTo>
                                        <a:pt x="29" y="130"/>
                                      </a:lnTo>
                                      <a:lnTo>
                                        <a:pt x="34" y="130"/>
                                      </a:lnTo>
                                      <a:lnTo>
                                        <a:pt x="34" y="126"/>
                                      </a:lnTo>
                                      <a:lnTo>
                                        <a:pt x="34" y="126"/>
                                      </a:lnTo>
                                      <a:lnTo>
                                        <a:pt x="34" y="126"/>
                                      </a:lnTo>
                                      <a:lnTo>
                                        <a:pt x="37" y="126"/>
                                      </a:lnTo>
                                      <a:lnTo>
                                        <a:pt x="37" y="27"/>
                                      </a:lnTo>
                                      <a:lnTo>
                                        <a:pt x="29" y="27"/>
                                      </a:lnTo>
                                      <a:lnTo>
                                        <a:pt x="29" y="27"/>
                                      </a:lnTo>
                                      <a:lnTo>
                                        <a:pt x="25" y="27"/>
                                      </a:lnTo>
                                      <a:lnTo>
                                        <a:pt x="25" y="31"/>
                                      </a:lnTo>
                                      <a:lnTo>
                                        <a:pt x="22" y="31"/>
                                      </a:lnTo>
                                      <a:lnTo>
                                        <a:pt x="22" y="31"/>
                                      </a:lnTo>
                                      <a:lnTo>
                                        <a:pt x="19" y="31"/>
                                      </a:lnTo>
                                      <a:lnTo>
                                        <a:pt x="19" y="31"/>
                                      </a:lnTo>
                                      <a:lnTo>
                                        <a:pt x="19" y="31"/>
                                      </a:lnTo>
                                      <a:lnTo>
                                        <a:pt x="19" y="31"/>
                                      </a:lnTo>
                                      <a:lnTo>
                                        <a:pt x="19" y="31"/>
                                      </a:lnTo>
                                      <a:lnTo>
                                        <a:pt x="16" y="34"/>
                                      </a:lnTo>
                                      <a:lnTo>
                                        <a:pt x="16" y="34"/>
                                      </a:lnTo>
                                      <a:lnTo>
                                        <a:pt x="16" y="34"/>
                                      </a:lnTo>
                                      <a:lnTo>
                                        <a:pt x="16" y="34"/>
                                      </a:lnTo>
                                      <a:lnTo>
                                        <a:pt x="16" y="37"/>
                                      </a:lnTo>
                                      <a:lnTo>
                                        <a:pt x="16" y="37"/>
                                      </a:lnTo>
                                      <a:lnTo>
                                        <a:pt x="16" y="40"/>
                                      </a:lnTo>
                                      <a:lnTo>
                                        <a:pt x="12" y="40"/>
                                      </a:lnTo>
                                      <a:lnTo>
                                        <a:pt x="12" y="40"/>
                                      </a:lnTo>
                                      <a:lnTo>
                                        <a:pt x="12" y="43"/>
                                      </a:lnTo>
                                      <a:lnTo>
                                        <a:pt x="12" y="49"/>
                                      </a:lnTo>
                                      <a:lnTo>
                                        <a:pt x="0" y="49"/>
                                      </a:lnTo>
                                      <a:lnTo>
                                        <a:pt x="0" y="0"/>
                                      </a:lnTo>
                                      <a:lnTo>
                                        <a:pt x="118" y="0"/>
                                      </a:lnTo>
                                      <a:lnTo>
                                        <a:pt x="118" y="49"/>
                                      </a:lnTo>
                                      <a:lnTo>
                                        <a:pt x="105" y="49"/>
                                      </a:lnTo>
                                      <a:lnTo>
                                        <a:pt x="105" y="40"/>
                                      </a:lnTo>
                                      <a:lnTo>
                                        <a:pt x="105" y="40"/>
                                      </a:lnTo>
                                      <a:lnTo>
                                        <a:pt x="105" y="37"/>
                                      </a:lnTo>
                                      <a:lnTo>
                                        <a:pt x="105" y="37"/>
                                      </a:lnTo>
                                      <a:lnTo>
                                        <a:pt x="105" y="37"/>
                                      </a:lnTo>
                                      <a:lnTo>
                                        <a:pt x="102" y="34"/>
                                      </a:lnTo>
                                      <a:lnTo>
                                        <a:pt x="102" y="34"/>
                                      </a:lnTo>
                                      <a:lnTo>
                                        <a:pt x="102" y="34"/>
                                      </a:lnTo>
                                      <a:lnTo>
                                        <a:pt x="102" y="34"/>
                                      </a:lnTo>
                                      <a:lnTo>
                                        <a:pt x="100" y="31"/>
                                      </a:lnTo>
                                      <a:lnTo>
                                        <a:pt x="100" y="31"/>
                                      </a:lnTo>
                                      <a:lnTo>
                                        <a:pt x="100" y="31"/>
                                      </a:lnTo>
                                      <a:lnTo>
                                        <a:pt x="100" y="31"/>
                                      </a:lnTo>
                                      <a:lnTo>
                                        <a:pt x="100" y="31"/>
                                      </a:lnTo>
                                      <a:lnTo>
                                        <a:pt x="96" y="31"/>
                                      </a:lnTo>
                                      <a:lnTo>
                                        <a:pt x="96" y="31"/>
                                      </a:lnTo>
                                      <a:lnTo>
                                        <a:pt x="93" y="31"/>
                                      </a:lnTo>
                                      <a:lnTo>
                                        <a:pt x="93" y="27"/>
                                      </a:lnTo>
                                      <a:lnTo>
                                        <a:pt x="90" y="27"/>
                                      </a:lnTo>
                                      <a:lnTo>
                                        <a:pt x="90" y="27"/>
                                      </a:lnTo>
                                      <a:lnTo>
                                        <a:pt x="83" y="27"/>
                                      </a:lnTo>
                                      <a:lnTo>
                                        <a:pt x="83" y="126"/>
                                      </a:lnTo>
                                      <a:lnTo>
                                        <a:pt x="83" y="126"/>
                                      </a:lnTo>
                                      <a:lnTo>
                                        <a:pt x="83" y="126"/>
                                      </a:lnTo>
                                      <a:lnTo>
                                        <a:pt x="83" y="126"/>
                                      </a:lnTo>
                                      <a:lnTo>
                                        <a:pt x="83" y="130"/>
                                      </a:lnTo>
                                      <a:lnTo>
                                        <a:pt x="87" y="1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7" name="Freeform 25"/>
                              <wps:cNvSpPr>
                                <a:spLocks/>
                              </wps:cNvSpPr>
                              <wps:spPr bwMode="auto">
                                <a:xfrm>
                                  <a:off x="150" y="184"/>
                                  <a:ext cx="111" cy="136"/>
                                </a:xfrm>
                                <a:custGeom>
                                  <a:avLst/>
                                  <a:gdLst>
                                    <a:gd name="T0" fmla="*/ 5 w 111"/>
                                    <a:gd name="T1" fmla="*/ 43 h 136"/>
                                    <a:gd name="T2" fmla="*/ 0 w 111"/>
                                    <a:gd name="T3" fmla="*/ 0 h 136"/>
                                    <a:gd name="T4" fmla="*/ 111 w 111"/>
                                    <a:gd name="T5" fmla="*/ 43 h 136"/>
                                    <a:gd name="T6" fmla="*/ 108 w 111"/>
                                    <a:gd name="T7" fmla="*/ 37 h 136"/>
                                    <a:gd name="T8" fmla="*/ 104 w 111"/>
                                    <a:gd name="T9" fmla="*/ 34 h 136"/>
                                    <a:gd name="T10" fmla="*/ 104 w 111"/>
                                    <a:gd name="T11" fmla="*/ 31 h 136"/>
                                    <a:gd name="T12" fmla="*/ 104 w 111"/>
                                    <a:gd name="T13" fmla="*/ 31 h 136"/>
                                    <a:gd name="T14" fmla="*/ 101 w 111"/>
                                    <a:gd name="T15" fmla="*/ 28 h 136"/>
                                    <a:gd name="T16" fmla="*/ 101 w 111"/>
                                    <a:gd name="T17" fmla="*/ 28 h 136"/>
                                    <a:gd name="T18" fmla="*/ 101 w 111"/>
                                    <a:gd name="T19" fmla="*/ 28 h 136"/>
                                    <a:gd name="T20" fmla="*/ 98 w 111"/>
                                    <a:gd name="T21" fmla="*/ 24 h 136"/>
                                    <a:gd name="T22" fmla="*/ 98 w 111"/>
                                    <a:gd name="T23" fmla="*/ 24 h 136"/>
                                    <a:gd name="T24" fmla="*/ 96 w 111"/>
                                    <a:gd name="T25" fmla="*/ 21 h 136"/>
                                    <a:gd name="T26" fmla="*/ 92 w 111"/>
                                    <a:gd name="T27" fmla="*/ 21 h 136"/>
                                    <a:gd name="T28" fmla="*/ 89 w 111"/>
                                    <a:gd name="T29" fmla="*/ 21 h 136"/>
                                    <a:gd name="T30" fmla="*/ 86 w 111"/>
                                    <a:gd name="T31" fmla="*/ 21 h 136"/>
                                    <a:gd name="T32" fmla="*/ 74 w 111"/>
                                    <a:gd name="T33" fmla="*/ 127 h 136"/>
                                    <a:gd name="T34" fmla="*/ 76 w 111"/>
                                    <a:gd name="T35" fmla="*/ 127 h 136"/>
                                    <a:gd name="T36" fmla="*/ 76 w 111"/>
                                    <a:gd name="T37" fmla="*/ 127 h 136"/>
                                    <a:gd name="T38" fmla="*/ 79 w 111"/>
                                    <a:gd name="T39" fmla="*/ 130 h 136"/>
                                    <a:gd name="T40" fmla="*/ 83 w 111"/>
                                    <a:gd name="T41" fmla="*/ 130 h 136"/>
                                    <a:gd name="T42" fmla="*/ 30 w 111"/>
                                    <a:gd name="T43" fmla="*/ 136 h 136"/>
                                    <a:gd name="T44" fmla="*/ 33 w 111"/>
                                    <a:gd name="T45" fmla="*/ 130 h 136"/>
                                    <a:gd name="T46" fmla="*/ 33 w 111"/>
                                    <a:gd name="T47" fmla="*/ 130 h 136"/>
                                    <a:gd name="T48" fmla="*/ 33 w 111"/>
                                    <a:gd name="T49" fmla="*/ 127 h 136"/>
                                    <a:gd name="T50" fmla="*/ 37 w 111"/>
                                    <a:gd name="T51" fmla="*/ 127 h 136"/>
                                    <a:gd name="T52" fmla="*/ 37 w 111"/>
                                    <a:gd name="T53" fmla="*/ 123 h 136"/>
                                    <a:gd name="T54" fmla="*/ 37 w 111"/>
                                    <a:gd name="T55" fmla="*/ 21 h 136"/>
                                    <a:gd name="T56" fmla="*/ 25 w 111"/>
                                    <a:gd name="T57" fmla="*/ 21 h 136"/>
                                    <a:gd name="T58" fmla="*/ 21 w 111"/>
                                    <a:gd name="T59" fmla="*/ 21 h 136"/>
                                    <a:gd name="T60" fmla="*/ 18 w 111"/>
                                    <a:gd name="T61" fmla="*/ 21 h 136"/>
                                    <a:gd name="T62" fmla="*/ 15 w 111"/>
                                    <a:gd name="T63" fmla="*/ 24 h 136"/>
                                    <a:gd name="T64" fmla="*/ 15 w 111"/>
                                    <a:gd name="T65" fmla="*/ 24 h 136"/>
                                    <a:gd name="T66" fmla="*/ 12 w 111"/>
                                    <a:gd name="T67" fmla="*/ 28 h 136"/>
                                    <a:gd name="T68" fmla="*/ 8 w 111"/>
                                    <a:gd name="T69" fmla="*/ 28 h 136"/>
                                    <a:gd name="T70" fmla="*/ 8 w 111"/>
                                    <a:gd name="T71" fmla="*/ 28 h 136"/>
                                    <a:gd name="T72" fmla="*/ 8 w 111"/>
                                    <a:gd name="T73" fmla="*/ 31 h 136"/>
                                    <a:gd name="T74" fmla="*/ 8 w 111"/>
                                    <a:gd name="T75" fmla="*/ 31 h 136"/>
                                    <a:gd name="T76" fmla="*/ 5 w 111"/>
                                    <a:gd name="T77" fmla="*/ 34 h 136"/>
                                    <a:gd name="T78" fmla="*/ 5 w 111"/>
                                    <a:gd name="T79" fmla="*/ 40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11" h="136">
                                      <a:moveTo>
                                        <a:pt x="5" y="40"/>
                                      </a:moveTo>
                                      <a:lnTo>
                                        <a:pt x="5" y="43"/>
                                      </a:lnTo>
                                      <a:lnTo>
                                        <a:pt x="0" y="43"/>
                                      </a:lnTo>
                                      <a:lnTo>
                                        <a:pt x="0" y="0"/>
                                      </a:lnTo>
                                      <a:lnTo>
                                        <a:pt x="111" y="0"/>
                                      </a:lnTo>
                                      <a:lnTo>
                                        <a:pt x="111" y="43"/>
                                      </a:lnTo>
                                      <a:lnTo>
                                        <a:pt x="108" y="43"/>
                                      </a:lnTo>
                                      <a:lnTo>
                                        <a:pt x="108" y="37"/>
                                      </a:lnTo>
                                      <a:lnTo>
                                        <a:pt x="104" y="37"/>
                                      </a:lnTo>
                                      <a:lnTo>
                                        <a:pt x="104" y="34"/>
                                      </a:lnTo>
                                      <a:lnTo>
                                        <a:pt x="104" y="34"/>
                                      </a:lnTo>
                                      <a:lnTo>
                                        <a:pt x="104" y="31"/>
                                      </a:lnTo>
                                      <a:lnTo>
                                        <a:pt x="104" y="31"/>
                                      </a:lnTo>
                                      <a:lnTo>
                                        <a:pt x="104" y="31"/>
                                      </a:lnTo>
                                      <a:lnTo>
                                        <a:pt x="101" y="31"/>
                                      </a:lnTo>
                                      <a:lnTo>
                                        <a:pt x="101" y="28"/>
                                      </a:lnTo>
                                      <a:lnTo>
                                        <a:pt x="101" y="28"/>
                                      </a:lnTo>
                                      <a:lnTo>
                                        <a:pt x="101" y="28"/>
                                      </a:lnTo>
                                      <a:lnTo>
                                        <a:pt x="101" y="28"/>
                                      </a:lnTo>
                                      <a:lnTo>
                                        <a:pt x="101" y="28"/>
                                      </a:lnTo>
                                      <a:lnTo>
                                        <a:pt x="98" y="24"/>
                                      </a:lnTo>
                                      <a:lnTo>
                                        <a:pt x="98" y="24"/>
                                      </a:lnTo>
                                      <a:lnTo>
                                        <a:pt x="98" y="24"/>
                                      </a:lnTo>
                                      <a:lnTo>
                                        <a:pt x="98" y="24"/>
                                      </a:lnTo>
                                      <a:lnTo>
                                        <a:pt x="96" y="24"/>
                                      </a:lnTo>
                                      <a:lnTo>
                                        <a:pt x="96" y="21"/>
                                      </a:lnTo>
                                      <a:lnTo>
                                        <a:pt x="96" y="21"/>
                                      </a:lnTo>
                                      <a:lnTo>
                                        <a:pt x="92" y="21"/>
                                      </a:lnTo>
                                      <a:lnTo>
                                        <a:pt x="92" y="21"/>
                                      </a:lnTo>
                                      <a:lnTo>
                                        <a:pt x="89" y="21"/>
                                      </a:lnTo>
                                      <a:lnTo>
                                        <a:pt x="86" y="21"/>
                                      </a:lnTo>
                                      <a:lnTo>
                                        <a:pt x="86" y="21"/>
                                      </a:lnTo>
                                      <a:lnTo>
                                        <a:pt x="74" y="21"/>
                                      </a:lnTo>
                                      <a:lnTo>
                                        <a:pt x="74" y="127"/>
                                      </a:lnTo>
                                      <a:lnTo>
                                        <a:pt x="76" y="127"/>
                                      </a:lnTo>
                                      <a:lnTo>
                                        <a:pt x="76" y="127"/>
                                      </a:lnTo>
                                      <a:lnTo>
                                        <a:pt x="76" y="127"/>
                                      </a:lnTo>
                                      <a:lnTo>
                                        <a:pt x="76" y="127"/>
                                      </a:lnTo>
                                      <a:lnTo>
                                        <a:pt x="76" y="130"/>
                                      </a:lnTo>
                                      <a:lnTo>
                                        <a:pt x="79" y="130"/>
                                      </a:lnTo>
                                      <a:lnTo>
                                        <a:pt x="79" y="130"/>
                                      </a:lnTo>
                                      <a:lnTo>
                                        <a:pt x="83" y="130"/>
                                      </a:lnTo>
                                      <a:lnTo>
                                        <a:pt x="83" y="136"/>
                                      </a:lnTo>
                                      <a:lnTo>
                                        <a:pt x="30" y="136"/>
                                      </a:lnTo>
                                      <a:lnTo>
                                        <a:pt x="30" y="130"/>
                                      </a:lnTo>
                                      <a:lnTo>
                                        <a:pt x="33" y="130"/>
                                      </a:lnTo>
                                      <a:lnTo>
                                        <a:pt x="33" y="130"/>
                                      </a:lnTo>
                                      <a:lnTo>
                                        <a:pt x="33" y="130"/>
                                      </a:lnTo>
                                      <a:lnTo>
                                        <a:pt x="33" y="127"/>
                                      </a:lnTo>
                                      <a:lnTo>
                                        <a:pt x="33" y="127"/>
                                      </a:lnTo>
                                      <a:lnTo>
                                        <a:pt x="37" y="127"/>
                                      </a:lnTo>
                                      <a:lnTo>
                                        <a:pt x="37" y="127"/>
                                      </a:lnTo>
                                      <a:lnTo>
                                        <a:pt x="37" y="127"/>
                                      </a:lnTo>
                                      <a:lnTo>
                                        <a:pt x="37" y="123"/>
                                      </a:lnTo>
                                      <a:lnTo>
                                        <a:pt x="37" y="123"/>
                                      </a:lnTo>
                                      <a:lnTo>
                                        <a:pt x="37" y="21"/>
                                      </a:lnTo>
                                      <a:lnTo>
                                        <a:pt x="28" y="21"/>
                                      </a:lnTo>
                                      <a:lnTo>
                                        <a:pt x="25" y="21"/>
                                      </a:lnTo>
                                      <a:lnTo>
                                        <a:pt x="21" y="21"/>
                                      </a:lnTo>
                                      <a:lnTo>
                                        <a:pt x="21" y="21"/>
                                      </a:lnTo>
                                      <a:lnTo>
                                        <a:pt x="18" y="21"/>
                                      </a:lnTo>
                                      <a:lnTo>
                                        <a:pt x="18" y="21"/>
                                      </a:lnTo>
                                      <a:lnTo>
                                        <a:pt x="15" y="21"/>
                                      </a:lnTo>
                                      <a:lnTo>
                                        <a:pt x="15" y="24"/>
                                      </a:lnTo>
                                      <a:lnTo>
                                        <a:pt x="15" y="24"/>
                                      </a:lnTo>
                                      <a:lnTo>
                                        <a:pt x="15" y="24"/>
                                      </a:lnTo>
                                      <a:lnTo>
                                        <a:pt x="12" y="24"/>
                                      </a:lnTo>
                                      <a:lnTo>
                                        <a:pt x="12" y="28"/>
                                      </a:lnTo>
                                      <a:lnTo>
                                        <a:pt x="12" y="28"/>
                                      </a:lnTo>
                                      <a:lnTo>
                                        <a:pt x="8" y="28"/>
                                      </a:lnTo>
                                      <a:lnTo>
                                        <a:pt x="8" y="28"/>
                                      </a:lnTo>
                                      <a:lnTo>
                                        <a:pt x="8" y="28"/>
                                      </a:lnTo>
                                      <a:lnTo>
                                        <a:pt x="8" y="31"/>
                                      </a:lnTo>
                                      <a:lnTo>
                                        <a:pt x="8" y="31"/>
                                      </a:lnTo>
                                      <a:lnTo>
                                        <a:pt x="8" y="31"/>
                                      </a:lnTo>
                                      <a:lnTo>
                                        <a:pt x="8" y="31"/>
                                      </a:lnTo>
                                      <a:lnTo>
                                        <a:pt x="5" y="34"/>
                                      </a:lnTo>
                                      <a:lnTo>
                                        <a:pt x="5" y="34"/>
                                      </a:lnTo>
                                      <a:lnTo>
                                        <a:pt x="5" y="34"/>
                                      </a:lnTo>
                                      <a:lnTo>
                                        <a:pt x="5" y="40"/>
                                      </a:lnTo>
                                      <a:lnTo>
                                        <a:pt x="5" y="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348195A" id="Group 2" o:spid="_x0000_s1026" style="position:absolute;margin-left:-4.15pt;margin-top:-27.5pt;width:23.3pt;height:24.6pt;z-index:251664896" coordorigin="9,2" coordsize="466,4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">
                      <v:line id="Line 3" o:spid="_x0000_s1027" style="position:absolute;visibility:visible;mso-wrap-style:square" from="9,9" to="10,4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" strokecolor="white" strokeweight="36e-5mm">
                        <o:lock v:ext="edit" shapetype="f"/>
                      </v:line>
                      <v:line id="Line 4" o:spid="_x0000_s1028" style="position:absolute;visibility:visible;mso-wrap-style:square" from="9,493" to="474,4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" strokecolor="white" strokeweight="36e-5mm">
                        <o:lock v:ext="edit" shapetype="f"/>
                      </v:line>
                      <v:line id="Line 5" o:spid="_x0000_s1029" style="position:absolute;flip:y;visibility:visible;mso-wrap-style:square" from="474,9" to="475,49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" strokecolor="white" strokeweight="36e-5mm">
                        <o:lock v:ext="edit" shapetype="f"/>
                      </v:line>
                      <v:line id="Line 6" o:spid="_x0000_s1030" style="position:absolute;flip:x;visibility:visible;mso-wrap-style:square" from="9,9" to="471,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" strokecolor="white" strokeweight="36e-5mm">
                        <o:lock v:ext="edit" shapetype="f"/>
                      </v:line>
                      <v:line id="Line 7" o:spid="_x0000_s1031" style="position:absolute;visibility:visible;mso-wrap-style:square" from="9,9" to="10,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" strokecolor="white" strokeweight="36e-5mm">
                        <o:lock v:ext="edit" shapetype="f"/>
                      </v:line>
                      <v:shape id="Freeform 8" o:spid="_x0000_s1032" style="position:absolute;left:74;top:104;width:309;height:297;visibility:visible;mso-wrap-style:square;v-text-anchor:top" coordsize="309,2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"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l4,297xe" fillcolor="black" stroked="f">
                        <v:path arrowok="t" o:connecttype="custom" o:connectlocs="4,254;4,238;7,222;10,210;12,194;19,182;22,169;29,157;34,145;41,133;50,120;59,108;69,98;91,74;104,64;113,55;125,49;137,43;150,34;162,29;177,25;190,19;206,16;219,12;234,7;249,7;268,4;309,4;299,0;262,0;249,4;234,4;219,7;206,12;190,16;174,22;162,25;150,31;133,38;125,45;113,55;101,62;91,70;79,80;62,98;54,111;47,120;37,133;32,145;25,157;19,173;12,186;10,198;7,213;4,225;0,241;0,256;0,290" o:connectangles="0,0,0,0,0,0,0,0,0,0,0,0,0,0,0,0,0,0,0,0,0,0,0,0,0,0,0,0,0,0,0,0,0,0,0,0,0,0,0,0,0,0,0,0,0,0,0,0,0,0,0,0,0,0,0,0,0,0"/>
                      </v:shape>
                      <v:shape id="Freeform 9" o:spid="_x0000_s1033" style="position:absolute;left:171;top:48;width:171;height:411;visibility:visible;mso-wrap-style:square;v-text-anchor:top" coordsize="171,4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"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r,xe" fillcolor="black" stroked="f">
                        <v:path arrowok="t" o:connecttype="custom" o:connectlocs="7,407;19,401;30,395;43,385;55,381;68,371;80,359;93,349;105,334;115,325;122,312;130,300;137,288;143,276;149,263;152,250;159,238;162,223;165,210;165,195;169,170;169,145;169,126;165,111;162,96;159,85;155,68;149,53;147,41;137,26;130,10;130,4;137,13;143,29;149,44;155,56;159,72;162,87;165,101;169,114;171,136;171,154;171,179;171,195;169,210;165,223;162,238;159,250;152,263;147,278;140,291;134,303;124,315;115,325;109,337;100,346;75,371;62,378;50,385;36,395;24,401;12,407;0,407" o:connectangles="0,0,0,0,0,0,0,0,0,0,0,0,0,0,0,0,0,0,0,0,0,0,0,0,0,0,0,0,0,0,0,0,0,0,0,0,0,0,0,0,0,0,0,0,0,0,0,0,0,0,0,0,0,0,0,0,0,0,0,0,0,0,0"/>
                      </v:shape>
                      <v:shape id="Freeform 10" o:spid="_x0000_s1034" style="position:absolute;left:254;top:67;width:126;height:101;visibility:visible;mso-wrap-style:square;v-text-anchor:top" coordsize="126,10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" path="m86,19l82,15r,l82,15r-3,l79,13r,l76,13r,l76,13r-4,l72,10r-3,l69,10r-3,l66,7r,l64,7r-4,l60,7r,l60,3r-3,l54,3r,l51,3r-4,l47,3r-6,l41,,32,r,3l26,3r,l26,3r-4,l19,3r,l19,3r,4l17,7r,l14,7r-4,3l10,10r,3l10,13r-3,l7,13r,l7,13,4,15r,l4,19r,l4,19r,l4,22r,3l,25,,37r4,l4,41r,l4,44r,l4,44r,l4,47r3,2l7,49r,l7,49r,4l7,53r3,l10,53r,3l10,56r,3l10,59r4,l14,59r,l14,62r,l17,66r,l19,68r,l19,68r3,3l22,71r4,l26,75r,2l29,77r,l29,77r,l32,80r,l35,80r,2l39,82r,l39,82r,l41,86r,l41,86r3,l44,89r3,l47,89r,l51,92r,l51,92r3,l54,92r,l57,92r,3l60,95r,l60,95r4,l64,99r2,l66,99r,l69,99r,l69,99r7,l76,101r3,l79,101r7,l86,101r8,l94,101r7,l101,101r3,l104,99r3,l107,99r,l107,99r4,l111,99r,l113,95r,l113,95r,l116,95r,-3l116,92r,l119,89r,l119,89r,l119,89r,l123,86r,l123,86r,-4l123,82r,l126,80r,l126,77r,-9l126,68r,-2l123,66r,-4l123,62r,-3l123,59r,l119,59r,-3l119,56r,l119,53r,l119,53r,-4l116,49r,l116,47r,l113,44r,-3l113,41r-2,l111,41r-4,-7l107,34r-3,-2l104,32r-3,l98,28r,l98,25r,l94,22r-3,l88,19r,l86,19r,l82,19r,l79,19r,l79,19r,l76,15r,l76,15r-4,l72,13r,l69,13r,l69,13r-3,l66,13r,l64,10r,l64,10r-4,l60,10r-3,l57,10r,l54,7r,l54,7r-7,l47,7r-6,l39,3r-7,l32,7r-3,l26,7r-4,l22,7r,l19,10r,l19,10r,l17,10r,l17,10r,l14,13r,l14,13r,l10,15r,l10,15r,l7,19r,l7,19r,3l7,22r,l4,25r,12l7,37r,4l7,41r,l7,44r,l10,47r,l10,49r,l10,49r,4l14,53r,l14,53r,l14,56r,l17,59r,l17,59r,3l19,62r,l19,62r3,4l22,68r4,l26,71r,l29,71r,l29,75r3,2l32,77r,l35,77r,l35,77r4,3l39,80r2,2l41,82r,l44,82r3,4l47,86r4,l51,86r,3l54,89r,l54,89r,l57,89r,l57,92r3,l60,92r4,l64,92r,l64,92r2,l66,95r3,l69,95r,l72,95r4,l76,99r3,l79,99r7,l88,99r6,l94,99r4,l101,99r,l104,95r3,l107,95r,l107,95r,l111,92r,l111,92r2,l113,92r,l113,92r,l116,89r,-3l119,82r,l119,82r,-2l119,80r,-3l123,75r,-4l119,71r,-3l119,66r,l119,62r,l119,59r,l116,59r,l116,56r,l116,56r,-3l116,53r,l113,53r,-4l113,49r,l113,47r,l113,47r-2,-3l111,44r-4,l107,41r,l107,41r,l104,41r,-4l104,37r,l101,34r,l98,32r,l98,32r,l94,28r,l91,28r,l91,25r,l88,22r-2,l86,22r-4,l82,19r4,xe" fillcolor="black" stroked="f">
                        <v:path arrowok="t" o:connecttype="custom" o:connectlocs="79,13;69,10;60,7;47,3;26,3;17,7;7,13;4,19;4,41;7,49;10,53;14,59;19,68;29,77;39,82;44,86;51,92;60,95;69,99;86,101;104,99;111,99;116,92;119,89;126,80;123,62;119,56;116,49;111,41;98,28;86,19;79,19;69,13;64,10;54,7;32,3;19,10;17,10;10,15;7,22;7,44;10,53;17,59;22,66;29,75;39,80;47,86;54,89;64,92;69,95;88,99;107,95;111,92;116,86;123,75;119,62;116,56;113,49;107,41;104,37;94,28;86,22" o:connectangles="0,0,0,0,0,0,0,0,0,0,0,0,0,0,0,0,0,0,0,0,0,0,0,0,0,0,0,0,0,0,0,0,0,0,0,0,0,0,0,0,0,0,0,0,0,0,0,0,0,0,0,0,0,0,0,0,0,0,0,0,0,0"/>
                      </v:shape>
                      <v:shape id="Freeform 11" o:spid="_x0000_s1035" style="position:absolute;left:146;top:46;width:293;height:234;visibility:visible;mso-wrap-style:square;v-text-anchor:top" coordsize="293,2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" path="m293,166r,-7l293,162r-3,l290,166r,3l290,172r,3l290,175r-2,3l288,178r,3l288,181r,l288,184r-4,4l284,188r,3l284,191r-3,l281,193r,l278,197r,l278,200r-4,3l274,203r-3,3l268,209r,l266,209r,3l262,212r,l259,215r,l259,215r-3,3l256,218r-3,l253,218r-4,4l249,222r-3,l246,222r-3,l241,225r,l237,225r,l234,227r,l231,227r-4,l227,227r-3,l221,227r-2,4l215,231r-3,l187,231r,l184,231r-4,-4l174,227r,l172,227r-4,l168,227r-3,l162,225r-3,l159,225r-4,l152,225r-3,-3l149,222r-2,l143,222r-3,l140,218r-3,l134,218r,l130,215r-3,l125,212r,l122,212r-4,l118,209r-3,l112,209r,-3l108,206r-3,-3l105,203r-3,l100,200r-4,l96,197r-3,l90,193r,l87,193r-4,-2l83,191r-3,-3l78,188r,-4l75,184r,-3l71,181r-3,-3l65,175r-4,l61,172r-8,-6l53,166r,-4l49,159r-3,l46,156r-9,-9l37,144r-3,-3l32,141r,-3l29,135r,l29,132r-4,-4l25,128r-3,-3l22,125r,-3l19,120r,l19,116r,l16,113r,-3l16,110r-4,-3l12,107r,-4l12,101r-3,l9,98r,-2l9,96r,-4l7,92r,-3l7,87r,l7,83r,-3l4,77r,-3l4,70,4,55r,l4,53,7,49r,-3l7,43r,l7,40r,l9,40r,-4l9,36r,-2l9,34r3,-3l12,31r,-3l12,28r4,-4l16,24r,-3l19,21r,l19,18r3,-3l25,12,29,9r,l29,9,34,6r,-4l37,2r,l37,2,41,r,l32,2r,l29,2r,4l25,6r,3l19,15r,l16,18r-4,3l12,21r,l12,24,9,28r,l9,28r,3l7,31r,3l7,34r,2l4,36r,4l4,40r,3l4,43r,3l4,49,,49r,4l,55,,74r,3l,80r4,l4,83r,4l4,87r,2l4,92r,l4,96r3,l7,98r,3l7,101r2,2l9,103r,4l9,110r3,l12,113r,3l16,116r,4l16,120r3,2l19,125r,l22,128r,l22,132r3,3l25,135r4,3l29,141r5,3l34,147r3,7l41,156r,l44,159r,l49,166r4,3l55,172r,l58,175r3,3l68,181r3,3l71,188r4,l75,188r3,3l80,193r3,l87,197r,l90,200r3,l96,200r,3l100,203r2,3l102,206r3,3l108,209r4,l112,212r3,l118,212r,3l122,215r3,3l127,218r,l130,218r4,4l134,222r3,l140,222r3,3l147,225r,l149,225r3,2l152,227r3,l159,227r3,l162,231r3,l168,231r4,l174,231r3,l177,231r3,3l187,234r3,l212,234r3,l219,234r2,-3l224,231r,l231,231r,l234,231r3,l237,227r4,l241,227r2,l243,227r3,-2l249,225r,l253,222r,l256,222r,l259,222r,-4l262,218r,l262,215r4,l268,215r,-3l271,212r,-3l274,209r4,-3l278,203r,l281,200r,l281,200r3,-3l284,197r,-4l284,193r4,-2l288,191r,-3l288,188r2,-4l290,184r,-3l290,181r3,-3l293,178r,-3l293,175r,-3l293,172r,-3l293,166xe" fillcolor="black" stroked="f">
                        <v:path arrowok="t" o:connecttype="custom" o:connectlocs="290,172;288,181;281,193;271,206;259,215;249,222;237,225;224,227;184,231;165,227;149,222;134,218;118,209;102,203;87,193;75,181;53,166;34,141;25,128;19,116;12,101;7,89;4,70;7,43;9,34;16,21;29,9;41,0;25,9;12,24;7,34;4,46;0,80;4,92;9,103;16,120;22,132;37,154;55,172;75,188;90,200;105,209;122,215;137,222;152,227;172,231;212,234;231,231;243,227;256,222;268,215;278,203;284,193;290,181;293,172" o:connectangles="0,0,0,0,0,0,0,0,0,0,0,0,0,0,0,0,0,0,0,0,0,0,0,0,0,0,0,0,0,0,0,0,0,0,0,0,0,0,0,0,0,0,0,0,0,0,0,0,0,0,0,0,0,0,0"/>
                      </v:shape>
                      <v:shape id="Freeform 12" o:spid="_x0000_s1036" style="position:absolute;left:90;top:67;width:349;height:244;visibility:visible;mso-wrap-style:square;v-text-anchor:top" coordsize="349,2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"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0,89r3,6l297,95r2,4l302,104r3,3l305,107r4,7l312,117r,3l315,123r3,3l318,129r4,4l322,135r2,3l327,141r,4l327,148r3,6l330,157r4,3l334,163r3,4l337,170r,2l340,176r,3l340,185r,3l344,191r,3l344,197r,4l344,204r2,6l346,216r,3l346,225r,3l346,238r-2,2l344,244r,l346,244r,-6l349,235r,-25l346,206r,-2l346,201r,-4l346,194r,-6l344,185r,-3l344,179r-4,-3l340,170r,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l3,25xe" fillcolor="black" stroked="f">
                        <v:path arrowok="t" o:connecttype="custom" o:connectlocs="9,28;18,19;31,15;46,10;60,7;75,3;114,3;134,3;149,7;164,10;181,15;196,22;211,28;224,37;240,47;252,56;265,66;283,82;293,95;305,107;312,120;322,133;327,145;334,160;337,172;340,188;344,201;346,219;344,240;346,238;346,204;346,188;340,176;337,160;330,148;324,133;318,120;309,107;299,95;290,82;268,66;255,53;240,44;228,34;211,25;196,19;181,13;168,10;152,7;136,0;117,0;81,0;65,3;53,7;38,10;25,15;13,19;3,25" o:connectangles="0,0,0,0,0,0,0,0,0,0,0,0,0,0,0,0,0,0,0,0,0,0,0,0,0,0,0,0,0,0,0,0,0,0,0,0,0,0,0,0,0,0,0,0,0,0,0,0,0,0,0,0,0,0,0,0,0,0"/>
                      </v:shape>
                      <v:shape id="Freeform 13" o:spid="_x0000_s1037" style="position:absolute;left:21;top:40;width:425;height:427;visibility:visible;mso-wrap-style:square;v-text-anchor:top" coordsize="425,4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" path="m321,34r-2,l319,30r-4,l312,27r-3,l305,24r-3,l299,21r-2,l293,21r-3,-3l287,18r-3,-3l280,15r-3,l274,12r-2,l268,12,265,8r-3,l259,8r-4,l252,8,250,6r-3,l243,6r-6,l237,3r-10,l221,3r-21,l196,3r-10,l183,6r-3,l178,6r-4,l171,6r-2,2l166,8r-7,l159,8r-2,4l150,12r-3,l144,15r,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l53,352r4,5l60,361r3,l65,364r,3l69,370r3,l72,373r6,3l78,379r4,l85,382r2,4l90,386r4,3l94,389r3,2l100,393r3,l107,397r3,l112,400r3,l119,403r3,l122,403r7,3l129,409r3,l137,409r4,3l141,412r3,l147,415r3,l154,415r3,4l159,419r7,l169,419r2,3l174,422r4,l180,422r3,l186,424r4,l193,424r34,l230,424r7,l237,422r6,l247,422r3,l252,422r3,-3l259,419r3,l265,419r3,-4l272,415r2,l277,412r3,l284,412r3,-3l290,409r3,l297,406r2,l302,403r3,l309,400r3,l315,397r4,l319,393r2,l324,391r3,-2l331,389r3,-3l334,386r3,-4l340,379r4,l346,376r6,-6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62,68r-3,-4l356,61r-4,-2l349,55r-5,-6l340,49r-3,-3l337,42r-3,l331,40r-4,l324,37r-3,-3l324,34r-3,-4l319,27r-4,l312,24r-3,l305,21r-3,l299,21r-2,-3l293,18r-3,-3l287,15r-3,-3l280,12r-3,l274,8r-2,l268,8,265,6r-3,l259,6r-4,l252,3r-2,l247,3r-4,l240,3r-3,l233,r-6,l221,,200,r-4,l190,r-4,3l183,3r-3,l178,3r-7,l169,3r-3,l166,6r-7,l157,6r-3,2l150,8r-3,l144,12r-3,l137,12r-3,3l132,15r-3,3l125,18r-3,3l119,21r-4,l112,24r-2,l107,27r,l103,30r-3,4l97,34r-3,3l90,37r-3,3l85,42r-3,l82,46r-4,l72,52r-3,3l65,59r-2,2l60,64r-3,4l53,71r-3,3l50,76r-3,l43,80r,3l40,86r-2,3l35,93r,2l31,98r,4l28,104r,3l25,109r,4l22,116r,3l18,119r,3l16,126r,2l16,131r-3,3l13,141r,l10,147r,3l6,153r,3l6,160r,2l3,165r,3l3,172r,3l,178r,3l,184r,3l,190r,9l,203r,25l,231r,6l,240r,3l,246r,4l3,252r,3l3,258r,4l3,265r3,2l6,271r,3l10,277r,3l10,286r3,3l13,289r3,7l16,299r,3l18,305r,3l22,311r,l25,314r,6l28,320r,7l31,327r,3l35,333r,3l38,339r2,3l40,345r3,3l47,348r3,4l50,354r3,3l57,361r3,3l63,367r2,3l65,370r10,9l78,379r,3l82,386r3,3l87,389r3,2l94,391r3,2l100,397r3,l103,400r4,l110,403r2,l115,406r4,l122,409r3,l129,409r3,3l134,412r3,3l141,415r3,l147,419r3,l154,419r3,3l159,422r3,l166,424r3,l171,424r7,l180,424r,l186,427r7,l196,427r9,l208,427r7,l218,427r9,l230,427r7,l237,424r6,l247,424r3,l252,424r3,l259,422r3,l265,422r3,-3l272,419r2,l277,415r3,l284,415r3,-3l290,412r3,-3l297,409r2,l302,406r3,l309,403r3,l315,400r4,l321,397r3,l324,393r3,-2l331,391r3,-2l337,389r3,-3l344,382r2,-3l346,379r6,-6l356,373r3,-6l362,364r4,-3l368,357r6,-5l374,348r4,l381,345r3,-3l384,339r3,-3l387,333r4,-3l393,327r,l396,320r,l399,314r,-3l403,311r,-3l403,305r3,-3l406,299r3,-3l409,292r4,-3l413,286r,-2l415,280r,-3l415,271r3,-4l418,265r,-3l418,258r3,-3l421,252r,-2l421,246r,-3l421,237r4,-6l425,221r,-3l425,206r,-3l425,197r-4,-7l421,187r,-6l421,178r,-3l421,172r-3,-4l418,165r,-3l418,160r-3,-4l415,153r,-3l413,147r,-6l413,141r-4,-7l409,131r,-3l406,126r-3,-4l403,119r,l399,116r,-3l396,109r,-2l393,104r,-2l391,98r-4,-3l387,93r-3,-4l384,86r-3,-3l378,83r,-3l374,76r-3,-2l371,71r-3,-3l366,68r-4,-4l362,61r-3,-2l352,55r,-3l346,46r-2,l340,42r-3,l334,40r-3,-3l331,37r-4,-3l324,34r-3,xe" fillcolor="black" stroked="f">
                        <v:path arrowok="t" o:connecttype="custom" o:connectlocs="290,18;252,8;180,6;144,15;107,30;75,55;43,86;25,119;10,156;3,203;10,267;22,305;43,339;72,370;103,393;141,412;178,422;250,422;287,409;321,393;359,364;387,330;406,292;418,255;418,190;413,150;396,113;374,80;337,46;309,24;272,8;233,0;166,3;129,18;94,37;57,68;31,102;13,134;3,175;0,243;10,280;25,320;50,352;85,389;119,406;157,422;205,427;255,424;293,409;327,391;366,361;393,327;413,289;421,250;421,181;413,141;396,107;371,74;337,42" o:connectangles="0,0,0,0,0,0,0,0,0,0,0,0,0,0,0,0,0,0,0,0,0,0,0,0,0,0,0,0,0,0,0,0,0,0,0,0,0,0,0,0,0,0,0,0,0,0,0,0,0,0,0,0,0,0,0,0,0,0,0"/>
                      </v:shape>
                      <v:shape id="Freeform 14" o:spid="_x0000_s1038" style="position:absolute;left:21;top:43;width:337;height:421;visibility:visible;mso-wrap-style:square;v-text-anchor:top" coordsize="337,4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" path="m321,31r,l319,31r,-4l315,24r-6,-3l305,21r,l297,18r-4,-3l293,15r-3,l287,15r,l284,12r,l280,12,277,9r-3,l274,9r-2,l272,9,268,5,255,3r-3,l250,3r-3,l243,3,237,r,l227,r-6,l200,r-4,l196,,186,r-3,l178,3r2,l178,3r-4,l174,3r-3,l159,5r,l147,9r-3,l144,12r-7,l134,15r-2,l129,15r-4,3l122,18r,l112,24r-2,l107,27r-4,4l103,31r-3,l97,34r-7,3l87,39r,l85,43r-3,l82,43r-4,3l75,49r,l72,49r-3,7l69,56r-4,2l63,58r,3l63,61r-3,4l57,68r-4,3l53,71r-3,2l50,73r,4l50,77r-3,3l43,83r,l40,83r,7l38,92r,-2l35,92r,3l31,99r-3,7l25,113r-3,3l22,119r-4,4l18,125r,3l16,131r-3,7l13,141r,6l10,150r,3l10,157r,l6,159r,3l6,165r,l6,169r-3,3l3,175r,3l3,184r,l3,187r,9l3,194,,200r,25l3,228r,2l3,234r,9l3,247r3,8l6,259r,3l10,271r3,3l13,274r,3l13,281r,2l16,286r,l16,289r2,4l18,293r,3l18,299r,l22,302r,l22,305r3,3l25,311r3,4l28,317r3,7l35,327r3,3l40,333r3,6l47,342r,3l50,349r3,l57,354r3,4l63,361r,l65,364r4,3l69,367r3,3l72,370r3,3l75,373r3,3l85,379r,l85,383r5,l94,386r-4,l94,388r3,l100,390r3,l103,390r4,4l110,394r2,3l115,397r,3l122,403r,l122,403r3,l129,406r3,l132,406r2,3l137,409r4,l144,412r,-3l147,412r3,l174,419r4,l178,419r,2l183,421r,l186,421r4,l190,421r3,l227,421r3,l237,421r,l243,421r4,-2l250,419r12,-3l265,416r9,-4l277,409r,3l287,409r3,-3l290,406r3,l297,403r,l299,403r,l302,400r,l305,400r4,-3l309,400r3,-3l315,394r,l319,394r,-4l321,390r,l324,388r3,l337,383r-3,l334,383r-7,3l327,386r-3,2l324,388r-3,l319,390r-4,4l315,394r-3,l309,397r3,l309,397r-4,3l302,400r-3,l297,403r-4,l290,406r-3,l277,409r-3,3l274,412r-9,l262,416r-12,3l250,419r-7,l240,419r3,l237,419r,l237,419r-7,l227,421r,l193,421r-3,-2l186,419r-3,l180,419r-2,l174,419r-24,-7l147,412r3,l144,409r-3,l141,406r-4,l137,406r-5,l129,403r,l129,403r-7,-3l122,400r,l119,400r-4,-3l112,394r-2,l107,390r-4,l100,388r-3,l97,386r-3,-3l90,383r-3,-4l85,376r-7,-3l78,373r-3,-3l75,370r-3,-3l69,364r-4,l65,361r-2,-3l63,358r-3,-4l60,354r-7,-5l53,349r-3,-4l50,342r,l47,342r-4,-3l43,339r-3,-6l40,333r-2,-3l38,330r-3,-6l35,320r-4,-3l28,315r,-4l25,308r,-3l25,305r-3,-3l22,299r,l22,296r,l18,293r,-4l18,289r-2,-3l16,283r,l16,281r-3,-4l13,274r-3,-3l13,271r-3,-9l10,262,6,259r,l6,255r,-12l3,243r,l3,234r,-4l3,230r,-2l3,225r,l3,200r,-4l3,187r,-3l3,178r3,-3l6,172r,-3l6,165r,-3l10,159r,l10,157r,-4l13,150r-3,l13,147r3,-6l16,138r,l18,131r,l18,128r,l22,125r,l22,123r,l22,119r3,-3l25,116r,-3l25,113r3,-7l35,101r,-6l38,95r2,-3l40,90r3,-4l47,83r,-3l50,77r,l53,73r4,-2l60,68r,-3l63,65r2,-4l65,58r4,-2l75,52r3,-3l78,46r4,l85,43r2,l90,39r7,-5l100,34r3,-3l107,27r3,l112,24r10,-3l122,21r,l125,21r4,-3l129,18r3,l134,15r-2,l137,15r4,-3l141,15r3,-3l144,12r6,-3l147,9r12,l159,5r12,l174,5r4,-2l180,3r3,l186,3r10,l200,r21,l221,r4,3l237,3r,l237,3r6,l247,3r-4,l250,5r2,l255,5r,l268,9r4,l272,9r2,3l277,12r3,l284,15r,-3l287,15r3,l290,15r3,3l297,18r,l305,24r4,l309,24r3,3l315,27r,l319,31r,l321,34r,-3xe" fillcolor="black" stroked="f">
                        <v:path arrowok="t" o:connecttype="custom" o:connectlocs="297,18;277,9;247,3;186,0;159,5;122,18;90,37;72,49;53,71;40,83;22,116;10,150;3,172;0,225;10,271;18,293;25,311;47,345;69,367;90,383;110,394;132,406;174,419;193,421;265,416;297,403;315,394;334,383;315,394;293,403;250,419;227,421;147,412;129,403;107,390;78,373;63,358;43,339;28,315;22,296;13,274;3,243;3,196;10,159;16,138;22,119;40,92;60,68;82,46;112,24;132,15;159,5;221,0;250,5;280,12;305,24;321,31" o:connectangles="0,0,0,0,0,0,0,0,0,0,0,0,0,0,0,0,0,0,0,0,0,0,0,0,0,0,0,0,0,0,0,0,0,0,0,0,0,0,0,0,0,0,0,0,0,0,0,0,0,0,0,0,0,0,0,0,0"/>
                      </v:shape>
                      <v:shape id="Freeform 15" o:spid="_x0000_s1039" style="position:absolute;left:17;top:40;width:425;height:386;visibility:visible;mso-wrap-style:square;v-text-anchor:top" coordsize="425,3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" path="m341,386r3,-4l344,379r6,-3l356,373r,-3l366,364r,-3l370,357r2,-3l375,352r3,-4l382,345r,-3l385,339r6,-6l391,330r4,-7l397,320r3,-2l400,314r,l400,311r,l403,308r,-3l407,302r,-3l407,299r3,-3l410,292r,l410,289r3,l413,286r,l413,284r4,-7l417,274r,-3l417,271r2,-4l419,265r,-3l422,258r,-6l422,250r3,-7l425,240r,-3l425,224r,-3l425,206r,-3l425,203r,-9l425,187r,3l425,184r-3,-6l422,178r,-3l422,168r-3,-3l419,165r,-3l419,160r-2,-4l417,156r,-3l417,150r-4,-6l413,141r,l413,138r-3,-4l410,134r,-3l410,131r-3,-3l407,128r,-2l403,122r,-3l403,119r,-3l400,113r,-4l397,107r-2,-3l395,102r-4,-4l391,95r,l385,93r,-7l382,86r,l378,80r-6,-6l372,76r,-2l370,71r-4,-3l366,68r,-4l366,64r-3,-3l360,61r-4,-6l353,55r-5,-6l344,46r-3,-4l338,42r-3,-2l331,37r-3,l325,34r,3l328,30r-3,l323,27r-4,l319,27r-3,-3l306,21r-3,-3l303,18r,l297,15r-3,l294,15r-3,-3l288,12r3,l284,12,281,8r-3,l276,8r-4,l276,8,269,6r-3,l251,3r-4,l244,r-3,l237,r-6,l225,,204,r-4,l200,r-6,l190,r,l187,r-5,3l184,3r-6,l173,3r,l170,3r-4,3l163,6r,l161,6r-3,2l154,8r-3,l145,12r-4,l138,12r-2,3l133,15r-7,3l123,21r-4,l116,24r-2,l111,27r,l104,30r,l104,30r-3,4l94,37r,l91,40r,l86,42r-4,4l82,46r,l76,52r,l73,52r-4,7l69,59r-2,2l64,61r-7,7l57,71r,l54,74r-3,l51,76r,l47,80r-3,3l44,83r,3l42,89r,l39,93r,2l35,98r,4l32,104r,3l29,107r-3,6l26,113r-4,3l22,119r,3l20,126r,2l17,131r,3l17,138r-3,3l14,144r-4,12l10,156r-3,6l7,165r,3l7,168,4,178r,3l4,181r,3l4,187r,l4,190r,9l4,197,,203r,25l4,231r,6l4,240r,-7l4,237r,-6l4,228r,l4,203r,-4l4,190r,-3l4,184r3,-3l7,178r,-10l7,165r,l10,162r,-2l10,156r4,-9l14,147r3,-3l17,141r,l17,134r,4l20,131r,-3l20,128r2,l22,126r,-4l26,119r,l26,119r,-3l29,113r,-4l32,107r,-3l35,102r4,-4l39,95r3,-2l42,89r2,-3l47,86r,-6l51,80r3,-4l54,74r3,-3l61,68r3,-4l67,61r2,-2l76,55r,-3l82,49r4,-3l89,42r2,-2l94,37r7,-3l104,34r3,-4l111,27r,l111,27r,l116,27r,-3l116,24r3,l123,21r,l126,21r7,-3l136,15r,l138,15r3,l141,15r4,-3l145,12r6,l154,8r4,l163,6r-2,2l163,8r7,-2l170,6r,l173,6r9,-3l184,3r3,l190,3r4,l200,3,204,r21,l225,r4,3l237,3r-3,l241,3r3,l244,3r3,l251,3r,l266,8r3,l269,6r3,2l276,8r2,4l281,12r3,l284,12r4,3l291,15r,l294,15r3,3l297,18r4,l303,21r3,l306,21r10,6l319,27r4,l323,27r2,3l328,34r-3,-4l325,34r3,3l328,37r3,3l335,40r3,2l341,46r-3,l341,46r7,3l348,49r2,6l353,59r,l360,61r3,3l363,64r,4l366,68r4,3l370,74r2,2l378,80r4,6l385,89r,4l388,98r3,l391,104r4,l397,107r,2l400,113r,3l400,116r,3l403,122r4,4l407,126r,2l407,131r,l410,134r,l410,138r,3l413,144r,l413,150r4,3l417,156r,4l417,160r2,2l419,165r,3l422,175r,3l422,187r,3l422,194r,9l425,206r,15l425,221r-3,3l422,237r,-4l422,237r,6l422,243r,7l422,252r,l419,258r,4l419,265r,l417,267r,4l417,274r-4,3l413,284r-3,2l410,289r-3,3l407,296r,3l407,302r-4,3l400,308r,3l400,314r-3,4l397,320r-2,3l391,327r,l388,330r,3l385,339r,l382,342r-4,3l378,345r-3,3l375,352r,-4l370,354r,3l366,361r-3,l356,370r,l353,370r-3,6l350,376r-6,3l341,382r-3,4l341,386xe" fillcolor="black" stroked="f">
                        <v:path arrowok="t" o:connecttype="custom" o:connectlocs="370,357;395,323;407,302;413,286;422,258;425,203;422,168;413,144;407,128;395,104;378,80;363,61;331,37;316,24;288,12;266,6;200,0;173,3;151,8;116,24;94,37;73,52;51,74;39,93;22,116;14,144;4,181;4,231;4,199;10,162;17,138;26,119;42,93;61,68;91,40;116,27;136,15;163,6;187,3;234,3;269,6;291,15;319,27;331,40;353,59;372,76;397,107;407,128;413,150;422,178;422,237;419,262;410,289;397,318;382,342;363,361;341,386" o:connectangles="0,0,0,0,0,0,0,0,0,0,0,0,0,0,0,0,0,0,0,0,0,0,0,0,0,0,0,0,0,0,0,0,0,0,0,0,0,0,0,0,0,0,0,0,0,0,0,0,0,0,0,0,0,0,0,0,0"/>
                      </v:shape>
                      <v:shape id="Freeform 16" o:spid="_x0000_s1040" style="position:absolute;left:21;top:70;width:425;height:397;visibility:visible;mso-wrap-style:square;v-text-anchor:top" coordsize="425,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" path="m,210r,3l,216r,4l3,228r,4l3,235r3,2l6,237r,4l6,244r4,12l13,259r,l13,259r,3l13,266r,l16,269r,3l16,272r,3l16,275r2,3l18,278r,3l22,284r,4l22,284r3,6l28,293r,4l35,303r,3l38,309r2,3l40,315r3,3l43,322r4,l50,324r3,3l53,331r7,3l63,337r,3l65,343r,l72,349r6,3l78,352r4,4l85,359r,l94,361r-4,l94,363r3,l97,367r3,l103,370r4,l112,373r3,3l115,376r4,l119,376r3,3l125,379r4,3l129,382r3,l132,382r2,3l134,382r3,3l144,389r,-4l147,389r3,l150,389r16,5l169,394r2,l171,394r7,3l180,397r,l183,397r10,l193,397r,l205,397r,l208,397r7,l218,397r9,l230,397r7,l237,397r6,l250,394r2,l272,389r2,l277,385r,4l280,385r4,l284,385r3,-3l287,385r3,-3l293,382r,l297,379r,l299,379r3,-3l302,376r3,l315,370r4,l321,367r6,-4l327,361r4,l337,359r3,-3l344,352r2,l349,349r3,-6l356,343r6,-6l362,334r6,-3l368,327r6,-5l378,322r,-4l381,315r3,-3l384,309r3,-6l391,300r2,-3l396,293r,-3l399,284r4,-3l403,281r,l403,278r3,-3l406,275r,-3l409,269r-3,l409,266r,l409,262r,l413,259r,-3l413,254r,l415,250r3,-18l421,228r,-3l421,222r4,-9l425,207r,-6l425,191r,-3l425,176r,-3l425,173r,-9l425,160r,l425,154r-4,-3l421,148r,l421,145r,-3l421,138r-3,-3l415,114r-2,-3l413,111r,-3l413,104r-4,-3l409,101r,-3l406,96r,-4l406,92r-3,-3l403,86r-4,l396,77r,l393,74r,-2l391,68r,-3l387,63r,l384,59r,-3l381,53r,l378,46r-4,l371,44r,-3l368,38r-2,-4l366,34r,-3l362,31r-3,-2l352,22r,l346,16r-2,l340,12r-3,-2l337,10,331,7,327,4,324,r-3,4l321,7r3,-3l324,4r3,l331,7r,l334,10r,l337,12r,l340,16r4,l346,19r,l349,22r3,3l352,25r7,4l359,31r3,3l362,34r4,4l366,38r2,3l371,44r3,2l374,50r7,6l381,56r3,3l384,63r3,2l391,68r,4l393,74r,3l396,79r3,7l403,89r,l403,89r,3l406,98r,l406,98r3,3l409,108r,-4l409,111r4,l413,114r,3l413,117r5,18l418,138r,4l421,145r,3l421,151r,6l421,160r,7l421,173r4,3l425,188r,l421,191r,10l421,201r,6l421,213r,l418,222r,3l418,225r,3l418,232r-5,15l413,254r,l409,256r,6l409,262r-3,4l406,272r-3,3l403,275r,l399,278r,3l396,288r-3,2l393,293r-2,7l391,300r-4,3l387,303r-3,6l381,312r,l381,315r-3,l378,315r-4,3l374,322r,l368,327r-2,4l362,334r-3,3l356,340r,l352,343r-6,6l346,349r-2,l344,352r,l340,356r,l337,356r,l331,359r-4,2l324,363r,l321,367r-2,l315,370r-10,3l302,376r-3,l297,379r-4,l290,382r-3,l284,385r-4,l277,385r-3,4l272,389r-20,5l252,394r-2,l243,394r,l237,394r,l237,394r-7,l225,397r2,l218,397r-3,l215,397r-7,l205,397r-9,l193,394r-7,l180,394r,l171,394r-2,l166,392r-16,-3l147,389r,l144,385r-7,l137,385r-3,-3l134,382r-2,l132,382r-3,-3l125,379r,l122,376r-3,l115,373r-3,l112,373r-5,-3l107,367r-4,l100,363r-3,l94,361r-9,-5l82,356r-4,-4l75,349,65,340r,l63,337r,l60,334r-3,-7l53,327r-3,-3l50,324r,-2l47,318r,l43,315r,l43,315r-3,-3l38,309r,-3l38,306r-3,-3l28,293r,-3l25,288r,l25,284r-3,-3l22,278r-4,-3l18,272r,l18,272r,l16,266r,l16,262r-3,-3l13,259r,-3l13,256r-3,-2l13,254,10,244,6,241r,-4l6,235r,l3,232r,l3,228r,-8l3,220r,-4l,213r,l,207r,-4l,210xe" fillcolor="black" stroked="f">
                        <v:path arrowok="t" o:connecttype="custom" o:connectlocs="6,237;13,262;18,278;28,297;47,322;65,343;90,361;115,376;132,382;150,389;180,397;215,397;252,394;287,382;302,376;331,361;362,337;384,312;403,281;406,269;413,254;425,201;425,160;418,135;409,98;396,77;384,56;366,34;344,16;321,7;337,12;352,25;371,44;391,68;403,89;409,111;421,145;425,188;418,222;409,256;399,278;387,303;374,322;352,343;337,356;315,370;284,385;243,394;218,397;180,394;144,385;125,379;107,367;75,349;50,324;40,312;25,288;18,272;10,254;3,232;0,203" o:connectangles="0,0,0,0,0,0,0,0,0,0,0,0,0,0,0,0,0,0,0,0,0,0,0,0,0,0,0,0,0,0,0,0,0,0,0,0,0,0,0,0,0,0,0,0,0,0,0,0,0,0,0,0,0,0,0,0,0,0,0,0,0"/>
                      </v:shape>
                      <v:shape id="Freeform 17" o:spid="_x0000_s1041" style="position:absolute;left:68;top:99;width:366;height:274;visibility:visible;mso-wrap-style:square;v-text-anchor:top" coordsize="366,2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"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r,l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0,252r4,-3l349,243r3,l356,240r,-3l362,230r4,-3l362,225xe" fillcolor="black" stroked="f">
                        <v:path arrowok="t" o:connecttype="custom" o:connectlocs="356,233;344,246;331,252;319,259;302,264;290,268;268,271;233,271;218,268;200,264;180,259;161,252;146,243;127,233;110,221;94,208;78,196;60,178;47,165;38,150;28,135;18,119;13,103;10,88;6,75;3,48;6,36;10,24;16,9;18,0;10,12;6,24;3,39;0,63;3,79;6,94;13,109;18,125;25,140;38,156;47,169;63,187;82,206;100,218;115,230;133,243;153,252;171,259;190,264;208,268;227,274;243,274;274,274;290,271;305,268;319,264;334,255;344,249;356,237" o:connectangles="0,0,0,0,0,0,0,0,0,0,0,0,0,0,0,0,0,0,0,0,0,0,0,0,0,0,0,0,0,0,0,0,0,0,0,0,0,0,0,0,0,0,0,0,0,0,0,0,0,0,0,0,0,0,0,0,0,0,0"/>
                      </v:shape>
                      <v:shape id="Freeform 18" o:spid="_x0000_s1042" style="position:absolute;left:27;top:196;width:346;height:244;visibility:visible;mso-wrap-style:square;v-text-anchor:top" coordsize="346,2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" path="m346,217r,-3l343,217r-3,l338,220r,l334,220r-3,3l328,223r-3,3l321,226r,4l318,230r-3,l313,230r-4,3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l84,180r-3,-3l79,177r-3,-3l72,171r,-4l69,167r-3,-3l66,162r-3,-4l59,155r-2,-3l57,152r-3,-3l51,143r-4,-3l44,140r,-4l41,133r,-3l37,128r-3,-4l34,121r-2,l32,118r-3,-3l29,111r-4,-2l25,106r-3,-4l22,99r,-3l19,94r,-4l16,90r,-3l12,84r,-3l12,77r,-2l10,72r,-4l10,65,7,62r,-3l7,56r,-3l7,50,4,47r,l4,41r,l4,31r,-3l4,9,4,6,4,,,,,4r,8l,16r,6l,22r,9l,34r,7l,43r,4l4,50r,3l4,56r,3l4,62r3,3l7,68r,4l7,75r3,2l10,81r2,3l12,87r,3l16,90r,6l16,96r3,3l19,102r3,4l22,109r3,2l25,115r4,3l29,121r3,3l32,128r2,2l37,130r,3l41,136r,4l44,143r3,3l51,149r,l54,152r5,10l63,162r9,12l72,177r4,l81,183r3,l88,186r,3l91,189r3,3l97,196r4,2l104,198r2,3l109,201r4,4l116,208r,l119,211r4,l126,214r2,l131,217r4,l138,220r3,l144,223r4,l151,226r2,l156,230r4,l163,230r2,3l168,233r4,l174,235r3,l180,235r7,2l190,237r4,l194,237r5,4l202,241r4,l209,241r3,l215,241r4,3l224,244r3,l234,244r3,l256,244r3,l266,244r2,l274,244r4,-3l281,241r3,l287,241r4,l293,237r3,l299,237r4,l306,235r3,l313,235r,-2l315,233r3,l321,230r4,l328,230r,-4l331,226r3,l338,223r2,l340,220r3,l346,217xe" fillcolor="black" stroked="f">
                        <v:path arrowok="t" o:connecttype="custom" o:connectlocs="338,220;325,226;313,230;299,235;284,237;268,241;221,241;206,237;190,235;174,230;160,226;144,217;128,211;113,201;101,192;88,183;72,171;63,158;51,143;41,130;32,118;22,102;16,90;12,75;7,59;4,47;4,9;0,12;0,34;4,53;7,68;12,84;16,96;25,111;32,128;41,140;54,152;76,177;91,189;106,201;119,211;135,217;151,226;165,233;180,235;199,241;215,241;237,244;274,244;291,241;306,235;318,233;331,226;343,220" o:connectangles="0,0,0,0,0,0,0,0,0,0,0,0,0,0,0,0,0,0,0,0,0,0,0,0,0,0,0,0,0,0,0,0,0,0,0,0,0,0,0,0,0,0,0,0,0,0,0,0,0,0,0,0,0,0"/>
                      </v:shape>
                      <v:shape id="Freeform 19" o:spid="_x0000_s1043" style="position:absolute;left:64;top:2;width:382;height:469;visibility:visible;mso-wrap-style:square;v-text-anchor:top" coordsize="382,4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" path="m,l4,3r,l4,7r,l4,9r,l7,12r,4l7,16r,3l7,19r3,3l10,22r,3l10,25r4,3l14,28r,3l14,31r,3l17,34r,4l17,41r,l20,44r,l20,46r,l22,50r,l22,53r4,3l26,56r,3l26,59r3,3l29,62r,3l29,65r3,3l32,68r,4l32,72r3,3l35,78r,l39,80r,l39,84r3,l42,87r,l44,90r,l44,93r3,4l47,97r4,2l51,99r,3l54,106r,l54,109r3,l57,112r,l60,114r,l64,118r,3l64,121r3,3l67,124r2,3l69,131r3,2l72,133r4,3l76,136r3,4l79,142r3,3l82,145r4,2l86,147r3,4l89,154r5,6l94,160r,l82,160r,4l67,164r,-4l60,160r-3,l57,160r,4l60,166r,3l64,169r,3l67,176r,3l67,179r2,3l69,185r3,3l72,191r4,l76,194r,4l79,200r,l82,203r,3l82,206r4,4l86,213r3,l89,216r2,3l91,222r3,3l98,228r,l101,232r,3l104,235r,2l107,241r,l111,244r3,3l114,250r2,3l119,256r4,3l123,262r5,4l131,269r,2l140,278r3,3l147,288r3,l153,290r,l157,293r,l160,296r2,4l165,303r4,2l172,305r,4l175,309r,3l178,312r4,3l184,318r3,l187,318r3,4l190,322r4,2l197,324r,l200,327r4,3l204,330r3,l209,334r,l212,334r-3,3l209,337r-2,l207,337r-3,3l204,340r,l200,340r,l200,340r,3l197,343r,l197,343r-3,l194,343r,l194,343r-4,3l190,346r-3,l187,346r,l187,346r-3,3l184,349r-2,l182,349r,l178,349r,l175,349r,3l175,352r-3,l172,352r-3,l165,352r,l165,352r-3,4l160,356r,l157,356r,l153,356r,2l153,358r,l157,358r,3l160,361r2,4l165,368r,l169,371r3,l172,374r3,l178,377r,l182,380r2,l184,380r3,3l190,383r,3l194,386r3,4l197,390r3,2l204,392r,l207,395r2,4l212,399r,l216,402r3,l222,405r,l225,405r4,3l231,408r3,3l234,411r3,l241,414r3,l244,414r3,3l250,417r4,3l254,420r2,l259,424r,l262,424r4,3l269,427r3,2l276,429r,l278,431r3,l284,431r4,4l288,435r3,3l294,438r3,l301,441r2,l303,441r6,3l309,444r4,l316,447r3,l323,447r2,3l328,450r3,l335,450r3,3l338,453r6,l344,457r4,l350,457r3,3l356,460r4,l363,462r3,l370,462r2,l375,465r3,l382,469r,l382,465r-4,l378,465r-3,-3l375,462r-3,l372,462r-2,-2l366,460r,l363,460r,-3l363,457r-3,l360,453r-4,l356,453r-3,-3l353,450r-3,l348,450r,-3l344,447r,l344,447r-3,-3l338,444r,l335,441r,l331,441r,-3l331,438r-3,l325,438r,-3l323,435r,l323,431r-4,l316,431r,-2l313,429r,l309,429r,-2l306,427r,-3l303,424r,l301,424r,-4l297,420r,l297,417r-3,l294,417r-3,-3l288,414r,l288,411r-4,l284,411r-3,-3l281,408r-3,-3l276,405r,l276,405r-4,-3l272,402r-3,l266,399r,l262,395r-3,l259,392r-3,l256,392r-2,-2l254,390r-4,-4l250,386r-3,l247,383r,l244,383r,-3l241,380r3,l244,380r3,l247,380r,l250,377r,l250,377r4,l254,377r,l256,374r,l256,374r3,l259,374r3,l262,374r,l262,371r4,l266,371r,l266,371r3,l269,371r3,l272,368r,l272,368r4,l276,368r,l278,365r,l278,365r3,l281,365r,l281,365r3,l284,361r,l284,361r4,l288,361r,l288,361r,-3l291,358r,l294,358r,l294,358r,l294,358r3,-2l297,356r,l297,356r,-4l294,352r-3,l288,349r,l284,349r-3,-3l281,346r-3,-3l276,343r,l272,340r-3,l266,340r,-3l262,337r-3,-3l259,334r-3,l254,330r-4,l250,327r-3,l247,324r-3,l241,324r-4,-2l237,322r-3,l234,318r-3,l229,315r-4,l225,315r-3,-3l219,312r,-3l216,309r-4,l212,305r-3,-2l207,303r-3,-3l204,300r-4,-4l200,296r-3,-3l194,293r,l190,290r-3,l187,288r-3,l184,284r-6,-3l178,281r-3,l175,278r-3,l169,275r-4,-4l162,271r-2,-2l157,266r,-4l153,262r,l143,253r-3,l137,250r,-3l131,241r-3,l126,237r-7,-5l116,228r-2,-3l119,225r4,l131,225r,-3l137,222r3,l143,222r4,l150,222r3,-3l160,219r,l165,219r,l169,219r3,l178,219r,-3l182,216r,l184,216r3,l190,216r4,-3l197,213r,l197,213r-3,l190,210r-3,-4l187,203r-3,l182,200r-4,l172,194r-3,-3l165,191r-3,-3l162,185r-5,l157,182r-4,-3l150,179r-7,-7l140,169r,l137,166r-2,-2l128,160r,-3l126,154r-3,l123,151r-7,-6l114,145r-3,-3l107,140r,-4l104,136,89,121r-3,-7l82,112r-3,-3l76,106,69,99,67,97,64,93r,-3l60,87,57,84,54,80r,-2l51,75,47,72,44,68r,-3l42,65r,-3l39,59r,l35,56,32,53r,-3l29,50r,-4l29,44,26,41r,-3l22,34r,l20,31,17,28r,-3l17,25,14,22r,-3l10,16r,l7,12,7,9,4,7,4,3r,l,xe" fillcolor="black" stroked="f">
                        <v:path arrowok="t" o:connecttype="custom" o:connectlocs="7,19;17,34;26,56;32,72;44,90;57,112;72,133;89,154;57,164;72,191;89,213;107,241;131,271;165,303;190,322;212,334;200,343;187,346;175,352;157,356;165,368;190,383;212,399;241,414;266,427;294,438;325,450;356,460;378,465;363,457;344,447;325,438;309,427;294,417;276,405;256,392;244,380;256,374;266,371;278,365;288,361;294,358;281,346;259,334;234,322;212,305;187,290;162,271;128,241;143,222;178,216;190,210;157,185;126,154;82,112;51,75;29,50;14,22" o:connectangles="0,0,0,0,0,0,0,0,0,0,0,0,0,0,0,0,0,0,0,0,0,0,0,0,0,0,0,0,0,0,0,0,0,0,0,0,0,0,0,0,0,0,0,0,0,0,0,0,0,0,0,0,0,0,0,0,0,0"/>
                      </v:shape>
                      <v:shape id="Freeform 20" o:spid="_x0000_s1044" style="position:absolute;left:273;top:181;width:132;height:145;visibility:visible;mso-wrap-style:square;v-text-anchor:top" coordsize="132,1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" path="m50,99r,3l50,105r,l53,105r,l53,105r,4l53,109r,l53,109r4,2l57,111r,l57,111r3,l60,111r3,3l63,114r,l67,114r,l75,114r,l79,114r,l82,114r,-3l82,111r3,l85,109r,l88,109r,l88,109r,l88,105r4,l92,105r,-3l92,15r,l92,15r-10,l82,r50,l132,15r-10,l122,15r,l122,15r-3,l119,109r,l119,114r,l119,114r,l119,117r-3,l116,117r,4l116,121r,l116,121r-2,l114,124r,l114,124r,l110,126r,l110,126r,4l110,130r,l107,130r,l104,133r,l104,133r,l100,136r,l100,136r,l97,139r-3,l94,139r-2,l92,139r,l92,143r-4,l85,143r,l85,143r-3,2l82,145r-3,l72,145r,l57,145r-4,l50,145r-3,l45,145r,-2l45,143r,l41,143r,l38,143r,-4l38,139r-3,l35,139r-3,l32,139r,l32,136r,l28,136r,l28,136r,l25,133r,l25,133r-3,l22,133r,-3l22,130r,l20,130r,l20,126r,l20,126r-4,-2l16,124r,l16,124r-3,l13,121r,l13,121r,l13,117r-3,l10,114r,l10,111r,l10,109r-3,l7,15r,l7,15,,15,,,60,r,15l53,15r,l50,15r,87l50,99xe" stroked="f">
                        <v:path arrowok="t" o:connecttype="custom" o:connectlocs="50,105;53,105;53,109;57,111;57,111;63,114;67,114;75,114;82,114;85,111;88,109;88,109;92,105;92,15;82,0;122,15;122,15;119,109;119,114;116,117;116,121;114,121;114,124;110,126;110,130;107,130;104,133;100,136;97,139;92,139;92,143;85,143;82,145;72,145;50,145;45,143;41,143;38,139;35,139;32,139;28,136;28,136;25,133;22,130;20,130;20,126;16,124;13,124;13,121;10,117;10,111;7,109;7,15;60,0;53,15;50,99" o:connectangles="0,0,0,0,0,0,0,0,0,0,0,0,0,0,0,0,0,0,0,0,0,0,0,0,0,0,0,0,0,0,0,0,0,0,0,0,0,0,0,0,0,0,0,0,0,0,0,0,0,0,0,0,0,0,0,0"/>
                      </v:shape>
                      <v:shape id="Freeform 21" o:spid="_x0000_s1045" style="position:absolute;left:276;top:184;width:126;height:140;visibility:visible;mso-wrap-style:square;v-text-anchor:top" coordsize="126,1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" path="m113,99r,7l113,106r,2l111,108r,3l111,111r,l111,114r,l111,114r-4,l107,118r,l107,118r,l107,118r-3,3l104,121r,l104,123r,l101,123r,l101,123r,4l101,127r,l97,127r,l97,127r,3l94,130r,l91,130r,3l89,133r,l89,133r-4,l85,133r-3,3l82,136r,l79,136r,l76,136r,l69,136r,4l54,140r,-4l47,136r,l44,136r-2,l42,136r,l38,136r,-3l38,133r-3,l35,133r,l32,133r,-3l29,130r,l25,130r,-3l25,127r-3,l22,127r,-4l22,123r,l19,123r,l19,121r,l19,121r-2,-3l17,118r,l17,118r-4,l13,118r,-4l13,114r,l13,114r-3,-3l10,108r,l10,106r,l10,12r,l10,9,7,9r,l7,9,7,6r,l7,6,,6,,,50,r,6l47,6r,l44,6r,3l44,9r,l44,9r,93l44,102r,l44,102r,4l47,106r,l47,106r,2l50,111r,l50,111r4,l54,111r,3l57,114r,l57,114r3,l64,114r,l72,114r,l79,114r,l79,114r,l79,114r3,-3l82,111r,l85,111r,l85,111r4,-3l89,106r,l89,106r2,l91,106r,l91,102r,l91,99r,l91,12r,l91,9r,l91,9r,l91,6r-2,l89,6r-7,l82,r44,l126,6r-10,l116,6r,l116,9r,l116,9r-3,l113,12r,l113,99xe" fillcolor="black" stroked="f">
                        <v:path arrowok="t" o:connecttype="custom" o:connectlocs="113,106;111,111;111,114;107,114;107,118;104,121;104,123;101,123;101,127;97,127;94,130;91,133;89,133;82,136;79,136;76,136;54,140;47,136;42,136;38,133;35,133;32,130;25,130;22,127;22,123;19,123;19,121;17,118;13,118;13,114;10,108;10,106;10,9;7,9;7,6;50,0;47,6;44,9;44,102;44,102;47,106;50,111;54,111;57,114;60,114;72,114;79,114;79,114;82,111;85,111;89,106;91,106;91,102;91,12;91,9;91,6;82,6;126,6;116,6;116,9;113,12" o:connectangles="0,0,0,0,0,0,0,0,0,0,0,0,0,0,0,0,0,0,0,0,0,0,0,0,0,0,0,0,0,0,0,0,0,0,0,0,0,0,0,0,0,0,0,0,0,0,0,0,0,0,0,0,0,0,0,0,0,0,0,0,0"/>
                      </v:shape>
                      <v:shape id="Freeform 22" o:spid="_x0000_s1046" style="position:absolute;left:68;top:181;width:65;height:143;visibility:visible;mso-wrap-style:square;v-text-anchor:top" coordsize="65,1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" path="m56,124r,2l56,126r,4l65,130r,13l,143,,130r10,l10,126r,l10,126r3,l13,15r-3,l10,15r,l10,15,,15,,,65,r,15l56,15r,l56,15r,109xe" stroked="f">
                        <v:path arrowok="t" o:connecttype="custom" o:connectlocs="56,124;56,126;56,126;56,130;65,130;65,143;0,143;0,130;10,130;10,126;10,126;10,126;13,126;13,15;10,15;10,15;10,15;10,15;0,15;0,0;65,0;65,15;56,15;56,15;56,15;56,124" o:connectangles="0,0,0,0,0,0,0,0,0,0,0,0,0,0,0,0,0,0,0,0,0,0,0,0,0,0"/>
                      </v:shape>
                      <v:shape id="Freeform 23" o:spid="_x0000_s1047" style="position:absolute;left:74;top:184;width:57;height:136;visibility:visible;mso-wrap-style:square;v-text-anchor:top" coordsize="57,1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" path="m44,123r,l47,123r,4l47,127r,l47,127r,l47,127r,3l50,130r,l57,130r,6l,136r,-6l4,130r,l7,130r,-3l7,127r3,l10,127r,l10,123r,l10,123r,l10,12r,l10,9r,l10,9,7,9,7,6r,l7,6,,6,,,57,r,6l47,6r,l47,6r,3l47,9r,l47,9r,3l44,12r,111l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24" o:spid="_x0000_s1048" style="position:absolute;left:146;top:181;width:118;height:143;visibility:visible;mso-wrap-style:square;v-text-anchor:top" coordsize="118,1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" path="m87,130r,l87,143r-58,l29,130r5,l34,126r,l34,126r3,l37,27r-8,l29,27r-4,l25,31r-3,l22,31r-3,l19,31r,l19,31r,l16,34r,l16,34r,l16,37r,l16,40r-4,l12,40r,3l12,49,,49,,,118,r,49l105,49r,-9l105,40r,-3l105,37r,l102,34r,l102,34r,l100,31r,l100,31r,l100,31r-4,l96,31r-3,l93,27r-3,l90,27r-7,l83,126r,l83,126r,l83,130r4,xe" stroked="f">
                        <v:path arrowok="t" o:connecttype="custom" o:connectlocs="87,130;29,143;34,130;34,126;37,126;29,27;25,27;22,31;19,31;19,31;19,31;16,34;16,34;16,37;12,40;12,43;0,49;118,0;105,49;105,40;105,37;102,34;102,34;100,31;100,31;100,31;96,31;93,27;90,27;83,126;83,126;83,130" o:connectangles="0,0,0,0,0,0,0,0,0,0,0,0,0,0,0,0,0,0,0,0,0,0,0,0,0,0,0,0,0,0,0,0"/>
                      </v:shape>
                      <v:shape id="Freeform 25" o:spid="_x0000_s1049" style="position:absolute;left:150;top:184;width:111;height:136;visibility:visible;mso-wrap-style:square;v-text-anchor:top" coordsize="111,1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" path="m5,40r,3l,43,,,111,r,43l108,43r,-6l104,37r,-3l104,34r,-3l104,31r,l101,31r,-3l101,28r,l101,28r,l98,24r,l98,24r,l96,24r,-3l96,21r-4,l92,21r-3,l86,21r,l74,21r,106l76,127r,l76,127r,l76,130r3,l79,130r4,l83,136r-53,l30,130r3,l33,130r,l33,127r,l37,127r,l37,127r,-4l37,123,37,21r-9,l25,21r-4,l21,21r-3,l18,21r-3,l15,24r,l15,24r-3,l12,28r,l8,28r,l8,28r,3l8,31r,l8,31,5,34r,l5,34r,6l5,40xe" fillcolor="black" stroked="f">
                        <v:path arrowok="t" o:connecttype="custom" o:connectlocs="5,43;0,0;111,43;108,37;104,34;104,31;104,31;101,28;101,28;101,28;98,24;98,24;96,21;92,21;89,21;86,21;74,127;76,127;76,127;79,130;83,130;30,136;33,130;33,130;33,127;37,127;37,123;37,21;25,21;21,21;18,21;15,24;15,24;12,28;8,28;8,28;8,31;8,31;5,34;5,40" o:connectangles="0,0,0,0,0,0,0,0,0,0,0,0,0,0,0,0,0,0,0,0,0,0,0,0,0,0,0,0,0,0,0,0,0,0,0,0,0,0,0,0"/>
                      </v:shape>
                    </v:group>
                  </w:pict>
                </mc:Fallback>
              </mc:AlternateContent>
            </w:r>
            <w:r w:rsidRPr="000456B4">
              <w:rPr>
                <w:noProof/>
              </w:rPr>
              <w:drawing>
                <wp:anchor distT="0" distB="0" distL="114300" distR="114300" simplePos="0" relativeHeight="251666944" behindDoc="0" locked="0" layoutInCell="1" allowOverlap="1" wp14:anchorId="361372F1" wp14:editId="232D4CB6">
                  <wp:simplePos x="0" y="0"/>
                  <wp:positionH relativeFrom="column">
                    <wp:posOffset>610235</wp:posOffset>
                  </wp:positionH>
                  <wp:positionV relativeFrom="paragraph">
                    <wp:posOffset>-318770</wp:posOffset>
                  </wp:positionV>
                  <wp:extent cx="293370" cy="267335"/>
                  <wp:effectExtent l="0" t="0" r="0" b="0"/>
                  <wp:wrapNone/>
                  <wp:docPr id="58" name="Picture 2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7"/>
                          <pic:cNvPicPr>
                            <a:picLocks/>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93370" cy="267335"/>
                          </a:xfrm>
                          <a:prstGeom prst="rect">
                            <a:avLst/>
                          </a:prstGeom>
                          <a:noFill/>
                        </pic:spPr>
                      </pic:pic>
                    </a:graphicData>
                  </a:graphic>
                  <wp14:sizeRelH relativeFrom="page">
                    <wp14:pctWidth>0</wp14:pctWidth>
                  </wp14:sizeRelH>
                  <wp14:sizeRelV relativeFrom="page">
                    <wp14:pctHeight>0</wp14:pctHeight>
                  </wp14:sizeRelV>
                </wp:anchor>
              </w:drawing>
            </w:r>
            <w:r w:rsidRPr="000456B4">
              <w:rPr>
                <w:noProof/>
              </w:rPr>
              <w:drawing>
                <wp:anchor distT="0" distB="0" distL="114300" distR="114300" simplePos="0" relativeHeight="251665920" behindDoc="0" locked="0" layoutInCell="1" allowOverlap="1" wp14:anchorId="1BE4AEB2" wp14:editId="2F0EAE91">
                  <wp:simplePos x="0" y="0"/>
                  <wp:positionH relativeFrom="column">
                    <wp:posOffset>268605</wp:posOffset>
                  </wp:positionH>
                  <wp:positionV relativeFrom="paragraph">
                    <wp:posOffset>-318770</wp:posOffset>
                  </wp:positionV>
                  <wp:extent cx="294640" cy="267335"/>
                  <wp:effectExtent l="0" t="0" r="0" b="0"/>
                  <wp:wrapNone/>
                  <wp:docPr id="3" name="Picture 2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6"/>
                          <pic:cNvPicPr>
                            <a:picLocks/>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94640" cy="267335"/>
                          </a:xfrm>
                          <a:prstGeom prst="rect">
                            <a:avLst/>
                          </a:prstGeom>
                          <a:noFill/>
                        </pic:spPr>
                      </pic:pic>
                    </a:graphicData>
                  </a:graphic>
                  <wp14:sizeRelH relativeFrom="page">
                    <wp14:pctWidth>0</wp14:pctWidth>
                  </wp14:sizeRelH>
                  <wp14:sizeRelV relativeFrom="page">
                    <wp14:pctHeight>0</wp14:pctHeight>
                  </wp14:sizeRelV>
                </wp:anchor>
              </w:drawing>
            </w:r>
            <w:r w:rsidRPr="000456B4">
              <w:rPr>
                <w:rFonts w:eastAsia="SimSun"/>
                <w:b/>
                <w:sz w:val="24"/>
                <w:szCs w:val="22"/>
              </w:rPr>
              <w:t>Joint Collaborative Team on Video Coding (JCT-VC)</w:t>
            </w:r>
          </w:p>
          <w:p w14:paraId="5AFBCBFD" w14:textId="77777777" w:rsidR="00577D86" w:rsidRPr="000456B4" w:rsidRDefault="00577D86" w:rsidP="000B1A01">
            <w:pPr>
              <w:tabs>
                <w:tab w:val="clear" w:pos="794"/>
                <w:tab w:val="clear" w:pos="1191"/>
                <w:tab w:val="clear" w:pos="1588"/>
                <w:tab w:val="clear" w:pos="1985"/>
                <w:tab w:val="left" w:pos="7200"/>
              </w:tabs>
              <w:overflowPunct/>
              <w:autoSpaceDE/>
              <w:autoSpaceDN/>
              <w:adjustRightInd/>
              <w:spacing w:before="0"/>
              <w:jc w:val="left"/>
              <w:textAlignment w:val="auto"/>
              <w:rPr>
                <w:rFonts w:eastAsia="SimSun"/>
                <w:b/>
                <w:sz w:val="24"/>
                <w:szCs w:val="22"/>
              </w:rPr>
            </w:pPr>
            <w:r w:rsidRPr="000456B4">
              <w:rPr>
                <w:rFonts w:eastAsia="SimSun"/>
                <w:b/>
                <w:sz w:val="24"/>
                <w:szCs w:val="22"/>
              </w:rPr>
              <w:t>of ITU-T SG 16 WP 3 and ISO/IEC JTC 1/SC 29/WG 11</w:t>
            </w:r>
          </w:p>
          <w:p w14:paraId="08CD83BA" w14:textId="77777777" w:rsidR="00577D86" w:rsidRPr="000456B4" w:rsidRDefault="00577D86" w:rsidP="000B1A01">
            <w:pPr>
              <w:tabs>
                <w:tab w:val="clear" w:pos="794"/>
                <w:tab w:val="clear" w:pos="1191"/>
                <w:tab w:val="clear" w:pos="1588"/>
                <w:tab w:val="clear" w:pos="1985"/>
                <w:tab w:val="left" w:pos="7200"/>
              </w:tabs>
              <w:overflowPunct/>
              <w:autoSpaceDE/>
              <w:autoSpaceDN/>
              <w:adjustRightInd/>
              <w:spacing w:before="0"/>
              <w:jc w:val="left"/>
              <w:textAlignment w:val="auto"/>
              <w:rPr>
                <w:rFonts w:eastAsia="SimSun"/>
                <w:b/>
                <w:sz w:val="24"/>
                <w:szCs w:val="22"/>
              </w:rPr>
            </w:pPr>
            <w:r w:rsidRPr="000456B4">
              <w:rPr>
                <w:rFonts w:eastAsia="SimSun"/>
                <w:sz w:val="24"/>
                <w:szCs w:val="24"/>
              </w:rPr>
              <w:t>3</w:t>
            </w:r>
            <w:r>
              <w:rPr>
                <w:rFonts w:eastAsia="SimSun"/>
                <w:sz w:val="24"/>
                <w:szCs w:val="24"/>
              </w:rPr>
              <w:t>5th</w:t>
            </w:r>
            <w:r w:rsidRPr="000456B4">
              <w:rPr>
                <w:rFonts w:eastAsia="SimSun"/>
                <w:sz w:val="24"/>
                <w:szCs w:val="24"/>
              </w:rPr>
              <w:t xml:space="preserve"> Meeting: </w:t>
            </w:r>
            <w:r>
              <w:rPr>
                <w:rFonts w:eastAsia="SimSun"/>
                <w:sz w:val="24"/>
                <w:szCs w:val="24"/>
              </w:rPr>
              <w:t>Geneva</w:t>
            </w:r>
            <w:r w:rsidRPr="000456B4">
              <w:rPr>
                <w:rFonts w:eastAsia="SimSun"/>
                <w:sz w:val="24"/>
                <w:szCs w:val="24"/>
              </w:rPr>
              <w:t xml:space="preserve">, </w:t>
            </w:r>
            <w:r>
              <w:rPr>
                <w:rFonts w:eastAsia="SimSun"/>
                <w:sz w:val="24"/>
                <w:szCs w:val="24"/>
              </w:rPr>
              <w:t>CH</w:t>
            </w:r>
            <w:r w:rsidRPr="000456B4">
              <w:rPr>
                <w:rFonts w:eastAsia="SimSun"/>
                <w:sz w:val="24"/>
                <w:szCs w:val="24"/>
              </w:rPr>
              <w:t xml:space="preserve">, </w:t>
            </w:r>
            <w:r>
              <w:rPr>
                <w:rFonts w:eastAsia="SimSun"/>
                <w:sz w:val="24"/>
                <w:szCs w:val="24"/>
              </w:rPr>
              <w:t>22</w:t>
            </w:r>
            <w:r w:rsidRPr="000456B4">
              <w:rPr>
                <w:rFonts w:eastAsia="SimSun"/>
                <w:sz w:val="24"/>
                <w:szCs w:val="24"/>
              </w:rPr>
              <w:t>–</w:t>
            </w:r>
            <w:r>
              <w:rPr>
                <w:rFonts w:eastAsia="SimSun"/>
                <w:sz w:val="24"/>
                <w:szCs w:val="24"/>
              </w:rPr>
              <w:t>27</w:t>
            </w:r>
            <w:r w:rsidRPr="000456B4">
              <w:rPr>
                <w:rFonts w:eastAsia="SimSun"/>
                <w:sz w:val="24"/>
                <w:szCs w:val="24"/>
              </w:rPr>
              <w:t xml:space="preserve"> </w:t>
            </w:r>
            <w:r>
              <w:rPr>
                <w:rFonts w:eastAsia="SimSun"/>
                <w:sz w:val="24"/>
                <w:szCs w:val="24"/>
              </w:rPr>
              <w:t>March 2019</w:t>
            </w:r>
            <w:r w:rsidRPr="000456B4">
              <w:rPr>
                <w:rFonts w:eastAsia="SimSun"/>
                <w:sz w:val="24"/>
                <w:szCs w:val="24"/>
              </w:rPr>
              <w:t xml:space="preserve"> </w:t>
            </w:r>
          </w:p>
        </w:tc>
        <w:tc>
          <w:tcPr>
            <w:tcW w:w="3456" w:type="dxa"/>
          </w:tcPr>
          <w:p w14:paraId="4F432FBD" w14:textId="0F73A653" w:rsidR="00577D86" w:rsidRPr="000456B4" w:rsidRDefault="00577D86" w:rsidP="000B1A01">
            <w:pPr>
              <w:tabs>
                <w:tab w:val="clear" w:pos="794"/>
                <w:tab w:val="clear" w:pos="1191"/>
                <w:tab w:val="clear" w:pos="1588"/>
                <w:tab w:val="clear" w:pos="1985"/>
                <w:tab w:val="left" w:pos="7200"/>
              </w:tabs>
              <w:overflowPunct/>
              <w:autoSpaceDE/>
              <w:autoSpaceDN/>
              <w:adjustRightInd/>
              <w:spacing w:before="0"/>
              <w:jc w:val="left"/>
              <w:textAlignment w:val="auto"/>
              <w:rPr>
                <w:rFonts w:eastAsia="SimSun"/>
                <w:sz w:val="24"/>
                <w:szCs w:val="24"/>
                <w:u w:val="single"/>
              </w:rPr>
            </w:pPr>
            <w:r w:rsidRPr="000456B4">
              <w:rPr>
                <w:rFonts w:eastAsia="SimSun"/>
                <w:sz w:val="24"/>
                <w:szCs w:val="24"/>
              </w:rPr>
              <w:t>Document: JCTVC-A</w:t>
            </w:r>
            <w:r>
              <w:rPr>
                <w:rFonts w:eastAsia="SimSun"/>
                <w:sz w:val="24"/>
                <w:szCs w:val="24"/>
              </w:rPr>
              <w:t>I</w:t>
            </w:r>
            <w:r w:rsidRPr="000456B4">
              <w:rPr>
                <w:rFonts w:eastAsia="SimSun"/>
                <w:sz w:val="24"/>
                <w:szCs w:val="24"/>
                <w:u w:val="single"/>
              </w:rPr>
              <w:t>10</w:t>
            </w:r>
            <w:r>
              <w:rPr>
                <w:rFonts w:eastAsia="SimSun"/>
                <w:sz w:val="24"/>
                <w:szCs w:val="24"/>
                <w:u w:val="single"/>
              </w:rPr>
              <w:t>11</w:t>
            </w:r>
            <w:r w:rsidRPr="000456B4">
              <w:rPr>
                <w:rFonts w:eastAsia="SimSun"/>
                <w:sz w:val="24"/>
                <w:szCs w:val="24"/>
                <w:u w:val="single"/>
              </w:rPr>
              <w:t>-v</w:t>
            </w:r>
            <w:ins w:id="0" w:author="Yasser Syed" w:date="2019-06-26T16:20:00Z">
              <w:r w:rsidR="00F63550">
                <w:rPr>
                  <w:rFonts w:eastAsia="SimSun"/>
                  <w:sz w:val="24"/>
                  <w:szCs w:val="24"/>
                  <w:u w:val="single"/>
                </w:rPr>
                <w:t>2</w:t>
              </w:r>
            </w:ins>
            <w:del w:id="1" w:author="Yasser Syed" w:date="2019-06-26T16:20:00Z">
              <w:r w:rsidRPr="000456B4" w:rsidDel="00F63550">
                <w:rPr>
                  <w:rFonts w:eastAsia="SimSun"/>
                  <w:sz w:val="24"/>
                  <w:szCs w:val="24"/>
                  <w:u w:val="single"/>
                </w:rPr>
                <w:delText>1</w:delText>
              </w:r>
            </w:del>
          </w:p>
        </w:tc>
      </w:tr>
    </w:tbl>
    <w:p w14:paraId="7F76DBFC" w14:textId="77777777" w:rsidR="00577D86" w:rsidRPr="000456B4" w:rsidRDefault="00577D86" w:rsidP="00577D86">
      <w:pPr>
        <w:tabs>
          <w:tab w:val="clear" w:pos="794"/>
          <w:tab w:val="clear" w:pos="1191"/>
          <w:tab w:val="clear" w:pos="1588"/>
          <w:tab w:val="clear" w:pos="1985"/>
        </w:tabs>
        <w:overflowPunct/>
        <w:autoSpaceDE/>
        <w:autoSpaceDN/>
        <w:adjustRightInd/>
        <w:spacing w:before="0"/>
        <w:jc w:val="left"/>
        <w:textAlignment w:val="auto"/>
        <w:rPr>
          <w:rFonts w:eastAsia="SimSun"/>
          <w:sz w:val="24"/>
          <w:szCs w:val="24"/>
        </w:rPr>
      </w:pPr>
    </w:p>
    <w:tbl>
      <w:tblPr>
        <w:tblW w:w="9576" w:type="dxa"/>
        <w:tblLayout w:type="fixed"/>
        <w:tblLook w:val="0000" w:firstRow="0" w:lastRow="0" w:firstColumn="0" w:lastColumn="0" w:noHBand="0" w:noVBand="0"/>
      </w:tblPr>
      <w:tblGrid>
        <w:gridCol w:w="1458"/>
        <w:gridCol w:w="4050"/>
        <w:gridCol w:w="900"/>
        <w:gridCol w:w="3168"/>
      </w:tblGrid>
      <w:tr w:rsidR="00577D86" w:rsidRPr="000456B4" w14:paraId="2FEE8F01" w14:textId="77777777" w:rsidTr="000B1A01">
        <w:tc>
          <w:tcPr>
            <w:tcW w:w="1458" w:type="dxa"/>
          </w:tcPr>
          <w:p w14:paraId="0DE23D40" w14:textId="77777777" w:rsidR="00577D86" w:rsidRPr="000456B4" w:rsidRDefault="00577D86" w:rsidP="000B1A01">
            <w:pPr>
              <w:tabs>
                <w:tab w:val="clear" w:pos="794"/>
                <w:tab w:val="clear" w:pos="1191"/>
                <w:tab w:val="clear" w:pos="1588"/>
                <w:tab w:val="clear" w:pos="1985"/>
              </w:tabs>
              <w:overflowPunct/>
              <w:autoSpaceDE/>
              <w:autoSpaceDN/>
              <w:adjustRightInd/>
              <w:spacing w:before="60" w:after="60"/>
              <w:jc w:val="left"/>
              <w:textAlignment w:val="auto"/>
              <w:rPr>
                <w:rFonts w:eastAsia="SimSun"/>
                <w:i/>
                <w:sz w:val="24"/>
                <w:szCs w:val="22"/>
              </w:rPr>
            </w:pPr>
            <w:r w:rsidRPr="000456B4">
              <w:rPr>
                <w:rFonts w:eastAsia="SimSun"/>
                <w:i/>
                <w:sz w:val="24"/>
                <w:szCs w:val="22"/>
              </w:rPr>
              <w:t>Title:</w:t>
            </w:r>
          </w:p>
        </w:tc>
        <w:tc>
          <w:tcPr>
            <w:tcW w:w="8118" w:type="dxa"/>
            <w:gridSpan w:val="3"/>
          </w:tcPr>
          <w:p w14:paraId="3B54668A" w14:textId="77777777" w:rsidR="00577D86" w:rsidRPr="000456B4" w:rsidRDefault="00577D86" w:rsidP="000B1A01">
            <w:pPr>
              <w:tabs>
                <w:tab w:val="clear" w:pos="794"/>
                <w:tab w:val="clear" w:pos="1191"/>
                <w:tab w:val="clear" w:pos="1588"/>
                <w:tab w:val="clear" w:pos="1985"/>
              </w:tabs>
              <w:overflowPunct/>
              <w:autoSpaceDE/>
              <w:autoSpaceDN/>
              <w:adjustRightInd/>
              <w:spacing w:before="0"/>
              <w:jc w:val="left"/>
              <w:textAlignment w:val="auto"/>
              <w:rPr>
                <w:rFonts w:eastAsia="SimSun"/>
                <w:b/>
                <w:sz w:val="24"/>
                <w:szCs w:val="22"/>
              </w:rPr>
            </w:pPr>
            <w:r w:rsidRPr="000456B4">
              <w:rPr>
                <w:rFonts w:eastAsia="SimSun"/>
                <w:b/>
                <w:sz w:val="24"/>
                <w:szCs w:val="24"/>
              </w:rPr>
              <w:t xml:space="preserve">Usage of video signal type code points (Draft </w:t>
            </w:r>
            <w:r>
              <w:rPr>
                <w:rFonts w:eastAsia="SimSun"/>
                <w:b/>
                <w:sz w:val="24"/>
                <w:szCs w:val="24"/>
              </w:rPr>
              <w:t>4 for version 2</w:t>
            </w:r>
            <w:r w:rsidRPr="000456B4">
              <w:rPr>
                <w:rFonts w:eastAsia="SimSun"/>
                <w:b/>
                <w:sz w:val="24"/>
                <w:szCs w:val="24"/>
              </w:rPr>
              <w:t>)</w:t>
            </w:r>
          </w:p>
        </w:tc>
      </w:tr>
      <w:tr w:rsidR="00577D86" w:rsidRPr="000456B4" w14:paraId="40828E9B" w14:textId="77777777" w:rsidTr="000B1A01">
        <w:tc>
          <w:tcPr>
            <w:tcW w:w="1458" w:type="dxa"/>
          </w:tcPr>
          <w:p w14:paraId="6DF0EF27" w14:textId="77777777" w:rsidR="00577D86" w:rsidRPr="000456B4" w:rsidRDefault="00577D86" w:rsidP="000B1A01">
            <w:pPr>
              <w:tabs>
                <w:tab w:val="clear" w:pos="794"/>
                <w:tab w:val="clear" w:pos="1191"/>
                <w:tab w:val="clear" w:pos="1588"/>
                <w:tab w:val="clear" w:pos="1985"/>
              </w:tabs>
              <w:overflowPunct/>
              <w:autoSpaceDE/>
              <w:autoSpaceDN/>
              <w:adjustRightInd/>
              <w:spacing w:before="60" w:after="60"/>
              <w:jc w:val="left"/>
              <w:textAlignment w:val="auto"/>
              <w:rPr>
                <w:rFonts w:eastAsia="SimSun"/>
                <w:i/>
                <w:sz w:val="24"/>
                <w:szCs w:val="22"/>
              </w:rPr>
            </w:pPr>
            <w:r w:rsidRPr="000456B4">
              <w:rPr>
                <w:rFonts w:eastAsia="SimSun"/>
                <w:i/>
                <w:sz w:val="24"/>
                <w:szCs w:val="22"/>
              </w:rPr>
              <w:t>Status:</w:t>
            </w:r>
          </w:p>
        </w:tc>
        <w:tc>
          <w:tcPr>
            <w:tcW w:w="8118" w:type="dxa"/>
            <w:gridSpan w:val="3"/>
          </w:tcPr>
          <w:p w14:paraId="4F13AA8C" w14:textId="77777777" w:rsidR="00577D86" w:rsidRPr="000456B4" w:rsidRDefault="00577D86" w:rsidP="000B1A01">
            <w:pPr>
              <w:tabs>
                <w:tab w:val="clear" w:pos="794"/>
                <w:tab w:val="clear" w:pos="1191"/>
                <w:tab w:val="clear" w:pos="1588"/>
                <w:tab w:val="clear" w:pos="1985"/>
              </w:tabs>
              <w:overflowPunct/>
              <w:autoSpaceDE/>
              <w:autoSpaceDN/>
              <w:adjustRightInd/>
              <w:spacing w:before="60" w:after="60"/>
              <w:jc w:val="left"/>
              <w:textAlignment w:val="auto"/>
              <w:rPr>
                <w:rFonts w:eastAsia="SimSun"/>
                <w:sz w:val="24"/>
                <w:szCs w:val="22"/>
              </w:rPr>
            </w:pPr>
            <w:r w:rsidRPr="000456B4">
              <w:rPr>
                <w:rFonts w:eastAsia="SimSun"/>
                <w:sz w:val="24"/>
                <w:szCs w:val="22"/>
              </w:rPr>
              <w:t>Output Document approved by JCT-VC</w:t>
            </w:r>
          </w:p>
        </w:tc>
      </w:tr>
      <w:tr w:rsidR="00577D86" w:rsidRPr="000456B4" w14:paraId="53CD2F46" w14:textId="77777777" w:rsidTr="000B1A01">
        <w:tc>
          <w:tcPr>
            <w:tcW w:w="1458" w:type="dxa"/>
          </w:tcPr>
          <w:p w14:paraId="6BA5B0AA" w14:textId="77777777" w:rsidR="00577D86" w:rsidRPr="000456B4" w:rsidRDefault="00577D86" w:rsidP="000B1A01">
            <w:pPr>
              <w:tabs>
                <w:tab w:val="clear" w:pos="794"/>
                <w:tab w:val="clear" w:pos="1191"/>
                <w:tab w:val="clear" w:pos="1588"/>
                <w:tab w:val="clear" w:pos="1985"/>
              </w:tabs>
              <w:overflowPunct/>
              <w:autoSpaceDE/>
              <w:autoSpaceDN/>
              <w:adjustRightInd/>
              <w:spacing w:before="60" w:after="60"/>
              <w:jc w:val="left"/>
              <w:textAlignment w:val="auto"/>
              <w:rPr>
                <w:rFonts w:eastAsia="SimSun"/>
                <w:i/>
                <w:sz w:val="24"/>
                <w:szCs w:val="22"/>
              </w:rPr>
            </w:pPr>
            <w:r w:rsidRPr="000456B4">
              <w:rPr>
                <w:rFonts w:eastAsia="SimSun"/>
                <w:i/>
                <w:sz w:val="24"/>
                <w:szCs w:val="22"/>
              </w:rPr>
              <w:t>Purpose:</w:t>
            </w:r>
          </w:p>
        </w:tc>
        <w:tc>
          <w:tcPr>
            <w:tcW w:w="8118" w:type="dxa"/>
            <w:gridSpan w:val="3"/>
          </w:tcPr>
          <w:p w14:paraId="4E775A3A" w14:textId="77777777" w:rsidR="00577D86" w:rsidRPr="000456B4" w:rsidRDefault="00577D86" w:rsidP="000B1A01">
            <w:pPr>
              <w:tabs>
                <w:tab w:val="clear" w:pos="794"/>
                <w:tab w:val="clear" w:pos="1191"/>
                <w:tab w:val="clear" w:pos="1588"/>
                <w:tab w:val="clear" w:pos="1985"/>
              </w:tabs>
              <w:overflowPunct/>
              <w:autoSpaceDE/>
              <w:autoSpaceDN/>
              <w:adjustRightInd/>
              <w:spacing w:before="60" w:after="60"/>
              <w:jc w:val="left"/>
              <w:textAlignment w:val="auto"/>
              <w:rPr>
                <w:rFonts w:eastAsia="SimSun"/>
                <w:sz w:val="24"/>
                <w:szCs w:val="22"/>
              </w:rPr>
            </w:pPr>
            <w:r w:rsidRPr="000456B4">
              <w:rPr>
                <w:rFonts w:eastAsia="SimSun"/>
                <w:sz w:val="24"/>
                <w:szCs w:val="22"/>
              </w:rPr>
              <w:t>Draft Text</w:t>
            </w:r>
          </w:p>
        </w:tc>
      </w:tr>
      <w:tr w:rsidR="00577D86" w:rsidRPr="000456B4" w14:paraId="60DA21D6" w14:textId="77777777" w:rsidTr="000B1A01">
        <w:tc>
          <w:tcPr>
            <w:tcW w:w="1458" w:type="dxa"/>
          </w:tcPr>
          <w:p w14:paraId="019B5FDC" w14:textId="77777777" w:rsidR="00577D86" w:rsidRPr="000456B4" w:rsidRDefault="00577D86" w:rsidP="000B1A01">
            <w:pPr>
              <w:tabs>
                <w:tab w:val="clear" w:pos="794"/>
                <w:tab w:val="clear" w:pos="1191"/>
                <w:tab w:val="clear" w:pos="1588"/>
                <w:tab w:val="clear" w:pos="1985"/>
              </w:tabs>
              <w:overflowPunct/>
              <w:autoSpaceDE/>
              <w:autoSpaceDN/>
              <w:adjustRightInd/>
              <w:spacing w:before="60" w:after="60"/>
              <w:jc w:val="left"/>
              <w:textAlignment w:val="auto"/>
              <w:rPr>
                <w:rFonts w:eastAsia="SimSun"/>
                <w:i/>
                <w:sz w:val="24"/>
                <w:szCs w:val="22"/>
              </w:rPr>
            </w:pPr>
            <w:r w:rsidRPr="000456B4">
              <w:rPr>
                <w:rFonts w:eastAsia="SimSun"/>
                <w:i/>
                <w:sz w:val="24"/>
                <w:szCs w:val="22"/>
              </w:rPr>
              <w:t>Author(s) or</w:t>
            </w:r>
            <w:r w:rsidRPr="000456B4">
              <w:rPr>
                <w:rFonts w:eastAsia="SimSun"/>
                <w:i/>
                <w:sz w:val="24"/>
                <w:szCs w:val="22"/>
              </w:rPr>
              <w:br/>
              <w:t>Contact(s):</w:t>
            </w:r>
          </w:p>
        </w:tc>
        <w:tc>
          <w:tcPr>
            <w:tcW w:w="4050" w:type="dxa"/>
          </w:tcPr>
          <w:p w14:paraId="40B91CB7" w14:textId="77777777" w:rsidR="00577D86" w:rsidRPr="000456B4" w:rsidRDefault="00577D86" w:rsidP="000B1A01">
            <w:pPr>
              <w:tabs>
                <w:tab w:val="clear" w:pos="794"/>
                <w:tab w:val="clear" w:pos="1191"/>
                <w:tab w:val="clear" w:pos="1588"/>
                <w:tab w:val="clear" w:pos="1985"/>
              </w:tabs>
              <w:overflowPunct/>
              <w:autoSpaceDE/>
              <w:autoSpaceDN/>
              <w:adjustRightInd/>
              <w:spacing w:before="0"/>
              <w:jc w:val="left"/>
              <w:textAlignment w:val="auto"/>
              <w:rPr>
                <w:rFonts w:eastAsia="SimSun"/>
                <w:sz w:val="24"/>
                <w:szCs w:val="22"/>
              </w:rPr>
            </w:pPr>
          </w:p>
          <w:p w14:paraId="188F6F40" w14:textId="77777777" w:rsidR="00577D86" w:rsidRPr="000456B4" w:rsidRDefault="00577D86" w:rsidP="000B1A01">
            <w:pPr>
              <w:tabs>
                <w:tab w:val="clear" w:pos="794"/>
                <w:tab w:val="clear" w:pos="1191"/>
                <w:tab w:val="clear" w:pos="1588"/>
                <w:tab w:val="clear" w:pos="1985"/>
              </w:tabs>
              <w:overflowPunct/>
              <w:autoSpaceDE/>
              <w:autoSpaceDN/>
              <w:adjustRightInd/>
              <w:spacing w:before="0"/>
              <w:jc w:val="left"/>
              <w:textAlignment w:val="auto"/>
              <w:rPr>
                <w:rFonts w:eastAsia="SimSun"/>
                <w:b/>
                <w:bCs/>
                <w:iCs/>
                <w:sz w:val="24"/>
                <w:szCs w:val="22"/>
              </w:rPr>
            </w:pPr>
            <w:r w:rsidRPr="000456B4">
              <w:rPr>
                <w:rFonts w:eastAsia="SimSun"/>
                <w:sz w:val="24"/>
                <w:szCs w:val="22"/>
              </w:rPr>
              <w:t>Yasser Syed</w:t>
            </w:r>
          </w:p>
          <w:p w14:paraId="51ABB63A" w14:textId="77777777" w:rsidR="00577D86" w:rsidRDefault="00577D86" w:rsidP="000B1A01">
            <w:pPr>
              <w:tabs>
                <w:tab w:val="clear" w:pos="794"/>
                <w:tab w:val="clear" w:pos="1191"/>
                <w:tab w:val="clear" w:pos="1588"/>
                <w:tab w:val="clear" w:pos="1985"/>
              </w:tabs>
              <w:overflowPunct/>
              <w:autoSpaceDE/>
              <w:autoSpaceDN/>
              <w:adjustRightInd/>
              <w:spacing w:before="0"/>
              <w:jc w:val="left"/>
              <w:textAlignment w:val="auto"/>
              <w:rPr>
                <w:rFonts w:eastAsia="SimSun"/>
                <w:sz w:val="24"/>
                <w:szCs w:val="24"/>
              </w:rPr>
            </w:pPr>
            <w:r w:rsidRPr="000456B4">
              <w:rPr>
                <w:rFonts w:eastAsia="SimSun"/>
                <w:sz w:val="24"/>
                <w:szCs w:val="24"/>
              </w:rPr>
              <w:t>Chad Fogg</w:t>
            </w:r>
          </w:p>
          <w:p w14:paraId="437AAFF4" w14:textId="77777777" w:rsidR="00577D86" w:rsidRPr="000456B4" w:rsidRDefault="00577D86" w:rsidP="000B1A01">
            <w:pPr>
              <w:tabs>
                <w:tab w:val="clear" w:pos="794"/>
                <w:tab w:val="clear" w:pos="1191"/>
                <w:tab w:val="clear" w:pos="1588"/>
                <w:tab w:val="clear" w:pos="1985"/>
              </w:tabs>
              <w:overflowPunct/>
              <w:autoSpaceDE/>
              <w:autoSpaceDN/>
              <w:adjustRightInd/>
              <w:spacing w:before="0"/>
              <w:jc w:val="left"/>
              <w:textAlignment w:val="auto"/>
              <w:rPr>
                <w:rFonts w:eastAsia="SimSun"/>
                <w:sz w:val="24"/>
                <w:szCs w:val="24"/>
              </w:rPr>
            </w:pPr>
            <w:r>
              <w:rPr>
                <w:rFonts w:eastAsia="SimSun"/>
                <w:sz w:val="24"/>
                <w:szCs w:val="24"/>
              </w:rPr>
              <w:t>Atsuro Ichigaya</w:t>
            </w:r>
          </w:p>
          <w:p w14:paraId="54BCF829" w14:textId="77777777" w:rsidR="00577D86" w:rsidRPr="000456B4" w:rsidRDefault="00577D86" w:rsidP="000B1A01">
            <w:pPr>
              <w:tabs>
                <w:tab w:val="clear" w:pos="794"/>
                <w:tab w:val="clear" w:pos="1191"/>
                <w:tab w:val="clear" w:pos="1588"/>
                <w:tab w:val="clear" w:pos="1985"/>
              </w:tabs>
              <w:overflowPunct/>
              <w:autoSpaceDE/>
              <w:autoSpaceDN/>
              <w:adjustRightInd/>
              <w:spacing w:before="0"/>
              <w:jc w:val="left"/>
              <w:textAlignment w:val="auto"/>
              <w:rPr>
                <w:rFonts w:eastAsia="SimSun"/>
                <w:sz w:val="24"/>
                <w:szCs w:val="24"/>
              </w:rPr>
            </w:pPr>
            <w:r w:rsidRPr="000456B4">
              <w:rPr>
                <w:rFonts w:eastAsia="SimSun"/>
                <w:sz w:val="24"/>
                <w:szCs w:val="24"/>
              </w:rPr>
              <w:t>Lars Borg</w:t>
            </w:r>
          </w:p>
          <w:p w14:paraId="70891289" w14:textId="77777777" w:rsidR="00577D86" w:rsidRPr="000456B4" w:rsidRDefault="00577D86" w:rsidP="000B1A01">
            <w:pPr>
              <w:tabs>
                <w:tab w:val="clear" w:pos="794"/>
                <w:tab w:val="clear" w:pos="1191"/>
                <w:tab w:val="clear" w:pos="1588"/>
                <w:tab w:val="clear" w:pos="1985"/>
              </w:tabs>
              <w:overflowPunct/>
              <w:autoSpaceDE/>
              <w:autoSpaceDN/>
              <w:adjustRightInd/>
              <w:spacing w:before="0"/>
              <w:jc w:val="left"/>
              <w:textAlignment w:val="auto"/>
              <w:rPr>
                <w:rFonts w:eastAsia="SimSun"/>
                <w:sz w:val="24"/>
                <w:szCs w:val="24"/>
              </w:rPr>
            </w:pPr>
            <w:r w:rsidRPr="000456B4">
              <w:rPr>
                <w:rFonts w:eastAsia="SimSun"/>
                <w:sz w:val="24"/>
                <w:szCs w:val="24"/>
              </w:rPr>
              <w:t>Chris Seeger</w:t>
            </w:r>
          </w:p>
          <w:p w14:paraId="55990336" w14:textId="77777777" w:rsidR="00577D86" w:rsidRPr="000456B4" w:rsidRDefault="00577D86" w:rsidP="000B1A01">
            <w:pPr>
              <w:tabs>
                <w:tab w:val="clear" w:pos="794"/>
                <w:tab w:val="clear" w:pos="1191"/>
                <w:tab w:val="clear" w:pos="1588"/>
                <w:tab w:val="clear" w:pos="1985"/>
              </w:tabs>
              <w:overflowPunct/>
              <w:autoSpaceDE/>
              <w:autoSpaceDN/>
              <w:adjustRightInd/>
              <w:spacing w:before="0"/>
              <w:jc w:val="left"/>
              <w:textAlignment w:val="auto"/>
              <w:rPr>
                <w:rFonts w:eastAsia="SimSun"/>
                <w:sz w:val="24"/>
                <w:szCs w:val="24"/>
              </w:rPr>
            </w:pPr>
            <w:r w:rsidRPr="000456B4">
              <w:rPr>
                <w:rFonts w:eastAsia="SimSun"/>
                <w:sz w:val="24"/>
                <w:szCs w:val="24"/>
              </w:rPr>
              <w:t>Alexis Tourapis</w:t>
            </w:r>
          </w:p>
          <w:p w14:paraId="6A1D08C1" w14:textId="77777777" w:rsidR="00577D86" w:rsidRPr="000456B4" w:rsidRDefault="00577D86" w:rsidP="000B1A01">
            <w:pPr>
              <w:tabs>
                <w:tab w:val="clear" w:pos="794"/>
                <w:tab w:val="clear" w:pos="1191"/>
                <w:tab w:val="clear" w:pos="1588"/>
                <w:tab w:val="clear" w:pos="1985"/>
              </w:tabs>
              <w:overflowPunct/>
              <w:autoSpaceDE/>
              <w:autoSpaceDN/>
              <w:adjustRightInd/>
              <w:spacing w:before="0"/>
              <w:jc w:val="left"/>
              <w:textAlignment w:val="auto"/>
              <w:rPr>
                <w:rFonts w:eastAsia="SimSun"/>
                <w:sz w:val="24"/>
                <w:szCs w:val="24"/>
              </w:rPr>
            </w:pPr>
            <w:r w:rsidRPr="000456B4">
              <w:rPr>
                <w:rFonts w:eastAsia="SimSun"/>
                <w:sz w:val="24"/>
                <w:szCs w:val="24"/>
              </w:rPr>
              <w:t xml:space="preserve">Walt </w:t>
            </w:r>
            <w:proofErr w:type="spellStart"/>
            <w:r w:rsidRPr="000456B4">
              <w:rPr>
                <w:rFonts w:eastAsia="SimSun"/>
                <w:sz w:val="24"/>
                <w:szCs w:val="24"/>
              </w:rPr>
              <w:t>Husak</w:t>
            </w:r>
            <w:proofErr w:type="spellEnd"/>
          </w:p>
          <w:p w14:paraId="76E5C1A8" w14:textId="77777777" w:rsidR="00577D86" w:rsidRPr="000456B4" w:rsidRDefault="00577D86" w:rsidP="000B1A01">
            <w:pPr>
              <w:tabs>
                <w:tab w:val="clear" w:pos="794"/>
                <w:tab w:val="clear" w:pos="1191"/>
                <w:tab w:val="clear" w:pos="1588"/>
                <w:tab w:val="clear" w:pos="1985"/>
              </w:tabs>
              <w:overflowPunct/>
              <w:autoSpaceDE/>
              <w:autoSpaceDN/>
              <w:adjustRightInd/>
              <w:spacing w:before="0"/>
              <w:jc w:val="left"/>
              <w:textAlignment w:val="auto"/>
              <w:rPr>
                <w:rFonts w:eastAsia="SimSun"/>
                <w:sz w:val="24"/>
                <w:szCs w:val="24"/>
              </w:rPr>
            </w:pPr>
            <w:r w:rsidRPr="000456B4">
              <w:rPr>
                <w:rFonts w:eastAsia="SimSun"/>
                <w:sz w:val="24"/>
                <w:szCs w:val="24"/>
              </w:rPr>
              <w:t>Gary Sullivan</w:t>
            </w:r>
          </w:p>
          <w:p w14:paraId="6743394C" w14:textId="77777777" w:rsidR="00577D86" w:rsidRPr="000456B4" w:rsidRDefault="00577D86" w:rsidP="000B1A01">
            <w:pPr>
              <w:tabs>
                <w:tab w:val="clear" w:pos="794"/>
                <w:tab w:val="clear" w:pos="1191"/>
                <w:tab w:val="clear" w:pos="1588"/>
                <w:tab w:val="clear" w:pos="1985"/>
              </w:tabs>
              <w:overflowPunct/>
              <w:autoSpaceDE/>
              <w:autoSpaceDN/>
              <w:adjustRightInd/>
              <w:spacing w:before="0"/>
              <w:jc w:val="left"/>
              <w:textAlignment w:val="auto"/>
              <w:rPr>
                <w:rFonts w:eastAsia="SimSun"/>
                <w:sz w:val="24"/>
                <w:szCs w:val="22"/>
              </w:rPr>
            </w:pPr>
          </w:p>
        </w:tc>
        <w:tc>
          <w:tcPr>
            <w:tcW w:w="900" w:type="dxa"/>
          </w:tcPr>
          <w:p w14:paraId="18FA0EC6" w14:textId="77777777" w:rsidR="00577D86" w:rsidRPr="000456B4" w:rsidRDefault="00577D86" w:rsidP="000B1A01">
            <w:pPr>
              <w:tabs>
                <w:tab w:val="clear" w:pos="794"/>
                <w:tab w:val="clear" w:pos="1191"/>
                <w:tab w:val="clear" w:pos="1588"/>
                <w:tab w:val="clear" w:pos="1985"/>
              </w:tabs>
              <w:overflowPunct/>
              <w:autoSpaceDE/>
              <w:autoSpaceDN/>
              <w:adjustRightInd/>
              <w:spacing w:before="60" w:after="60"/>
              <w:jc w:val="left"/>
              <w:textAlignment w:val="auto"/>
              <w:rPr>
                <w:rFonts w:eastAsia="SimSun"/>
                <w:sz w:val="24"/>
                <w:szCs w:val="22"/>
              </w:rPr>
            </w:pPr>
            <w:r w:rsidRPr="000456B4">
              <w:rPr>
                <w:rFonts w:eastAsia="SimSun"/>
                <w:sz w:val="24"/>
                <w:szCs w:val="22"/>
              </w:rPr>
              <w:t>Tel:</w:t>
            </w:r>
            <w:r w:rsidRPr="000456B4">
              <w:rPr>
                <w:rFonts w:eastAsia="SimSun"/>
                <w:sz w:val="24"/>
                <w:szCs w:val="22"/>
              </w:rPr>
              <w:br/>
              <w:t>Email:</w:t>
            </w:r>
          </w:p>
        </w:tc>
        <w:tc>
          <w:tcPr>
            <w:tcW w:w="3168" w:type="dxa"/>
          </w:tcPr>
          <w:p w14:paraId="4C158690" w14:textId="77777777" w:rsidR="00577D86" w:rsidRPr="000456B4" w:rsidRDefault="00577D86" w:rsidP="000B1A01">
            <w:pPr>
              <w:tabs>
                <w:tab w:val="clear" w:pos="794"/>
                <w:tab w:val="clear" w:pos="1191"/>
                <w:tab w:val="clear" w:pos="1588"/>
                <w:tab w:val="clear" w:pos="1985"/>
              </w:tabs>
              <w:overflowPunct/>
              <w:autoSpaceDE/>
              <w:autoSpaceDN/>
              <w:adjustRightInd/>
              <w:spacing w:before="0"/>
              <w:jc w:val="left"/>
              <w:textAlignment w:val="auto"/>
              <w:rPr>
                <w:rFonts w:eastAsia="SimSun"/>
                <w:sz w:val="24"/>
                <w:szCs w:val="22"/>
              </w:rPr>
            </w:pPr>
            <w:r w:rsidRPr="000456B4">
              <w:rPr>
                <w:rFonts w:eastAsia="SimSun"/>
                <w:sz w:val="24"/>
                <w:szCs w:val="22"/>
              </w:rPr>
              <w:t>+1 303-246-8413</w:t>
            </w:r>
            <w:r w:rsidRPr="000456B4">
              <w:rPr>
                <w:rFonts w:eastAsia="SimSun"/>
                <w:sz w:val="24"/>
                <w:szCs w:val="22"/>
              </w:rPr>
              <w:br/>
            </w:r>
            <w:hyperlink r:id="rId13" w:history="1">
              <w:r w:rsidRPr="000456B4">
                <w:rPr>
                  <w:rFonts w:eastAsia="SimSun"/>
                  <w:color w:val="0000FF"/>
                  <w:sz w:val="24"/>
                  <w:szCs w:val="22"/>
                  <w:u w:val="single"/>
                </w:rPr>
                <w:t>yasser_syed@comcast.com</w:t>
              </w:r>
            </w:hyperlink>
          </w:p>
          <w:p w14:paraId="70D82AD6" w14:textId="77777777" w:rsidR="00577D86" w:rsidRDefault="00B1752F" w:rsidP="000B1A01">
            <w:pPr>
              <w:tabs>
                <w:tab w:val="clear" w:pos="794"/>
                <w:tab w:val="clear" w:pos="1191"/>
                <w:tab w:val="clear" w:pos="1588"/>
                <w:tab w:val="clear" w:pos="1985"/>
              </w:tabs>
              <w:overflowPunct/>
              <w:autoSpaceDE/>
              <w:autoSpaceDN/>
              <w:adjustRightInd/>
              <w:spacing w:before="0"/>
              <w:jc w:val="left"/>
              <w:textAlignment w:val="auto"/>
              <w:rPr>
                <w:rFonts w:eastAsia="SimSun"/>
                <w:color w:val="0000FF"/>
                <w:sz w:val="24"/>
                <w:szCs w:val="22"/>
                <w:u w:val="single"/>
              </w:rPr>
            </w:pPr>
            <w:hyperlink r:id="rId14" w:history="1">
              <w:r w:rsidR="00577D86" w:rsidRPr="000456B4">
                <w:rPr>
                  <w:rFonts w:eastAsia="SimSun"/>
                  <w:color w:val="0000FF"/>
                  <w:sz w:val="24"/>
                  <w:szCs w:val="22"/>
                  <w:u w:val="single"/>
                </w:rPr>
                <w:t>chad.fogg@gmail.com</w:t>
              </w:r>
            </w:hyperlink>
          </w:p>
          <w:p w14:paraId="2FF03C7E" w14:textId="77777777" w:rsidR="00577D86" w:rsidRPr="000456B4" w:rsidRDefault="00577D86" w:rsidP="000B1A01">
            <w:pPr>
              <w:tabs>
                <w:tab w:val="clear" w:pos="794"/>
                <w:tab w:val="clear" w:pos="1191"/>
                <w:tab w:val="clear" w:pos="1588"/>
                <w:tab w:val="clear" w:pos="1985"/>
              </w:tabs>
              <w:overflowPunct/>
              <w:autoSpaceDE/>
              <w:autoSpaceDN/>
              <w:adjustRightInd/>
              <w:spacing w:before="0"/>
              <w:jc w:val="left"/>
              <w:textAlignment w:val="auto"/>
              <w:rPr>
                <w:rFonts w:eastAsia="SimSun"/>
                <w:sz w:val="24"/>
                <w:szCs w:val="22"/>
              </w:rPr>
            </w:pPr>
            <w:r>
              <w:rPr>
                <w:rFonts w:eastAsia="SimSun"/>
                <w:color w:val="0000FF"/>
                <w:sz w:val="24"/>
                <w:szCs w:val="22"/>
                <w:u w:val="single"/>
              </w:rPr>
              <w:t>ichigaya.a-go@nhk.or.jp</w:t>
            </w:r>
          </w:p>
          <w:p w14:paraId="2E4D8537" w14:textId="77777777" w:rsidR="00577D86" w:rsidRPr="000456B4" w:rsidRDefault="00B1752F" w:rsidP="000B1A01">
            <w:pPr>
              <w:tabs>
                <w:tab w:val="clear" w:pos="794"/>
                <w:tab w:val="clear" w:pos="1191"/>
                <w:tab w:val="clear" w:pos="1588"/>
                <w:tab w:val="clear" w:pos="1985"/>
              </w:tabs>
              <w:overflowPunct/>
              <w:autoSpaceDE/>
              <w:autoSpaceDN/>
              <w:adjustRightInd/>
              <w:spacing w:before="0"/>
              <w:jc w:val="left"/>
              <w:textAlignment w:val="auto"/>
              <w:rPr>
                <w:rFonts w:eastAsia="SimSun"/>
                <w:color w:val="0000FF"/>
                <w:sz w:val="24"/>
                <w:szCs w:val="22"/>
                <w:u w:val="single"/>
              </w:rPr>
            </w:pPr>
            <w:hyperlink r:id="rId15" w:history="1">
              <w:r w:rsidR="00577D86" w:rsidRPr="000456B4">
                <w:rPr>
                  <w:rFonts w:eastAsia="SimSun"/>
                  <w:color w:val="0000FF"/>
                  <w:sz w:val="24"/>
                  <w:szCs w:val="22"/>
                  <w:u w:val="single"/>
                </w:rPr>
                <w:t>borg@adobe.com</w:t>
              </w:r>
            </w:hyperlink>
          </w:p>
          <w:p w14:paraId="6EFC67D8" w14:textId="77777777" w:rsidR="00577D86" w:rsidRPr="000456B4" w:rsidRDefault="00577D86" w:rsidP="000B1A01">
            <w:pPr>
              <w:tabs>
                <w:tab w:val="clear" w:pos="794"/>
                <w:tab w:val="clear" w:pos="1191"/>
                <w:tab w:val="clear" w:pos="1588"/>
                <w:tab w:val="clear" w:pos="1985"/>
              </w:tabs>
              <w:overflowPunct/>
              <w:autoSpaceDE/>
              <w:autoSpaceDN/>
              <w:adjustRightInd/>
              <w:spacing w:before="0"/>
              <w:jc w:val="left"/>
              <w:textAlignment w:val="auto"/>
              <w:rPr>
                <w:rFonts w:eastAsia="SimSun"/>
                <w:sz w:val="24"/>
                <w:szCs w:val="22"/>
              </w:rPr>
            </w:pPr>
            <w:r w:rsidRPr="000456B4">
              <w:rPr>
                <w:rFonts w:eastAsia="SimSun"/>
                <w:color w:val="0000FF"/>
                <w:sz w:val="24"/>
                <w:szCs w:val="22"/>
                <w:u w:val="single"/>
              </w:rPr>
              <w:t>chris.seeger@nbcuni.com</w:t>
            </w:r>
            <w:r w:rsidRPr="000456B4">
              <w:rPr>
                <w:rFonts w:eastAsia="SimSun"/>
                <w:sz w:val="24"/>
                <w:szCs w:val="22"/>
              </w:rPr>
              <w:t xml:space="preserve"> </w:t>
            </w:r>
          </w:p>
          <w:p w14:paraId="6428B3A4" w14:textId="77777777" w:rsidR="00577D86" w:rsidRPr="000456B4" w:rsidRDefault="00B1752F" w:rsidP="000B1A01">
            <w:pPr>
              <w:tabs>
                <w:tab w:val="clear" w:pos="794"/>
                <w:tab w:val="clear" w:pos="1191"/>
                <w:tab w:val="clear" w:pos="1588"/>
                <w:tab w:val="clear" w:pos="1985"/>
              </w:tabs>
              <w:overflowPunct/>
              <w:autoSpaceDE/>
              <w:autoSpaceDN/>
              <w:adjustRightInd/>
              <w:spacing w:before="0"/>
              <w:jc w:val="left"/>
              <w:textAlignment w:val="auto"/>
              <w:rPr>
                <w:rFonts w:eastAsia="SimSun"/>
                <w:color w:val="0000FF"/>
                <w:sz w:val="24"/>
                <w:szCs w:val="22"/>
                <w:u w:val="single"/>
              </w:rPr>
            </w:pPr>
            <w:hyperlink r:id="rId16" w:history="1">
              <w:r w:rsidR="00577D86" w:rsidRPr="000456B4">
                <w:rPr>
                  <w:rFonts w:eastAsia="SimSun"/>
                  <w:color w:val="0000FF"/>
                  <w:sz w:val="24"/>
                  <w:szCs w:val="22"/>
                  <w:u w:val="single"/>
                </w:rPr>
                <w:t>alexismt@apple.com</w:t>
              </w:r>
            </w:hyperlink>
          </w:p>
          <w:p w14:paraId="08808342" w14:textId="77777777" w:rsidR="00577D86" w:rsidRPr="000456B4" w:rsidRDefault="00577D86" w:rsidP="000B1A01">
            <w:pPr>
              <w:tabs>
                <w:tab w:val="clear" w:pos="794"/>
                <w:tab w:val="clear" w:pos="1191"/>
                <w:tab w:val="clear" w:pos="1588"/>
                <w:tab w:val="clear" w:pos="1985"/>
              </w:tabs>
              <w:overflowPunct/>
              <w:autoSpaceDE/>
              <w:autoSpaceDN/>
              <w:adjustRightInd/>
              <w:spacing w:before="0"/>
              <w:jc w:val="left"/>
              <w:textAlignment w:val="auto"/>
              <w:rPr>
                <w:rFonts w:eastAsia="SimSun"/>
                <w:sz w:val="24"/>
                <w:szCs w:val="22"/>
              </w:rPr>
            </w:pPr>
            <w:r w:rsidRPr="000456B4">
              <w:rPr>
                <w:rFonts w:eastAsia="SimSun"/>
                <w:color w:val="0000FF"/>
                <w:sz w:val="24"/>
                <w:szCs w:val="24"/>
                <w:u w:val="single"/>
              </w:rPr>
              <w:t>WJH@dolby.com</w:t>
            </w:r>
          </w:p>
          <w:p w14:paraId="453824F0" w14:textId="77777777" w:rsidR="00577D86" w:rsidRPr="000456B4" w:rsidRDefault="00B1752F" w:rsidP="000B1A01">
            <w:pPr>
              <w:tabs>
                <w:tab w:val="clear" w:pos="794"/>
                <w:tab w:val="clear" w:pos="1191"/>
                <w:tab w:val="clear" w:pos="1588"/>
                <w:tab w:val="clear" w:pos="1985"/>
              </w:tabs>
              <w:overflowPunct/>
              <w:autoSpaceDE/>
              <w:autoSpaceDN/>
              <w:adjustRightInd/>
              <w:spacing w:before="0"/>
              <w:jc w:val="left"/>
              <w:textAlignment w:val="auto"/>
              <w:rPr>
                <w:rFonts w:eastAsia="SimSun"/>
                <w:color w:val="0000FF"/>
                <w:sz w:val="24"/>
                <w:szCs w:val="22"/>
                <w:u w:val="single"/>
              </w:rPr>
            </w:pPr>
            <w:hyperlink r:id="rId17" w:history="1">
              <w:r w:rsidR="00577D86" w:rsidRPr="000456B4">
                <w:rPr>
                  <w:rFonts w:eastAsia="SimSun"/>
                  <w:color w:val="0000FF"/>
                  <w:sz w:val="24"/>
                  <w:szCs w:val="22"/>
                  <w:u w:val="single"/>
                </w:rPr>
                <w:t>garysull@miscrosoft.com</w:t>
              </w:r>
            </w:hyperlink>
          </w:p>
          <w:p w14:paraId="15EDDA3D" w14:textId="77777777" w:rsidR="00577D86" w:rsidRPr="000456B4" w:rsidRDefault="00577D86" w:rsidP="000B1A01">
            <w:pPr>
              <w:tabs>
                <w:tab w:val="clear" w:pos="794"/>
                <w:tab w:val="clear" w:pos="1191"/>
                <w:tab w:val="clear" w:pos="1588"/>
                <w:tab w:val="clear" w:pos="1985"/>
              </w:tabs>
              <w:overflowPunct/>
              <w:autoSpaceDE/>
              <w:autoSpaceDN/>
              <w:adjustRightInd/>
              <w:spacing w:before="0"/>
              <w:jc w:val="left"/>
              <w:textAlignment w:val="auto"/>
              <w:rPr>
                <w:rFonts w:eastAsia="SimSun"/>
                <w:sz w:val="24"/>
                <w:szCs w:val="22"/>
              </w:rPr>
            </w:pPr>
          </w:p>
        </w:tc>
      </w:tr>
    </w:tbl>
    <w:p w14:paraId="2B50FA1E" w14:textId="77777777" w:rsidR="00577D86" w:rsidRPr="000456B4" w:rsidRDefault="00577D86" w:rsidP="00577D86">
      <w:pPr>
        <w:tabs>
          <w:tab w:val="clear" w:pos="794"/>
          <w:tab w:val="clear" w:pos="1191"/>
          <w:tab w:val="clear" w:pos="1588"/>
          <w:tab w:val="clear" w:pos="1985"/>
          <w:tab w:val="left" w:pos="1800"/>
          <w:tab w:val="right" w:pos="9360"/>
        </w:tabs>
        <w:overflowPunct/>
        <w:autoSpaceDE/>
        <w:autoSpaceDN/>
        <w:adjustRightInd/>
        <w:spacing w:before="120" w:after="240"/>
        <w:jc w:val="center"/>
        <w:textAlignment w:val="auto"/>
        <w:rPr>
          <w:rFonts w:eastAsia="SimSun"/>
          <w:sz w:val="24"/>
          <w:szCs w:val="22"/>
        </w:rPr>
      </w:pPr>
      <w:r w:rsidRPr="000456B4">
        <w:rPr>
          <w:rFonts w:eastAsia="SimSun"/>
          <w:sz w:val="24"/>
          <w:szCs w:val="22"/>
          <w:u w:val="single"/>
        </w:rPr>
        <w:t>_____________________________</w:t>
      </w:r>
    </w:p>
    <w:p w14:paraId="5C980F89" w14:textId="77777777" w:rsidR="00577D86" w:rsidRPr="000456B4" w:rsidRDefault="00577D86" w:rsidP="00577D86">
      <w:pPr>
        <w:keepNext/>
        <w:tabs>
          <w:tab w:val="clear" w:pos="794"/>
          <w:tab w:val="clear" w:pos="1191"/>
          <w:tab w:val="clear" w:pos="1588"/>
          <w:tab w:val="clear" w:pos="1985"/>
          <w:tab w:val="left" w:pos="360"/>
          <w:tab w:val="left" w:pos="720"/>
          <w:tab w:val="left" w:pos="1080"/>
          <w:tab w:val="left" w:pos="1440"/>
        </w:tabs>
        <w:spacing w:before="240" w:after="60"/>
        <w:ind w:left="432" w:hanging="432"/>
        <w:jc w:val="left"/>
        <w:outlineLvl w:val="0"/>
        <w:rPr>
          <w:rFonts w:eastAsia="SimSun" w:cs="Arial"/>
          <w:b/>
          <w:bCs/>
          <w:kern w:val="32"/>
          <w:sz w:val="32"/>
          <w:szCs w:val="32"/>
        </w:rPr>
      </w:pPr>
      <w:r w:rsidRPr="000456B4">
        <w:rPr>
          <w:rFonts w:eastAsia="SimSun" w:cs="Arial"/>
          <w:b/>
          <w:bCs/>
          <w:kern w:val="32"/>
          <w:sz w:val="32"/>
          <w:szCs w:val="32"/>
        </w:rPr>
        <w:t>Abstract</w:t>
      </w:r>
    </w:p>
    <w:p w14:paraId="5098F547" w14:textId="0FBF80CF" w:rsidR="00577D86" w:rsidRPr="000456B4" w:rsidRDefault="00577D86" w:rsidP="00577D86">
      <w:r w:rsidRPr="000456B4">
        <w:t xml:space="preserve">This document contains a draft of a </w:t>
      </w:r>
      <w:r w:rsidR="00337205">
        <w:t xml:space="preserve">second edition of a </w:t>
      </w:r>
      <w:r w:rsidRPr="000456B4">
        <w:t>technical report on video signal property description code points and their combinations that are widely used in production and video content workflows.</w:t>
      </w:r>
    </w:p>
    <w:p w14:paraId="446AA521" w14:textId="77777777" w:rsidR="0074246B" w:rsidRPr="00374CBE" w:rsidRDefault="0074246B" w:rsidP="0074246B">
      <w:bookmarkStart w:id="2" w:name="irecnoe"/>
      <w:bookmarkEnd w:id="2"/>
    </w:p>
    <w:tbl>
      <w:tblPr>
        <w:tblW w:w="0" w:type="auto"/>
        <w:tblLayout w:type="fixed"/>
        <w:tblLook w:val="0000" w:firstRow="0" w:lastRow="0" w:firstColumn="0" w:lastColumn="0" w:noHBand="0" w:noVBand="0"/>
      </w:tblPr>
      <w:tblGrid>
        <w:gridCol w:w="9945"/>
      </w:tblGrid>
      <w:tr w:rsidR="0074246B" w:rsidRPr="00374CBE" w14:paraId="02292F4F" w14:textId="77777777" w:rsidTr="00985E51">
        <w:tc>
          <w:tcPr>
            <w:tcW w:w="9945" w:type="dxa"/>
          </w:tcPr>
          <w:p w14:paraId="4A4DADC4" w14:textId="77777777" w:rsidR="0074246B" w:rsidRPr="00374CBE" w:rsidRDefault="0074246B" w:rsidP="00985E51">
            <w:pPr>
              <w:pStyle w:val="Headingb"/>
            </w:pPr>
            <w:bookmarkStart w:id="3" w:name="ikeye"/>
            <w:r w:rsidRPr="00374CBE">
              <w:t>Keywords</w:t>
            </w:r>
          </w:p>
          <w:p w14:paraId="21101CAF" w14:textId="0F1A4D9C" w:rsidR="0074246B" w:rsidRPr="00374CBE" w:rsidRDefault="0074246B" w:rsidP="00206F76">
            <w:pPr>
              <w:rPr>
                <w:bCs/>
              </w:rPr>
            </w:pPr>
            <w:r w:rsidRPr="00374CBE">
              <w:t>AVC</w:t>
            </w:r>
            <w:r w:rsidR="00206F76" w:rsidRPr="00374CBE">
              <w:t>,</w:t>
            </w:r>
            <w:r w:rsidRPr="00374CBE">
              <w:t xml:space="preserve"> CICP</w:t>
            </w:r>
            <w:r w:rsidR="00206F76" w:rsidRPr="00374CBE">
              <w:t>,</w:t>
            </w:r>
            <w:r w:rsidRPr="00374CBE">
              <w:t xml:space="preserve"> HEVC</w:t>
            </w:r>
            <w:r w:rsidR="00206F76" w:rsidRPr="00374CBE">
              <w:t>,</w:t>
            </w:r>
            <w:r w:rsidRPr="00374CBE">
              <w:t xml:space="preserve"> </w:t>
            </w:r>
            <w:r w:rsidR="00206F76" w:rsidRPr="00374CBE">
              <w:t xml:space="preserve">video coding, </w:t>
            </w:r>
            <w:r w:rsidRPr="00374CBE">
              <w:t>video content</w:t>
            </w:r>
            <w:r w:rsidR="00206F76" w:rsidRPr="00374CBE">
              <w:t>,</w:t>
            </w:r>
            <w:r w:rsidRPr="00374CBE">
              <w:t xml:space="preserve"> </w:t>
            </w:r>
            <w:r w:rsidR="00206F76" w:rsidRPr="00374CBE">
              <w:t xml:space="preserve">video production, </w:t>
            </w:r>
            <w:r w:rsidRPr="00374CBE">
              <w:t>video signal type code points</w:t>
            </w:r>
            <w:ins w:id="4" w:author="Yasser Syed" w:date="2019-06-24T22:23:00Z">
              <w:r w:rsidR="00404C67">
                <w:t>, baseband</w:t>
              </w:r>
            </w:ins>
            <w:bookmarkEnd w:id="3"/>
            <w:del w:id="5" w:author="Yasser Syed" w:date="2019-06-24T22:23:00Z">
              <w:r w:rsidR="00206F76" w:rsidRPr="00374CBE" w:rsidDel="00404C67">
                <w:delText>.</w:delText>
              </w:r>
            </w:del>
          </w:p>
        </w:tc>
      </w:tr>
    </w:tbl>
    <w:p w14:paraId="0DEB4C0F" w14:textId="77777777" w:rsidR="00873DA1" w:rsidRPr="00374CBE" w:rsidRDefault="00873DA1" w:rsidP="00070C43">
      <w:bookmarkStart w:id="6" w:name="_Toc368224322"/>
      <w:bookmarkStart w:id="7" w:name="_Toc368225060"/>
      <w:bookmarkStart w:id="8" w:name="_Toc368225416"/>
    </w:p>
    <w:p w14:paraId="05193C04" w14:textId="065EACE1" w:rsidR="0074246B" w:rsidRPr="00374CBE" w:rsidRDefault="0074246B" w:rsidP="0074246B">
      <w:pPr>
        <w:pStyle w:val="Headingb"/>
      </w:pPr>
      <w:r w:rsidRPr="00374CBE">
        <w:br w:type="page"/>
      </w:r>
      <w:r w:rsidRPr="00374CBE">
        <w:lastRenderedPageBreak/>
        <w:t>Introduction</w:t>
      </w:r>
      <w:bookmarkEnd w:id="6"/>
      <w:bookmarkEnd w:id="7"/>
      <w:bookmarkEnd w:id="8"/>
    </w:p>
    <w:p w14:paraId="3420097F" w14:textId="77777777" w:rsidR="0074246B" w:rsidRPr="00374CBE" w:rsidRDefault="0074246B" w:rsidP="0074246B">
      <w:r w:rsidRPr="00374CBE">
        <w:t>This document discusses video signal property description code points and their combinations that are widely used in production and video content workflows. Video properties and values are usually expressed in "metadata" that can exist across production and distribution workflows. Knowledge of these properties and their combinations has value as content is processed in the end-to-end production-to-distribution workflow chain.</w:t>
      </w:r>
    </w:p>
    <w:p w14:paraId="4C190EC6" w14:textId="6614E25B" w:rsidR="0074246B" w:rsidRPr="00374CBE" w:rsidRDefault="0074246B" w:rsidP="0074246B">
      <w:r w:rsidRPr="00374CBE">
        <w:t xml:space="preserve">The combinations of all possible expressible video properties as code point values could hypothetically result in hundreds or thousands of permutations; but many of those combinations are rarely or never used in practice. For example, it is highly unlikely that perceptual quantization (PQ) transfer characteristics function specified in </w:t>
      </w:r>
      <w:r w:rsidR="00D039F7" w:rsidRPr="00374CBE">
        <w:t>Recommendation</w:t>
      </w:r>
      <w:r w:rsidRPr="00374CBE">
        <w:t xml:space="preserve"> ITU-R BT.2100 would be combined with the colour primaries specified in </w:t>
      </w:r>
      <w:r w:rsidR="00D039F7" w:rsidRPr="00374CBE">
        <w:t>Recommendation</w:t>
      </w:r>
      <w:r w:rsidRPr="00374CBE">
        <w:t xml:space="preserve"> ITU-R BT.601. Only a small subset of the possible combinations is used in practice.</w:t>
      </w:r>
    </w:p>
    <w:p w14:paraId="7858A043" w14:textId="150D9DD8" w:rsidR="0074246B" w:rsidRPr="00374CBE" w:rsidRDefault="0074246B" w:rsidP="0074246B">
      <w:r w:rsidRPr="00374CBE">
        <w:t>This document is written to provide information to help the producers of various content processing tools to avoid processing mistakes that can cause video quality degradation due to having incorrect assumptions made about video property combinations. There are only a few limited sets of video property combinations that are widely used in present-day video production and distribution equipment chains. This document describes these limited sets of combinations that are currently widely used and describes how the associated signal type metadata is carried to aid in the automation of content workflows across various domains of capture, production and distribution. Lastly, this document aims to help its readers, especially toolset developers, to repurpose tools to work properly across several domains (e.g., capture, production, production distribution and service distribution) where similar video conversion functions (e.g., chroma subsampling or colour space conversions) may be performed.</w:t>
      </w:r>
    </w:p>
    <w:p w14:paraId="7B091E7A" w14:textId="77777777" w:rsidR="0074246B" w:rsidRPr="00374CBE" w:rsidRDefault="0074246B" w:rsidP="0074246B"/>
    <w:p w14:paraId="27E31D24" w14:textId="77777777" w:rsidR="0074246B" w:rsidRPr="00374CBE" w:rsidRDefault="0074246B" w:rsidP="0074246B">
      <w:pPr>
        <w:rPr>
          <w:b/>
          <w:bCs/>
        </w:rPr>
        <w:sectPr w:rsidR="0074246B" w:rsidRPr="00374CBE">
          <w:headerReference w:type="default" r:id="rId18"/>
          <w:pgSz w:w="11907" w:h="16834"/>
          <w:pgMar w:top="1134" w:right="1134" w:bottom="1134" w:left="1134" w:header="567" w:footer="567" w:gutter="0"/>
          <w:paperSrc w:first="15" w:other="15"/>
          <w:pgNumType w:fmt="lowerRoman"/>
          <w:cols w:space="720"/>
          <w:docGrid w:linePitch="326"/>
        </w:sectPr>
      </w:pPr>
    </w:p>
    <w:p w14:paraId="4EE1BA6E" w14:textId="359FFF23" w:rsidR="0074246B" w:rsidRPr="00374CBE" w:rsidRDefault="00337205" w:rsidP="0074246B">
      <w:pPr>
        <w:pStyle w:val="RecNo"/>
      </w:pPr>
      <w:bookmarkStart w:id="9" w:name="p1rectexte"/>
      <w:bookmarkEnd w:id="9"/>
      <w:r>
        <w:lastRenderedPageBreak/>
        <w:t xml:space="preserve">Draft </w:t>
      </w:r>
      <w:r w:rsidR="0074246B" w:rsidRPr="00374CBE">
        <w:t>Supplement 19 to ITU-T H-series Recommendations</w:t>
      </w:r>
    </w:p>
    <w:p w14:paraId="44B9EB52" w14:textId="77777777" w:rsidR="0074246B" w:rsidRPr="00374CBE" w:rsidRDefault="0074246B" w:rsidP="0074246B">
      <w:pPr>
        <w:pStyle w:val="Rectitle"/>
      </w:pPr>
      <w:r w:rsidRPr="00374CBE">
        <w:t>Usage of video signal type code points</w:t>
      </w:r>
    </w:p>
    <w:p w14:paraId="329BFEFC" w14:textId="3E75CC9F" w:rsidR="00D909B6" w:rsidRPr="00374CBE" w:rsidRDefault="0048239C" w:rsidP="0052009F">
      <w:pPr>
        <w:pStyle w:val="Heading1"/>
        <w:rPr>
          <w:szCs w:val="24"/>
        </w:rPr>
      </w:pPr>
      <w:bookmarkStart w:id="10" w:name="_Toc382790595"/>
      <w:bookmarkStart w:id="11" w:name="_Toc391107406"/>
      <w:bookmarkStart w:id="12" w:name="_Toc5880031"/>
      <w:bookmarkStart w:id="13" w:name="_Toc7091302"/>
      <w:r w:rsidRPr="00374CBE">
        <w:rPr>
          <w:szCs w:val="24"/>
        </w:rPr>
        <w:t>1</w:t>
      </w:r>
      <w:r w:rsidRPr="00374CBE">
        <w:rPr>
          <w:szCs w:val="24"/>
        </w:rPr>
        <w:tab/>
      </w:r>
      <w:r w:rsidR="00D909B6" w:rsidRPr="00374CBE">
        <w:rPr>
          <w:szCs w:val="24"/>
        </w:rPr>
        <w:t>Scope</w:t>
      </w:r>
      <w:bookmarkEnd w:id="10"/>
      <w:bookmarkEnd w:id="11"/>
      <w:bookmarkEnd w:id="12"/>
      <w:bookmarkEnd w:id="13"/>
    </w:p>
    <w:p w14:paraId="2591D381" w14:textId="23ECD985" w:rsidR="00E81D90" w:rsidRPr="00374CBE" w:rsidRDefault="00E81D90" w:rsidP="0027488F">
      <w:r w:rsidRPr="00374CBE">
        <w:t xml:space="preserve">This </w:t>
      </w:r>
      <w:r w:rsidR="00A24D2E" w:rsidRPr="00374CBE">
        <w:t>Supplement</w:t>
      </w:r>
      <w:r w:rsidRPr="00374CBE">
        <w:t xml:space="preserve"> describes common industry representation practices for the usage of video signal type code points, as these properties are conveyed across video content production and distribution carriage systems.</w:t>
      </w:r>
    </w:p>
    <w:p w14:paraId="666BBA0D" w14:textId="057BFB22" w:rsidR="00D909B6" w:rsidRPr="00374CBE" w:rsidRDefault="0048239C">
      <w:pPr>
        <w:pStyle w:val="Heading1"/>
        <w:rPr>
          <w:szCs w:val="24"/>
        </w:rPr>
      </w:pPr>
      <w:bookmarkStart w:id="14" w:name="_Toc382790596"/>
      <w:bookmarkStart w:id="15" w:name="_Toc391107407"/>
      <w:bookmarkStart w:id="16" w:name="_Toc5880032"/>
      <w:bookmarkStart w:id="17" w:name="_Toc7091303"/>
      <w:r w:rsidRPr="00374CBE">
        <w:rPr>
          <w:szCs w:val="24"/>
        </w:rPr>
        <w:t>2</w:t>
      </w:r>
      <w:r w:rsidRPr="00374CBE">
        <w:rPr>
          <w:szCs w:val="24"/>
        </w:rPr>
        <w:tab/>
      </w:r>
      <w:r w:rsidR="00703B65" w:rsidRPr="00374CBE">
        <w:rPr>
          <w:szCs w:val="24"/>
        </w:rPr>
        <w:t>R</w:t>
      </w:r>
      <w:r w:rsidR="00D909B6" w:rsidRPr="00374CBE">
        <w:rPr>
          <w:szCs w:val="24"/>
        </w:rPr>
        <w:t>eferences</w:t>
      </w:r>
      <w:bookmarkEnd w:id="14"/>
      <w:bookmarkEnd w:id="15"/>
      <w:bookmarkEnd w:id="16"/>
      <w:bookmarkEnd w:id="17"/>
    </w:p>
    <w:p w14:paraId="4DCD7BC8" w14:textId="77777777" w:rsidR="00D909B6" w:rsidRPr="00374CBE" w:rsidRDefault="00E81D90" w:rsidP="00AA4A84">
      <w:r w:rsidRPr="00374CBE">
        <w:t xml:space="preserve">The following documents are referred to in the text in such a way that some or </w:t>
      </w:r>
      <w:proofErr w:type="gramStart"/>
      <w:r w:rsidRPr="00374CBE">
        <w:t>all of</w:t>
      </w:r>
      <w:proofErr w:type="gramEnd"/>
      <w:r w:rsidRPr="00374CBE">
        <w:t xml:space="preserve"> their content constitutes requirements of this document. For dated references, only the edition cited applies. </w:t>
      </w:r>
      <w:bookmarkStart w:id="18" w:name="_Hlk536722084"/>
      <w:r w:rsidRPr="00374CBE">
        <w:t>For undated references, the latest edition of the referenced document (including any amendments) applies.</w:t>
      </w:r>
      <w:bookmarkEnd w:id="18"/>
    </w:p>
    <w:p w14:paraId="5F12998C" w14:textId="0BC7EA49" w:rsidR="009363E5" w:rsidRPr="00374CBE" w:rsidRDefault="0048239C" w:rsidP="001F05F0">
      <w:pPr>
        <w:pStyle w:val="Heading2"/>
      </w:pPr>
      <w:bookmarkStart w:id="19" w:name="_Toc382790597"/>
      <w:bookmarkStart w:id="20" w:name="_Toc391107408"/>
      <w:bookmarkStart w:id="21" w:name="_Toc5880033"/>
      <w:bookmarkStart w:id="22" w:name="_Toc7091304"/>
      <w:r w:rsidRPr="00374CBE">
        <w:t>2.1</w:t>
      </w:r>
      <w:r w:rsidRPr="00374CBE">
        <w:tab/>
      </w:r>
      <w:r w:rsidR="009363E5" w:rsidRPr="00374CBE">
        <w:t>Identical Recommendations | International Standards</w:t>
      </w:r>
      <w:bookmarkEnd w:id="19"/>
      <w:bookmarkEnd w:id="20"/>
      <w:bookmarkEnd w:id="21"/>
      <w:bookmarkEnd w:id="22"/>
    </w:p>
    <w:p w14:paraId="67996D4B" w14:textId="7EA70FE3" w:rsidR="009363E5" w:rsidRPr="009C4C03" w:rsidRDefault="009363E5" w:rsidP="009363E5">
      <w:pPr>
        <w:pStyle w:val="enumlev1"/>
      </w:pPr>
      <w:r w:rsidRPr="009C4C03">
        <w:t>–</w:t>
      </w:r>
      <w:r w:rsidRPr="009C4C03">
        <w:tab/>
        <w:t>Rec</w:t>
      </w:r>
      <w:r w:rsidR="006F1B60" w:rsidRPr="009C4C03">
        <w:t>ommendation</w:t>
      </w:r>
      <w:r w:rsidRPr="009C4C03">
        <w:t xml:space="preserve"> ITU-T H.222.0 | ISO/IEC 13818-1 </w:t>
      </w:r>
      <w:r w:rsidRPr="009C4C03">
        <w:rPr>
          <w:i/>
        </w:rPr>
        <w:t>Information technology – Generic coding of moving pictures and associated audio information – Part 1: Systems</w:t>
      </w:r>
      <w:r w:rsidR="0048239C" w:rsidRPr="009C4C03">
        <w:t>.</w:t>
      </w:r>
    </w:p>
    <w:p w14:paraId="0402C37F" w14:textId="6A197903" w:rsidR="00333D26" w:rsidRPr="009C4C03" w:rsidRDefault="00333D26" w:rsidP="00333D26">
      <w:pPr>
        <w:pStyle w:val="enumlev1"/>
      </w:pPr>
      <w:r w:rsidRPr="009C4C03">
        <w:t>–</w:t>
      </w:r>
      <w:r w:rsidRPr="009C4C03">
        <w:tab/>
        <w:t>Rec</w:t>
      </w:r>
      <w:r w:rsidR="006F1B60" w:rsidRPr="009C4C03">
        <w:t>ommendation</w:t>
      </w:r>
      <w:r w:rsidRPr="009C4C03">
        <w:t xml:space="preserve"> ITU-T H.262 | ISO/IEC 13818-2 </w:t>
      </w:r>
      <w:r w:rsidRPr="009C4C03">
        <w:rPr>
          <w:i/>
        </w:rPr>
        <w:t>Information technology – Generic coding of moving pictures and associated audio information – Part 2: Video</w:t>
      </w:r>
      <w:r w:rsidR="0048239C" w:rsidRPr="009C4C03">
        <w:t>.</w:t>
      </w:r>
    </w:p>
    <w:p w14:paraId="79128C2A" w14:textId="0C3C4492" w:rsidR="009363E5" w:rsidRPr="00374CBE" w:rsidRDefault="0048239C" w:rsidP="0048239C">
      <w:pPr>
        <w:pStyle w:val="Heading2"/>
        <w:rPr>
          <w:sz w:val="24"/>
          <w:szCs w:val="24"/>
        </w:rPr>
      </w:pPr>
      <w:bookmarkStart w:id="23" w:name="_Toc382790598"/>
      <w:bookmarkStart w:id="24" w:name="_Toc391107409"/>
      <w:bookmarkStart w:id="25" w:name="_Toc5880034"/>
      <w:bookmarkStart w:id="26" w:name="_Toc7091305"/>
      <w:r w:rsidRPr="00374CBE">
        <w:rPr>
          <w:sz w:val="24"/>
          <w:szCs w:val="24"/>
        </w:rPr>
        <w:t>2.2</w:t>
      </w:r>
      <w:r w:rsidRPr="00374CBE">
        <w:rPr>
          <w:sz w:val="24"/>
          <w:szCs w:val="24"/>
        </w:rPr>
        <w:tab/>
      </w:r>
      <w:r w:rsidR="009363E5" w:rsidRPr="00374CBE">
        <w:rPr>
          <w:sz w:val="24"/>
          <w:szCs w:val="24"/>
        </w:rPr>
        <w:t>Paired Recommendations | International Standards equivalent in technical content</w:t>
      </w:r>
      <w:bookmarkEnd w:id="23"/>
      <w:bookmarkEnd w:id="24"/>
      <w:bookmarkEnd w:id="25"/>
      <w:bookmarkEnd w:id="26"/>
    </w:p>
    <w:p w14:paraId="38AE79DE" w14:textId="0B11BB20" w:rsidR="004D6633" w:rsidRPr="00374CBE" w:rsidRDefault="009363E5" w:rsidP="00B971D9">
      <w:pPr>
        <w:pStyle w:val="enumlev1"/>
      </w:pPr>
      <w:r w:rsidRPr="00374CBE">
        <w:t>–</w:t>
      </w:r>
      <w:r w:rsidRPr="00374CBE">
        <w:tab/>
      </w:r>
      <w:r w:rsidR="00D039F7" w:rsidRPr="00374CBE">
        <w:t>Recommendation</w:t>
      </w:r>
      <w:r w:rsidRPr="00374CBE">
        <w:t xml:space="preserve"> ITU-T H.264</w:t>
      </w:r>
      <w:r w:rsidR="004D6633" w:rsidRPr="00374CBE">
        <w:t xml:space="preserve">, </w:t>
      </w:r>
      <w:r w:rsidR="004D6633" w:rsidRPr="00374CBE">
        <w:rPr>
          <w:i/>
        </w:rPr>
        <w:t xml:space="preserve">Advanced video coding for generic </w:t>
      </w:r>
      <w:proofErr w:type="spellStart"/>
      <w:r w:rsidR="004D6633" w:rsidRPr="00374CBE">
        <w:rPr>
          <w:i/>
        </w:rPr>
        <w:t>audiovisual</w:t>
      </w:r>
      <w:proofErr w:type="spellEnd"/>
      <w:r w:rsidR="004D6633" w:rsidRPr="00374CBE">
        <w:rPr>
          <w:i/>
        </w:rPr>
        <w:t xml:space="preserve"> services</w:t>
      </w:r>
      <w:r w:rsidR="004D6633" w:rsidRPr="00374CBE">
        <w:t>.</w:t>
      </w:r>
    </w:p>
    <w:p w14:paraId="57982DD4" w14:textId="592EEB5D" w:rsidR="009363E5" w:rsidRPr="00374CBE" w:rsidRDefault="004D6633" w:rsidP="00B971D9">
      <w:pPr>
        <w:pStyle w:val="enumlev1"/>
      </w:pPr>
      <w:r w:rsidRPr="00374CBE">
        <w:tab/>
      </w:r>
      <w:r w:rsidR="009363E5" w:rsidRPr="00374CBE">
        <w:t>ISO/IEC 14496-10</w:t>
      </w:r>
      <w:r w:rsidRPr="00374CBE">
        <w:t xml:space="preserve">, </w:t>
      </w:r>
      <w:r w:rsidRPr="00374CBE">
        <w:rPr>
          <w:i/>
        </w:rPr>
        <w:t>Information technology – Coding of audio-visual objects – Part 10: Advanced Video Coding</w:t>
      </w:r>
      <w:r w:rsidR="009363E5" w:rsidRPr="00374CBE">
        <w:rPr>
          <w:i/>
        </w:rPr>
        <w:t xml:space="preserve"> Advanced Video Coding</w:t>
      </w:r>
      <w:r w:rsidRPr="00374CBE">
        <w:t>.</w:t>
      </w:r>
    </w:p>
    <w:p w14:paraId="6E700FE8" w14:textId="6BC37707" w:rsidR="004D6633" w:rsidRPr="00374CBE" w:rsidRDefault="00333D26" w:rsidP="00B971D9">
      <w:pPr>
        <w:pStyle w:val="enumlev1"/>
      </w:pPr>
      <w:bookmarkStart w:id="27" w:name="_Toc382790599"/>
      <w:bookmarkStart w:id="28" w:name="_Toc391107410"/>
      <w:r w:rsidRPr="00374CBE">
        <w:t>–</w:t>
      </w:r>
      <w:r w:rsidRPr="00374CBE">
        <w:tab/>
      </w:r>
      <w:r w:rsidR="00D039F7" w:rsidRPr="00374CBE">
        <w:t>Recommendation</w:t>
      </w:r>
      <w:r w:rsidRPr="00374CBE">
        <w:t xml:space="preserve"> ITU-T H.265</w:t>
      </w:r>
      <w:r w:rsidR="004D6633" w:rsidRPr="00374CBE">
        <w:t>,</w:t>
      </w:r>
      <w:r w:rsidRPr="00374CBE">
        <w:t xml:space="preserve"> </w:t>
      </w:r>
      <w:r w:rsidRPr="00374CBE">
        <w:rPr>
          <w:i/>
        </w:rPr>
        <w:t>High efficiency video coding</w:t>
      </w:r>
      <w:r w:rsidR="00AC3636" w:rsidRPr="00374CBE">
        <w:t>.</w:t>
      </w:r>
    </w:p>
    <w:p w14:paraId="0423008D" w14:textId="44BA3B4F" w:rsidR="00333D26" w:rsidRPr="00374CBE" w:rsidRDefault="004D6633" w:rsidP="00B971D9">
      <w:pPr>
        <w:pStyle w:val="enumlev1"/>
      </w:pPr>
      <w:r w:rsidRPr="00374CBE">
        <w:tab/>
        <w:t>ISO/IEC 23008-2,</w:t>
      </w:r>
      <w:r w:rsidR="00AC3636" w:rsidRPr="00374CBE">
        <w:t xml:space="preserve"> </w:t>
      </w:r>
      <w:r w:rsidR="00AC3636" w:rsidRPr="00374CBE">
        <w:rPr>
          <w:i/>
        </w:rPr>
        <w:t>Information technology – High efficiency coding and media delivery in heterogeneous environments – Part 2: High efficiency video coding</w:t>
      </w:r>
      <w:r w:rsidR="00AC3636" w:rsidRPr="00374CBE">
        <w:t>.</w:t>
      </w:r>
    </w:p>
    <w:p w14:paraId="4DD8CF3A" w14:textId="2F7BE32A" w:rsidR="00333D26" w:rsidRPr="00374CBE" w:rsidRDefault="00333D26" w:rsidP="00B971D9">
      <w:pPr>
        <w:pStyle w:val="enumlev1"/>
      </w:pPr>
      <w:r w:rsidRPr="00374CBE">
        <w:t>–</w:t>
      </w:r>
      <w:r w:rsidRPr="00374CBE">
        <w:tab/>
      </w:r>
      <w:r w:rsidR="00D039F7" w:rsidRPr="00374CBE">
        <w:t>Recommendation</w:t>
      </w:r>
      <w:r w:rsidRPr="00374CBE">
        <w:t xml:space="preserve"> ITU-T H.273</w:t>
      </w:r>
      <w:r w:rsidR="004D6633" w:rsidRPr="00374CBE">
        <w:t>,</w:t>
      </w:r>
      <w:r w:rsidRPr="00374CBE">
        <w:t xml:space="preserve"> </w:t>
      </w:r>
      <w:r w:rsidRPr="00374CBE">
        <w:rPr>
          <w:i/>
        </w:rPr>
        <w:t>Coding-independent code points for video signal type identification</w:t>
      </w:r>
      <w:r w:rsidR="0048239C" w:rsidRPr="00374CBE">
        <w:t>.</w:t>
      </w:r>
    </w:p>
    <w:p w14:paraId="6DD38D0B" w14:textId="1FF34943" w:rsidR="004D6633" w:rsidRPr="00374CBE" w:rsidRDefault="00945EFD" w:rsidP="00B971D9">
      <w:pPr>
        <w:pStyle w:val="enumlev1"/>
      </w:pPr>
      <w:r w:rsidRPr="00374CBE">
        <w:t>–</w:t>
      </w:r>
      <w:r w:rsidR="004D6633" w:rsidRPr="00374CBE">
        <w:tab/>
        <w:t>ISO/IEC 23091-2</w:t>
      </w:r>
      <w:r w:rsidR="00AC3636" w:rsidRPr="00374CBE">
        <w:t xml:space="preserve">, </w:t>
      </w:r>
      <w:r w:rsidR="00AC3636" w:rsidRPr="00374CBE">
        <w:rPr>
          <w:i/>
        </w:rPr>
        <w:t>Information technology – Coding-independent code points – Part 2: Video</w:t>
      </w:r>
      <w:r w:rsidR="00AC3636" w:rsidRPr="00374CBE">
        <w:t>.</w:t>
      </w:r>
    </w:p>
    <w:p w14:paraId="045B5C4C" w14:textId="3D8B53E4" w:rsidR="009363E5" w:rsidRPr="00374CBE" w:rsidRDefault="0048239C" w:rsidP="0048239C">
      <w:pPr>
        <w:pStyle w:val="Heading2"/>
        <w:rPr>
          <w:sz w:val="24"/>
          <w:szCs w:val="24"/>
        </w:rPr>
      </w:pPr>
      <w:bookmarkStart w:id="29" w:name="_Toc5880035"/>
      <w:bookmarkStart w:id="30" w:name="_Toc7091306"/>
      <w:r w:rsidRPr="00374CBE">
        <w:rPr>
          <w:sz w:val="24"/>
          <w:szCs w:val="24"/>
        </w:rPr>
        <w:t>2.3</w:t>
      </w:r>
      <w:r w:rsidRPr="00374CBE">
        <w:rPr>
          <w:sz w:val="24"/>
          <w:szCs w:val="24"/>
        </w:rPr>
        <w:tab/>
      </w:r>
      <w:r w:rsidR="009363E5" w:rsidRPr="00374CBE">
        <w:rPr>
          <w:sz w:val="24"/>
          <w:szCs w:val="24"/>
        </w:rPr>
        <w:t>Additional references</w:t>
      </w:r>
      <w:bookmarkEnd w:id="27"/>
      <w:bookmarkEnd w:id="28"/>
      <w:bookmarkEnd w:id="29"/>
      <w:bookmarkEnd w:id="30"/>
    </w:p>
    <w:p w14:paraId="616E4984" w14:textId="3C5B4CFF" w:rsidR="004D6633" w:rsidRPr="00374CBE" w:rsidRDefault="00374CBE" w:rsidP="00F4709B">
      <w:pPr>
        <w:pStyle w:val="enumlev1"/>
      </w:pPr>
      <w:r w:rsidRPr="00374CBE">
        <w:t>–</w:t>
      </w:r>
      <w:r w:rsidRPr="00374CBE">
        <w:tab/>
        <w:t>ITU-T H-Suppl. </w:t>
      </w:r>
      <w:r w:rsidR="004D6633" w:rsidRPr="00374CBE">
        <w:t xml:space="preserve">15, </w:t>
      </w:r>
      <w:r w:rsidR="004D6633" w:rsidRPr="00374CBE">
        <w:rPr>
          <w:i/>
        </w:rPr>
        <w:t xml:space="preserve">Conversion and coding practices for HDR/WCG </w:t>
      </w:r>
      <w:proofErr w:type="spellStart"/>
      <w:r w:rsidR="004D6633" w:rsidRPr="00374CBE">
        <w:rPr>
          <w:i/>
        </w:rPr>
        <w:t>Y′CbCr</w:t>
      </w:r>
      <w:proofErr w:type="spellEnd"/>
      <w:r w:rsidR="004D6633" w:rsidRPr="00374CBE">
        <w:rPr>
          <w:i/>
        </w:rPr>
        <w:t xml:space="preserve"> 4:2:0 video with PQ transfer characteristics</w:t>
      </w:r>
      <w:r w:rsidR="004D6633" w:rsidRPr="00374CBE">
        <w:t>.</w:t>
      </w:r>
    </w:p>
    <w:p w14:paraId="5F072F7B" w14:textId="57AB1626" w:rsidR="004D6633" w:rsidRPr="00374CBE" w:rsidRDefault="004D6633" w:rsidP="00F4709B">
      <w:pPr>
        <w:pStyle w:val="enumlev1"/>
      </w:pPr>
      <w:r w:rsidRPr="00374CBE">
        <w:tab/>
        <w:t>ISO/IEC TR 23008-14</w:t>
      </w:r>
      <w:r w:rsidR="00AC3636" w:rsidRPr="00374CBE">
        <w:t xml:space="preserve">, </w:t>
      </w:r>
      <w:r w:rsidR="00AC3636" w:rsidRPr="00374CBE">
        <w:rPr>
          <w:i/>
        </w:rPr>
        <w:t xml:space="preserve">Information technology – High efficiency coding and media delivery in heterogeneous environments – Part 14: Conversion and coding practices for HDR/WCG </w:t>
      </w:r>
      <w:proofErr w:type="spellStart"/>
      <w:r w:rsidR="00AC3636" w:rsidRPr="00374CBE">
        <w:rPr>
          <w:i/>
        </w:rPr>
        <w:t>Y'CbCr</w:t>
      </w:r>
      <w:proofErr w:type="spellEnd"/>
      <w:r w:rsidR="00AC3636" w:rsidRPr="00374CBE">
        <w:rPr>
          <w:i/>
        </w:rPr>
        <w:t xml:space="preserve"> 4:2:0 video with PQ transfer characteristics</w:t>
      </w:r>
      <w:r w:rsidR="00AC3636" w:rsidRPr="00374CBE">
        <w:t>.</w:t>
      </w:r>
    </w:p>
    <w:p w14:paraId="31B57C6B" w14:textId="707223DA" w:rsidR="004D6633" w:rsidRPr="00374CBE" w:rsidRDefault="004D6633" w:rsidP="00F4709B">
      <w:pPr>
        <w:pStyle w:val="enumlev1"/>
      </w:pPr>
      <w:r w:rsidRPr="00374CBE">
        <w:t>–</w:t>
      </w:r>
      <w:r w:rsidRPr="00374CBE">
        <w:tab/>
        <w:t>ITU-T H</w:t>
      </w:r>
      <w:r w:rsidR="00374CBE" w:rsidRPr="00374CBE">
        <w:t>-Suppl. </w:t>
      </w:r>
      <w:r w:rsidRPr="00374CBE">
        <w:t xml:space="preserve">18, </w:t>
      </w:r>
      <w:r w:rsidRPr="00374CBE">
        <w:rPr>
          <w:i/>
        </w:rPr>
        <w:t>Signalling, backward compatibility and display adaptation for HDR/WCG video coding</w:t>
      </w:r>
      <w:r w:rsidRPr="00374CBE">
        <w:t>.</w:t>
      </w:r>
    </w:p>
    <w:p w14:paraId="1A72DC95" w14:textId="225F9B0B" w:rsidR="004D6633" w:rsidRDefault="004D6633" w:rsidP="00F4709B">
      <w:pPr>
        <w:pStyle w:val="enumlev1"/>
        <w:rPr>
          <w:ins w:id="31" w:author="Yasser Syed" w:date="2019-06-25T00:47:00Z"/>
        </w:rPr>
      </w:pPr>
      <w:r w:rsidRPr="00374CBE">
        <w:tab/>
        <w:t xml:space="preserve">ISO/IEC TR 23008-15, </w:t>
      </w:r>
      <w:r w:rsidR="006F1B60" w:rsidRPr="00374CBE">
        <w:rPr>
          <w:i/>
        </w:rPr>
        <w:t>Information technology – High efficiency coding and media delivery in heterogeneous environments – Part 15: Signalling, backward compatibility and display adaptation for HDR/WCG video</w:t>
      </w:r>
      <w:r w:rsidR="006F1B60" w:rsidRPr="00374CBE">
        <w:t>.</w:t>
      </w:r>
    </w:p>
    <w:p w14:paraId="48CBB8F5" w14:textId="73DE974B" w:rsidR="00CD5AF1" w:rsidRPr="00374CBE" w:rsidRDefault="00337205" w:rsidP="00337205">
      <w:pPr>
        <w:pStyle w:val="enumlev1"/>
        <w:rPr>
          <w:lang w:eastAsia="ko-KR"/>
        </w:rPr>
      </w:pPr>
      <w:bookmarkStart w:id="32" w:name="_Ref534037401"/>
      <w:ins w:id="33" w:author="Yasser Syed" w:date="2019-06-25T18:14:00Z">
        <w:r w:rsidRPr="00374CBE">
          <w:t>–</w:t>
        </w:r>
        <w:r w:rsidRPr="00374CBE">
          <w:tab/>
        </w:r>
      </w:ins>
      <w:ins w:id="34" w:author="Yasser Syed" w:date="2019-06-25T00:48:00Z">
        <w:r w:rsidR="00CD5AF1">
          <w:rPr>
            <w:lang w:eastAsia="ko-KR"/>
          </w:rPr>
          <w:t xml:space="preserve">Apple Developer: </w:t>
        </w:r>
        <w:proofErr w:type="spellStart"/>
        <w:r w:rsidR="00CD5AF1">
          <w:rPr>
            <w:lang w:eastAsia="ko-KR"/>
          </w:rPr>
          <w:t>AVCaptureColorSpace</w:t>
        </w:r>
        <w:proofErr w:type="spellEnd"/>
        <w:r w:rsidR="00CD5AF1">
          <w:rPr>
            <w:lang w:eastAsia="ko-KR"/>
          </w:rPr>
          <w:t>,</w:t>
        </w:r>
        <w:r w:rsidR="00CD5AF1">
          <w:rPr>
            <w:lang w:eastAsia="ko-KR"/>
          </w:rPr>
          <w:tab/>
          <w:t xml:space="preserve"> </w:t>
        </w:r>
        <w:r w:rsidR="00CD5AF1" w:rsidRPr="00FF3D6B">
          <w:rPr>
            <w:lang w:eastAsia="ko-KR"/>
          </w:rPr>
          <w:t>https://developer.apple.com/documentation/avfoundation/avcapturecolorspace</w:t>
        </w:r>
      </w:ins>
      <w:bookmarkEnd w:id="32"/>
      <w:ins w:id="35" w:author="Yasser Syed" w:date="2019-06-25T16:11:00Z">
        <w:r w:rsidR="00B45B24">
          <w:rPr>
            <w:lang w:eastAsia="ko-KR"/>
          </w:rPr>
          <w:t>.</w:t>
        </w:r>
      </w:ins>
    </w:p>
    <w:p w14:paraId="3FF08FE6" w14:textId="74C871E9" w:rsidR="00306A07" w:rsidRPr="00374CBE" w:rsidRDefault="00306A07" w:rsidP="00F4709B">
      <w:pPr>
        <w:pStyle w:val="enumlev1"/>
      </w:pPr>
      <w:r w:rsidRPr="00374CBE">
        <w:t>–</w:t>
      </w:r>
      <w:r w:rsidRPr="00374CBE">
        <w:tab/>
        <w:t>ARIB STD-B</w:t>
      </w:r>
      <w:r w:rsidR="00EA6E62" w:rsidRPr="00374CBE">
        <w:t>32</w:t>
      </w:r>
      <w:r w:rsidRPr="00374CBE">
        <w:t xml:space="preserve"> Version </w:t>
      </w:r>
      <w:r w:rsidR="00EA6E62" w:rsidRPr="00374CBE">
        <w:t>3.9</w:t>
      </w:r>
      <w:r w:rsidRPr="00374CBE">
        <w:t xml:space="preserve"> </w:t>
      </w:r>
      <w:r w:rsidR="00206A1B" w:rsidRPr="00374CBE">
        <w:rPr>
          <w:i/>
        </w:rPr>
        <w:t>Video Coding,</w:t>
      </w:r>
      <w:r w:rsidR="00206A1B" w:rsidRPr="00374CBE">
        <w:t xml:space="preserve"> </w:t>
      </w:r>
      <w:r w:rsidR="00206A1B" w:rsidRPr="00374CBE">
        <w:rPr>
          <w:i/>
        </w:rPr>
        <w:t>Audio Coding, and Multiplexing Specifications for Digital Broadcasting</w:t>
      </w:r>
      <w:r w:rsidR="0048239C" w:rsidRPr="00374CBE">
        <w:t>.</w:t>
      </w:r>
    </w:p>
    <w:p w14:paraId="0ACD3E8E" w14:textId="60511928" w:rsidR="00306A07" w:rsidRPr="00374CBE" w:rsidRDefault="00306A07" w:rsidP="00F4709B">
      <w:pPr>
        <w:pStyle w:val="enumlev1"/>
      </w:pPr>
      <w:r w:rsidRPr="00374CBE">
        <w:t>–</w:t>
      </w:r>
      <w:r w:rsidRPr="00374CBE">
        <w:tab/>
        <w:t>ATSC A/341 ATSC Standard: Video – HEVC</w:t>
      </w:r>
      <w:r w:rsidR="0048239C" w:rsidRPr="00374CBE">
        <w:t>.</w:t>
      </w:r>
    </w:p>
    <w:p w14:paraId="7EE57272" w14:textId="70A26C60" w:rsidR="00306A07" w:rsidRDefault="00306A07" w:rsidP="00F4709B">
      <w:pPr>
        <w:pStyle w:val="enumlev1"/>
        <w:rPr>
          <w:ins w:id="36" w:author="Yasser Syed" w:date="2019-06-24T22:28:00Z"/>
        </w:rPr>
      </w:pPr>
      <w:r w:rsidRPr="00374CBE">
        <w:t>–</w:t>
      </w:r>
      <w:r w:rsidRPr="00374CBE">
        <w:tab/>
        <w:t xml:space="preserve">Blu-ray Disc White Paper (Ultra HD Blu-ray) </w:t>
      </w:r>
      <w:r w:rsidRPr="00374CBE">
        <w:rPr>
          <w:i/>
        </w:rPr>
        <w:t>Audio Visual Application Format Specifications for BD</w:t>
      </w:r>
      <w:r w:rsidR="0048239C" w:rsidRPr="00374CBE">
        <w:rPr>
          <w:i/>
        </w:rPr>
        <w:noBreakHyphen/>
      </w:r>
      <w:r w:rsidRPr="00374CBE">
        <w:rPr>
          <w:i/>
        </w:rPr>
        <w:t>ROM Version 3.2</w:t>
      </w:r>
      <w:r w:rsidR="0048239C" w:rsidRPr="00374CBE">
        <w:t>.</w:t>
      </w:r>
    </w:p>
    <w:p w14:paraId="222487C7" w14:textId="6CE59FAF" w:rsidR="00404C67" w:rsidRPr="00404C67" w:rsidRDefault="00337205" w:rsidP="00337205">
      <w:pPr>
        <w:pStyle w:val="enumlev1"/>
        <w:rPr>
          <w:i/>
          <w:rPrChange w:id="37" w:author="Yasser Syed" w:date="2019-06-24T22:28:00Z">
            <w:rPr/>
          </w:rPrChange>
        </w:rPr>
      </w:pPr>
      <w:ins w:id="38" w:author="Yasser Syed" w:date="2019-06-25T18:14:00Z">
        <w:r w:rsidRPr="00374CBE">
          <w:t>–</w:t>
        </w:r>
        <w:r w:rsidRPr="00374CBE">
          <w:tab/>
        </w:r>
      </w:ins>
      <w:ins w:id="39" w:author="Yasser Syed" w:date="2019-06-24T22:28:00Z">
        <w:r w:rsidR="00404C67" w:rsidRPr="00C43F35">
          <w:rPr>
            <w:color w:val="000000"/>
          </w:rPr>
          <w:t>CTA 861-G:2017</w:t>
        </w:r>
        <w:r w:rsidR="00404C67" w:rsidRPr="00C43F35">
          <w:rPr>
            <w:i/>
            <w:color w:val="000000"/>
          </w:rPr>
          <w:t xml:space="preserve"> A DTV Profile for Uncompressed </w:t>
        </w:r>
        <w:proofErr w:type="gramStart"/>
        <w:r w:rsidR="00404C67" w:rsidRPr="00C43F35">
          <w:rPr>
            <w:i/>
            <w:color w:val="000000"/>
          </w:rPr>
          <w:t>High Speed</w:t>
        </w:r>
        <w:proofErr w:type="gramEnd"/>
        <w:r w:rsidR="00404C67" w:rsidRPr="00C43F35">
          <w:rPr>
            <w:i/>
            <w:color w:val="000000"/>
          </w:rPr>
          <w:t xml:space="preserve"> Digital Interfaces – AVI </w:t>
        </w:r>
        <w:proofErr w:type="spellStart"/>
        <w:r w:rsidR="00404C67" w:rsidRPr="00C43F35">
          <w:rPr>
            <w:i/>
            <w:color w:val="000000"/>
          </w:rPr>
          <w:t>InfoFrame</w:t>
        </w:r>
        <w:proofErr w:type="spellEnd"/>
        <w:r w:rsidR="00404C67" w:rsidRPr="00C43F35">
          <w:rPr>
            <w:i/>
            <w:color w:val="000000"/>
          </w:rPr>
          <w:t xml:space="preserve"> Version Errata: 09/13/</w:t>
        </w:r>
      </w:ins>
    </w:p>
    <w:p w14:paraId="43648DB4" w14:textId="47DFBD7F" w:rsidR="00306A07" w:rsidRPr="00374CBE" w:rsidRDefault="00306A07" w:rsidP="00F4709B">
      <w:pPr>
        <w:pStyle w:val="enumlev1"/>
      </w:pPr>
      <w:r w:rsidRPr="00374CBE">
        <w:t>–</w:t>
      </w:r>
      <w:r w:rsidRPr="00374CBE">
        <w:tab/>
        <w:t xml:space="preserve">ETSI TS 101 154 </w:t>
      </w:r>
      <w:r w:rsidRPr="00374CBE">
        <w:rPr>
          <w:i/>
        </w:rPr>
        <w:t>Digital Video Broadcasting (DVB): Specification for the use of Video and Audio Coding in Broadcast and Broadband Applications</w:t>
      </w:r>
      <w:r w:rsidR="0048239C" w:rsidRPr="00374CBE">
        <w:t>.</w:t>
      </w:r>
    </w:p>
    <w:p w14:paraId="039D09D6" w14:textId="555E6F93" w:rsidR="00E81D90" w:rsidRPr="00374CBE" w:rsidRDefault="00E81D90" w:rsidP="00F4709B">
      <w:pPr>
        <w:pStyle w:val="enumlev1"/>
      </w:pPr>
      <w:r w:rsidRPr="00374CBE">
        <w:lastRenderedPageBreak/>
        <w:t>–</w:t>
      </w:r>
      <w:r w:rsidRPr="00374CBE">
        <w:tab/>
        <w:t xml:space="preserve">ISO/IEC 14496-12, </w:t>
      </w:r>
      <w:r w:rsidRPr="00374CBE">
        <w:rPr>
          <w:i/>
        </w:rPr>
        <w:t>Information technology – Coding of audio-visual objects – Part 12: ISO base media file format</w:t>
      </w:r>
      <w:r w:rsidR="0048239C" w:rsidRPr="00374CBE">
        <w:t>.</w:t>
      </w:r>
    </w:p>
    <w:p w14:paraId="3A8F093F" w14:textId="0D85C52B" w:rsidR="00E81D90" w:rsidRPr="00374CBE" w:rsidRDefault="00E81D90" w:rsidP="00F4709B">
      <w:pPr>
        <w:pStyle w:val="enumlev1"/>
      </w:pPr>
      <w:r w:rsidRPr="00374CBE">
        <w:t>–</w:t>
      </w:r>
      <w:r w:rsidRPr="00374CBE">
        <w:tab/>
        <w:t xml:space="preserve">ISO/IEC 14496-14, </w:t>
      </w:r>
      <w:r w:rsidRPr="00374CBE">
        <w:rPr>
          <w:i/>
        </w:rPr>
        <w:t>Information technology – Coding of audio- visual objects – Part 14: MP4 file format</w:t>
      </w:r>
      <w:r w:rsidR="0048239C" w:rsidRPr="00374CBE">
        <w:t>.</w:t>
      </w:r>
    </w:p>
    <w:p w14:paraId="1C6279B3" w14:textId="017464EE" w:rsidR="00E81D90" w:rsidRPr="00374CBE" w:rsidRDefault="00E81D90" w:rsidP="00F4709B">
      <w:pPr>
        <w:pStyle w:val="enumlev1"/>
      </w:pPr>
      <w:r w:rsidRPr="00374CBE">
        <w:t>–</w:t>
      </w:r>
      <w:r w:rsidRPr="00374CBE">
        <w:tab/>
        <w:t>ISO/IEC 14496-15</w:t>
      </w:r>
      <w:r w:rsidR="0048239C" w:rsidRPr="00374CBE">
        <w:t>,</w:t>
      </w:r>
      <w:r w:rsidRPr="00374CBE">
        <w:t xml:space="preserve"> </w:t>
      </w:r>
      <w:r w:rsidRPr="00374CBE">
        <w:rPr>
          <w:i/>
        </w:rPr>
        <w:t>Information technology – Coding of audio-visual objects – Part 15: Carriage of network abstraction layer (NAL) unit structured video in ISO base media file format</w:t>
      </w:r>
      <w:r w:rsidR="0048239C" w:rsidRPr="00374CBE">
        <w:t>.</w:t>
      </w:r>
    </w:p>
    <w:p w14:paraId="08E38A45" w14:textId="31CB57A1" w:rsidR="00E81D90" w:rsidRDefault="00E81D90" w:rsidP="00F4709B">
      <w:pPr>
        <w:pStyle w:val="enumlev1"/>
        <w:rPr>
          <w:ins w:id="40" w:author="Yasser Syed" w:date="2019-06-24T22:28:00Z"/>
        </w:rPr>
      </w:pPr>
      <w:r w:rsidRPr="00374CBE">
        <w:t>–</w:t>
      </w:r>
      <w:r w:rsidRPr="00374CBE">
        <w:tab/>
      </w:r>
      <w:r w:rsidR="00D039F7" w:rsidRPr="00374CBE">
        <w:t>Recommendation</w:t>
      </w:r>
      <w:r w:rsidR="009912D9" w:rsidRPr="00374CBE">
        <w:t xml:space="preserve"> </w:t>
      </w:r>
      <w:r w:rsidRPr="00374CBE">
        <w:t>ITU-R BT.601-7</w:t>
      </w:r>
      <w:r w:rsidR="0048239C" w:rsidRPr="00374CBE">
        <w:t>,</w:t>
      </w:r>
      <w:r w:rsidRPr="00374CBE">
        <w:t xml:space="preserve"> </w:t>
      </w:r>
      <w:r w:rsidRPr="00374CBE">
        <w:rPr>
          <w:i/>
        </w:rPr>
        <w:t>Studio encoding parameters of digital television for standard 4:3 and wide-screen 16:9 aspect ratios</w:t>
      </w:r>
      <w:r w:rsidR="0048239C" w:rsidRPr="00374CBE">
        <w:t>.</w:t>
      </w:r>
    </w:p>
    <w:p w14:paraId="60ED8777" w14:textId="4141DB78" w:rsidR="00404C67" w:rsidRPr="00374CBE" w:rsidRDefault="00337205" w:rsidP="00337205">
      <w:pPr>
        <w:pStyle w:val="enumlev1"/>
      </w:pPr>
      <w:ins w:id="41" w:author="Yasser Syed" w:date="2019-06-25T18:14:00Z">
        <w:r w:rsidRPr="00374CBE">
          <w:t>–</w:t>
        </w:r>
        <w:r w:rsidRPr="00374CBE">
          <w:tab/>
        </w:r>
      </w:ins>
      <w:ins w:id="42" w:author="Yasser Syed" w:date="2019-06-24T22:28:00Z">
        <w:r w:rsidR="00404C67" w:rsidRPr="00C43F35">
          <w:rPr>
            <w:color w:val="000000"/>
          </w:rPr>
          <w:t>Rec. ITU-R BT.656-5:2007</w:t>
        </w:r>
        <w:r w:rsidR="00404C67" w:rsidRPr="00C43F35">
          <w:rPr>
            <w:i/>
            <w:color w:val="000000"/>
          </w:rPr>
          <w:t xml:space="preserve"> Interface for digital component video signals in 525-line and 625-line television systems operating at the 4:2:2 level of Recommendation ITU-R BT.601</w:t>
        </w:r>
      </w:ins>
      <w:ins w:id="43" w:author="Yasser Syed" w:date="2019-06-24T22:29:00Z">
        <w:r w:rsidR="00404C67">
          <w:rPr>
            <w:i/>
            <w:color w:val="000000"/>
          </w:rPr>
          <w:t>.</w:t>
        </w:r>
      </w:ins>
    </w:p>
    <w:p w14:paraId="1C3C1C0F" w14:textId="27202B7B" w:rsidR="00E81D90" w:rsidRDefault="00E81D90" w:rsidP="00F4709B">
      <w:pPr>
        <w:pStyle w:val="enumlev1"/>
        <w:rPr>
          <w:ins w:id="44" w:author="Yasser Syed" w:date="2019-06-24T22:29:00Z"/>
        </w:rPr>
      </w:pPr>
      <w:r w:rsidRPr="00374CBE">
        <w:t>–</w:t>
      </w:r>
      <w:r w:rsidRPr="00374CBE">
        <w:tab/>
      </w:r>
      <w:r w:rsidR="00D039F7" w:rsidRPr="00374CBE">
        <w:t>Recommendation</w:t>
      </w:r>
      <w:r w:rsidR="009912D9" w:rsidRPr="00374CBE">
        <w:t xml:space="preserve"> </w:t>
      </w:r>
      <w:r w:rsidRPr="00374CBE">
        <w:t>ITU-R B</w:t>
      </w:r>
      <w:r w:rsidR="009912D9" w:rsidRPr="00374CBE">
        <w:t>T</w:t>
      </w:r>
      <w:r w:rsidRPr="00374CBE">
        <w:t>.709-6</w:t>
      </w:r>
      <w:r w:rsidR="0048239C" w:rsidRPr="00374CBE">
        <w:t>,</w:t>
      </w:r>
      <w:r w:rsidRPr="00374CBE">
        <w:t xml:space="preserve"> </w:t>
      </w:r>
      <w:r w:rsidRPr="00374CBE">
        <w:rPr>
          <w:i/>
        </w:rPr>
        <w:t>Parameter values for the HDTV standards for production and international programme exchange</w:t>
      </w:r>
      <w:r w:rsidR="0048239C" w:rsidRPr="00374CBE">
        <w:t>.</w:t>
      </w:r>
    </w:p>
    <w:p w14:paraId="1830D205" w14:textId="7228DFAE" w:rsidR="00404C67" w:rsidRPr="00374CBE" w:rsidRDefault="00337205" w:rsidP="00337205">
      <w:pPr>
        <w:pStyle w:val="enumlev1"/>
      </w:pPr>
      <w:ins w:id="45" w:author="Yasser Syed" w:date="2019-06-25T18:14:00Z">
        <w:r w:rsidRPr="00374CBE">
          <w:t>–</w:t>
        </w:r>
        <w:r w:rsidRPr="00374CBE">
          <w:tab/>
        </w:r>
      </w:ins>
      <w:ins w:id="46" w:author="Yasser Syed" w:date="2019-06-24T22:29:00Z">
        <w:r w:rsidR="00404C67" w:rsidRPr="00C43F35">
          <w:rPr>
            <w:color w:val="000000"/>
          </w:rPr>
          <w:t>Rec. ITU-R BT.1120-9:2017</w:t>
        </w:r>
        <w:r w:rsidR="00404C67" w:rsidRPr="00C43F35">
          <w:rPr>
            <w:i/>
            <w:color w:val="000000"/>
          </w:rPr>
          <w:t xml:space="preserve"> Digital interfaces for studio signals with 1920x1080 image formats</w:t>
        </w:r>
        <w:r w:rsidR="00404C67">
          <w:t>.</w:t>
        </w:r>
      </w:ins>
    </w:p>
    <w:p w14:paraId="490D3E9F" w14:textId="4924B60F" w:rsidR="00E81D90" w:rsidRPr="00374CBE" w:rsidRDefault="00E81D90" w:rsidP="00F4709B">
      <w:pPr>
        <w:pStyle w:val="enumlev1"/>
      </w:pPr>
      <w:r w:rsidRPr="00374CBE">
        <w:t>–</w:t>
      </w:r>
      <w:r w:rsidRPr="00374CBE">
        <w:tab/>
      </w:r>
      <w:r w:rsidR="00D039F7" w:rsidRPr="00374CBE">
        <w:t>Recommendation</w:t>
      </w:r>
      <w:r w:rsidR="009912D9" w:rsidRPr="00374CBE">
        <w:t xml:space="preserve"> </w:t>
      </w:r>
      <w:r w:rsidRPr="00374CBE">
        <w:t>ITU-R BT.1886-0</w:t>
      </w:r>
      <w:r w:rsidR="0048239C" w:rsidRPr="00374CBE">
        <w:t>,</w:t>
      </w:r>
      <w:r w:rsidRPr="00374CBE">
        <w:t xml:space="preserve"> </w:t>
      </w:r>
      <w:r w:rsidRPr="00374CBE">
        <w:rPr>
          <w:i/>
        </w:rPr>
        <w:t>Reference electro-optical transfer function for flat panel displays used in HDTV studio production</w:t>
      </w:r>
      <w:r w:rsidR="0048239C" w:rsidRPr="00374CBE">
        <w:t>.</w:t>
      </w:r>
    </w:p>
    <w:p w14:paraId="1C282511" w14:textId="5E95D41F" w:rsidR="00E81D90" w:rsidRDefault="00E81D90" w:rsidP="00F4709B">
      <w:pPr>
        <w:pStyle w:val="enumlev1"/>
        <w:rPr>
          <w:ins w:id="47" w:author="Yasser Syed" w:date="2019-06-24T22:30:00Z"/>
        </w:rPr>
      </w:pPr>
      <w:r w:rsidRPr="00374CBE">
        <w:t>–</w:t>
      </w:r>
      <w:r w:rsidRPr="00374CBE">
        <w:tab/>
      </w:r>
      <w:r w:rsidR="00D039F7" w:rsidRPr="00374CBE">
        <w:t>Recommendation</w:t>
      </w:r>
      <w:r w:rsidR="009912D9" w:rsidRPr="00374CBE">
        <w:t xml:space="preserve"> </w:t>
      </w:r>
      <w:r w:rsidRPr="00374CBE">
        <w:t>ITU-R BT.2020-2</w:t>
      </w:r>
      <w:r w:rsidR="0048239C" w:rsidRPr="00374CBE">
        <w:t>,</w:t>
      </w:r>
      <w:r w:rsidRPr="00374CBE">
        <w:t xml:space="preserve"> </w:t>
      </w:r>
      <w:r w:rsidRPr="00374CBE">
        <w:rPr>
          <w:i/>
        </w:rPr>
        <w:t>Parameter values for ultra-high definition television systems for production and international programme exchange</w:t>
      </w:r>
      <w:r w:rsidR="0048239C" w:rsidRPr="00374CBE">
        <w:t>.</w:t>
      </w:r>
    </w:p>
    <w:p w14:paraId="34F78127" w14:textId="5415A211" w:rsidR="00404C67" w:rsidRPr="00404C67" w:rsidRDefault="00337205" w:rsidP="00337205">
      <w:pPr>
        <w:pStyle w:val="enumlev1"/>
        <w:rPr>
          <w:i/>
          <w:rPrChange w:id="48" w:author="Yasser Syed" w:date="2019-06-24T22:30:00Z">
            <w:rPr/>
          </w:rPrChange>
        </w:rPr>
      </w:pPr>
      <w:ins w:id="49" w:author="Yasser Syed" w:date="2019-06-25T18:14:00Z">
        <w:r w:rsidRPr="00374CBE">
          <w:t>–</w:t>
        </w:r>
        <w:r w:rsidRPr="00374CBE">
          <w:tab/>
        </w:r>
      </w:ins>
      <w:ins w:id="50" w:author="Yasser Syed" w:date="2019-06-24T22:30:00Z">
        <w:r w:rsidR="00404C67" w:rsidRPr="00C43F35">
          <w:rPr>
            <w:color w:val="000000"/>
          </w:rPr>
          <w:t>Rec. ITU-R BT.2077-2</w:t>
        </w:r>
      </w:ins>
      <w:ins w:id="51" w:author="Yasser Syed" w:date="2019-06-24T22:32:00Z">
        <w:r w:rsidR="00404C67">
          <w:rPr>
            <w:color w:val="000000"/>
          </w:rPr>
          <w:t>,</w:t>
        </w:r>
      </w:ins>
      <w:ins w:id="52" w:author="Yasser Syed" w:date="2019-06-24T22:30:00Z">
        <w:r w:rsidR="00404C67" w:rsidRPr="00C43F35">
          <w:rPr>
            <w:color w:val="000000"/>
          </w:rPr>
          <w:t xml:space="preserve"> </w:t>
        </w:r>
        <w:r w:rsidR="00404C67" w:rsidRPr="00F72381">
          <w:rPr>
            <w:i/>
            <w:color w:val="000000"/>
          </w:rPr>
          <w:t>Real-time serial digital interfaces for UHDTV Signals</w:t>
        </w:r>
        <w:r w:rsidR="00404C67">
          <w:rPr>
            <w:i/>
          </w:rPr>
          <w:t>.</w:t>
        </w:r>
      </w:ins>
    </w:p>
    <w:p w14:paraId="4B22C5B5" w14:textId="7972D446" w:rsidR="00E81D90" w:rsidRDefault="00E81D90" w:rsidP="00F4709B">
      <w:pPr>
        <w:pStyle w:val="enumlev1"/>
        <w:rPr>
          <w:ins w:id="53" w:author="Yasser Syed" w:date="2019-06-24T22:30:00Z"/>
        </w:rPr>
      </w:pPr>
      <w:r w:rsidRPr="00374CBE">
        <w:t>–</w:t>
      </w:r>
      <w:r w:rsidRPr="00374CBE">
        <w:tab/>
      </w:r>
      <w:r w:rsidR="00D039F7" w:rsidRPr="00374CBE">
        <w:t>Recommendation</w:t>
      </w:r>
      <w:r w:rsidR="009912D9" w:rsidRPr="00374CBE">
        <w:t xml:space="preserve"> </w:t>
      </w:r>
      <w:r w:rsidRPr="00374CBE">
        <w:t>ITU-R BT.2100-2</w:t>
      </w:r>
      <w:r w:rsidR="0048239C" w:rsidRPr="00374CBE">
        <w:t>,</w:t>
      </w:r>
      <w:r w:rsidRPr="00374CBE">
        <w:t xml:space="preserve"> </w:t>
      </w:r>
      <w:r w:rsidRPr="00374CBE">
        <w:rPr>
          <w:i/>
        </w:rPr>
        <w:t>Image parameter values for high dynamic range television for use in production and international programme exchange</w:t>
      </w:r>
      <w:r w:rsidR="0048239C" w:rsidRPr="00374CBE">
        <w:t>.</w:t>
      </w:r>
    </w:p>
    <w:p w14:paraId="3C527C53" w14:textId="6615F25F" w:rsidR="00404C67" w:rsidRPr="00C43F35" w:rsidRDefault="00337205">
      <w:pPr>
        <w:pStyle w:val="enumlev1"/>
        <w:rPr>
          <w:ins w:id="54" w:author="Yasser Syed" w:date="2019-06-24T22:30:00Z"/>
          <w:i/>
          <w:color w:val="000000"/>
        </w:rPr>
        <w:pPrChange w:id="55" w:author="Yasser Syed" w:date="2019-06-25T18:15:00Z">
          <w:pPr>
            <w:pStyle w:val="ListParagraph"/>
            <w:numPr>
              <w:numId w:val="13"/>
            </w:numPr>
            <w:tabs>
              <w:tab w:val="clear" w:pos="1195"/>
              <w:tab w:val="clear" w:pos="1584"/>
              <w:tab w:val="left" w:pos="1170"/>
              <w:tab w:val="left" w:pos="1530"/>
            </w:tabs>
            <w:spacing w:before="86"/>
            <w:ind w:left="1152" w:hanging="360"/>
            <w:contextualSpacing w:val="0"/>
          </w:pPr>
        </w:pPrChange>
      </w:pPr>
      <w:ins w:id="56" w:author="Yasser Syed" w:date="2019-06-25T18:15:00Z">
        <w:r w:rsidRPr="00374CBE">
          <w:t>–</w:t>
        </w:r>
        <w:r w:rsidRPr="00374CBE">
          <w:tab/>
        </w:r>
      </w:ins>
      <w:ins w:id="57" w:author="Yasser Syed" w:date="2019-06-24T22:30:00Z">
        <w:r w:rsidR="00404C67" w:rsidRPr="00C43F35">
          <w:rPr>
            <w:color w:val="000000"/>
          </w:rPr>
          <w:t>SMPTE ST 259</w:t>
        </w:r>
      </w:ins>
      <w:ins w:id="58" w:author="Yasser Syed" w:date="2019-06-24T22:31:00Z">
        <w:r w:rsidR="00404C67">
          <w:rPr>
            <w:color w:val="000000"/>
          </w:rPr>
          <w:t>,</w:t>
        </w:r>
      </w:ins>
      <w:ins w:id="59" w:author="Yasser Syed" w:date="2019-06-24T22:30:00Z">
        <w:r w:rsidR="00404C67" w:rsidRPr="00C43F35">
          <w:rPr>
            <w:color w:val="000000"/>
          </w:rPr>
          <w:t xml:space="preserve"> Television</w:t>
        </w:r>
        <w:r w:rsidR="00404C67" w:rsidRPr="00C43F35">
          <w:rPr>
            <w:i/>
            <w:color w:val="000000"/>
          </w:rPr>
          <w:t xml:space="preserve"> – SDTV1 Digital Signal/Data – Serial Digital Interface</w:t>
        </w:r>
        <w:r w:rsidR="00404C67">
          <w:rPr>
            <w:i/>
            <w:color w:val="000000"/>
          </w:rPr>
          <w:t>.</w:t>
        </w:r>
      </w:ins>
    </w:p>
    <w:p w14:paraId="45467DBC" w14:textId="5B49A6D1" w:rsidR="00404C67" w:rsidRPr="00404C67" w:rsidRDefault="00337205" w:rsidP="00337205">
      <w:pPr>
        <w:pStyle w:val="enumlev1"/>
        <w:rPr>
          <w:rFonts w:eastAsia="MS Mincho"/>
          <w:i/>
          <w:color w:val="000000"/>
          <w:szCs w:val="24"/>
          <w:lang w:val="en-CA" w:eastAsia="ja-JP"/>
          <w:rPrChange w:id="60" w:author="Yasser Syed" w:date="2019-06-24T22:30:00Z">
            <w:rPr/>
          </w:rPrChange>
        </w:rPr>
      </w:pPr>
      <w:ins w:id="61" w:author="Yasser Syed" w:date="2019-06-25T18:15:00Z">
        <w:r w:rsidRPr="00374CBE">
          <w:t>–</w:t>
        </w:r>
        <w:r w:rsidRPr="00374CBE">
          <w:tab/>
        </w:r>
      </w:ins>
      <w:ins w:id="62" w:author="Yasser Syed" w:date="2019-06-24T22:30:00Z">
        <w:r w:rsidR="00404C67" w:rsidRPr="00C43F35">
          <w:rPr>
            <w:color w:val="000000"/>
          </w:rPr>
          <w:t>SMPTE ST 292-1</w:t>
        </w:r>
      </w:ins>
      <w:ins w:id="63" w:author="Yasser Syed" w:date="2019-06-24T22:31:00Z">
        <w:r w:rsidR="00404C67">
          <w:rPr>
            <w:color w:val="000000"/>
          </w:rPr>
          <w:t>,</w:t>
        </w:r>
      </w:ins>
      <w:ins w:id="64" w:author="Yasser Syed" w:date="2019-06-24T22:30:00Z">
        <w:r w:rsidR="00404C67" w:rsidRPr="00C43F35">
          <w:rPr>
            <w:i/>
            <w:color w:val="000000"/>
          </w:rPr>
          <w:t xml:space="preserve"> 1.5 Gb/s Signal/Data Serial Interface</w:t>
        </w:r>
        <w:r w:rsidR="00404C67">
          <w:rPr>
            <w:i/>
            <w:color w:val="000000"/>
          </w:rPr>
          <w:t>.</w:t>
        </w:r>
      </w:ins>
    </w:p>
    <w:p w14:paraId="10078401" w14:textId="60EF46F0" w:rsidR="00E81D90" w:rsidRPr="00374CBE" w:rsidRDefault="00E81D90" w:rsidP="00F4709B">
      <w:pPr>
        <w:pStyle w:val="enumlev1"/>
      </w:pPr>
      <w:r w:rsidRPr="00374CBE">
        <w:t>–</w:t>
      </w:r>
      <w:r w:rsidRPr="00374CBE">
        <w:tab/>
        <w:t>SMPTE ST 298</w:t>
      </w:r>
      <w:r w:rsidR="0048239C" w:rsidRPr="00374CBE">
        <w:t>,</w:t>
      </w:r>
      <w:r w:rsidRPr="00374CBE">
        <w:t xml:space="preserve"> </w:t>
      </w:r>
      <w:r w:rsidRPr="00374CBE">
        <w:rPr>
          <w:i/>
        </w:rPr>
        <w:t>Universal Labels for Unique identification of Digital Data</w:t>
      </w:r>
      <w:r w:rsidR="0048239C" w:rsidRPr="00374CBE">
        <w:t>.</w:t>
      </w:r>
    </w:p>
    <w:p w14:paraId="0B5FC646" w14:textId="117A86B6" w:rsidR="00E81D90" w:rsidRPr="00374CBE" w:rsidRDefault="00E81D90" w:rsidP="00F4709B">
      <w:pPr>
        <w:pStyle w:val="enumlev1"/>
      </w:pPr>
      <w:r w:rsidRPr="00374CBE">
        <w:t>–</w:t>
      </w:r>
      <w:r w:rsidRPr="00374CBE">
        <w:tab/>
        <w:t>SMPTE ST 335</w:t>
      </w:r>
      <w:r w:rsidR="0048239C" w:rsidRPr="00374CBE">
        <w:t>,</w:t>
      </w:r>
      <w:r w:rsidRPr="00374CBE">
        <w:t xml:space="preserve"> </w:t>
      </w:r>
      <w:r w:rsidRPr="00374CBE">
        <w:rPr>
          <w:i/>
        </w:rPr>
        <w:t>Metadata Element Dictionary Structure</w:t>
      </w:r>
      <w:r w:rsidR="0048239C" w:rsidRPr="00374CBE">
        <w:t>.</w:t>
      </w:r>
    </w:p>
    <w:p w14:paraId="74462FD6" w14:textId="4AC81A5E" w:rsidR="00E81D90" w:rsidRDefault="00E81D90" w:rsidP="00F4709B">
      <w:pPr>
        <w:pStyle w:val="enumlev1"/>
        <w:rPr>
          <w:ins w:id="65" w:author="Yasser Syed" w:date="2019-06-24T22:30:00Z"/>
        </w:rPr>
      </w:pPr>
      <w:r w:rsidRPr="00374CBE">
        <w:t>–</w:t>
      </w:r>
      <w:r w:rsidRPr="00374CBE">
        <w:tab/>
        <w:t>SMPTE ST 336</w:t>
      </w:r>
      <w:r w:rsidR="0048239C" w:rsidRPr="00374CBE">
        <w:t>,</w:t>
      </w:r>
      <w:r w:rsidRPr="00374CBE">
        <w:t xml:space="preserve"> </w:t>
      </w:r>
      <w:r w:rsidRPr="00374CBE">
        <w:rPr>
          <w:i/>
        </w:rPr>
        <w:t>Data Encoding Protocol using Key-Length-Value</w:t>
      </w:r>
      <w:r w:rsidR="0048239C" w:rsidRPr="00374CBE">
        <w:t>.</w:t>
      </w:r>
    </w:p>
    <w:p w14:paraId="79A86714" w14:textId="7648BB0C" w:rsidR="00404C67" w:rsidRPr="00404C67" w:rsidRDefault="00337205" w:rsidP="00337205">
      <w:pPr>
        <w:pStyle w:val="enumlev1"/>
        <w:rPr>
          <w:rFonts w:eastAsia="MS Mincho"/>
          <w:i/>
          <w:color w:val="000000"/>
          <w:szCs w:val="24"/>
          <w:lang w:val="en-CA" w:eastAsia="ja-JP"/>
          <w:rPrChange w:id="66" w:author="Yasser Syed" w:date="2019-06-24T22:32:00Z">
            <w:rPr/>
          </w:rPrChange>
        </w:rPr>
      </w:pPr>
      <w:ins w:id="67" w:author="Yasser Syed" w:date="2019-06-25T18:15:00Z">
        <w:r w:rsidRPr="00374CBE">
          <w:t>–</w:t>
        </w:r>
        <w:r w:rsidRPr="00374CBE">
          <w:tab/>
        </w:r>
      </w:ins>
      <w:ins w:id="68" w:author="Yasser Syed" w:date="2019-06-24T22:31:00Z">
        <w:r w:rsidR="00404C67" w:rsidRPr="00C43F35">
          <w:rPr>
            <w:color w:val="000000"/>
          </w:rPr>
          <w:t>SMPTE ST 372</w:t>
        </w:r>
      </w:ins>
      <w:ins w:id="69" w:author="Yasser Syed" w:date="2019-06-24T22:32:00Z">
        <w:r w:rsidR="00404C67">
          <w:rPr>
            <w:color w:val="000000"/>
          </w:rPr>
          <w:t>,</w:t>
        </w:r>
      </w:ins>
      <w:ins w:id="70" w:author="Yasser Syed" w:date="2019-06-24T22:31:00Z">
        <w:r w:rsidR="00404C67" w:rsidRPr="00C43F35">
          <w:rPr>
            <w:i/>
            <w:color w:val="000000"/>
          </w:rPr>
          <w:t xml:space="preserve"> Dual Link 1.5 Gb/s Digital Interface for 1920 x 1080 and 2048 x 1080 Picture Formats</w:t>
        </w:r>
      </w:ins>
      <w:ins w:id="71" w:author="Yasser Syed" w:date="2019-06-24T22:32:00Z">
        <w:r w:rsidR="00404C67">
          <w:rPr>
            <w:i/>
            <w:color w:val="000000"/>
          </w:rPr>
          <w:t>.</w:t>
        </w:r>
      </w:ins>
    </w:p>
    <w:p w14:paraId="43A61EBA" w14:textId="68979417" w:rsidR="00E81D90" w:rsidRPr="00374CBE" w:rsidRDefault="00E81D90" w:rsidP="00F4709B">
      <w:pPr>
        <w:pStyle w:val="enumlev1"/>
      </w:pPr>
      <w:r w:rsidRPr="00374CBE">
        <w:t>–</w:t>
      </w:r>
      <w:r w:rsidRPr="00374CBE">
        <w:tab/>
        <w:t>SMPTE ST 377-1</w:t>
      </w:r>
      <w:r w:rsidR="0048239C" w:rsidRPr="00374CBE">
        <w:t>,</w:t>
      </w:r>
      <w:r w:rsidRPr="00374CBE">
        <w:t xml:space="preserve"> </w:t>
      </w:r>
      <w:r w:rsidRPr="00374CBE">
        <w:rPr>
          <w:i/>
        </w:rPr>
        <w:t xml:space="preserve">Material Exchange Format (MXF) </w:t>
      </w:r>
      <w:r w:rsidR="00E93786" w:rsidRPr="00374CBE">
        <w:rPr>
          <w:i/>
        </w:rPr>
        <w:t>–</w:t>
      </w:r>
      <w:r w:rsidRPr="00374CBE">
        <w:rPr>
          <w:i/>
        </w:rPr>
        <w:t xml:space="preserve"> File</w:t>
      </w:r>
      <w:r w:rsidR="00E93786" w:rsidRPr="00374CBE">
        <w:rPr>
          <w:i/>
        </w:rPr>
        <w:t xml:space="preserve"> </w:t>
      </w:r>
      <w:r w:rsidRPr="00374CBE">
        <w:rPr>
          <w:i/>
        </w:rPr>
        <w:t>Format Specification</w:t>
      </w:r>
      <w:r w:rsidR="0048239C" w:rsidRPr="00374CBE">
        <w:t>.</w:t>
      </w:r>
    </w:p>
    <w:p w14:paraId="56F59452" w14:textId="4C4883A8" w:rsidR="00E81D90" w:rsidRDefault="00E81D90" w:rsidP="00F4709B">
      <w:pPr>
        <w:pStyle w:val="enumlev1"/>
        <w:rPr>
          <w:ins w:id="72" w:author="Yasser Syed" w:date="2019-06-24T22:33:00Z"/>
        </w:rPr>
      </w:pPr>
      <w:r w:rsidRPr="00374CBE">
        <w:t>–</w:t>
      </w:r>
      <w:r w:rsidRPr="00374CBE">
        <w:tab/>
        <w:t>SMPTE ST 395</w:t>
      </w:r>
      <w:r w:rsidR="0048239C" w:rsidRPr="00374CBE">
        <w:t>,</w:t>
      </w:r>
      <w:r w:rsidRPr="00374CBE">
        <w:t xml:space="preserve"> </w:t>
      </w:r>
      <w:r w:rsidRPr="00374CBE">
        <w:rPr>
          <w:i/>
        </w:rPr>
        <w:t xml:space="preserve">Television </w:t>
      </w:r>
      <w:r w:rsidR="00E93786" w:rsidRPr="00374CBE">
        <w:rPr>
          <w:i/>
        </w:rPr>
        <w:t>–</w:t>
      </w:r>
      <w:r w:rsidRPr="00374CBE">
        <w:rPr>
          <w:i/>
        </w:rPr>
        <w:t xml:space="preserve"> Metadata</w:t>
      </w:r>
      <w:r w:rsidR="00E93786" w:rsidRPr="00374CBE">
        <w:rPr>
          <w:i/>
        </w:rPr>
        <w:t xml:space="preserve"> </w:t>
      </w:r>
      <w:r w:rsidRPr="00374CBE">
        <w:rPr>
          <w:i/>
        </w:rPr>
        <w:t>Groups Register Structure</w:t>
      </w:r>
      <w:r w:rsidR="0048239C" w:rsidRPr="00374CBE">
        <w:t>.</w:t>
      </w:r>
    </w:p>
    <w:p w14:paraId="4B007DB9" w14:textId="1056B42E" w:rsidR="00404C67" w:rsidRPr="00C43F35" w:rsidRDefault="00337205">
      <w:pPr>
        <w:pStyle w:val="enumlev1"/>
        <w:rPr>
          <w:ins w:id="73" w:author="Yasser Syed" w:date="2019-06-24T22:33:00Z"/>
          <w:i/>
          <w:color w:val="000000"/>
        </w:rPr>
        <w:pPrChange w:id="74" w:author="Yasser Syed" w:date="2019-06-25T18:15:00Z">
          <w:pPr>
            <w:pStyle w:val="ListParagraph"/>
            <w:numPr>
              <w:numId w:val="13"/>
            </w:numPr>
            <w:tabs>
              <w:tab w:val="clear" w:pos="1195"/>
              <w:tab w:val="clear" w:pos="1584"/>
              <w:tab w:val="left" w:pos="1170"/>
              <w:tab w:val="left" w:pos="1530"/>
            </w:tabs>
            <w:spacing w:before="86"/>
            <w:ind w:left="1152" w:hanging="360"/>
            <w:contextualSpacing w:val="0"/>
          </w:pPr>
        </w:pPrChange>
      </w:pPr>
      <w:ins w:id="75" w:author="Yasser Syed" w:date="2019-06-25T18:15:00Z">
        <w:r w:rsidRPr="00374CBE">
          <w:t>–</w:t>
        </w:r>
        <w:r w:rsidRPr="00374CBE">
          <w:tab/>
        </w:r>
      </w:ins>
      <w:ins w:id="76" w:author="Yasser Syed" w:date="2019-06-24T22:33:00Z">
        <w:r w:rsidR="00404C67" w:rsidRPr="00C43F35">
          <w:rPr>
            <w:color w:val="000000"/>
          </w:rPr>
          <w:t>SMPTE ST 424-3</w:t>
        </w:r>
        <w:r w:rsidR="00404C67">
          <w:rPr>
            <w:color w:val="000000"/>
          </w:rPr>
          <w:t>,</w:t>
        </w:r>
        <w:r w:rsidR="00404C67" w:rsidRPr="00C43F35">
          <w:rPr>
            <w:i/>
            <w:color w:val="000000"/>
          </w:rPr>
          <w:t xml:space="preserve"> Image Format and Ancillary Data Mapping for the Dual Link 3 Gb/s Serial Interface</w:t>
        </w:r>
        <w:r w:rsidR="00404C67">
          <w:rPr>
            <w:i/>
            <w:color w:val="000000"/>
          </w:rPr>
          <w:t>.</w:t>
        </w:r>
      </w:ins>
    </w:p>
    <w:p w14:paraId="6CE3F42D" w14:textId="604BBD6E" w:rsidR="00404C67" w:rsidRPr="00C43F35" w:rsidRDefault="00337205">
      <w:pPr>
        <w:pStyle w:val="enumlev1"/>
        <w:rPr>
          <w:ins w:id="77" w:author="Yasser Syed" w:date="2019-06-24T22:33:00Z"/>
          <w:i/>
          <w:color w:val="000000"/>
        </w:rPr>
        <w:pPrChange w:id="78" w:author="Yasser Syed" w:date="2019-06-25T18:15:00Z">
          <w:pPr>
            <w:pStyle w:val="ListParagraph"/>
            <w:numPr>
              <w:numId w:val="13"/>
            </w:numPr>
            <w:tabs>
              <w:tab w:val="clear" w:pos="1195"/>
              <w:tab w:val="clear" w:pos="1584"/>
              <w:tab w:val="left" w:pos="1170"/>
              <w:tab w:val="left" w:pos="1530"/>
            </w:tabs>
            <w:spacing w:before="86"/>
            <w:ind w:left="1152" w:hanging="360"/>
            <w:contextualSpacing w:val="0"/>
          </w:pPr>
        </w:pPrChange>
      </w:pPr>
      <w:ins w:id="79" w:author="Yasser Syed" w:date="2019-06-25T18:15:00Z">
        <w:r w:rsidRPr="00374CBE">
          <w:t>–</w:t>
        </w:r>
        <w:r w:rsidRPr="00374CBE">
          <w:tab/>
        </w:r>
      </w:ins>
      <w:ins w:id="80" w:author="Yasser Syed" w:date="2019-06-24T22:33:00Z">
        <w:r w:rsidR="00404C67" w:rsidRPr="00C43F35">
          <w:rPr>
            <w:color w:val="000000"/>
          </w:rPr>
          <w:t>SMPTE ST 425-1</w:t>
        </w:r>
        <w:r w:rsidR="00404C67">
          <w:rPr>
            <w:color w:val="000000"/>
          </w:rPr>
          <w:t>,</w:t>
        </w:r>
        <w:r w:rsidR="00404C67" w:rsidRPr="00C43F35">
          <w:rPr>
            <w:i/>
            <w:color w:val="000000"/>
          </w:rPr>
          <w:t xml:space="preserve"> Source Image Format and Ancillary Data Mapping for the 3 Gb/s Serial Interface</w:t>
        </w:r>
        <w:r w:rsidR="00404C67">
          <w:rPr>
            <w:i/>
            <w:color w:val="000000"/>
          </w:rPr>
          <w:t>.</w:t>
        </w:r>
      </w:ins>
    </w:p>
    <w:p w14:paraId="14EFB507" w14:textId="798D8C0E" w:rsidR="00404C67" w:rsidRPr="00404C67" w:rsidRDefault="00337205" w:rsidP="00337205">
      <w:pPr>
        <w:pStyle w:val="enumlev1"/>
        <w:rPr>
          <w:rFonts w:eastAsia="MS Mincho"/>
          <w:i/>
          <w:color w:val="000000"/>
          <w:szCs w:val="24"/>
          <w:lang w:val="en-CA" w:eastAsia="ja-JP"/>
          <w:rPrChange w:id="81" w:author="Yasser Syed" w:date="2019-06-24T22:33:00Z">
            <w:rPr/>
          </w:rPrChange>
        </w:rPr>
      </w:pPr>
      <w:ins w:id="82" w:author="Yasser Syed" w:date="2019-06-25T18:15:00Z">
        <w:r w:rsidRPr="00374CBE">
          <w:t>–</w:t>
        </w:r>
        <w:r w:rsidRPr="00374CBE">
          <w:tab/>
        </w:r>
      </w:ins>
      <w:ins w:id="83" w:author="Yasser Syed" w:date="2019-06-24T22:33:00Z">
        <w:r w:rsidR="00404C67" w:rsidRPr="00C43F35">
          <w:rPr>
            <w:color w:val="000000"/>
          </w:rPr>
          <w:t>SMPTE ST 425-5</w:t>
        </w:r>
        <w:r w:rsidR="00404C67">
          <w:rPr>
            <w:color w:val="000000"/>
          </w:rPr>
          <w:t>,</w:t>
        </w:r>
        <w:r w:rsidR="00404C67" w:rsidRPr="00C43F35">
          <w:rPr>
            <w:i/>
            <w:color w:val="000000"/>
          </w:rPr>
          <w:t xml:space="preserve"> Image Format and Ancillary Data Mapping for the Quad Link 3 Gb/s Serial Interface</w:t>
        </w:r>
      </w:ins>
      <w:ins w:id="84" w:author="Yasser Syed" w:date="2019-06-24T22:34:00Z">
        <w:r w:rsidR="00404C67">
          <w:rPr>
            <w:i/>
            <w:color w:val="000000"/>
          </w:rPr>
          <w:t>.</w:t>
        </w:r>
      </w:ins>
    </w:p>
    <w:p w14:paraId="2647E3F5" w14:textId="65DE42E7" w:rsidR="00E81D90" w:rsidRDefault="00E81D90" w:rsidP="00F4709B">
      <w:pPr>
        <w:pStyle w:val="enumlev1"/>
        <w:rPr>
          <w:ins w:id="85" w:author="Yasser Syed" w:date="2019-06-24T22:34:00Z"/>
        </w:rPr>
      </w:pPr>
      <w:r w:rsidRPr="00374CBE">
        <w:t>–</w:t>
      </w:r>
      <w:r w:rsidRPr="00374CBE">
        <w:tab/>
        <w:t>SMPTE ST 2003</w:t>
      </w:r>
      <w:r w:rsidR="0048239C" w:rsidRPr="00374CBE">
        <w:t>,</w:t>
      </w:r>
      <w:r w:rsidRPr="00374CBE">
        <w:t xml:space="preserve"> </w:t>
      </w:r>
      <w:r w:rsidRPr="00374CBE">
        <w:rPr>
          <w:i/>
        </w:rPr>
        <w:t>Types Dictionary Structure</w:t>
      </w:r>
      <w:r w:rsidR="0048239C" w:rsidRPr="00374CBE">
        <w:t>.</w:t>
      </w:r>
    </w:p>
    <w:p w14:paraId="5961B939" w14:textId="3EBDCCC1" w:rsidR="00404C67" w:rsidRDefault="00337205">
      <w:pPr>
        <w:pStyle w:val="enumlev1"/>
        <w:rPr>
          <w:ins w:id="86" w:author="Yasser Syed" w:date="2019-06-24T22:34:00Z"/>
          <w:i/>
          <w:color w:val="000000"/>
        </w:rPr>
        <w:pPrChange w:id="87" w:author="Yasser Syed" w:date="2019-06-25T18:15:00Z">
          <w:pPr>
            <w:pStyle w:val="ListParagraph"/>
            <w:numPr>
              <w:numId w:val="13"/>
            </w:numPr>
            <w:tabs>
              <w:tab w:val="clear" w:pos="1195"/>
              <w:tab w:val="clear" w:pos="1584"/>
              <w:tab w:val="left" w:pos="1170"/>
              <w:tab w:val="left" w:pos="1530"/>
            </w:tabs>
            <w:spacing w:before="86"/>
            <w:ind w:left="1152" w:hanging="360"/>
          </w:pPr>
        </w:pPrChange>
      </w:pPr>
      <w:ins w:id="88" w:author="Yasser Syed" w:date="2019-06-25T18:15:00Z">
        <w:r w:rsidRPr="00374CBE">
          <w:t>–</w:t>
        </w:r>
        <w:r w:rsidRPr="00374CBE">
          <w:tab/>
        </w:r>
      </w:ins>
      <w:ins w:id="89" w:author="Yasser Syed" w:date="2019-06-24T22:34:00Z">
        <w:r w:rsidR="00404C67" w:rsidRPr="00C43F35">
          <w:rPr>
            <w:color w:val="000000"/>
          </w:rPr>
          <w:t>SMPTE ST 2022-6</w:t>
        </w:r>
        <w:r w:rsidR="00404C67">
          <w:rPr>
            <w:color w:val="000000"/>
          </w:rPr>
          <w:t>,</w:t>
        </w:r>
        <w:r w:rsidR="00404C67" w:rsidRPr="00C43F35">
          <w:rPr>
            <w:i/>
            <w:color w:val="000000"/>
          </w:rPr>
          <w:t xml:space="preserve"> Transport of High Bit Rate Media Signals over IP Networks (HBRMT)</w:t>
        </w:r>
        <w:r w:rsidR="00404C67">
          <w:rPr>
            <w:i/>
            <w:color w:val="000000"/>
          </w:rPr>
          <w:t>.</w:t>
        </w:r>
      </w:ins>
    </w:p>
    <w:p w14:paraId="1AB97F9F" w14:textId="618F37AC" w:rsidR="00404C67" w:rsidRPr="00404C67" w:rsidRDefault="00337205" w:rsidP="00337205">
      <w:pPr>
        <w:pStyle w:val="enumlev1"/>
        <w:rPr>
          <w:rFonts w:eastAsia="MS Mincho"/>
          <w:i/>
          <w:color w:val="000000"/>
          <w:szCs w:val="24"/>
          <w:lang w:val="en-CA" w:eastAsia="ja-JP"/>
          <w:rPrChange w:id="90" w:author="Yasser Syed" w:date="2019-06-24T22:34:00Z">
            <w:rPr/>
          </w:rPrChange>
        </w:rPr>
      </w:pPr>
      <w:ins w:id="91" w:author="Yasser Syed" w:date="2019-06-25T18:15:00Z">
        <w:r w:rsidRPr="00374CBE">
          <w:t>–</w:t>
        </w:r>
        <w:r w:rsidRPr="00374CBE">
          <w:tab/>
        </w:r>
      </w:ins>
      <w:ins w:id="92" w:author="Yasser Syed" w:date="2019-06-24T22:34:00Z">
        <w:r w:rsidR="00404C67" w:rsidRPr="00C43F35">
          <w:rPr>
            <w:color w:val="000000"/>
          </w:rPr>
          <w:t>SMPTE ST 2036-3</w:t>
        </w:r>
        <w:r w:rsidR="00404C67">
          <w:rPr>
            <w:color w:val="000000"/>
          </w:rPr>
          <w:t>,</w:t>
        </w:r>
        <w:r w:rsidR="00404C67" w:rsidRPr="00C43F35">
          <w:rPr>
            <w:i/>
            <w:color w:val="000000"/>
          </w:rPr>
          <w:t xml:space="preserve"> Ultra High Definition Television – Mapping into Single-link and Multilink 10 Gb/s Serial Signal/Data Interface</w:t>
        </w:r>
        <w:r w:rsidR="00404C67">
          <w:rPr>
            <w:i/>
            <w:color w:val="000000"/>
          </w:rPr>
          <w:t>.</w:t>
        </w:r>
      </w:ins>
    </w:p>
    <w:p w14:paraId="2F010380" w14:textId="2E457862" w:rsidR="00E81D90" w:rsidRPr="00374CBE" w:rsidRDefault="00E81D90" w:rsidP="00F4709B">
      <w:pPr>
        <w:pStyle w:val="enumlev1"/>
      </w:pPr>
      <w:r w:rsidRPr="00374CBE">
        <w:t>–</w:t>
      </w:r>
      <w:r w:rsidRPr="00374CBE">
        <w:tab/>
        <w:t>SMPTE ST 2067-20</w:t>
      </w:r>
      <w:r w:rsidR="0048239C" w:rsidRPr="00374CBE">
        <w:t>,</w:t>
      </w:r>
      <w:r w:rsidRPr="00374CBE">
        <w:t xml:space="preserve"> </w:t>
      </w:r>
      <w:r w:rsidRPr="00374CBE">
        <w:rPr>
          <w:i/>
        </w:rPr>
        <w:t>Interoperable Master Format- Application #2</w:t>
      </w:r>
      <w:r w:rsidR="0048239C" w:rsidRPr="00374CBE">
        <w:t>.</w:t>
      </w:r>
    </w:p>
    <w:p w14:paraId="54F002A4" w14:textId="7A905D10" w:rsidR="00E81D90" w:rsidRDefault="00E81D90" w:rsidP="00F4709B">
      <w:pPr>
        <w:pStyle w:val="enumlev1"/>
        <w:rPr>
          <w:ins w:id="93" w:author="Yasser Syed" w:date="2019-06-24T22:35:00Z"/>
        </w:rPr>
      </w:pPr>
      <w:r w:rsidRPr="00374CBE">
        <w:t>–</w:t>
      </w:r>
      <w:r w:rsidRPr="00374CBE">
        <w:tab/>
        <w:t>SMPTE ST 2067-21</w:t>
      </w:r>
      <w:r w:rsidR="0048239C" w:rsidRPr="00374CBE">
        <w:t>,</w:t>
      </w:r>
      <w:r w:rsidRPr="00374CBE">
        <w:t xml:space="preserve"> </w:t>
      </w:r>
      <w:r w:rsidRPr="00374CBE">
        <w:rPr>
          <w:i/>
        </w:rPr>
        <w:t>Interoperable Master Format- Application #2 Extended – Includes Access to Additional Content</w:t>
      </w:r>
      <w:r w:rsidR="0048239C" w:rsidRPr="00374CBE">
        <w:t>.</w:t>
      </w:r>
    </w:p>
    <w:p w14:paraId="6A0B125F" w14:textId="77B1B7B6" w:rsidR="00404C67" w:rsidRPr="00C43F35" w:rsidRDefault="00337205">
      <w:pPr>
        <w:pStyle w:val="enumlev1"/>
        <w:rPr>
          <w:ins w:id="94" w:author="Yasser Syed" w:date="2019-06-24T22:35:00Z"/>
          <w:i/>
          <w:color w:val="000000"/>
        </w:rPr>
        <w:pPrChange w:id="95" w:author="Yasser Syed" w:date="2019-06-25T18:15:00Z">
          <w:pPr>
            <w:pStyle w:val="ListParagraph"/>
            <w:numPr>
              <w:numId w:val="13"/>
            </w:numPr>
            <w:tabs>
              <w:tab w:val="clear" w:pos="1195"/>
              <w:tab w:val="clear" w:pos="1584"/>
              <w:tab w:val="left" w:pos="1170"/>
              <w:tab w:val="left" w:pos="1530"/>
            </w:tabs>
            <w:spacing w:before="86"/>
            <w:ind w:left="1152" w:hanging="360"/>
            <w:contextualSpacing w:val="0"/>
          </w:pPr>
        </w:pPrChange>
      </w:pPr>
      <w:ins w:id="96" w:author="Yasser Syed" w:date="2019-06-25T18:16:00Z">
        <w:r w:rsidRPr="00374CBE">
          <w:t>–</w:t>
        </w:r>
        <w:r w:rsidRPr="00374CBE">
          <w:tab/>
        </w:r>
      </w:ins>
      <w:ins w:id="97" w:author="Yasser Syed" w:date="2019-06-24T22:35:00Z">
        <w:r w:rsidR="00404C67" w:rsidRPr="00C43F35">
          <w:rPr>
            <w:color w:val="000000"/>
          </w:rPr>
          <w:t>SMPTE ST 2081-10</w:t>
        </w:r>
        <w:r w:rsidR="00404C67">
          <w:rPr>
            <w:color w:val="000000"/>
          </w:rPr>
          <w:t>,</w:t>
        </w:r>
        <w:r w:rsidR="00404C67" w:rsidRPr="00C43F35">
          <w:rPr>
            <w:i/>
            <w:color w:val="000000"/>
          </w:rPr>
          <w:t xml:space="preserve"> 2160-line and 1080-line Source Image and Ancillary Data Mapping for 6G-SDI</w:t>
        </w:r>
        <w:r w:rsidR="00404C67">
          <w:rPr>
            <w:i/>
            <w:color w:val="000000"/>
          </w:rPr>
          <w:t>.</w:t>
        </w:r>
      </w:ins>
    </w:p>
    <w:p w14:paraId="45CCC3F1" w14:textId="77E1B76D" w:rsidR="00404C67" w:rsidRPr="00C43F35" w:rsidRDefault="00337205">
      <w:pPr>
        <w:pStyle w:val="enumlev1"/>
        <w:rPr>
          <w:ins w:id="98" w:author="Yasser Syed" w:date="2019-06-24T22:35:00Z"/>
          <w:i/>
          <w:color w:val="000000"/>
        </w:rPr>
        <w:pPrChange w:id="99" w:author="Yasser Syed" w:date="2019-06-25T18:15:00Z">
          <w:pPr>
            <w:pStyle w:val="ListParagraph"/>
            <w:numPr>
              <w:numId w:val="13"/>
            </w:numPr>
            <w:tabs>
              <w:tab w:val="clear" w:pos="1195"/>
              <w:tab w:val="clear" w:pos="1584"/>
              <w:tab w:val="left" w:pos="1170"/>
              <w:tab w:val="left" w:pos="1530"/>
            </w:tabs>
            <w:spacing w:before="86"/>
            <w:ind w:left="1152" w:hanging="360"/>
            <w:contextualSpacing w:val="0"/>
          </w:pPr>
        </w:pPrChange>
      </w:pPr>
      <w:ins w:id="100" w:author="Yasser Syed" w:date="2019-06-25T18:16:00Z">
        <w:r w:rsidRPr="00374CBE">
          <w:t>–</w:t>
        </w:r>
        <w:r w:rsidRPr="00374CBE">
          <w:tab/>
        </w:r>
      </w:ins>
      <w:ins w:id="101" w:author="Yasser Syed" w:date="2019-06-24T22:35:00Z">
        <w:r w:rsidR="00404C67" w:rsidRPr="00C43F35">
          <w:rPr>
            <w:color w:val="000000"/>
          </w:rPr>
          <w:t>SMPTE ST 2081-11</w:t>
        </w:r>
        <w:r w:rsidR="00404C67">
          <w:rPr>
            <w:color w:val="000000"/>
          </w:rPr>
          <w:t>,</w:t>
        </w:r>
        <w:r w:rsidR="00404C67" w:rsidRPr="00C43F35">
          <w:rPr>
            <w:i/>
            <w:color w:val="000000"/>
          </w:rPr>
          <w:t xml:space="preserve"> 2160-line and 1080-line Source Image and Ancillary Data Mapping for Dual-link 6G-SDI</w:t>
        </w:r>
        <w:r w:rsidR="00404C67">
          <w:rPr>
            <w:i/>
            <w:color w:val="000000"/>
          </w:rPr>
          <w:t>.</w:t>
        </w:r>
      </w:ins>
    </w:p>
    <w:p w14:paraId="5B85D0F0" w14:textId="2946C99C" w:rsidR="00404C67" w:rsidRPr="00C43F35" w:rsidRDefault="00337205">
      <w:pPr>
        <w:pStyle w:val="enumlev1"/>
        <w:rPr>
          <w:ins w:id="102" w:author="Yasser Syed" w:date="2019-06-24T22:35:00Z"/>
          <w:i/>
          <w:color w:val="000000"/>
        </w:rPr>
        <w:pPrChange w:id="103" w:author="Yasser Syed" w:date="2019-06-25T18:15:00Z">
          <w:pPr>
            <w:pStyle w:val="ListParagraph"/>
            <w:numPr>
              <w:numId w:val="13"/>
            </w:numPr>
            <w:tabs>
              <w:tab w:val="clear" w:pos="1195"/>
              <w:tab w:val="clear" w:pos="1584"/>
              <w:tab w:val="left" w:pos="1170"/>
              <w:tab w:val="left" w:pos="1530"/>
            </w:tabs>
            <w:spacing w:before="86"/>
            <w:ind w:left="1152" w:hanging="360"/>
            <w:contextualSpacing w:val="0"/>
          </w:pPr>
        </w:pPrChange>
      </w:pPr>
      <w:ins w:id="104" w:author="Yasser Syed" w:date="2019-06-25T18:16:00Z">
        <w:r w:rsidRPr="00374CBE">
          <w:t>–</w:t>
        </w:r>
        <w:r w:rsidRPr="00374CBE">
          <w:tab/>
        </w:r>
      </w:ins>
      <w:ins w:id="105" w:author="Yasser Syed" w:date="2019-06-24T22:35:00Z">
        <w:r w:rsidR="00404C67" w:rsidRPr="00C43F35">
          <w:rPr>
            <w:color w:val="000000"/>
          </w:rPr>
          <w:t>SMPTE ST 2081-12</w:t>
        </w:r>
        <w:r w:rsidR="00404C67">
          <w:rPr>
            <w:color w:val="000000"/>
          </w:rPr>
          <w:t>,</w:t>
        </w:r>
        <w:r w:rsidR="00404C67" w:rsidRPr="00C43F35">
          <w:rPr>
            <w:i/>
            <w:color w:val="000000"/>
          </w:rPr>
          <w:t xml:space="preserve"> 4320-line and 2160-line Source Image and Ancillary Data Mapping for Quad-link 6G-SDI</w:t>
        </w:r>
        <w:r w:rsidR="00404C67">
          <w:rPr>
            <w:i/>
            <w:color w:val="000000"/>
          </w:rPr>
          <w:t>.</w:t>
        </w:r>
      </w:ins>
    </w:p>
    <w:p w14:paraId="37AD5F9B" w14:textId="1BB126A3" w:rsidR="00404C67" w:rsidRPr="00C43F35" w:rsidRDefault="00337205">
      <w:pPr>
        <w:pStyle w:val="enumlev1"/>
        <w:rPr>
          <w:ins w:id="106" w:author="Yasser Syed" w:date="2019-06-24T22:35:00Z"/>
          <w:i/>
          <w:color w:val="000000"/>
        </w:rPr>
        <w:pPrChange w:id="107" w:author="Yasser Syed" w:date="2019-06-25T18:15:00Z">
          <w:pPr>
            <w:pStyle w:val="ListParagraph"/>
            <w:numPr>
              <w:numId w:val="13"/>
            </w:numPr>
            <w:tabs>
              <w:tab w:val="clear" w:pos="1195"/>
              <w:tab w:val="clear" w:pos="1584"/>
              <w:tab w:val="left" w:pos="1170"/>
              <w:tab w:val="left" w:pos="1530"/>
            </w:tabs>
            <w:spacing w:before="86"/>
            <w:ind w:left="1152" w:hanging="360"/>
            <w:contextualSpacing w:val="0"/>
          </w:pPr>
        </w:pPrChange>
      </w:pPr>
      <w:ins w:id="108" w:author="Yasser Syed" w:date="2019-06-25T18:16:00Z">
        <w:r w:rsidRPr="00374CBE">
          <w:t>–</w:t>
        </w:r>
        <w:r w:rsidRPr="00374CBE">
          <w:tab/>
        </w:r>
      </w:ins>
      <w:ins w:id="109" w:author="Yasser Syed" w:date="2019-06-24T22:35:00Z">
        <w:r w:rsidR="00404C67" w:rsidRPr="00C43F35">
          <w:rPr>
            <w:color w:val="000000"/>
          </w:rPr>
          <w:t>SMPTE ST 2082-10</w:t>
        </w:r>
        <w:r w:rsidR="00404C67">
          <w:rPr>
            <w:color w:val="000000"/>
          </w:rPr>
          <w:t>,</w:t>
        </w:r>
        <w:r w:rsidR="00404C67" w:rsidRPr="00C43F35">
          <w:rPr>
            <w:i/>
            <w:color w:val="000000"/>
          </w:rPr>
          <w:t xml:space="preserve"> 2160-line and 1080-line Source Image and Ancillary Data Mapping for 12G-SDI</w:t>
        </w:r>
        <w:r w:rsidR="00404C67">
          <w:rPr>
            <w:i/>
            <w:color w:val="000000"/>
          </w:rPr>
          <w:t>.</w:t>
        </w:r>
      </w:ins>
    </w:p>
    <w:p w14:paraId="11397DAD" w14:textId="76240132" w:rsidR="00404C67" w:rsidRPr="00C43F35" w:rsidRDefault="00337205">
      <w:pPr>
        <w:pStyle w:val="enumlev1"/>
        <w:rPr>
          <w:ins w:id="110" w:author="Yasser Syed" w:date="2019-06-24T22:35:00Z"/>
          <w:i/>
          <w:color w:val="000000"/>
        </w:rPr>
        <w:pPrChange w:id="111" w:author="Yasser Syed" w:date="2019-06-25T18:15:00Z">
          <w:pPr>
            <w:pStyle w:val="ListParagraph"/>
            <w:numPr>
              <w:numId w:val="13"/>
            </w:numPr>
            <w:tabs>
              <w:tab w:val="clear" w:pos="1195"/>
              <w:tab w:val="clear" w:pos="1584"/>
              <w:tab w:val="left" w:pos="1170"/>
              <w:tab w:val="left" w:pos="1530"/>
            </w:tabs>
            <w:spacing w:before="86"/>
            <w:ind w:left="1152" w:hanging="360"/>
            <w:contextualSpacing w:val="0"/>
          </w:pPr>
        </w:pPrChange>
      </w:pPr>
      <w:ins w:id="112" w:author="Yasser Syed" w:date="2019-06-25T18:16:00Z">
        <w:r w:rsidRPr="00374CBE">
          <w:t>–</w:t>
        </w:r>
        <w:r w:rsidRPr="00374CBE">
          <w:tab/>
        </w:r>
      </w:ins>
      <w:ins w:id="113" w:author="Yasser Syed" w:date="2019-06-24T22:35:00Z">
        <w:r w:rsidR="00404C67" w:rsidRPr="00C43F35">
          <w:rPr>
            <w:color w:val="000000"/>
          </w:rPr>
          <w:t>SMPTE ST 2082-11</w:t>
        </w:r>
      </w:ins>
      <w:ins w:id="114" w:author="Yasser Syed" w:date="2019-06-24T22:36:00Z">
        <w:r w:rsidR="00404C67">
          <w:rPr>
            <w:color w:val="000000"/>
          </w:rPr>
          <w:t>,</w:t>
        </w:r>
      </w:ins>
      <w:ins w:id="115" w:author="Yasser Syed" w:date="2019-06-24T22:35:00Z">
        <w:r w:rsidR="00404C67" w:rsidRPr="00C43F35">
          <w:rPr>
            <w:i/>
            <w:color w:val="000000"/>
          </w:rPr>
          <w:t xml:space="preserve"> 4320-line and 2160-line Source Image and Ancillary Data Mapping </w:t>
        </w:r>
        <w:proofErr w:type="gramStart"/>
        <w:r w:rsidR="00404C67" w:rsidRPr="00C43F35">
          <w:rPr>
            <w:i/>
            <w:color w:val="000000"/>
          </w:rPr>
          <w:t>for  Dual</w:t>
        </w:r>
        <w:proofErr w:type="gramEnd"/>
        <w:r w:rsidR="00404C67" w:rsidRPr="00C43F35">
          <w:rPr>
            <w:i/>
            <w:color w:val="000000"/>
          </w:rPr>
          <w:t>-link 12G-SDI</w:t>
        </w:r>
        <w:r w:rsidR="00404C67">
          <w:rPr>
            <w:i/>
            <w:color w:val="000000"/>
          </w:rPr>
          <w:t>.</w:t>
        </w:r>
      </w:ins>
    </w:p>
    <w:p w14:paraId="0F4F2354" w14:textId="5E4ECE07" w:rsidR="00404C67" w:rsidRPr="00374CBE" w:rsidRDefault="00337205" w:rsidP="00337205">
      <w:pPr>
        <w:pStyle w:val="enumlev1"/>
      </w:pPr>
      <w:ins w:id="116" w:author="Yasser Syed" w:date="2019-06-25T18:16:00Z">
        <w:r w:rsidRPr="00374CBE">
          <w:t>–</w:t>
        </w:r>
        <w:r w:rsidRPr="00374CBE">
          <w:tab/>
        </w:r>
      </w:ins>
      <w:ins w:id="117" w:author="Yasser Syed" w:date="2019-06-24T22:35:00Z">
        <w:r w:rsidR="00404C67" w:rsidRPr="00C43F35">
          <w:rPr>
            <w:color w:val="000000"/>
          </w:rPr>
          <w:t>SMPTE ST 2082-12</w:t>
        </w:r>
      </w:ins>
      <w:ins w:id="118" w:author="Yasser Syed" w:date="2019-06-24T22:36:00Z">
        <w:r w:rsidR="00404C67">
          <w:rPr>
            <w:color w:val="000000"/>
          </w:rPr>
          <w:t>,</w:t>
        </w:r>
      </w:ins>
      <w:ins w:id="119" w:author="Yasser Syed" w:date="2019-06-24T22:35:00Z">
        <w:r w:rsidR="00404C67" w:rsidRPr="00C43F35">
          <w:rPr>
            <w:i/>
            <w:color w:val="000000"/>
          </w:rPr>
          <w:t xml:space="preserve"> 4320-line and 2160-line Source Image and Ancillary Data Mapping for Quad-link 12G-SDI</w:t>
        </w:r>
        <w:r w:rsidR="00404C67">
          <w:rPr>
            <w:i/>
            <w:color w:val="000000"/>
          </w:rPr>
          <w:t>.</w:t>
        </w:r>
      </w:ins>
    </w:p>
    <w:p w14:paraId="16A22FD0" w14:textId="197B5211" w:rsidR="0025527B" w:rsidRDefault="0025527B" w:rsidP="00F4709B">
      <w:pPr>
        <w:pStyle w:val="enumlev1"/>
        <w:rPr>
          <w:ins w:id="120" w:author="Yasser Syed" w:date="2019-06-24T22:36:00Z"/>
        </w:rPr>
      </w:pPr>
      <w:r w:rsidRPr="00374CBE">
        <w:t>–</w:t>
      </w:r>
      <w:r w:rsidRPr="00374CBE">
        <w:tab/>
        <w:t>SMPTE ST 2086</w:t>
      </w:r>
      <w:r w:rsidR="0048239C" w:rsidRPr="00374CBE">
        <w:t>,</w:t>
      </w:r>
      <w:r w:rsidRPr="00374CBE">
        <w:t xml:space="preserve"> </w:t>
      </w:r>
      <w:r w:rsidRPr="00374CBE">
        <w:rPr>
          <w:i/>
        </w:rPr>
        <w:t xml:space="preserve">Mastering Display </w:t>
      </w:r>
      <w:proofErr w:type="spellStart"/>
      <w:r w:rsidRPr="00374CBE">
        <w:rPr>
          <w:i/>
        </w:rPr>
        <w:t>Color</w:t>
      </w:r>
      <w:proofErr w:type="spellEnd"/>
      <w:r w:rsidRPr="00374CBE">
        <w:rPr>
          <w:i/>
        </w:rPr>
        <w:t xml:space="preserve"> Volume Metadata Supporting High Luminance and Wide </w:t>
      </w:r>
      <w:proofErr w:type="spellStart"/>
      <w:r w:rsidRPr="00374CBE">
        <w:rPr>
          <w:i/>
        </w:rPr>
        <w:t>Color</w:t>
      </w:r>
      <w:proofErr w:type="spellEnd"/>
      <w:r w:rsidRPr="00374CBE">
        <w:rPr>
          <w:i/>
        </w:rPr>
        <w:t xml:space="preserve"> Gamut Images</w:t>
      </w:r>
      <w:r w:rsidR="0048239C" w:rsidRPr="00374CBE">
        <w:t>.</w:t>
      </w:r>
    </w:p>
    <w:p w14:paraId="2B08180A" w14:textId="1042CDEB" w:rsidR="00404C67" w:rsidRPr="00404C67" w:rsidRDefault="00337205" w:rsidP="00337205">
      <w:pPr>
        <w:pStyle w:val="enumlev1"/>
        <w:rPr>
          <w:rFonts w:eastAsia="MS Mincho"/>
          <w:i/>
          <w:color w:val="000000"/>
          <w:szCs w:val="24"/>
          <w:lang w:val="en-CA" w:eastAsia="ja-JP"/>
          <w:rPrChange w:id="121" w:author="Yasser Syed" w:date="2019-06-24T22:36:00Z">
            <w:rPr/>
          </w:rPrChange>
        </w:rPr>
      </w:pPr>
      <w:ins w:id="122" w:author="Yasser Syed" w:date="2019-06-25T18:16:00Z">
        <w:r w:rsidRPr="00374CBE">
          <w:t>–</w:t>
        </w:r>
        <w:r w:rsidRPr="00374CBE">
          <w:tab/>
        </w:r>
      </w:ins>
      <w:ins w:id="123" w:author="Yasser Syed" w:date="2019-06-24T22:36:00Z">
        <w:r w:rsidR="00404C67" w:rsidRPr="00C43F35">
          <w:rPr>
            <w:color w:val="000000"/>
          </w:rPr>
          <w:t>SMPTE ST 2110-2</w:t>
        </w:r>
        <w:r w:rsidR="00404C67">
          <w:rPr>
            <w:color w:val="000000"/>
          </w:rPr>
          <w:t xml:space="preserve">0, </w:t>
        </w:r>
        <w:r w:rsidR="00404C67" w:rsidRPr="00C43F35">
          <w:rPr>
            <w:i/>
            <w:color w:val="000000"/>
          </w:rPr>
          <w:t>Professional Media Over Managed IP Networks: Uncompressed Active Video</w:t>
        </w:r>
        <w:r w:rsidR="00404C67">
          <w:rPr>
            <w:i/>
            <w:color w:val="000000"/>
          </w:rPr>
          <w:t>.</w:t>
        </w:r>
      </w:ins>
    </w:p>
    <w:p w14:paraId="6710F70E" w14:textId="095D76A1" w:rsidR="008A14C4" w:rsidRPr="00374CBE" w:rsidRDefault="00703B65" w:rsidP="00F4709B">
      <w:pPr>
        <w:pStyle w:val="enumlev1"/>
        <w:rPr>
          <w:rFonts w:eastAsia="MS Mincho"/>
        </w:rPr>
      </w:pPr>
      <w:r w:rsidRPr="00374CBE">
        <w:lastRenderedPageBreak/>
        <w:t>–</w:t>
      </w:r>
      <w:r w:rsidRPr="00374CBE">
        <w:tab/>
      </w:r>
      <w:r w:rsidR="00844EEE" w:rsidRPr="00374CBE">
        <w:t>SMPTE ST 2113:2019</w:t>
      </w:r>
      <w:r w:rsidR="0048239C" w:rsidRPr="00374CBE">
        <w:t>,</w:t>
      </w:r>
      <w:r w:rsidR="00844EEE" w:rsidRPr="00374CBE">
        <w:t xml:space="preserve"> </w:t>
      </w:r>
      <w:r w:rsidR="00844EEE" w:rsidRPr="00374CBE">
        <w:rPr>
          <w:i/>
        </w:rPr>
        <w:t xml:space="preserve">Colorimetry of P3 </w:t>
      </w:r>
      <w:proofErr w:type="spellStart"/>
      <w:r w:rsidR="00844EEE" w:rsidRPr="00374CBE">
        <w:rPr>
          <w:i/>
        </w:rPr>
        <w:t>Color</w:t>
      </w:r>
      <w:proofErr w:type="spellEnd"/>
      <w:r w:rsidR="00844EEE" w:rsidRPr="00374CBE">
        <w:rPr>
          <w:i/>
        </w:rPr>
        <w:t xml:space="preserve"> Spaces</w:t>
      </w:r>
      <w:r w:rsidR="0048239C" w:rsidRPr="00374CBE">
        <w:t>.</w:t>
      </w:r>
    </w:p>
    <w:p w14:paraId="10E2D2A5" w14:textId="1F7AC6A3" w:rsidR="00D909B6" w:rsidRPr="00374CBE" w:rsidRDefault="0048239C" w:rsidP="0018565B">
      <w:pPr>
        <w:pStyle w:val="Heading1"/>
      </w:pPr>
      <w:bookmarkStart w:id="124" w:name="_Toc382790600"/>
      <w:bookmarkStart w:id="125" w:name="_Toc391107411"/>
      <w:bookmarkStart w:id="126" w:name="_Toc5880036"/>
      <w:bookmarkStart w:id="127" w:name="_Toc7091307"/>
      <w:r w:rsidRPr="00374CBE">
        <w:t>3</w:t>
      </w:r>
      <w:r w:rsidRPr="00374CBE">
        <w:tab/>
      </w:r>
      <w:r w:rsidR="00D909B6" w:rsidRPr="00374CBE">
        <w:t>Definitions</w:t>
      </w:r>
      <w:bookmarkEnd w:id="124"/>
      <w:bookmarkEnd w:id="125"/>
      <w:bookmarkEnd w:id="126"/>
      <w:bookmarkEnd w:id="127"/>
    </w:p>
    <w:p w14:paraId="68B7AF66" w14:textId="571804E9" w:rsidR="00D909B6" w:rsidRPr="00374CBE" w:rsidRDefault="00D909B6" w:rsidP="0018565B">
      <w:r w:rsidRPr="00374CBE">
        <w:t xml:space="preserve">For the purposes of this </w:t>
      </w:r>
      <w:r w:rsidR="00A24D2E" w:rsidRPr="00374CBE">
        <w:t>Supplement</w:t>
      </w:r>
      <w:r w:rsidRPr="00374CBE">
        <w:t xml:space="preserve">, the </w:t>
      </w:r>
      <w:r w:rsidR="00E63554" w:rsidRPr="00374CBE">
        <w:t xml:space="preserve">following </w:t>
      </w:r>
      <w:r w:rsidR="000A5145" w:rsidRPr="00374CBE">
        <w:t xml:space="preserve">definitions </w:t>
      </w:r>
      <w:r w:rsidR="00E63554" w:rsidRPr="00374CBE">
        <w:t>and the</w:t>
      </w:r>
      <w:r w:rsidR="000A5145" w:rsidRPr="00374CBE">
        <w:t xml:space="preserve"> definitions in </w:t>
      </w:r>
      <w:r w:rsidR="006A55EA" w:rsidRPr="00374CBE">
        <w:t xml:space="preserve">the </w:t>
      </w:r>
      <w:r w:rsidR="00314208" w:rsidRPr="00374CBE">
        <w:t>high efficiency video coding (</w:t>
      </w:r>
      <w:r w:rsidR="000A5145" w:rsidRPr="00374CBE">
        <w:t>HEVC</w:t>
      </w:r>
      <w:r w:rsidR="00314208" w:rsidRPr="00374CBE">
        <w:t>) specifications</w:t>
      </w:r>
      <w:r w:rsidR="000A5145" w:rsidRPr="00374CBE">
        <w:t xml:space="preserve"> (Rec. ITU-T H.265 | ISO/IEC 23008-2), </w:t>
      </w:r>
      <w:r w:rsidR="00314208" w:rsidRPr="00374CBE">
        <w:t>advanced video coding (</w:t>
      </w:r>
      <w:r w:rsidR="00727AAA" w:rsidRPr="00374CBE">
        <w:t>AVC</w:t>
      </w:r>
      <w:r w:rsidR="00314208" w:rsidRPr="00374CBE">
        <w:t>) specifications</w:t>
      </w:r>
      <w:r w:rsidR="00727AAA" w:rsidRPr="00374CBE">
        <w:t xml:space="preserve"> (Rec. ITU-T H.264 | ISO/IEC 14496-10), </w:t>
      </w:r>
      <w:r w:rsidR="000A5145" w:rsidRPr="00374CBE">
        <w:t xml:space="preserve">and </w:t>
      </w:r>
      <w:r w:rsidR="00314208" w:rsidRPr="00374CBE">
        <w:t>coding-independent code points (</w:t>
      </w:r>
      <w:r w:rsidR="006A55EA" w:rsidRPr="00374CBE">
        <w:t>CICP</w:t>
      </w:r>
      <w:r w:rsidR="00314208" w:rsidRPr="00374CBE">
        <w:t>) specifications</w:t>
      </w:r>
      <w:r w:rsidR="006A55EA" w:rsidRPr="00374CBE">
        <w:t xml:space="preserve"> (Rec. ITU-T H.273 | ISO/IEC </w:t>
      </w:r>
      <w:r w:rsidR="008A14C4" w:rsidRPr="00374CBE">
        <w:t>23091-2</w:t>
      </w:r>
      <w:r w:rsidR="006A55EA" w:rsidRPr="00374CBE">
        <w:t xml:space="preserve">) </w:t>
      </w:r>
      <w:r w:rsidRPr="00374CBE">
        <w:t>apply.</w:t>
      </w:r>
    </w:p>
    <w:p w14:paraId="32CF7126" w14:textId="098339E5" w:rsidR="00404C67" w:rsidRDefault="00404C67" w:rsidP="00404C67">
      <w:pPr>
        <w:keepLines/>
        <w:rPr>
          <w:ins w:id="128" w:author="Yasser Syed" w:date="2019-06-24T22:39:00Z"/>
        </w:rPr>
      </w:pPr>
      <w:ins w:id="129" w:author="Yasser Syed" w:date="2019-06-24T22:38:00Z">
        <w:r>
          <w:rPr>
            <w:b/>
          </w:rPr>
          <w:t>3.1</w:t>
        </w:r>
        <w:r>
          <w:rPr>
            <w:b/>
          </w:rPr>
          <w:tab/>
        </w:r>
        <w:r w:rsidRPr="00240C79">
          <w:rPr>
            <w:b/>
          </w:rPr>
          <w:t>3G- SDI</w:t>
        </w:r>
        <w:r w:rsidRPr="00337205">
          <w:rPr>
            <w:bCs/>
            <w:rPrChange w:id="130" w:author="Yasser Syed" w:date="2019-06-25T18:16:00Z">
              <w:rPr>
                <w:b/>
              </w:rPr>
            </w:rPrChange>
          </w:rPr>
          <w:t xml:space="preserve">: </w:t>
        </w:r>
        <w:r w:rsidRPr="00240C79">
          <w:t>serial digital interface with a transport capacity of 2.970 Gbit/s and 2.970/1.001 Gbit/s for transporting uncompressed digital video signals</w:t>
        </w:r>
        <w:r>
          <w:t>.</w:t>
        </w:r>
      </w:ins>
    </w:p>
    <w:p w14:paraId="0A50B0FB" w14:textId="57490748" w:rsidR="00404C67" w:rsidRDefault="00404C67" w:rsidP="00404C67">
      <w:pPr>
        <w:keepLines/>
        <w:rPr>
          <w:ins w:id="131" w:author="Yasser Syed" w:date="2019-06-24T22:39:00Z"/>
          <w:b/>
          <w:lang w:eastAsia="ja-JP"/>
        </w:rPr>
      </w:pPr>
      <w:ins w:id="132" w:author="Yasser Syed" w:date="2019-06-24T22:39:00Z">
        <w:r w:rsidRPr="00404C67">
          <w:rPr>
            <w:b/>
            <w:bCs/>
            <w:rPrChange w:id="133" w:author="Yasser Syed" w:date="2019-06-24T22:39:00Z">
              <w:rPr/>
            </w:rPrChange>
          </w:rPr>
          <w:t>3.2</w:t>
        </w:r>
        <w:r w:rsidRPr="00404C67">
          <w:rPr>
            <w:b/>
            <w:bCs/>
            <w:rPrChange w:id="134" w:author="Yasser Syed" w:date="2019-06-24T22:39:00Z">
              <w:rPr/>
            </w:rPrChange>
          </w:rPr>
          <w:tab/>
        </w:r>
        <w:r w:rsidRPr="00240C79">
          <w:rPr>
            <w:rFonts w:hint="eastAsia"/>
            <w:b/>
            <w:lang w:eastAsia="ja-JP"/>
          </w:rPr>
          <w:t>6</w:t>
        </w:r>
        <w:r w:rsidRPr="00240C79">
          <w:rPr>
            <w:b/>
            <w:lang w:eastAsia="ja-JP"/>
          </w:rPr>
          <w:t>G-SDI</w:t>
        </w:r>
      </w:ins>
      <w:ins w:id="135" w:author="Yasser Syed" w:date="2019-06-25T18:17:00Z">
        <w:r w:rsidR="00337205" w:rsidRPr="00337205">
          <w:rPr>
            <w:lang w:eastAsia="ja-JP"/>
          </w:rPr>
          <w:t>:</w:t>
        </w:r>
      </w:ins>
      <w:ins w:id="136" w:author="Yasser Syed" w:date="2019-06-24T22:40:00Z">
        <w:r>
          <w:rPr>
            <w:b/>
            <w:lang w:eastAsia="ja-JP"/>
          </w:rPr>
          <w:t xml:space="preserve"> </w:t>
        </w:r>
        <w:r w:rsidRPr="007B5A3C">
          <w:rPr>
            <w:lang w:eastAsia="ja-JP"/>
          </w:rPr>
          <w:t>serial digital interface with a transport capacity of 5.94 Gbit/s and 5.94/1.001 Gbit/s for transporting uncompressed digital video signals</w:t>
        </w:r>
        <w:r>
          <w:rPr>
            <w:lang w:eastAsia="ja-JP"/>
          </w:rPr>
          <w:t>.</w:t>
        </w:r>
      </w:ins>
    </w:p>
    <w:p w14:paraId="49D38F3B" w14:textId="22B304D5" w:rsidR="00404C67" w:rsidRDefault="00404C67" w:rsidP="00404C67">
      <w:pPr>
        <w:keepLines/>
        <w:rPr>
          <w:ins w:id="137" w:author="Yasser Syed" w:date="2019-06-24T22:40:00Z"/>
          <w:b/>
          <w:lang w:eastAsia="ja-JP"/>
        </w:rPr>
      </w:pPr>
      <w:ins w:id="138" w:author="Yasser Syed" w:date="2019-06-24T22:39:00Z">
        <w:r>
          <w:rPr>
            <w:b/>
            <w:lang w:eastAsia="ja-JP"/>
          </w:rPr>
          <w:t>3.3</w:t>
        </w:r>
        <w:r>
          <w:rPr>
            <w:b/>
            <w:lang w:eastAsia="ja-JP"/>
          </w:rPr>
          <w:tab/>
        </w:r>
        <w:r w:rsidRPr="00240C79">
          <w:rPr>
            <w:rFonts w:hint="eastAsia"/>
            <w:b/>
            <w:lang w:eastAsia="ja-JP"/>
          </w:rPr>
          <w:t>1</w:t>
        </w:r>
        <w:r w:rsidRPr="00240C79">
          <w:rPr>
            <w:b/>
            <w:lang w:eastAsia="ja-JP"/>
          </w:rPr>
          <w:t>2G-SDI</w:t>
        </w:r>
      </w:ins>
      <w:ins w:id="139" w:author="Yasser Syed" w:date="2019-06-25T18:17:00Z">
        <w:r w:rsidR="00337205" w:rsidRPr="00337205">
          <w:rPr>
            <w:lang w:eastAsia="ja-JP"/>
          </w:rPr>
          <w:t>:</w:t>
        </w:r>
      </w:ins>
      <w:ins w:id="140" w:author="Yasser Syed" w:date="2019-06-24T22:41:00Z">
        <w:r>
          <w:rPr>
            <w:b/>
            <w:lang w:eastAsia="ja-JP"/>
          </w:rPr>
          <w:t xml:space="preserve"> </w:t>
        </w:r>
        <w:r w:rsidRPr="007B5A3C">
          <w:rPr>
            <w:lang w:eastAsia="ja-JP"/>
          </w:rPr>
          <w:t>serial digital interface with a transport capacity of 11.88 Gbit/s and 11.88/1.001 Gbit/s for transporting uncompressed digital video signals</w:t>
        </w:r>
        <w:r>
          <w:rPr>
            <w:lang w:eastAsia="ja-JP"/>
          </w:rPr>
          <w:t>.</w:t>
        </w:r>
      </w:ins>
    </w:p>
    <w:p w14:paraId="3EC2E122" w14:textId="03191688" w:rsidR="00404C67" w:rsidRPr="00404C67" w:rsidRDefault="00404C67">
      <w:pPr>
        <w:keepLines/>
        <w:rPr>
          <w:ins w:id="141" w:author="Yasser Syed" w:date="2019-06-24T22:38:00Z"/>
          <w:b/>
          <w:lang w:eastAsia="ja-JP"/>
          <w:rPrChange w:id="142" w:author="Yasser Syed" w:date="2019-06-24T22:39:00Z">
            <w:rPr>
              <w:ins w:id="143" w:author="Yasser Syed" w:date="2019-06-24T22:38:00Z"/>
              <w:b/>
              <w:bCs/>
            </w:rPr>
          </w:rPrChange>
        </w:rPr>
        <w:pPrChange w:id="144" w:author="Yasser Syed" w:date="2019-06-24T22:38:00Z">
          <w:pPr/>
        </w:pPrChange>
      </w:pPr>
      <w:ins w:id="145" w:author="Yasser Syed" w:date="2019-06-24T22:40:00Z">
        <w:r>
          <w:rPr>
            <w:b/>
            <w:lang w:eastAsia="ja-JP"/>
          </w:rPr>
          <w:t>3.4</w:t>
        </w:r>
        <w:r>
          <w:rPr>
            <w:b/>
            <w:lang w:eastAsia="ja-JP"/>
          </w:rPr>
          <w:tab/>
        </w:r>
        <w:r w:rsidRPr="00240C79">
          <w:rPr>
            <w:rFonts w:hint="eastAsia"/>
            <w:b/>
            <w:lang w:eastAsia="ja-JP"/>
          </w:rPr>
          <w:t>1</w:t>
        </w:r>
        <w:r w:rsidRPr="00240C79">
          <w:rPr>
            <w:b/>
            <w:lang w:eastAsia="ja-JP"/>
          </w:rPr>
          <w:t>0G-SDI</w:t>
        </w:r>
      </w:ins>
      <w:ins w:id="146" w:author="Yasser Syed" w:date="2019-06-25T18:17:00Z">
        <w:r w:rsidR="00337205" w:rsidRPr="00337205">
          <w:rPr>
            <w:lang w:eastAsia="ja-JP"/>
          </w:rPr>
          <w:t>:</w:t>
        </w:r>
      </w:ins>
      <w:ins w:id="147" w:author="Yasser Syed" w:date="2019-06-24T22:41:00Z">
        <w:r>
          <w:rPr>
            <w:lang w:eastAsia="ja-JP"/>
          </w:rPr>
          <w:t xml:space="preserve"> </w:t>
        </w:r>
        <w:r w:rsidRPr="007B5A3C">
          <w:rPr>
            <w:lang w:eastAsia="ja-JP"/>
          </w:rPr>
          <w:t>serial digital interface with a transport capacity of 10.692 Gbit/s for transporting uncompressed digital video signals</w:t>
        </w:r>
        <w:r>
          <w:rPr>
            <w:lang w:eastAsia="ja-JP"/>
          </w:rPr>
          <w:t>.</w:t>
        </w:r>
      </w:ins>
    </w:p>
    <w:p w14:paraId="59B6AA7B" w14:textId="41082F61" w:rsidR="004F5227" w:rsidRPr="00374CBE" w:rsidRDefault="004F5227" w:rsidP="00A2678E">
      <w:pPr>
        <w:rPr>
          <w:b/>
        </w:rPr>
      </w:pPr>
      <w:r w:rsidRPr="00374CBE">
        <w:rPr>
          <w:b/>
        </w:rPr>
        <w:t>3.</w:t>
      </w:r>
      <w:ins w:id="148" w:author="Yasser Syed" w:date="2019-06-24T22:41:00Z">
        <w:r w:rsidR="00404C67">
          <w:rPr>
            <w:b/>
          </w:rPr>
          <w:t>5</w:t>
        </w:r>
      </w:ins>
      <w:del w:id="149" w:author="Yasser Syed" w:date="2019-06-24T22:41:00Z">
        <w:r w:rsidRPr="00374CBE" w:rsidDel="00404C67">
          <w:rPr>
            <w:b/>
          </w:rPr>
          <w:delText>1</w:delText>
        </w:r>
      </w:del>
      <w:r w:rsidRPr="00374CBE">
        <w:rPr>
          <w:b/>
        </w:rPr>
        <w:tab/>
        <w:t>colour volume</w:t>
      </w:r>
      <w:r w:rsidRPr="00374CBE">
        <w:t>: Space of all colours and intensities that a device or signal can reproduce or convey.</w:t>
      </w:r>
    </w:p>
    <w:p w14:paraId="3B88EEF3" w14:textId="2EFFF882" w:rsidR="004F5227" w:rsidRDefault="004F5227" w:rsidP="00A2678E">
      <w:pPr>
        <w:rPr>
          <w:ins w:id="150" w:author="Yasser Syed" w:date="2019-06-24T22:42:00Z"/>
        </w:rPr>
      </w:pPr>
      <w:r w:rsidRPr="00374CBE">
        <w:rPr>
          <w:b/>
        </w:rPr>
        <w:t>3.</w:t>
      </w:r>
      <w:ins w:id="151" w:author="Yasser Syed" w:date="2019-06-24T22:42:00Z">
        <w:r w:rsidR="00404C67">
          <w:rPr>
            <w:b/>
          </w:rPr>
          <w:t>6</w:t>
        </w:r>
      </w:ins>
      <w:del w:id="152" w:author="Yasser Syed" w:date="2019-06-24T22:42:00Z">
        <w:r w:rsidRPr="00374CBE" w:rsidDel="00404C67">
          <w:rPr>
            <w:b/>
          </w:rPr>
          <w:delText>2</w:delText>
        </w:r>
      </w:del>
      <w:r w:rsidRPr="00374CBE">
        <w:rPr>
          <w:b/>
        </w:rPr>
        <w:tab/>
        <w:t>creative intent</w:t>
      </w:r>
      <w:r w:rsidRPr="00374CBE">
        <w:t>: Desired vision of the content creator (e.g., a director, cinematographer, videographer, editor, or colourist) who adjusts and approves the appearance of rendered content in the production process.</w:t>
      </w:r>
    </w:p>
    <w:p w14:paraId="2CED6AAB" w14:textId="3A8337A7" w:rsidR="00404C67" w:rsidRPr="00404C67" w:rsidRDefault="00404C67">
      <w:pPr>
        <w:keepLines/>
        <w:rPr>
          <w:b/>
          <w:rPrChange w:id="153" w:author="Yasser Syed" w:date="2019-06-24T22:42:00Z">
            <w:rPr/>
          </w:rPrChange>
        </w:rPr>
        <w:pPrChange w:id="154" w:author="Yasser Syed" w:date="2019-06-24T22:42:00Z">
          <w:pPr/>
        </w:pPrChange>
      </w:pPr>
      <w:ins w:id="155" w:author="Yasser Syed" w:date="2019-06-24T22:42:00Z">
        <w:r>
          <w:rPr>
            <w:b/>
            <w:bCs/>
          </w:rPr>
          <w:t>3.7</w:t>
        </w:r>
        <w:r>
          <w:rPr>
            <w:b/>
            <w:bCs/>
          </w:rPr>
          <w:tab/>
        </w:r>
        <w:r>
          <w:rPr>
            <w:b/>
          </w:rPr>
          <w:t>dual-link SDI</w:t>
        </w:r>
      </w:ins>
      <w:ins w:id="156" w:author="Yasser Syed" w:date="2019-06-25T18:17:00Z">
        <w:r w:rsidR="00337205" w:rsidRPr="00337205">
          <w:t>:</w:t>
        </w:r>
      </w:ins>
      <w:ins w:id="157" w:author="Yasser Syed" w:date="2019-06-24T22:42:00Z">
        <w:r>
          <w:rPr>
            <w:b/>
          </w:rPr>
          <w:t xml:space="preserve"> </w:t>
        </w:r>
      </w:ins>
      <w:ins w:id="158" w:author="Yasser Syed" w:date="2019-06-24T22:43:00Z">
        <w:r>
          <w:t>two parallel serial digital interfaces for transporting uncompressed video signal</w:t>
        </w:r>
        <w:r>
          <w:rPr>
            <w:b/>
          </w:rPr>
          <w:t>s.</w:t>
        </w:r>
      </w:ins>
    </w:p>
    <w:p w14:paraId="2BB4E847" w14:textId="5003D095" w:rsidR="004F5227" w:rsidRPr="00374CBE" w:rsidRDefault="004F5227" w:rsidP="00A2678E">
      <w:r w:rsidRPr="00374CBE">
        <w:rPr>
          <w:b/>
        </w:rPr>
        <w:t>3.</w:t>
      </w:r>
      <w:ins w:id="159" w:author="Yasser Syed" w:date="2019-06-24T22:43:00Z">
        <w:r w:rsidR="00404C67">
          <w:rPr>
            <w:b/>
          </w:rPr>
          <w:t>8</w:t>
        </w:r>
      </w:ins>
      <w:del w:id="160" w:author="Yasser Syed" w:date="2019-06-24T22:43:00Z">
        <w:r w:rsidRPr="00374CBE" w:rsidDel="00404C67">
          <w:rPr>
            <w:b/>
          </w:rPr>
          <w:delText>3</w:delText>
        </w:r>
      </w:del>
      <w:r w:rsidRPr="00374CBE">
        <w:rPr>
          <w:b/>
        </w:rPr>
        <w:tab/>
        <w:t>electro-optical transfer function</w:t>
      </w:r>
      <w:r w:rsidRPr="00374CBE">
        <w:t xml:space="preserve"> </w:t>
      </w:r>
      <w:r w:rsidRPr="00374CBE">
        <w:rPr>
          <w:b/>
        </w:rPr>
        <w:t>(EOTF)</w:t>
      </w:r>
      <w:r w:rsidRPr="00374CBE">
        <w:t>: Function to map a non-linear video signal to display linear light.</w:t>
      </w:r>
    </w:p>
    <w:p w14:paraId="67BBA774" w14:textId="0D821D5F" w:rsidR="004F5227" w:rsidRDefault="004F5227" w:rsidP="00A2678E">
      <w:pPr>
        <w:rPr>
          <w:ins w:id="161" w:author="Yasser Syed" w:date="2019-06-24T22:43:00Z"/>
        </w:rPr>
      </w:pPr>
      <w:r w:rsidRPr="00374CBE">
        <w:rPr>
          <w:b/>
        </w:rPr>
        <w:t>3.</w:t>
      </w:r>
      <w:ins w:id="162" w:author="Yasser Syed" w:date="2019-06-24T22:43:00Z">
        <w:r w:rsidR="00404C67">
          <w:rPr>
            <w:b/>
          </w:rPr>
          <w:t>9</w:t>
        </w:r>
      </w:ins>
      <w:del w:id="163" w:author="Yasser Syed" w:date="2019-06-24T22:43:00Z">
        <w:r w:rsidRPr="00374CBE" w:rsidDel="00404C67">
          <w:rPr>
            <w:b/>
          </w:rPr>
          <w:delText>4</w:delText>
        </w:r>
      </w:del>
      <w:r w:rsidRPr="00374CBE">
        <w:rPr>
          <w:b/>
        </w:rPr>
        <w:tab/>
        <w:t>full range</w:t>
      </w:r>
      <w:r w:rsidRPr="00374CBE">
        <w:t>: Range in a fixed-point (integer) representation that spans the full range of values that could be expressed with that bit depth.</w:t>
      </w:r>
    </w:p>
    <w:p w14:paraId="53AD81AE" w14:textId="6D544378" w:rsidR="00404C67" w:rsidRPr="00404C67" w:rsidRDefault="00404C67">
      <w:pPr>
        <w:keepLines/>
        <w:rPr>
          <w:b/>
          <w:lang w:eastAsia="ja-JP"/>
          <w:rPrChange w:id="164" w:author="Yasser Syed" w:date="2019-06-24T22:44:00Z">
            <w:rPr/>
          </w:rPrChange>
        </w:rPr>
        <w:pPrChange w:id="165" w:author="Yasser Syed" w:date="2019-06-24T22:44:00Z">
          <w:pPr/>
        </w:pPrChange>
      </w:pPr>
      <w:ins w:id="166" w:author="Yasser Syed" w:date="2019-06-24T22:43:00Z">
        <w:r>
          <w:rPr>
            <w:b/>
            <w:bCs/>
          </w:rPr>
          <w:t>3.10</w:t>
        </w:r>
        <w:r>
          <w:rPr>
            <w:b/>
            <w:bCs/>
          </w:rPr>
          <w:tab/>
        </w:r>
        <w:r w:rsidRPr="00240C79">
          <w:rPr>
            <w:rFonts w:hint="eastAsia"/>
            <w:b/>
            <w:lang w:eastAsia="ja-JP"/>
          </w:rPr>
          <w:t>H</w:t>
        </w:r>
        <w:r w:rsidRPr="00240C79">
          <w:rPr>
            <w:b/>
            <w:lang w:eastAsia="ja-JP"/>
          </w:rPr>
          <w:t>D-SDI</w:t>
        </w:r>
      </w:ins>
      <w:ins w:id="167" w:author="Yasser Syed" w:date="2019-06-25T18:17:00Z">
        <w:r w:rsidR="00337205" w:rsidRPr="00337205">
          <w:rPr>
            <w:lang w:eastAsia="ja-JP"/>
          </w:rPr>
          <w:t>:</w:t>
        </w:r>
      </w:ins>
      <w:ins w:id="168" w:author="Yasser Syed" w:date="2019-06-24T22:44:00Z">
        <w:r>
          <w:rPr>
            <w:b/>
            <w:lang w:eastAsia="ja-JP"/>
          </w:rPr>
          <w:t xml:space="preserve"> </w:t>
        </w:r>
        <w:r>
          <w:rPr>
            <w:lang w:eastAsia="ja-JP"/>
          </w:rPr>
          <w:t>serial digital interface for transporting uncompressed digital HD video signals.</w:t>
        </w:r>
      </w:ins>
    </w:p>
    <w:p w14:paraId="091DAB03" w14:textId="48B71ED3" w:rsidR="004F5227" w:rsidRPr="00374CBE" w:rsidRDefault="004F5227" w:rsidP="00A2678E">
      <w:r w:rsidRPr="00374CBE">
        <w:rPr>
          <w:b/>
        </w:rPr>
        <w:t>3.</w:t>
      </w:r>
      <w:ins w:id="169" w:author="Yasser Syed" w:date="2019-06-24T22:44:00Z">
        <w:r w:rsidR="00404C67">
          <w:rPr>
            <w:b/>
          </w:rPr>
          <w:t>11</w:t>
        </w:r>
      </w:ins>
      <w:del w:id="170" w:author="Yasser Syed" w:date="2019-06-24T22:44:00Z">
        <w:r w:rsidRPr="00374CBE" w:rsidDel="00404C67">
          <w:rPr>
            <w:b/>
          </w:rPr>
          <w:delText>5</w:delText>
        </w:r>
      </w:del>
      <w:r w:rsidRPr="00374CBE">
        <w:rPr>
          <w:b/>
        </w:rPr>
        <w:tab/>
        <w:t>inverse electro-optical transfer function (inverse EOTF)</w:t>
      </w:r>
      <w:r w:rsidRPr="00374CBE">
        <w:t>: Function that is the inverse of an EOTF.</w:t>
      </w:r>
    </w:p>
    <w:p w14:paraId="0809127D" w14:textId="3F238F07" w:rsidR="004F5227" w:rsidRPr="00374CBE" w:rsidRDefault="004F5227" w:rsidP="00A2678E">
      <w:r w:rsidRPr="00374CBE">
        <w:rPr>
          <w:b/>
        </w:rPr>
        <w:t>3.</w:t>
      </w:r>
      <w:ins w:id="171" w:author="Yasser Syed" w:date="2019-06-24T22:44:00Z">
        <w:r w:rsidR="00404C67">
          <w:rPr>
            <w:b/>
          </w:rPr>
          <w:t>12</w:t>
        </w:r>
      </w:ins>
      <w:del w:id="172" w:author="Yasser Syed" w:date="2019-06-24T22:44:00Z">
        <w:r w:rsidRPr="00374CBE" w:rsidDel="00404C67">
          <w:rPr>
            <w:b/>
          </w:rPr>
          <w:delText>6</w:delText>
        </w:r>
      </w:del>
      <w:r w:rsidRPr="00374CBE">
        <w:rPr>
          <w:b/>
        </w:rPr>
        <w:tab/>
        <w:t>narrow range</w:t>
      </w:r>
      <w:r w:rsidRPr="00374CBE">
        <w:t>: Range in a fixed-point (integer) representation that does not span the full range of values that could be expressed with that bit depth.</w:t>
      </w:r>
    </w:p>
    <w:p w14:paraId="5F16F789" w14:textId="02E84CC5" w:rsidR="004F5227" w:rsidRPr="00374CBE" w:rsidRDefault="004F5227" w:rsidP="009D0189">
      <w:pPr>
        <w:pStyle w:val="Note1"/>
      </w:pPr>
      <w:r w:rsidRPr="00374CBE">
        <w:t>N</w:t>
      </w:r>
      <w:r w:rsidR="009D0189" w:rsidRPr="00374CBE">
        <w:t>OTE</w:t>
      </w:r>
      <w:r w:rsidR="00314208" w:rsidRPr="00374CBE">
        <w:t xml:space="preserve"> </w:t>
      </w:r>
      <w:r w:rsidRPr="00374CBE">
        <w:t xml:space="preserve">– Narrow range is, in some applications, referred to by synonyms such as: </w:t>
      </w:r>
      <w:r w:rsidR="004569A5" w:rsidRPr="00374CBE">
        <w:t>"</w:t>
      </w:r>
      <w:r w:rsidRPr="00374CBE">
        <w:t>limited range</w:t>
      </w:r>
      <w:r w:rsidR="004569A5" w:rsidRPr="00374CBE">
        <w:t>"</w:t>
      </w:r>
      <w:r w:rsidRPr="00374CBE">
        <w:t xml:space="preserve">, </w:t>
      </w:r>
      <w:r w:rsidR="004569A5" w:rsidRPr="00374CBE">
        <w:t>"</w:t>
      </w:r>
      <w:r w:rsidRPr="00374CBE">
        <w:t>video range</w:t>
      </w:r>
      <w:r w:rsidR="004569A5" w:rsidRPr="00374CBE">
        <w:t>"</w:t>
      </w:r>
      <w:r w:rsidRPr="00374CBE">
        <w:t xml:space="preserve">, </w:t>
      </w:r>
      <w:r w:rsidR="004569A5" w:rsidRPr="00374CBE">
        <w:t>"</w:t>
      </w:r>
      <w:r w:rsidRPr="00374CBE">
        <w:t>legal range</w:t>
      </w:r>
      <w:r w:rsidR="004569A5" w:rsidRPr="00374CBE">
        <w:t>"</w:t>
      </w:r>
      <w:r w:rsidRPr="00374CBE">
        <w:t xml:space="preserve">, </w:t>
      </w:r>
      <w:r w:rsidR="004569A5" w:rsidRPr="00374CBE">
        <w:t>"</w:t>
      </w:r>
      <w:r w:rsidRPr="00374CBE">
        <w:t>SMPTE range</w:t>
      </w:r>
      <w:r w:rsidR="004569A5" w:rsidRPr="00374CBE">
        <w:t>"</w:t>
      </w:r>
      <w:r w:rsidRPr="00374CBE">
        <w:t xml:space="preserve"> or </w:t>
      </w:r>
      <w:r w:rsidR="004569A5" w:rsidRPr="00374CBE">
        <w:t>"</w:t>
      </w:r>
      <w:r w:rsidRPr="00374CBE">
        <w:t>standard range</w:t>
      </w:r>
      <w:r w:rsidR="004569A5" w:rsidRPr="00374CBE">
        <w:t>"</w:t>
      </w:r>
      <w:r w:rsidRPr="00374CBE">
        <w:t>.</w:t>
      </w:r>
    </w:p>
    <w:p w14:paraId="2FCCCC63" w14:textId="0151F2BB" w:rsidR="004F5227" w:rsidRPr="00374CBE" w:rsidRDefault="004F5227" w:rsidP="005B0CDE">
      <w:r w:rsidRPr="00374CBE">
        <w:rPr>
          <w:b/>
        </w:rPr>
        <w:t>3.</w:t>
      </w:r>
      <w:ins w:id="173" w:author="Yasser Syed" w:date="2019-06-24T22:44:00Z">
        <w:r w:rsidR="00404C67">
          <w:rPr>
            <w:b/>
          </w:rPr>
          <w:t>13</w:t>
        </w:r>
      </w:ins>
      <w:del w:id="174" w:author="Yasser Syed" w:date="2019-06-24T22:44:00Z">
        <w:r w:rsidRPr="00374CBE" w:rsidDel="00404C67">
          <w:rPr>
            <w:b/>
          </w:rPr>
          <w:delText>7</w:delText>
        </w:r>
      </w:del>
      <w:r w:rsidRPr="00374CBE">
        <w:rPr>
          <w:b/>
        </w:rPr>
        <w:tab/>
        <w:t>opto-electrical transfer function (OETF)</w:t>
      </w:r>
      <w:r w:rsidRPr="00374CBE">
        <w:t>: Function to map relative scene linear light to a non-linear video signal.</w:t>
      </w:r>
    </w:p>
    <w:p w14:paraId="29C343A3" w14:textId="2E8A11E4" w:rsidR="004F5227" w:rsidRDefault="004F5227" w:rsidP="005B0CDE">
      <w:pPr>
        <w:rPr>
          <w:ins w:id="175" w:author="Yasser Syed" w:date="2019-06-24T22:45:00Z"/>
        </w:rPr>
      </w:pPr>
      <w:r w:rsidRPr="00374CBE">
        <w:rPr>
          <w:b/>
        </w:rPr>
        <w:t>3.</w:t>
      </w:r>
      <w:ins w:id="176" w:author="Yasser Syed" w:date="2019-06-24T22:44:00Z">
        <w:r w:rsidR="00404C67">
          <w:rPr>
            <w:b/>
          </w:rPr>
          <w:t>14</w:t>
        </w:r>
      </w:ins>
      <w:del w:id="177" w:author="Yasser Syed" w:date="2019-06-24T22:44:00Z">
        <w:r w:rsidRPr="00374CBE" w:rsidDel="00404C67">
          <w:rPr>
            <w:b/>
          </w:rPr>
          <w:delText>8</w:delText>
        </w:r>
      </w:del>
      <w:r w:rsidRPr="00374CBE">
        <w:rPr>
          <w:b/>
        </w:rPr>
        <w:tab/>
        <w:t>opto-optical transfer function (OOTF)</w:t>
      </w:r>
      <w:r w:rsidRPr="00374CBE">
        <w:t>: Function to map relative scene linear light to display linear light.</w:t>
      </w:r>
    </w:p>
    <w:p w14:paraId="05A66902" w14:textId="177F372C" w:rsidR="00404C67" w:rsidRPr="00404C67" w:rsidRDefault="00404C67">
      <w:pPr>
        <w:keepLines/>
        <w:pPrChange w:id="178" w:author="Yasser Syed" w:date="2019-06-24T22:45:00Z">
          <w:pPr/>
        </w:pPrChange>
      </w:pPr>
      <w:ins w:id="179" w:author="Yasser Syed" w:date="2019-06-24T22:45:00Z">
        <w:r w:rsidRPr="00404C67">
          <w:rPr>
            <w:b/>
            <w:bCs/>
            <w:rPrChange w:id="180" w:author="Yasser Syed" w:date="2019-06-24T22:45:00Z">
              <w:rPr/>
            </w:rPrChange>
          </w:rPr>
          <w:t>3.15</w:t>
        </w:r>
        <w:r>
          <w:rPr>
            <w:b/>
            <w:bCs/>
          </w:rPr>
          <w:tab/>
        </w:r>
        <w:r>
          <w:rPr>
            <w:b/>
          </w:rPr>
          <w:t>quad-link SDI</w:t>
        </w:r>
      </w:ins>
      <w:ins w:id="181" w:author="Yasser Syed" w:date="2019-06-25T18:17:00Z">
        <w:r w:rsidR="00337205" w:rsidRPr="00337205">
          <w:t>:</w:t>
        </w:r>
      </w:ins>
      <w:ins w:id="182" w:author="Yasser Syed" w:date="2019-06-24T22:45:00Z">
        <w:r>
          <w:rPr>
            <w:b/>
          </w:rPr>
          <w:t xml:space="preserve"> </w:t>
        </w:r>
        <w:r>
          <w:t>four parallel serial digital interfaces for transporting uncompressed video signals.</w:t>
        </w:r>
      </w:ins>
    </w:p>
    <w:p w14:paraId="0FEFACDA" w14:textId="33DEC3CB" w:rsidR="004F5227" w:rsidRDefault="004F5227" w:rsidP="005B0CDE">
      <w:pPr>
        <w:rPr>
          <w:ins w:id="183" w:author="Yasser Syed" w:date="2019-06-24T22:46:00Z"/>
        </w:rPr>
      </w:pPr>
      <w:r w:rsidRPr="00374CBE">
        <w:rPr>
          <w:b/>
        </w:rPr>
        <w:t>3.</w:t>
      </w:r>
      <w:ins w:id="184" w:author="Yasser Syed" w:date="2019-06-24T22:46:00Z">
        <w:r w:rsidR="00404C67">
          <w:rPr>
            <w:b/>
          </w:rPr>
          <w:t>16</w:t>
        </w:r>
      </w:ins>
      <w:del w:id="185" w:author="Yasser Syed" w:date="2019-06-24T22:46:00Z">
        <w:r w:rsidRPr="00374CBE" w:rsidDel="00404C67">
          <w:rPr>
            <w:b/>
          </w:rPr>
          <w:delText>9</w:delText>
        </w:r>
      </w:del>
      <w:r w:rsidRPr="00374CBE">
        <w:rPr>
          <w:b/>
        </w:rPr>
        <w:tab/>
        <w:t>random access point access unit (RAPAU)</w:t>
      </w:r>
      <w:r w:rsidRPr="00374CBE">
        <w:t>: Access unit in a video bitstream containing an intra-coded picture with the property that all pictures following the intra-coded picture in output order can be correctly decoded without using any information preceding the random access point access unit in the bitstream.</w:t>
      </w:r>
    </w:p>
    <w:p w14:paraId="040A07D5" w14:textId="353314E1" w:rsidR="00404C67" w:rsidRDefault="00404C67" w:rsidP="00404C67">
      <w:pPr>
        <w:keepLines/>
        <w:rPr>
          <w:ins w:id="186" w:author="Yasser Syed" w:date="2019-06-24T22:46:00Z"/>
          <w:b/>
        </w:rPr>
      </w:pPr>
      <w:ins w:id="187" w:author="Yasser Syed" w:date="2019-06-24T22:46:00Z">
        <w:r>
          <w:rPr>
            <w:b/>
            <w:bCs/>
          </w:rPr>
          <w:t>3.17</w:t>
        </w:r>
        <w:r>
          <w:rPr>
            <w:b/>
            <w:bCs/>
          </w:rPr>
          <w:tab/>
        </w:r>
        <w:r>
          <w:rPr>
            <w:b/>
          </w:rPr>
          <w:t>SDI</w:t>
        </w:r>
      </w:ins>
      <w:ins w:id="188" w:author="Yasser Syed" w:date="2019-06-25T18:17:00Z">
        <w:r w:rsidR="00337205" w:rsidRPr="00337205">
          <w:t>:</w:t>
        </w:r>
      </w:ins>
      <w:ins w:id="189" w:author="Yasser Syed" w:date="2019-06-24T22:47:00Z">
        <w:r>
          <w:rPr>
            <w:b/>
          </w:rPr>
          <w:t xml:space="preserve"> </w:t>
        </w:r>
        <w:r>
          <w:t>serial digital interface for transporting uncompressed video signals.</w:t>
        </w:r>
      </w:ins>
    </w:p>
    <w:p w14:paraId="3563AC0A" w14:textId="472571F8" w:rsidR="00404C67" w:rsidRPr="00404C67" w:rsidRDefault="00404C67">
      <w:pPr>
        <w:keepLines/>
        <w:rPr>
          <w:b/>
          <w:lang w:eastAsia="ja-JP"/>
          <w:rPrChange w:id="190" w:author="Yasser Syed" w:date="2019-06-24T22:46:00Z">
            <w:rPr/>
          </w:rPrChange>
        </w:rPr>
        <w:pPrChange w:id="191" w:author="Yasser Syed" w:date="2019-06-24T22:46:00Z">
          <w:pPr/>
        </w:pPrChange>
      </w:pPr>
      <w:ins w:id="192" w:author="Yasser Syed" w:date="2019-06-24T22:46:00Z">
        <w:r>
          <w:rPr>
            <w:b/>
          </w:rPr>
          <w:t>3.18</w:t>
        </w:r>
        <w:r>
          <w:rPr>
            <w:b/>
          </w:rPr>
          <w:tab/>
        </w:r>
      </w:ins>
      <w:ins w:id="193" w:author="Yasser Syed" w:date="2019-06-24T22:47:00Z">
        <w:r>
          <w:rPr>
            <w:b/>
            <w:lang w:eastAsia="ja-JP"/>
          </w:rPr>
          <w:t>S</w:t>
        </w:r>
        <w:r w:rsidRPr="00240C79">
          <w:rPr>
            <w:b/>
            <w:lang w:eastAsia="ja-JP"/>
          </w:rPr>
          <w:t>D-SDI</w:t>
        </w:r>
      </w:ins>
      <w:ins w:id="194" w:author="Yasser Syed" w:date="2019-06-25T18:17:00Z">
        <w:r w:rsidR="00337205" w:rsidRPr="00337205">
          <w:rPr>
            <w:lang w:eastAsia="ja-JP"/>
          </w:rPr>
          <w:t>:</w:t>
        </w:r>
      </w:ins>
      <w:ins w:id="195" w:author="Yasser Syed" w:date="2019-06-24T22:47:00Z">
        <w:r>
          <w:rPr>
            <w:b/>
            <w:lang w:eastAsia="ja-JP"/>
          </w:rPr>
          <w:t xml:space="preserve"> </w:t>
        </w:r>
        <w:r w:rsidRPr="007B5A3C">
          <w:rPr>
            <w:lang w:eastAsia="ja-JP"/>
          </w:rPr>
          <w:t>signal digital interface for transpor</w:t>
        </w:r>
        <w:r>
          <w:rPr>
            <w:rFonts w:hint="eastAsia"/>
            <w:lang w:eastAsia="ja-JP"/>
          </w:rPr>
          <w:t>t</w:t>
        </w:r>
        <w:r w:rsidRPr="007B5A3C">
          <w:rPr>
            <w:lang w:eastAsia="ja-JP"/>
          </w:rPr>
          <w:t>ing uncompressed digital SD video signals</w:t>
        </w:r>
        <w:r>
          <w:rPr>
            <w:lang w:eastAsia="ja-JP"/>
          </w:rPr>
          <w:t>.</w:t>
        </w:r>
      </w:ins>
    </w:p>
    <w:p w14:paraId="019CF4B1" w14:textId="7D5690C1" w:rsidR="004F5227" w:rsidRDefault="004F5227" w:rsidP="005B0CDE">
      <w:pPr>
        <w:rPr>
          <w:ins w:id="196" w:author="Yasser Syed" w:date="2019-06-24T22:48:00Z"/>
        </w:rPr>
      </w:pPr>
      <w:r w:rsidRPr="00374CBE">
        <w:rPr>
          <w:b/>
        </w:rPr>
        <w:t>3.1</w:t>
      </w:r>
      <w:ins w:id="197" w:author="Yasser Syed" w:date="2019-06-24T22:48:00Z">
        <w:r w:rsidR="00404C67">
          <w:rPr>
            <w:b/>
          </w:rPr>
          <w:t>9</w:t>
        </w:r>
      </w:ins>
      <w:del w:id="198" w:author="Yasser Syed" w:date="2019-06-24T22:48:00Z">
        <w:r w:rsidRPr="00374CBE" w:rsidDel="00404C67">
          <w:rPr>
            <w:b/>
          </w:rPr>
          <w:delText>0</w:delText>
        </w:r>
      </w:del>
      <w:r w:rsidRPr="00374CBE">
        <w:rPr>
          <w:b/>
        </w:rPr>
        <w:tab/>
        <w:t>transfer function</w:t>
      </w:r>
      <w:r w:rsidRPr="00374CBE">
        <w:t>: Function among any of the following: EOTF, inverse EOTF, OETF, inverse OETF, OOTF, or inverse OOTF.</w:t>
      </w:r>
    </w:p>
    <w:p w14:paraId="7CFC26BC" w14:textId="396109D5" w:rsidR="00404C67" w:rsidRPr="00404C67" w:rsidRDefault="00404C67">
      <w:pPr>
        <w:keepLines/>
        <w:rPr>
          <w:b/>
          <w:lang w:eastAsia="ja-JP"/>
          <w:rPrChange w:id="199" w:author="Yasser Syed" w:date="2019-06-24T22:48:00Z">
            <w:rPr/>
          </w:rPrChange>
        </w:rPr>
        <w:pPrChange w:id="200" w:author="Yasser Syed" w:date="2019-06-24T22:48:00Z">
          <w:pPr/>
        </w:pPrChange>
      </w:pPr>
      <w:ins w:id="201" w:author="Yasser Syed" w:date="2019-06-24T22:48:00Z">
        <w:r>
          <w:rPr>
            <w:b/>
            <w:bCs/>
          </w:rPr>
          <w:t>3.20</w:t>
        </w:r>
        <w:r>
          <w:rPr>
            <w:b/>
            <w:bCs/>
          </w:rPr>
          <w:tab/>
        </w:r>
        <w:r w:rsidRPr="00240C79">
          <w:rPr>
            <w:rFonts w:hint="eastAsia"/>
            <w:b/>
            <w:lang w:eastAsia="ja-JP"/>
          </w:rPr>
          <w:t>U</w:t>
        </w:r>
        <w:r w:rsidRPr="00240C79">
          <w:rPr>
            <w:b/>
            <w:lang w:eastAsia="ja-JP"/>
          </w:rPr>
          <w:t>-SDI</w:t>
        </w:r>
      </w:ins>
      <w:ins w:id="202" w:author="Yasser Syed" w:date="2019-06-25T18:17:00Z">
        <w:r w:rsidR="00337205" w:rsidRPr="00337205">
          <w:rPr>
            <w:lang w:eastAsia="ja-JP"/>
          </w:rPr>
          <w:t>:</w:t>
        </w:r>
      </w:ins>
      <w:ins w:id="203" w:author="Yasser Syed" w:date="2019-06-24T22:48:00Z">
        <w:r>
          <w:rPr>
            <w:b/>
            <w:lang w:eastAsia="ja-JP"/>
          </w:rPr>
          <w:t xml:space="preserve"> </w:t>
        </w:r>
        <w:r w:rsidRPr="007B5A3C">
          <w:rPr>
            <w:lang w:eastAsia="ja-JP"/>
          </w:rPr>
          <w:t>multilink (up to 24 links) serial digital interface with a transport capacity of 10.692 Gbit/s per link for transporting uncompressed digital video signals</w:t>
        </w:r>
        <w:r>
          <w:rPr>
            <w:lang w:eastAsia="ja-JP"/>
          </w:rPr>
          <w:t>.</w:t>
        </w:r>
      </w:ins>
    </w:p>
    <w:p w14:paraId="16FDC031" w14:textId="28D6F355" w:rsidR="00D909B6" w:rsidRPr="00374CBE" w:rsidRDefault="00C54087">
      <w:pPr>
        <w:pStyle w:val="Heading1"/>
        <w:rPr>
          <w:szCs w:val="24"/>
        </w:rPr>
      </w:pPr>
      <w:bookmarkStart w:id="204" w:name="_Toc382790601"/>
      <w:bookmarkStart w:id="205" w:name="_Toc391107412"/>
      <w:bookmarkStart w:id="206" w:name="_Toc5880037"/>
      <w:bookmarkStart w:id="207" w:name="_Toc7091308"/>
      <w:r w:rsidRPr="00374CBE">
        <w:rPr>
          <w:szCs w:val="24"/>
        </w:rPr>
        <w:t>4</w:t>
      </w:r>
      <w:r w:rsidRPr="00374CBE">
        <w:rPr>
          <w:szCs w:val="24"/>
        </w:rPr>
        <w:tab/>
      </w:r>
      <w:r w:rsidR="00D909B6" w:rsidRPr="00374CBE">
        <w:rPr>
          <w:szCs w:val="24"/>
        </w:rPr>
        <w:t>Abbreviations</w:t>
      </w:r>
      <w:bookmarkEnd w:id="204"/>
      <w:bookmarkEnd w:id="205"/>
      <w:bookmarkEnd w:id="206"/>
      <w:bookmarkEnd w:id="207"/>
    </w:p>
    <w:p w14:paraId="1FC2CFC6" w14:textId="36E7D8A8" w:rsidR="00D909B6" w:rsidRPr="00374CBE" w:rsidRDefault="00D909B6" w:rsidP="00AC3AEB">
      <w:pPr>
        <w:ind w:left="794" w:hanging="794"/>
      </w:pPr>
      <w:r w:rsidRPr="00374CBE">
        <w:t xml:space="preserve">For the purposes of this </w:t>
      </w:r>
      <w:r w:rsidR="003F57E0" w:rsidRPr="00374CBE">
        <w:t>Supplement</w:t>
      </w:r>
      <w:r w:rsidRPr="00374CBE">
        <w:t>, th</w:t>
      </w:r>
      <w:r w:rsidR="003F57E0" w:rsidRPr="00374CBE">
        <w:t>e following abbreviations apply:</w:t>
      </w:r>
    </w:p>
    <w:p w14:paraId="071C6540" w14:textId="77777777" w:rsidR="00F021CE" w:rsidRPr="00374CBE" w:rsidRDefault="00F021CE" w:rsidP="00AC3AEB">
      <w:pPr>
        <w:ind w:left="794" w:hanging="794"/>
        <w:rPr>
          <w:rFonts w:eastAsia="Yu Mincho"/>
          <w:lang w:eastAsia="zh-CN"/>
        </w:rPr>
      </w:pPr>
      <w:r w:rsidRPr="00374CBE">
        <w:rPr>
          <w:rFonts w:eastAsia="Yu Mincho"/>
          <w:lang w:eastAsia="zh-CN"/>
        </w:rPr>
        <w:t>2K</w:t>
      </w:r>
      <w:r w:rsidRPr="00374CBE">
        <w:rPr>
          <w:rFonts w:eastAsia="Yu Mincho"/>
          <w:lang w:eastAsia="zh-CN"/>
        </w:rPr>
        <w:tab/>
        <w:t>Informally used to refer to an HD resolution (1920×1080 for television or 2048×1080 for film)</w:t>
      </w:r>
    </w:p>
    <w:p w14:paraId="676509F6" w14:textId="77777777" w:rsidR="00F021CE" w:rsidRPr="00374CBE" w:rsidRDefault="00F021CE" w:rsidP="00AC3AEB">
      <w:pPr>
        <w:ind w:left="794" w:hanging="794"/>
        <w:rPr>
          <w:rFonts w:eastAsia="Yu Mincho"/>
          <w:lang w:eastAsia="zh-CN"/>
        </w:rPr>
      </w:pPr>
      <w:r w:rsidRPr="00374CBE">
        <w:rPr>
          <w:rFonts w:eastAsia="Yu Mincho"/>
          <w:lang w:eastAsia="zh-CN"/>
        </w:rPr>
        <w:t>4K</w:t>
      </w:r>
      <w:r w:rsidRPr="00374CBE">
        <w:rPr>
          <w:rFonts w:eastAsia="Yu Mincho"/>
          <w:lang w:eastAsia="zh-CN"/>
        </w:rPr>
        <w:tab/>
        <w:t>Informally used to refer a UHD resolution (3840×2160 for television or 4096×2160 for film)</w:t>
      </w:r>
    </w:p>
    <w:p w14:paraId="2A3C07AC" w14:textId="77777777" w:rsidR="00F021CE" w:rsidRPr="00374CBE" w:rsidRDefault="00F021CE" w:rsidP="00AC3AEB">
      <w:pPr>
        <w:ind w:left="794" w:hanging="794"/>
        <w:rPr>
          <w:rFonts w:eastAsia="Yu Mincho"/>
          <w:lang w:eastAsia="zh-CN"/>
        </w:rPr>
      </w:pPr>
      <w:r w:rsidRPr="00374CBE">
        <w:rPr>
          <w:rFonts w:eastAsia="Yu Mincho"/>
          <w:lang w:eastAsia="zh-CN"/>
        </w:rPr>
        <w:lastRenderedPageBreak/>
        <w:t>8K</w:t>
      </w:r>
      <w:r w:rsidRPr="00374CBE">
        <w:rPr>
          <w:rFonts w:eastAsia="Yu Mincho"/>
          <w:lang w:eastAsia="zh-CN"/>
        </w:rPr>
        <w:tab/>
        <w:t>Informally used to refer to a UHD resolution (7680×4320 or 8192×4320)</w:t>
      </w:r>
    </w:p>
    <w:p w14:paraId="5BFF1B23" w14:textId="43979056" w:rsidR="00F021CE" w:rsidRPr="009C4C03" w:rsidRDefault="00F021CE" w:rsidP="00AC3AEB">
      <w:pPr>
        <w:ind w:left="794" w:hanging="794"/>
        <w:rPr>
          <w:rFonts w:eastAsia="Yu Mincho"/>
          <w:lang w:val="fr-CH" w:eastAsia="zh-CN"/>
        </w:rPr>
      </w:pPr>
      <w:r w:rsidRPr="00374CBE">
        <w:rPr>
          <w:rFonts w:eastAsia="Yu Mincho"/>
          <w:lang w:eastAsia="zh-CN"/>
        </w:rPr>
        <w:t>AVC</w:t>
      </w:r>
      <w:r w:rsidRPr="00374CBE">
        <w:rPr>
          <w:rFonts w:eastAsia="Yu Mincho"/>
          <w:lang w:eastAsia="zh-CN"/>
        </w:rPr>
        <w:tab/>
        <w:t xml:space="preserve">Advanced Video Coding (Rec. </w:t>
      </w:r>
      <w:r w:rsidRPr="009C4C03">
        <w:rPr>
          <w:rFonts w:eastAsia="Yu Mincho"/>
          <w:lang w:val="fr-CH" w:eastAsia="zh-CN"/>
        </w:rPr>
        <w:t>ITU-T H.264 | ISO/IEC 14496-10)</w:t>
      </w:r>
    </w:p>
    <w:p w14:paraId="64C0FCC2" w14:textId="5E9F77F9" w:rsidR="00F021CE" w:rsidRPr="009C4C03" w:rsidRDefault="00F021CE" w:rsidP="00AC3AEB">
      <w:pPr>
        <w:ind w:left="794" w:hanging="794"/>
        <w:rPr>
          <w:rFonts w:eastAsia="Yu Mincho"/>
          <w:lang w:val="fr-CH" w:eastAsia="zh-CN"/>
        </w:rPr>
      </w:pPr>
      <w:r w:rsidRPr="009C4C03">
        <w:rPr>
          <w:rFonts w:eastAsia="Yu Mincho"/>
          <w:lang w:val="fr-CH" w:eastAsia="zh-CN"/>
        </w:rPr>
        <w:t>CICP</w:t>
      </w:r>
      <w:r w:rsidRPr="009C4C03">
        <w:rPr>
          <w:rFonts w:eastAsia="Yu Mincho"/>
          <w:lang w:val="fr-CH" w:eastAsia="zh-CN"/>
        </w:rPr>
        <w:tab/>
        <w:t>Coding-Independent Code Points (Rec. ITU-T H.273 | ISO/IEC 23091-2)</w:t>
      </w:r>
    </w:p>
    <w:p w14:paraId="5AAD7FA8" w14:textId="77777777" w:rsidR="00F021CE" w:rsidRPr="00374CBE" w:rsidRDefault="00F021CE" w:rsidP="00AC3AEB">
      <w:pPr>
        <w:ind w:left="794" w:hanging="794"/>
        <w:rPr>
          <w:rFonts w:eastAsia="Yu Mincho"/>
          <w:lang w:eastAsia="zh-CN"/>
        </w:rPr>
      </w:pPr>
      <w:r w:rsidRPr="00374CBE">
        <w:rPr>
          <w:rFonts w:eastAsia="Yu Mincho"/>
          <w:lang w:eastAsia="zh-CN"/>
        </w:rPr>
        <w:t>EOTF</w:t>
      </w:r>
      <w:r w:rsidRPr="00374CBE">
        <w:rPr>
          <w:rFonts w:eastAsia="Yu Mincho"/>
          <w:lang w:eastAsia="zh-CN"/>
        </w:rPr>
        <w:tab/>
        <w:t>Electro-Optical Transfer Function</w:t>
      </w:r>
    </w:p>
    <w:p w14:paraId="4D07406C" w14:textId="77777777" w:rsidR="00F021CE" w:rsidRPr="00374CBE" w:rsidRDefault="00F021CE" w:rsidP="00AC3AEB">
      <w:pPr>
        <w:ind w:left="794" w:hanging="794"/>
        <w:rPr>
          <w:rFonts w:eastAsia="Yu Mincho"/>
          <w:lang w:eastAsia="zh-CN"/>
        </w:rPr>
      </w:pPr>
      <w:r w:rsidRPr="00374CBE">
        <w:rPr>
          <w:rFonts w:eastAsia="Yu Mincho"/>
          <w:lang w:eastAsia="zh-CN"/>
        </w:rPr>
        <w:t>GBR</w:t>
      </w:r>
      <w:r w:rsidRPr="00374CBE">
        <w:rPr>
          <w:rFonts w:eastAsia="Yu Mincho"/>
          <w:lang w:eastAsia="zh-CN"/>
        </w:rPr>
        <w:tab/>
        <w:t>Green, Blue, and Red component colour system in linear light domain. Same as RGB, although emphasizing that the Green component is handled as the primary colour component by some technical elements of the video coding technology</w:t>
      </w:r>
    </w:p>
    <w:p w14:paraId="2A3F5AC2" w14:textId="4C8D97DD" w:rsidR="00F021CE" w:rsidRPr="00374CBE" w:rsidRDefault="00F021CE" w:rsidP="00F965DA">
      <w:pPr>
        <w:pStyle w:val="Note1"/>
        <w:rPr>
          <w:rFonts w:eastAsia="Yu Mincho"/>
          <w:lang w:eastAsia="zh-CN"/>
        </w:rPr>
      </w:pPr>
      <w:r w:rsidRPr="00374CBE">
        <w:rPr>
          <w:rFonts w:eastAsia="Yu Mincho"/>
          <w:lang w:eastAsia="zh-CN"/>
        </w:rPr>
        <w:t>NOTE – The colour representation does not indicate the media component order in a coded representation. For example, GBR represents the same component colour system as RGB.</w:t>
      </w:r>
    </w:p>
    <w:p w14:paraId="5B89910D" w14:textId="77777777" w:rsidR="00F021CE" w:rsidRPr="00374CBE" w:rsidRDefault="00F021CE" w:rsidP="00F965DA">
      <w:pPr>
        <w:ind w:left="794" w:hanging="794"/>
        <w:rPr>
          <w:rFonts w:eastAsia="Yu Mincho"/>
          <w:lang w:eastAsia="zh-CN"/>
        </w:rPr>
      </w:pPr>
      <w:r w:rsidRPr="00374CBE">
        <w:rPr>
          <w:rFonts w:eastAsia="Yu Mincho"/>
          <w:lang w:eastAsia="zh-CN"/>
        </w:rPr>
        <w:t>G</w:t>
      </w:r>
      <w:r w:rsidRPr="00374CBE">
        <w:rPr>
          <w:rFonts w:eastAsia="Yu Mincho"/>
          <w:lang w:eastAsia="zh-CN"/>
        </w:rPr>
        <w:sym w:font="Symbol" w:char="F0A2"/>
      </w:r>
      <w:r w:rsidRPr="00374CBE">
        <w:rPr>
          <w:rFonts w:eastAsia="Yu Mincho"/>
          <w:lang w:eastAsia="zh-CN"/>
        </w:rPr>
        <w:t>B</w:t>
      </w:r>
      <w:r w:rsidRPr="00374CBE">
        <w:rPr>
          <w:rFonts w:eastAsia="Yu Mincho"/>
          <w:lang w:eastAsia="zh-CN"/>
        </w:rPr>
        <w:sym w:font="Symbol" w:char="F0A2"/>
      </w:r>
      <w:r w:rsidRPr="00374CBE">
        <w:rPr>
          <w:rFonts w:eastAsia="Yu Mincho"/>
          <w:lang w:eastAsia="zh-CN"/>
        </w:rPr>
        <w:t>R</w:t>
      </w:r>
      <w:r w:rsidRPr="00374CBE">
        <w:rPr>
          <w:rFonts w:eastAsia="Yu Mincho"/>
          <w:lang w:eastAsia="zh-CN"/>
        </w:rPr>
        <w:sym w:font="Symbol" w:char="F0A2"/>
      </w:r>
      <w:r w:rsidRPr="00374CBE">
        <w:rPr>
          <w:rFonts w:eastAsia="Yu Mincho"/>
          <w:lang w:eastAsia="zh-CN"/>
        </w:rPr>
        <w:tab/>
        <w:t>Green, Blue, and Red component colour system in a non-linear domain associated with a transfer function which maps the linear light domain to a more perceptually uniform domain. Same as R</w:t>
      </w:r>
      <w:r w:rsidRPr="00374CBE">
        <w:rPr>
          <w:rFonts w:eastAsia="Yu Mincho"/>
          <w:lang w:eastAsia="zh-CN"/>
        </w:rPr>
        <w:sym w:font="Symbol" w:char="F0A2"/>
      </w:r>
      <w:r w:rsidRPr="00374CBE">
        <w:rPr>
          <w:rFonts w:eastAsia="Yu Mincho"/>
          <w:lang w:eastAsia="zh-CN"/>
        </w:rPr>
        <w:t>G</w:t>
      </w:r>
      <w:r w:rsidRPr="00374CBE">
        <w:rPr>
          <w:rFonts w:eastAsia="Yu Mincho"/>
          <w:lang w:eastAsia="zh-CN"/>
        </w:rPr>
        <w:sym w:font="Symbol" w:char="F0A2"/>
      </w:r>
      <w:r w:rsidRPr="00374CBE">
        <w:rPr>
          <w:rFonts w:eastAsia="Yu Mincho"/>
          <w:lang w:eastAsia="zh-CN"/>
        </w:rPr>
        <w:t>B</w:t>
      </w:r>
      <w:r w:rsidRPr="00374CBE">
        <w:rPr>
          <w:rFonts w:eastAsia="Yu Mincho"/>
          <w:lang w:eastAsia="zh-CN"/>
        </w:rPr>
        <w:sym w:font="Symbol" w:char="F0A2"/>
      </w:r>
      <w:r w:rsidRPr="00374CBE">
        <w:rPr>
          <w:rFonts w:eastAsia="Yu Mincho"/>
          <w:lang w:eastAsia="zh-CN"/>
        </w:rPr>
        <w:t>, although emphasizing that the Green component is handled as the primary colour component by some technical elements of the video coding technology</w:t>
      </w:r>
    </w:p>
    <w:p w14:paraId="478E91FD" w14:textId="6F07D9A4" w:rsidR="00F021CE" w:rsidRPr="00374CBE" w:rsidRDefault="00F021CE" w:rsidP="00F965DA">
      <w:pPr>
        <w:pStyle w:val="Note1"/>
        <w:rPr>
          <w:rFonts w:eastAsia="Yu Mincho"/>
          <w:lang w:eastAsia="zh-CN"/>
        </w:rPr>
      </w:pPr>
      <w:r w:rsidRPr="00374CBE">
        <w:rPr>
          <w:rFonts w:eastAsia="Yu Mincho"/>
        </w:rPr>
        <w:t>NOTE</w:t>
      </w:r>
      <w:r w:rsidRPr="00374CBE">
        <w:rPr>
          <w:rFonts w:eastAsia="Yu Mincho"/>
          <w:lang w:eastAsia="zh-CN"/>
        </w:rPr>
        <w:t xml:space="preserve"> – The colour representation does not indicate the media component order in a coded representation. For example, G</w:t>
      </w:r>
      <w:r w:rsidRPr="00374CBE">
        <w:rPr>
          <w:rFonts w:eastAsia="Yu Mincho"/>
          <w:lang w:eastAsia="zh-CN"/>
        </w:rPr>
        <w:sym w:font="Symbol" w:char="F0A2"/>
      </w:r>
      <w:r w:rsidRPr="00374CBE">
        <w:rPr>
          <w:rFonts w:eastAsia="Yu Mincho"/>
          <w:lang w:eastAsia="zh-CN"/>
        </w:rPr>
        <w:t>B</w:t>
      </w:r>
      <w:r w:rsidRPr="00374CBE">
        <w:rPr>
          <w:rFonts w:eastAsia="Yu Mincho"/>
          <w:lang w:eastAsia="zh-CN"/>
        </w:rPr>
        <w:sym w:font="Symbol" w:char="F0A2"/>
      </w:r>
      <w:r w:rsidRPr="00374CBE">
        <w:rPr>
          <w:rFonts w:eastAsia="Yu Mincho"/>
          <w:lang w:eastAsia="zh-CN"/>
        </w:rPr>
        <w:t>R</w:t>
      </w:r>
      <w:r w:rsidRPr="00374CBE">
        <w:rPr>
          <w:rFonts w:eastAsia="Yu Mincho"/>
          <w:lang w:eastAsia="zh-CN"/>
        </w:rPr>
        <w:sym w:font="Symbol" w:char="F0A2"/>
      </w:r>
      <w:r w:rsidRPr="00374CBE">
        <w:rPr>
          <w:rFonts w:eastAsia="Yu Mincho"/>
          <w:lang w:eastAsia="zh-CN"/>
        </w:rPr>
        <w:t xml:space="preserve"> represents the same component colour system as R</w:t>
      </w:r>
      <w:r w:rsidRPr="00374CBE">
        <w:rPr>
          <w:rFonts w:eastAsia="Yu Mincho"/>
          <w:lang w:eastAsia="zh-CN"/>
        </w:rPr>
        <w:sym w:font="Symbol" w:char="F0A2"/>
      </w:r>
      <w:r w:rsidRPr="00374CBE">
        <w:rPr>
          <w:rFonts w:eastAsia="Yu Mincho"/>
          <w:lang w:eastAsia="zh-CN"/>
        </w:rPr>
        <w:t>G</w:t>
      </w:r>
      <w:r w:rsidRPr="00374CBE">
        <w:rPr>
          <w:rFonts w:eastAsia="Yu Mincho"/>
          <w:lang w:eastAsia="zh-CN"/>
        </w:rPr>
        <w:sym w:font="Symbol" w:char="F0A2"/>
      </w:r>
      <w:r w:rsidRPr="00374CBE">
        <w:rPr>
          <w:rFonts w:eastAsia="Yu Mincho"/>
          <w:lang w:eastAsia="zh-CN"/>
        </w:rPr>
        <w:t>B</w:t>
      </w:r>
      <w:r w:rsidRPr="00374CBE">
        <w:rPr>
          <w:rFonts w:eastAsia="Yu Mincho"/>
          <w:lang w:eastAsia="zh-CN"/>
        </w:rPr>
        <w:sym w:font="Symbol" w:char="F0A2"/>
      </w:r>
      <w:r w:rsidRPr="00374CBE">
        <w:rPr>
          <w:rFonts w:eastAsia="Yu Mincho"/>
          <w:lang w:eastAsia="zh-CN"/>
        </w:rPr>
        <w:t>.</w:t>
      </w:r>
    </w:p>
    <w:p w14:paraId="438370D3" w14:textId="77777777" w:rsidR="00F021CE" w:rsidRPr="00374CBE" w:rsidRDefault="00F021CE" w:rsidP="00DB07E0">
      <w:pPr>
        <w:rPr>
          <w:rFonts w:eastAsia="Yu Mincho"/>
          <w:lang w:eastAsia="zh-CN"/>
        </w:rPr>
      </w:pPr>
      <w:r w:rsidRPr="00374CBE">
        <w:rPr>
          <w:rFonts w:eastAsia="Yu Mincho"/>
          <w:lang w:eastAsia="zh-CN"/>
        </w:rPr>
        <w:t>HD</w:t>
      </w:r>
      <w:r w:rsidRPr="00374CBE">
        <w:rPr>
          <w:rFonts w:eastAsia="Yu Mincho"/>
          <w:lang w:eastAsia="zh-CN"/>
        </w:rPr>
        <w:tab/>
        <w:t>High Definition</w:t>
      </w:r>
    </w:p>
    <w:p w14:paraId="248C274B" w14:textId="77777777" w:rsidR="00F021CE" w:rsidRPr="00374CBE" w:rsidRDefault="00F021CE" w:rsidP="00DB07E0">
      <w:pPr>
        <w:rPr>
          <w:rFonts w:eastAsia="Yu Mincho"/>
          <w:lang w:eastAsia="zh-CN"/>
        </w:rPr>
      </w:pPr>
      <w:r w:rsidRPr="00374CBE">
        <w:rPr>
          <w:rFonts w:eastAsia="Yu Mincho"/>
          <w:lang w:eastAsia="zh-CN"/>
        </w:rPr>
        <w:t>HDR</w:t>
      </w:r>
      <w:r w:rsidRPr="00374CBE">
        <w:rPr>
          <w:rFonts w:eastAsia="Yu Mincho"/>
          <w:lang w:eastAsia="zh-CN"/>
        </w:rPr>
        <w:tab/>
        <w:t>High Dynamic Range</w:t>
      </w:r>
    </w:p>
    <w:p w14:paraId="2FCC3D84" w14:textId="7FC6113D" w:rsidR="00F021CE" w:rsidRPr="00374CBE" w:rsidRDefault="00F021CE" w:rsidP="00DB07E0">
      <w:pPr>
        <w:rPr>
          <w:rFonts w:eastAsia="Yu Mincho"/>
          <w:lang w:eastAsia="zh-CN"/>
        </w:rPr>
      </w:pPr>
      <w:r w:rsidRPr="00374CBE">
        <w:rPr>
          <w:rFonts w:eastAsia="Yu Mincho"/>
          <w:lang w:eastAsia="zh-CN"/>
        </w:rPr>
        <w:t>HEVC</w:t>
      </w:r>
      <w:r w:rsidRPr="00374CBE">
        <w:rPr>
          <w:rFonts w:eastAsia="Yu Mincho"/>
          <w:lang w:eastAsia="zh-CN"/>
        </w:rPr>
        <w:tab/>
        <w:t>High Efficiency Video Coding (</w:t>
      </w:r>
      <w:r w:rsidR="00D039F7" w:rsidRPr="00374CBE">
        <w:rPr>
          <w:rFonts w:eastAsia="Yu Mincho"/>
          <w:lang w:eastAsia="zh-CN"/>
        </w:rPr>
        <w:t>Rec</w:t>
      </w:r>
      <w:r w:rsidR="009C4C03">
        <w:rPr>
          <w:rFonts w:eastAsia="Yu Mincho"/>
          <w:lang w:eastAsia="zh-CN"/>
        </w:rPr>
        <w:t>.</w:t>
      </w:r>
      <w:r w:rsidRPr="00374CBE">
        <w:rPr>
          <w:rFonts w:eastAsia="Yu Mincho"/>
          <w:lang w:eastAsia="zh-CN"/>
        </w:rPr>
        <w:t xml:space="preserve"> ITU-T H.265 | ISO/IEC 23008-2)</w:t>
      </w:r>
    </w:p>
    <w:p w14:paraId="4960BF8D" w14:textId="58888E15" w:rsidR="00F021CE" w:rsidRPr="00374CBE" w:rsidRDefault="00F021CE" w:rsidP="00DB07E0">
      <w:pPr>
        <w:rPr>
          <w:rFonts w:eastAsia="Yu Mincho"/>
          <w:lang w:eastAsia="zh-CN"/>
        </w:rPr>
      </w:pPr>
      <w:r w:rsidRPr="00374CBE">
        <w:rPr>
          <w:rFonts w:eastAsia="Yu Mincho"/>
          <w:lang w:eastAsia="ja-JP"/>
        </w:rPr>
        <w:t>HLG</w:t>
      </w:r>
      <w:r w:rsidRPr="00374CBE">
        <w:rPr>
          <w:rFonts w:eastAsia="Yu Mincho"/>
          <w:lang w:eastAsia="zh-CN"/>
        </w:rPr>
        <w:tab/>
      </w:r>
      <w:r w:rsidRPr="00374CBE">
        <w:rPr>
          <w:rFonts w:eastAsia="Yu Mincho"/>
          <w:lang w:eastAsia="ja-JP"/>
        </w:rPr>
        <w:t>Hybrid Log-Gamma (</w:t>
      </w:r>
      <w:r w:rsidRPr="00374CBE">
        <w:rPr>
          <w:rFonts w:eastAsia="Yu Mincho"/>
          <w:lang w:eastAsia="zh-CN"/>
        </w:rPr>
        <w:t xml:space="preserve">as defined in </w:t>
      </w:r>
      <w:r w:rsidR="00D039F7" w:rsidRPr="00374CBE">
        <w:rPr>
          <w:rFonts w:eastAsia="Yu Mincho"/>
          <w:lang w:eastAsia="zh-CN"/>
        </w:rPr>
        <w:t>Rec</w:t>
      </w:r>
      <w:r w:rsidR="009C4C03">
        <w:rPr>
          <w:rFonts w:eastAsia="Yu Mincho"/>
          <w:lang w:eastAsia="zh-CN"/>
        </w:rPr>
        <w:t>.</w:t>
      </w:r>
      <w:r w:rsidRPr="00374CBE">
        <w:rPr>
          <w:rFonts w:eastAsia="Yu Mincho"/>
          <w:lang w:eastAsia="zh-CN"/>
        </w:rPr>
        <w:t xml:space="preserve"> ITU-R BT.2100)</w:t>
      </w:r>
    </w:p>
    <w:p w14:paraId="1FA172D2" w14:textId="66A99C71" w:rsidR="00F021CE" w:rsidRDefault="00F021CE" w:rsidP="00DB07E0">
      <w:pPr>
        <w:rPr>
          <w:ins w:id="208" w:author="Yasser Syed" w:date="2019-06-24T22:49:00Z"/>
          <w:rFonts w:eastAsia="Yu Mincho"/>
          <w:lang w:eastAsia="zh-CN"/>
        </w:rPr>
      </w:pPr>
      <w:r w:rsidRPr="00374CBE">
        <w:rPr>
          <w:rFonts w:eastAsia="Yu Mincho"/>
          <w:lang w:eastAsia="zh-CN"/>
        </w:rPr>
        <w:t>HVS</w:t>
      </w:r>
      <w:r w:rsidRPr="00374CBE">
        <w:rPr>
          <w:rFonts w:eastAsia="Yu Mincho"/>
          <w:lang w:eastAsia="zh-CN"/>
        </w:rPr>
        <w:tab/>
        <w:t>Human Visual System</w:t>
      </w:r>
    </w:p>
    <w:p w14:paraId="13E38AEC" w14:textId="4397269E" w:rsidR="00404C67" w:rsidRPr="00404C67" w:rsidRDefault="00404C67" w:rsidP="00DB07E0">
      <w:pPr>
        <w:rPr>
          <w:rFonts w:eastAsia="Yu Mincho"/>
          <w:lang w:eastAsia="zh-CN"/>
        </w:rPr>
      </w:pPr>
      <w:ins w:id="209" w:author="Yasser Syed" w:date="2019-06-24T22:49:00Z">
        <w:r>
          <w:rPr>
            <w:rFonts w:eastAsia="Yu Mincho"/>
            <w:lang w:eastAsia="zh-CN"/>
          </w:rPr>
          <w:t>IC</w:t>
        </w:r>
        <w:r w:rsidRPr="0058106C">
          <w:rPr>
            <w:rFonts w:eastAsia="Yu Mincho"/>
            <w:vertAlign w:val="subscript"/>
            <w:lang w:eastAsia="zh-CN"/>
          </w:rPr>
          <w:t>T</w:t>
        </w:r>
        <w:r>
          <w:rPr>
            <w:rFonts w:eastAsia="Yu Mincho"/>
            <w:lang w:eastAsia="zh-CN"/>
          </w:rPr>
          <w:t>C</w:t>
        </w:r>
        <w:r w:rsidRPr="0058106C">
          <w:rPr>
            <w:rFonts w:eastAsia="Yu Mincho"/>
            <w:vertAlign w:val="subscript"/>
            <w:lang w:eastAsia="zh-CN"/>
          </w:rPr>
          <w:t>P</w:t>
        </w:r>
        <w:r>
          <w:rPr>
            <w:rFonts w:eastAsia="Yu Mincho"/>
            <w:vertAlign w:val="subscript"/>
            <w:lang w:eastAsia="zh-CN"/>
          </w:rPr>
          <w:tab/>
        </w:r>
        <w:r>
          <w:rPr>
            <w:rFonts w:eastAsia="Yu Mincho"/>
            <w:lang w:eastAsia="zh-CN"/>
          </w:rPr>
          <w:t>Constant Intensity signal format (as defined in Rec. ITU-R BT.2100)</w:t>
        </w:r>
      </w:ins>
    </w:p>
    <w:p w14:paraId="0FBE99AA" w14:textId="77777777" w:rsidR="00F021CE" w:rsidRPr="00374CBE" w:rsidRDefault="00F021CE" w:rsidP="00DB07E0">
      <w:pPr>
        <w:rPr>
          <w:rFonts w:eastAsia="Yu Mincho"/>
          <w:lang w:eastAsia="zh-CN"/>
        </w:rPr>
      </w:pPr>
      <w:r w:rsidRPr="00374CBE">
        <w:rPr>
          <w:rFonts w:eastAsia="Yu Mincho"/>
          <w:lang w:eastAsia="zh-CN"/>
        </w:rPr>
        <w:t>LCD</w:t>
      </w:r>
      <w:r w:rsidRPr="00374CBE">
        <w:rPr>
          <w:rFonts w:eastAsia="Yu Mincho"/>
          <w:lang w:eastAsia="zh-CN"/>
        </w:rPr>
        <w:tab/>
        <w:t>Liquid Crystal Display</w:t>
      </w:r>
    </w:p>
    <w:p w14:paraId="1E19CB27" w14:textId="77777777" w:rsidR="00F021CE" w:rsidRPr="00374CBE" w:rsidRDefault="00F021CE" w:rsidP="00DB07E0">
      <w:pPr>
        <w:rPr>
          <w:rFonts w:eastAsia="Yu Mincho"/>
          <w:lang w:eastAsia="zh-CN"/>
        </w:rPr>
      </w:pPr>
      <w:r w:rsidRPr="00374CBE">
        <w:rPr>
          <w:rFonts w:eastAsia="Yu Mincho"/>
          <w:lang w:eastAsia="zh-CN"/>
        </w:rPr>
        <w:t>LED</w:t>
      </w:r>
      <w:r w:rsidRPr="00374CBE">
        <w:rPr>
          <w:rFonts w:eastAsia="Yu Mincho"/>
          <w:lang w:eastAsia="zh-CN"/>
        </w:rPr>
        <w:tab/>
        <w:t>Light-Emitting Diode</w:t>
      </w:r>
    </w:p>
    <w:p w14:paraId="5E935A14" w14:textId="77777777" w:rsidR="00F021CE" w:rsidRPr="00374CBE" w:rsidRDefault="00F021CE" w:rsidP="00DB07E0">
      <w:pPr>
        <w:rPr>
          <w:rFonts w:eastAsia="Yu Mincho"/>
          <w:lang w:eastAsia="zh-CN"/>
        </w:rPr>
      </w:pPr>
      <w:r w:rsidRPr="00374CBE">
        <w:rPr>
          <w:rFonts w:eastAsia="Yu Mincho"/>
          <w:lang w:eastAsia="zh-CN"/>
        </w:rPr>
        <w:t>LUT</w:t>
      </w:r>
      <w:r w:rsidRPr="00374CBE">
        <w:rPr>
          <w:rFonts w:eastAsia="Yu Mincho"/>
          <w:lang w:eastAsia="zh-CN"/>
        </w:rPr>
        <w:tab/>
        <w:t>Look-up Table</w:t>
      </w:r>
    </w:p>
    <w:p w14:paraId="55F392F9" w14:textId="77777777" w:rsidR="00F021CE" w:rsidRPr="00374CBE" w:rsidRDefault="00F021CE" w:rsidP="00DB07E0">
      <w:pPr>
        <w:rPr>
          <w:rFonts w:eastAsia="Yu Mincho"/>
          <w:lang w:eastAsia="zh-CN"/>
        </w:rPr>
      </w:pPr>
      <w:r w:rsidRPr="00374CBE">
        <w:rPr>
          <w:rFonts w:eastAsia="Yu Mincho"/>
          <w:lang w:eastAsia="zh-CN"/>
        </w:rPr>
        <w:t>MDCV</w:t>
      </w:r>
      <w:r w:rsidRPr="00374CBE">
        <w:rPr>
          <w:rFonts w:eastAsia="Yu Mincho"/>
          <w:lang w:eastAsia="zh-CN"/>
        </w:rPr>
        <w:tab/>
        <w:t>Mastering Display Colour Volume</w:t>
      </w:r>
    </w:p>
    <w:p w14:paraId="7C5A2EE6" w14:textId="77777777" w:rsidR="00F021CE" w:rsidRPr="00374CBE" w:rsidRDefault="00F021CE" w:rsidP="00DB07E0">
      <w:pPr>
        <w:rPr>
          <w:rFonts w:eastAsia="Yu Mincho"/>
          <w:lang w:eastAsia="zh-CN"/>
        </w:rPr>
      </w:pPr>
      <w:r w:rsidRPr="00374CBE">
        <w:rPr>
          <w:rFonts w:eastAsia="Yu Mincho"/>
          <w:lang w:eastAsia="zh-CN"/>
        </w:rPr>
        <w:t>MXF</w:t>
      </w:r>
      <w:r w:rsidRPr="00374CBE">
        <w:rPr>
          <w:rFonts w:eastAsia="Yu Mincho"/>
          <w:lang w:eastAsia="zh-CN"/>
        </w:rPr>
        <w:tab/>
        <w:t xml:space="preserve">Material </w:t>
      </w:r>
      <w:proofErr w:type="spellStart"/>
      <w:r w:rsidRPr="00374CBE">
        <w:rPr>
          <w:rFonts w:eastAsia="Yu Mincho"/>
          <w:lang w:eastAsia="zh-CN"/>
        </w:rPr>
        <w:t>eXchange</w:t>
      </w:r>
      <w:proofErr w:type="spellEnd"/>
      <w:r w:rsidRPr="00374CBE">
        <w:rPr>
          <w:rFonts w:eastAsia="Yu Mincho"/>
          <w:lang w:eastAsia="zh-CN"/>
        </w:rPr>
        <w:t xml:space="preserve"> Format (as defined in SMPTE ST 377-1)</w:t>
      </w:r>
    </w:p>
    <w:p w14:paraId="2AC62298" w14:textId="77777777" w:rsidR="00F021CE" w:rsidRPr="00374CBE" w:rsidRDefault="00F021CE" w:rsidP="00DB07E0">
      <w:pPr>
        <w:rPr>
          <w:rFonts w:eastAsia="Yu Mincho"/>
          <w:lang w:eastAsia="zh-CN"/>
        </w:rPr>
      </w:pPr>
      <w:r w:rsidRPr="00374CBE">
        <w:rPr>
          <w:rFonts w:eastAsia="Yu Mincho"/>
          <w:lang w:eastAsia="zh-CN"/>
        </w:rPr>
        <w:t>N/A</w:t>
      </w:r>
      <w:r w:rsidRPr="00374CBE">
        <w:rPr>
          <w:rFonts w:eastAsia="Yu Mincho"/>
          <w:lang w:eastAsia="zh-CN"/>
        </w:rPr>
        <w:tab/>
        <w:t>Not Applicable</w:t>
      </w:r>
    </w:p>
    <w:p w14:paraId="0E29F092" w14:textId="77777777" w:rsidR="00F021CE" w:rsidRPr="00374CBE" w:rsidRDefault="00F021CE" w:rsidP="00DB07E0">
      <w:pPr>
        <w:rPr>
          <w:rFonts w:eastAsia="Yu Mincho"/>
          <w:lang w:eastAsia="zh-CN"/>
        </w:rPr>
      </w:pPr>
      <w:r w:rsidRPr="00374CBE">
        <w:rPr>
          <w:rFonts w:eastAsia="Yu Mincho"/>
          <w:lang w:eastAsia="zh-CN"/>
        </w:rPr>
        <w:t>N/R</w:t>
      </w:r>
      <w:r w:rsidRPr="00374CBE">
        <w:rPr>
          <w:rFonts w:eastAsia="Yu Mincho"/>
          <w:lang w:eastAsia="zh-CN"/>
        </w:rPr>
        <w:tab/>
        <w:t>Not Required</w:t>
      </w:r>
    </w:p>
    <w:p w14:paraId="79FED239" w14:textId="1229CD21" w:rsidR="00F021CE" w:rsidRPr="00374CBE" w:rsidRDefault="00F021CE" w:rsidP="00DB07E0">
      <w:pPr>
        <w:rPr>
          <w:rFonts w:eastAsia="Yu Mincho"/>
          <w:lang w:eastAsia="zh-CN"/>
        </w:rPr>
      </w:pPr>
      <w:r w:rsidRPr="00374CBE">
        <w:rPr>
          <w:rFonts w:eastAsia="Yu Mincho"/>
          <w:lang w:eastAsia="ja-JP"/>
        </w:rPr>
        <w:t>NCG</w:t>
      </w:r>
      <w:r w:rsidRPr="00374CBE">
        <w:rPr>
          <w:rFonts w:eastAsia="Yu Mincho"/>
          <w:lang w:eastAsia="zh-CN"/>
        </w:rPr>
        <w:tab/>
        <w:t xml:space="preserve">Narrow Colour Gamut (typically as per </w:t>
      </w:r>
      <w:r w:rsidR="00D039F7" w:rsidRPr="00374CBE">
        <w:rPr>
          <w:rFonts w:eastAsia="Yu Mincho"/>
          <w:lang w:eastAsia="zh-CN"/>
        </w:rPr>
        <w:t>Rec</w:t>
      </w:r>
      <w:r w:rsidR="009C4C03">
        <w:rPr>
          <w:rFonts w:eastAsia="Yu Mincho"/>
          <w:lang w:eastAsia="zh-CN"/>
        </w:rPr>
        <w:t>.</w:t>
      </w:r>
      <w:r w:rsidRPr="00374CBE">
        <w:rPr>
          <w:rFonts w:eastAsia="Yu Mincho"/>
          <w:lang w:eastAsia="zh-CN"/>
        </w:rPr>
        <w:t xml:space="preserve"> ITU-R BT.709)</w:t>
      </w:r>
    </w:p>
    <w:p w14:paraId="3FD3D5F5" w14:textId="77777777" w:rsidR="00F021CE" w:rsidRPr="00374CBE" w:rsidRDefault="00F021CE" w:rsidP="00DB07E0">
      <w:pPr>
        <w:rPr>
          <w:rFonts w:eastAsia="Yu Mincho"/>
          <w:lang w:eastAsia="zh-CN"/>
        </w:rPr>
      </w:pPr>
      <w:r w:rsidRPr="00374CBE">
        <w:rPr>
          <w:rFonts w:eastAsia="Yu Mincho"/>
          <w:lang w:eastAsia="zh-CN"/>
        </w:rPr>
        <w:t>NCL</w:t>
      </w:r>
      <w:r w:rsidRPr="00374CBE">
        <w:rPr>
          <w:rFonts w:eastAsia="Yu Mincho"/>
          <w:lang w:eastAsia="zh-CN"/>
        </w:rPr>
        <w:tab/>
        <w:t>Non-Constant Luminance</w:t>
      </w:r>
    </w:p>
    <w:p w14:paraId="3CC3FE95" w14:textId="77777777" w:rsidR="00F021CE" w:rsidRPr="00374CBE" w:rsidRDefault="00F021CE" w:rsidP="00DB07E0">
      <w:pPr>
        <w:rPr>
          <w:rFonts w:eastAsia="Yu Mincho"/>
          <w:lang w:eastAsia="zh-CN"/>
        </w:rPr>
      </w:pPr>
      <w:r w:rsidRPr="00374CBE">
        <w:rPr>
          <w:rFonts w:eastAsia="Yu Mincho"/>
          <w:lang w:eastAsia="zh-CN"/>
        </w:rPr>
        <w:t>OLED</w:t>
      </w:r>
      <w:r w:rsidRPr="00374CBE">
        <w:rPr>
          <w:rFonts w:eastAsia="Yu Mincho"/>
          <w:lang w:eastAsia="zh-CN"/>
        </w:rPr>
        <w:tab/>
        <w:t>Organic Light-Emitting Diode</w:t>
      </w:r>
    </w:p>
    <w:p w14:paraId="460A6728" w14:textId="37D068C5" w:rsidR="00F021CE" w:rsidRPr="00374CBE" w:rsidRDefault="00F021CE" w:rsidP="00DB07E0">
      <w:pPr>
        <w:rPr>
          <w:rFonts w:eastAsia="Yu Mincho"/>
          <w:lang w:eastAsia="zh-CN"/>
        </w:rPr>
      </w:pPr>
      <w:r w:rsidRPr="00374CBE">
        <w:rPr>
          <w:rFonts w:eastAsia="Yu Mincho"/>
          <w:lang w:eastAsia="zh-CN"/>
        </w:rPr>
        <w:t>PQ</w:t>
      </w:r>
      <w:r w:rsidRPr="00374CBE">
        <w:rPr>
          <w:rFonts w:eastAsia="Yu Mincho"/>
          <w:lang w:eastAsia="zh-CN"/>
        </w:rPr>
        <w:tab/>
        <w:t xml:space="preserve">Perceptual Quantizer (as defined in </w:t>
      </w:r>
      <w:r w:rsidR="00D039F7" w:rsidRPr="00374CBE">
        <w:rPr>
          <w:rFonts w:eastAsia="Yu Mincho"/>
          <w:lang w:eastAsia="zh-CN"/>
        </w:rPr>
        <w:t>Rec</w:t>
      </w:r>
      <w:r w:rsidR="009C4C03">
        <w:rPr>
          <w:rFonts w:eastAsia="Yu Mincho"/>
          <w:lang w:eastAsia="zh-CN"/>
        </w:rPr>
        <w:t>.</w:t>
      </w:r>
      <w:r w:rsidRPr="00374CBE">
        <w:rPr>
          <w:rFonts w:eastAsia="Yu Mincho"/>
          <w:lang w:eastAsia="zh-CN"/>
        </w:rPr>
        <w:t xml:space="preserve"> ITU-R BT.2100)</w:t>
      </w:r>
    </w:p>
    <w:p w14:paraId="182438E2" w14:textId="77777777" w:rsidR="00F021CE" w:rsidRPr="00374CBE" w:rsidRDefault="00F021CE" w:rsidP="00DB07E0">
      <w:pPr>
        <w:rPr>
          <w:rFonts w:eastAsia="Yu Mincho"/>
          <w:lang w:eastAsia="zh-CN"/>
        </w:rPr>
      </w:pPr>
      <w:r w:rsidRPr="00374CBE">
        <w:rPr>
          <w:rFonts w:eastAsia="Yu Mincho"/>
          <w:lang w:eastAsia="zh-CN"/>
        </w:rPr>
        <w:t>QP</w:t>
      </w:r>
      <w:r w:rsidRPr="00374CBE">
        <w:rPr>
          <w:rFonts w:eastAsia="Yu Mincho"/>
          <w:lang w:eastAsia="zh-CN"/>
        </w:rPr>
        <w:tab/>
        <w:t>Quantization Parameter</w:t>
      </w:r>
    </w:p>
    <w:p w14:paraId="40A6F74A" w14:textId="77777777" w:rsidR="00F021CE" w:rsidRPr="00374CBE" w:rsidRDefault="00F021CE" w:rsidP="00DB07E0">
      <w:pPr>
        <w:rPr>
          <w:rFonts w:eastAsia="Yu Mincho"/>
          <w:lang w:eastAsia="zh-CN"/>
        </w:rPr>
      </w:pPr>
      <w:r w:rsidRPr="00374CBE">
        <w:rPr>
          <w:rFonts w:eastAsia="Yu Mincho"/>
          <w:lang w:eastAsia="zh-CN"/>
        </w:rPr>
        <w:t>RAPAU</w:t>
      </w:r>
      <w:r w:rsidRPr="00374CBE">
        <w:rPr>
          <w:rFonts w:eastAsia="Yu Mincho"/>
          <w:lang w:eastAsia="zh-CN"/>
        </w:rPr>
        <w:tab/>
        <w:t>Random Access Point Access Unit</w:t>
      </w:r>
    </w:p>
    <w:p w14:paraId="6069ACC5" w14:textId="77777777" w:rsidR="00F021CE" w:rsidRPr="00374CBE" w:rsidRDefault="00F021CE" w:rsidP="00DB07E0">
      <w:pPr>
        <w:rPr>
          <w:rFonts w:eastAsia="Yu Mincho"/>
          <w:lang w:eastAsia="zh-CN"/>
        </w:rPr>
      </w:pPr>
      <w:r w:rsidRPr="00374CBE">
        <w:rPr>
          <w:rFonts w:eastAsia="Yu Mincho"/>
          <w:lang w:eastAsia="zh-CN"/>
        </w:rPr>
        <w:t>RGB</w:t>
      </w:r>
      <w:r w:rsidRPr="00374CBE">
        <w:rPr>
          <w:rFonts w:eastAsia="Yu Mincho"/>
          <w:lang w:eastAsia="zh-CN"/>
        </w:rPr>
        <w:tab/>
        <w:t>Red, Green, and Blue component colour system in linear light domain</w:t>
      </w:r>
    </w:p>
    <w:p w14:paraId="5115E811" w14:textId="696ECB2D" w:rsidR="00F021CE" w:rsidRPr="00374CBE" w:rsidRDefault="00F021CE" w:rsidP="00DB07E0">
      <w:pPr>
        <w:pStyle w:val="Note1"/>
        <w:rPr>
          <w:rFonts w:eastAsia="Yu Mincho"/>
          <w:lang w:eastAsia="zh-CN"/>
        </w:rPr>
      </w:pPr>
      <w:r w:rsidRPr="00374CBE">
        <w:rPr>
          <w:rFonts w:eastAsia="Yu Mincho"/>
        </w:rPr>
        <w:t>NOTE</w:t>
      </w:r>
      <w:r w:rsidR="00314208" w:rsidRPr="00374CBE">
        <w:rPr>
          <w:rFonts w:eastAsia="Yu Mincho"/>
          <w:lang w:eastAsia="zh-CN"/>
        </w:rPr>
        <w:t xml:space="preserve"> </w:t>
      </w:r>
      <w:r w:rsidRPr="00374CBE">
        <w:rPr>
          <w:rFonts w:eastAsia="Yu Mincho"/>
          <w:lang w:eastAsia="zh-CN"/>
        </w:rPr>
        <w:t>– The colour representation does not indicate the media component order in a coded representation. For example, RGB represents the same component colour system as GBR.</w:t>
      </w:r>
    </w:p>
    <w:p w14:paraId="5074C099" w14:textId="77777777" w:rsidR="00F021CE" w:rsidRPr="00374CBE" w:rsidRDefault="00F021CE" w:rsidP="00DB07E0">
      <w:pPr>
        <w:ind w:left="794" w:hanging="794"/>
        <w:rPr>
          <w:rFonts w:eastAsia="Yu Mincho"/>
          <w:lang w:eastAsia="zh-CN"/>
        </w:rPr>
      </w:pPr>
      <w:r w:rsidRPr="00374CBE">
        <w:rPr>
          <w:rFonts w:eastAsia="Yu Mincho"/>
          <w:lang w:eastAsia="zh-CN"/>
        </w:rPr>
        <w:t>R</w:t>
      </w:r>
      <w:r w:rsidRPr="00374CBE">
        <w:rPr>
          <w:rFonts w:eastAsia="Yu Mincho"/>
          <w:lang w:eastAsia="zh-CN"/>
        </w:rPr>
        <w:sym w:font="Symbol" w:char="F0A2"/>
      </w:r>
      <w:r w:rsidRPr="00374CBE">
        <w:rPr>
          <w:rFonts w:eastAsia="Yu Mincho"/>
          <w:lang w:eastAsia="zh-CN"/>
        </w:rPr>
        <w:t>G</w:t>
      </w:r>
      <w:r w:rsidRPr="00374CBE">
        <w:rPr>
          <w:rFonts w:eastAsia="Yu Mincho"/>
          <w:lang w:eastAsia="zh-CN"/>
        </w:rPr>
        <w:sym w:font="Symbol" w:char="F0A2"/>
      </w:r>
      <w:r w:rsidRPr="00374CBE">
        <w:rPr>
          <w:rFonts w:eastAsia="Yu Mincho"/>
          <w:lang w:eastAsia="zh-CN"/>
        </w:rPr>
        <w:t>B</w:t>
      </w:r>
      <w:r w:rsidRPr="00374CBE">
        <w:rPr>
          <w:rFonts w:eastAsia="Yu Mincho"/>
          <w:lang w:eastAsia="zh-CN"/>
        </w:rPr>
        <w:sym w:font="Symbol" w:char="F0A2"/>
      </w:r>
      <w:r w:rsidRPr="00374CBE">
        <w:rPr>
          <w:rFonts w:eastAsia="Yu Mincho"/>
          <w:lang w:eastAsia="zh-CN"/>
        </w:rPr>
        <w:tab/>
        <w:t>Red, Green, and Blue component colour system in a non-linear domain associated with a transfer function which maps the linear light domain to a more perceptually uniform domain</w:t>
      </w:r>
    </w:p>
    <w:p w14:paraId="2A0D810E" w14:textId="5A75663F" w:rsidR="00F021CE" w:rsidRPr="00374CBE" w:rsidRDefault="00F021CE" w:rsidP="00DB07E0">
      <w:pPr>
        <w:pStyle w:val="Note1"/>
        <w:rPr>
          <w:rFonts w:eastAsia="Yu Mincho"/>
          <w:lang w:eastAsia="zh-CN"/>
        </w:rPr>
      </w:pPr>
      <w:r w:rsidRPr="00374CBE">
        <w:rPr>
          <w:rFonts w:eastAsia="Yu Mincho"/>
          <w:lang w:eastAsia="zh-CN"/>
        </w:rPr>
        <w:t>NOTE – The colour representation does not indicate the media component order in a coded representation. For example, R</w:t>
      </w:r>
      <w:r w:rsidRPr="00374CBE">
        <w:rPr>
          <w:rFonts w:eastAsia="Yu Mincho"/>
          <w:lang w:eastAsia="zh-CN"/>
        </w:rPr>
        <w:sym w:font="Symbol" w:char="F0A2"/>
      </w:r>
      <w:r w:rsidRPr="00374CBE">
        <w:rPr>
          <w:rFonts w:eastAsia="Yu Mincho"/>
          <w:lang w:eastAsia="zh-CN"/>
        </w:rPr>
        <w:t>G</w:t>
      </w:r>
      <w:r w:rsidRPr="00374CBE">
        <w:rPr>
          <w:rFonts w:eastAsia="Yu Mincho"/>
          <w:lang w:eastAsia="zh-CN"/>
        </w:rPr>
        <w:sym w:font="Symbol" w:char="F0A2"/>
      </w:r>
      <w:r w:rsidRPr="00374CBE">
        <w:rPr>
          <w:rFonts w:eastAsia="Yu Mincho"/>
          <w:lang w:eastAsia="zh-CN"/>
        </w:rPr>
        <w:t>B</w:t>
      </w:r>
      <w:r w:rsidRPr="00374CBE">
        <w:rPr>
          <w:rFonts w:eastAsia="Yu Mincho"/>
          <w:lang w:eastAsia="zh-CN"/>
        </w:rPr>
        <w:sym w:font="Symbol" w:char="F0A2"/>
      </w:r>
      <w:r w:rsidRPr="00374CBE">
        <w:rPr>
          <w:rFonts w:eastAsia="Yu Mincho"/>
          <w:lang w:eastAsia="zh-CN"/>
        </w:rPr>
        <w:t xml:space="preserve"> represents the same component colour system as G</w:t>
      </w:r>
      <w:r w:rsidRPr="00374CBE">
        <w:rPr>
          <w:rFonts w:eastAsia="Yu Mincho"/>
          <w:lang w:eastAsia="zh-CN"/>
        </w:rPr>
        <w:sym w:font="Symbol" w:char="F0A2"/>
      </w:r>
      <w:r w:rsidRPr="00374CBE">
        <w:rPr>
          <w:rFonts w:eastAsia="Yu Mincho"/>
          <w:lang w:eastAsia="zh-CN"/>
        </w:rPr>
        <w:t>B</w:t>
      </w:r>
      <w:r w:rsidRPr="00374CBE">
        <w:rPr>
          <w:rFonts w:eastAsia="Yu Mincho"/>
          <w:lang w:eastAsia="zh-CN"/>
        </w:rPr>
        <w:sym w:font="Symbol" w:char="F0A2"/>
      </w:r>
      <w:r w:rsidRPr="00374CBE">
        <w:rPr>
          <w:rFonts w:eastAsia="Yu Mincho"/>
          <w:lang w:eastAsia="zh-CN"/>
        </w:rPr>
        <w:t>R</w:t>
      </w:r>
      <w:r w:rsidRPr="00374CBE">
        <w:rPr>
          <w:rFonts w:eastAsia="Yu Mincho"/>
          <w:lang w:eastAsia="zh-CN"/>
        </w:rPr>
        <w:sym w:font="Symbol" w:char="F0A2"/>
      </w:r>
      <w:r w:rsidRPr="00374CBE">
        <w:rPr>
          <w:rFonts w:eastAsia="Yu Mincho"/>
          <w:lang w:eastAsia="zh-CN"/>
        </w:rPr>
        <w:t>.</w:t>
      </w:r>
    </w:p>
    <w:p w14:paraId="631CB6E6" w14:textId="77777777" w:rsidR="00F021CE" w:rsidRPr="00374CBE" w:rsidRDefault="00F021CE" w:rsidP="00DB07E0">
      <w:pPr>
        <w:ind w:left="794" w:hanging="794"/>
        <w:rPr>
          <w:rFonts w:eastAsia="Yu Mincho"/>
          <w:lang w:eastAsia="zh-CN"/>
        </w:rPr>
      </w:pPr>
      <w:r w:rsidRPr="00374CBE">
        <w:rPr>
          <w:rFonts w:eastAsia="Yu Mincho"/>
          <w:lang w:eastAsia="zh-CN"/>
        </w:rPr>
        <w:t>SD</w:t>
      </w:r>
      <w:r w:rsidRPr="00374CBE">
        <w:rPr>
          <w:rFonts w:eastAsia="Yu Mincho"/>
          <w:lang w:eastAsia="zh-CN"/>
        </w:rPr>
        <w:tab/>
        <w:t>Standard Definition</w:t>
      </w:r>
    </w:p>
    <w:p w14:paraId="5FA173F6" w14:textId="77777777" w:rsidR="00F021CE" w:rsidRPr="00374CBE" w:rsidRDefault="00F021CE" w:rsidP="00DB07E0">
      <w:pPr>
        <w:ind w:left="794" w:hanging="794"/>
        <w:rPr>
          <w:rFonts w:eastAsia="Yu Mincho"/>
          <w:lang w:eastAsia="zh-CN"/>
        </w:rPr>
      </w:pPr>
      <w:r w:rsidRPr="00374CBE">
        <w:rPr>
          <w:rFonts w:eastAsia="Yu Mincho"/>
          <w:lang w:eastAsia="zh-CN"/>
        </w:rPr>
        <w:t>SDR</w:t>
      </w:r>
      <w:r w:rsidRPr="00374CBE">
        <w:rPr>
          <w:rFonts w:eastAsia="Yu Mincho"/>
          <w:lang w:eastAsia="zh-CN"/>
        </w:rPr>
        <w:tab/>
        <w:t>Standard Dynamic Range</w:t>
      </w:r>
    </w:p>
    <w:p w14:paraId="4FEA9F79" w14:textId="77777777" w:rsidR="00F021CE" w:rsidRPr="00374CBE" w:rsidRDefault="00F021CE" w:rsidP="00DB07E0">
      <w:pPr>
        <w:ind w:left="794" w:hanging="794"/>
        <w:rPr>
          <w:rFonts w:eastAsia="Yu Mincho"/>
          <w:lang w:eastAsia="zh-CN"/>
        </w:rPr>
      </w:pPr>
      <w:r w:rsidRPr="00374CBE">
        <w:rPr>
          <w:rFonts w:eastAsia="Yu Mincho"/>
          <w:lang w:eastAsia="zh-CN"/>
        </w:rPr>
        <w:t>SEI</w:t>
      </w:r>
      <w:r w:rsidRPr="00374CBE">
        <w:rPr>
          <w:rFonts w:eastAsia="Yu Mincho"/>
          <w:lang w:eastAsia="zh-CN"/>
        </w:rPr>
        <w:tab/>
        <w:t>Supplemental Enhancement Information</w:t>
      </w:r>
    </w:p>
    <w:p w14:paraId="76F4CF81" w14:textId="77777777" w:rsidR="00F021CE" w:rsidRPr="00374CBE" w:rsidRDefault="00F021CE" w:rsidP="00DB07E0">
      <w:pPr>
        <w:ind w:left="794" w:hanging="794"/>
        <w:rPr>
          <w:rFonts w:eastAsia="Yu Mincho"/>
          <w:lang w:eastAsia="zh-CN"/>
        </w:rPr>
      </w:pPr>
      <w:r w:rsidRPr="00374CBE">
        <w:rPr>
          <w:rFonts w:eastAsia="Yu Mincho"/>
          <w:lang w:eastAsia="zh-CN"/>
        </w:rPr>
        <w:lastRenderedPageBreak/>
        <w:t>OETF</w:t>
      </w:r>
      <w:r w:rsidRPr="00374CBE">
        <w:rPr>
          <w:rFonts w:eastAsia="Yu Mincho"/>
          <w:lang w:eastAsia="zh-CN"/>
        </w:rPr>
        <w:tab/>
        <w:t>Opto-Electrical Transfer Function</w:t>
      </w:r>
    </w:p>
    <w:p w14:paraId="28C96CF1" w14:textId="77777777" w:rsidR="00F021CE" w:rsidRPr="00374CBE" w:rsidRDefault="00F021CE" w:rsidP="00DB07E0">
      <w:pPr>
        <w:ind w:left="794" w:hanging="794"/>
        <w:rPr>
          <w:rFonts w:eastAsia="Yu Mincho"/>
          <w:lang w:eastAsia="zh-CN"/>
        </w:rPr>
      </w:pPr>
      <w:r w:rsidRPr="00374CBE">
        <w:rPr>
          <w:rFonts w:eastAsia="Yu Mincho"/>
          <w:lang w:eastAsia="zh-CN"/>
        </w:rPr>
        <w:t>OOTF</w:t>
      </w:r>
      <w:r w:rsidRPr="00374CBE">
        <w:rPr>
          <w:rFonts w:eastAsia="Yu Mincho"/>
          <w:lang w:eastAsia="zh-CN"/>
        </w:rPr>
        <w:tab/>
        <w:t>Opto-Optical Transfer Function</w:t>
      </w:r>
    </w:p>
    <w:p w14:paraId="526534BD" w14:textId="77777777" w:rsidR="00F021CE" w:rsidRPr="00374CBE" w:rsidRDefault="00F021CE" w:rsidP="00DB07E0">
      <w:pPr>
        <w:ind w:left="794" w:hanging="794"/>
        <w:rPr>
          <w:rFonts w:eastAsia="Yu Mincho"/>
          <w:lang w:eastAsia="zh-CN"/>
        </w:rPr>
      </w:pPr>
      <w:r w:rsidRPr="00374CBE">
        <w:rPr>
          <w:rFonts w:eastAsia="Yu Mincho"/>
          <w:lang w:eastAsia="zh-CN"/>
        </w:rPr>
        <w:t>UHD</w:t>
      </w:r>
      <w:r w:rsidRPr="00374CBE">
        <w:rPr>
          <w:rFonts w:eastAsia="Yu Mincho"/>
          <w:lang w:eastAsia="zh-CN"/>
        </w:rPr>
        <w:tab/>
        <w:t>Ultra High Definition</w:t>
      </w:r>
    </w:p>
    <w:p w14:paraId="0FA512AD" w14:textId="2D75FFDA" w:rsidR="00F021CE" w:rsidRPr="00374CBE" w:rsidRDefault="00F021CE" w:rsidP="00DB07E0">
      <w:pPr>
        <w:ind w:left="794" w:hanging="794"/>
        <w:rPr>
          <w:rFonts w:eastAsia="Yu Mincho"/>
          <w:lang w:eastAsia="zh-CN"/>
        </w:rPr>
      </w:pPr>
      <w:r w:rsidRPr="00374CBE">
        <w:rPr>
          <w:rFonts w:eastAsia="Yu Mincho"/>
          <w:lang w:eastAsia="zh-CN"/>
        </w:rPr>
        <w:t>UL</w:t>
      </w:r>
      <w:r w:rsidRPr="00374CBE">
        <w:rPr>
          <w:rFonts w:eastAsia="Yu Mincho"/>
          <w:lang w:eastAsia="zh-CN"/>
        </w:rPr>
        <w:tab/>
      </w:r>
      <w:r w:rsidR="00AC78D8" w:rsidRPr="00374CBE">
        <w:rPr>
          <w:rFonts w:eastAsia="Yu Mincho"/>
          <w:lang w:eastAsia="zh-CN"/>
        </w:rPr>
        <w:t xml:space="preserve">Universal Label (as defined in </w:t>
      </w:r>
      <w:r w:rsidRPr="00374CBE">
        <w:rPr>
          <w:rFonts w:eastAsia="Yu Mincho"/>
          <w:lang w:eastAsia="zh-CN"/>
        </w:rPr>
        <w:t>SMPTE ST 377-1)</w:t>
      </w:r>
    </w:p>
    <w:p w14:paraId="4ACA2C6C" w14:textId="77777777" w:rsidR="00F021CE" w:rsidRPr="00374CBE" w:rsidRDefault="00F021CE" w:rsidP="00DB07E0">
      <w:pPr>
        <w:ind w:left="794" w:hanging="794"/>
        <w:rPr>
          <w:rFonts w:eastAsia="Yu Mincho"/>
          <w:lang w:eastAsia="zh-CN"/>
        </w:rPr>
      </w:pPr>
      <w:r w:rsidRPr="00374CBE">
        <w:rPr>
          <w:rFonts w:eastAsia="Yu Mincho"/>
          <w:lang w:eastAsia="zh-CN"/>
        </w:rPr>
        <w:t>VUI</w:t>
      </w:r>
      <w:r w:rsidRPr="00374CBE">
        <w:rPr>
          <w:rFonts w:eastAsia="Yu Mincho"/>
          <w:lang w:eastAsia="zh-CN"/>
        </w:rPr>
        <w:tab/>
        <w:t>Video Usability Information (a sequence-level syntax structure in HEVC and AVC bitstreams)</w:t>
      </w:r>
    </w:p>
    <w:p w14:paraId="49170034" w14:textId="7A10684A" w:rsidR="00F021CE" w:rsidRPr="00374CBE" w:rsidRDefault="00F021CE" w:rsidP="00DB07E0">
      <w:pPr>
        <w:ind w:left="794" w:hanging="794"/>
        <w:rPr>
          <w:rFonts w:eastAsia="Yu Mincho"/>
          <w:lang w:eastAsia="zh-CN"/>
        </w:rPr>
      </w:pPr>
      <w:r w:rsidRPr="00374CBE">
        <w:rPr>
          <w:rFonts w:eastAsia="Yu Mincho"/>
          <w:lang w:eastAsia="zh-CN"/>
        </w:rPr>
        <w:t>WCG</w:t>
      </w:r>
      <w:r w:rsidRPr="00374CBE">
        <w:rPr>
          <w:rFonts w:eastAsia="Yu Mincho"/>
          <w:lang w:eastAsia="zh-CN"/>
        </w:rPr>
        <w:tab/>
        <w:t xml:space="preserve">Wide Colour Gamut </w:t>
      </w:r>
      <w:r w:rsidRPr="00374CBE">
        <w:rPr>
          <w:rFonts w:eastAsia="Yu Mincho"/>
          <w:lang w:eastAsia="ja-JP"/>
        </w:rPr>
        <w:t>(</w:t>
      </w:r>
      <w:r w:rsidRPr="00374CBE">
        <w:rPr>
          <w:rFonts w:eastAsia="Yu Mincho"/>
          <w:lang w:eastAsia="zh-CN"/>
        </w:rPr>
        <w:t xml:space="preserve">a gamut substantially wider than the gamut conveyed by </w:t>
      </w:r>
      <w:r w:rsidR="00D039F7" w:rsidRPr="00374CBE">
        <w:rPr>
          <w:rFonts w:eastAsia="Yu Mincho"/>
          <w:lang w:eastAsia="zh-CN"/>
        </w:rPr>
        <w:t>Recommendation</w:t>
      </w:r>
      <w:r w:rsidRPr="00374CBE">
        <w:rPr>
          <w:rFonts w:eastAsia="Yu Mincho"/>
          <w:lang w:eastAsia="zh-CN"/>
        </w:rPr>
        <w:t xml:space="preserve"> ITU-R BT.709, e.g., as per </w:t>
      </w:r>
      <w:r w:rsidR="00D039F7" w:rsidRPr="00374CBE">
        <w:rPr>
          <w:rFonts w:eastAsia="Yu Mincho"/>
          <w:lang w:eastAsia="zh-CN"/>
        </w:rPr>
        <w:t>Recommendation</w:t>
      </w:r>
      <w:r w:rsidRPr="00374CBE">
        <w:rPr>
          <w:rFonts w:eastAsia="Yu Mincho"/>
          <w:lang w:eastAsia="zh-CN"/>
        </w:rPr>
        <w:t xml:space="preserve"> ITU-R BT.2020 or </w:t>
      </w:r>
      <w:r w:rsidR="00D039F7" w:rsidRPr="00374CBE">
        <w:rPr>
          <w:rFonts w:eastAsia="Yu Mincho"/>
          <w:lang w:eastAsia="zh-CN"/>
        </w:rPr>
        <w:t>Recommendation</w:t>
      </w:r>
      <w:r w:rsidRPr="00374CBE">
        <w:rPr>
          <w:rFonts w:eastAsia="Yu Mincho"/>
          <w:lang w:eastAsia="zh-CN"/>
        </w:rPr>
        <w:t xml:space="preserve"> ITU-R BT.2100)</w:t>
      </w:r>
    </w:p>
    <w:p w14:paraId="126FA3FC" w14:textId="77777777" w:rsidR="00F021CE" w:rsidRPr="00374CBE" w:rsidRDefault="00F021CE" w:rsidP="00DB07E0">
      <w:pPr>
        <w:ind w:left="794" w:hanging="794"/>
        <w:rPr>
          <w:rFonts w:eastAsia="Yu Mincho"/>
          <w:lang w:eastAsia="zh-CN"/>
        </w:rPr>
      </w:pPr>
      <w:r w:rsidRPr="00374CBE">
        <w:rPr>
          <w:rFonts w:eastAsia="Yu Mincho"/>
          <w:lang w:eastAsia="zh-CN"/>
        </w:rPr>
        <w:t>XYZ</w:t>
      </w:r>
      <w:r w:rsidRPr="00374CBE">
        <w:rPr>
          <w:rFonts w:eastAsia="Yu Mincho"/>
          <w:lang w:eastAsia="zh-CN"/>
        </w:rPr>
        <w:tab/>
        <w:t>The CIE 1931 colour space (wherein Y corresponds to the luminance signal)</w:t>
      </w:r>
    </w:p>
    <w:p w14:paraId="5FF2ACE6" w14:textId="77777777" w:rsidR="00F021CE" w:rsidRPr="00374CBE" w:rsidRDefault="00F021CE" w:rsidP="009C4C03">
      <w:pPr>
        <w:ind w:left="794" w:hanging="794"/>
        <w:rPr>
          <w:rFonts w:eastAsia="Yu Mincho"/>
          <w:lang w:eastAsia="zh-CN"/>
        </w:rPr>
      </w:pPr>
      <w:proofErr w:type="spellStart"/>
      <w:r w:rsidRPr="00374CBE">
        <w:rPr>
          <w:rFonts w:eastAsia="Yu Mincho"/>
          <w:lang w:eastAsia="zh-CN"/>
        </w:rPr>
        <w:t>Y′CbCr</w:t>
      </w:r>
      <w:proofErr w:type="spellEnd"/>
      <w:r w:rsidRPr="00374CBE">
        <w:rPr>
          <w:rFonts w:eastAsia="Yu Mincho"/>
          <w:lang w:eastAsia="zh-CN"/>
        </w:rPr>
        <w:tab/>
        <w:t>Luma (Y′), chroma blue (</w:t>
      </w:r>
      <w:proofErr w:type="spellStart"/>
      <w:r w:rsidRPr="00374CBE">
        <w:rPr>
          <w:rFonts w:eastAsia="Yu Mincho"/>
          <w:lang w:eastAsia="zh-CN"/>
        </w:rPr>
        <w:t>Cb</w:t>
      </w:r>
      <w:proofErr w:type="spellEnd"/>
      <w:r w:rsidRPr="00374CBE">
        <w:rPr>
          <w:rFonts w:eastAsia="Yu Mincho"/>
          <w:lang w:eastAsia="zh-CN"/>
        </w:rPr>
        <w:t>) and chroma red (Cr) colour representation defined by a matrix transformation relationship to an R′G′B′ colour system</w:t>
      </w:r>
    </w:p>
    <w:p w14:paraId="7BDFCFCA" w14:textId="4A6C74B8" w:rsidR="00F021CE" w:rsidRPr="00374CBE" w:rsidRDefault="00F021CE" w:rsidP="00DB07E0">
      <w:pPr>
        <w:pStyle w:val="Note1"/>
        <w:rPr>
          <w:rFonts w:eastAsia="Yu Mincho"/>
          <w:lang w:eastAsia="zh-CN"/>
        </w:rPr>
      </w:pPr>
      <w:r w:rsidRPr="00374CBE">
        <w:rPr>
          <w:rFonts w:eastAsia="Yu Mincho"/>
          <w:lang w:eastAsia="zh-CN"/>
        </w:rPr>
        <w:t>NOTE</w:t>
      </w:r>
      <w:r w:rsidR="00314208" w:rsidRPr="00374CBE">
        <w:rPr>
          <w:rFonts w:eastAsia="Yu Mincho"/>
          <w:lang w:eastAsia="zh-CN"/>
        </w:rPr>
        <w:t xml:space="preserve"> </w:t>
      </w:r>
      <w:r w:rsidRPr="00374CBE">
        <w:rPr>
          <w:rFonts w:eastAsia="Yu Mincho"/>
          <w:lang w:eastAsia="zh-CN"/>
        </w:rPr>
        <w:t xml:space="preserve">– A </w:t>
      </w:r>
      <w:proofErr w:type="spellStart"/>
      <w:r w:rsidRPr="00374CBE">
        <w:rPr>
          <w:rFonts w:eastAsia="Yu Mincho"/>
          <w:lang w:eastAsia="zh-CN"/>
        </w:rPr>
        <w:t>Y′CbCr</w:t>
      </w:r>
      <w:proofErr w:type="spellEnd"/>
      <w:r w:rsidRPr="00374CBE">
        <w:rPr>
          <w:rFonts w:eastAsia="Yu Mincho"/>
          <w:lang w:eastAsia="zh-CN"/>
        </w:rPr>
        <w:t xml:space="preserve"> representation is commonly used for video/image distribution as a way of encoding RGB information. Such a representation is also commonly expressed as </w:t>
      </w:r>
      <w:proofErr w:type="spellStart"/>
      <w:r w:rsidRPr="00374CBE">
        <w:rPr>
          <w:rFonts w:eastAsia="Yu Mincho"/>
          <w:lang w:eastAsia="zh-CN"/>
        </w:rPr>
        <w:t>YCbCr</w:t>
      </w:r>
      <w:proofErr w:type="spellEnd"/>
      <w:r w:rsidRPr="00374CBE">
        <w:rPr>
          <w:rFonts w:eastAsia="Yu Mincho"/>
          <w:lang w:eastAsia="zh-CN"/>
        </w:rPr>
        <w:t>, Y′C</w:t>
      </w:r>
      <w:r w:rsidRPr="00374CBE">
        <w:rPr>
          <w:rFonts w:eastAsia="Yu Mincho"/>
          <w:vertAlign w:val="subscript"/>
          <w:lang w:eastAsia="zh-CN"/>
        </w:rPr>
        <w:t>B</w:t>
      </w:r>
      <w:r w:rsidRPr="00374CBE">
        <w:rPr>
          <w:rFonts w:eastAsia="Yu Mincho"/>
          <w:lang w:eastAsia="zh-CN"/>
        </w:rPr>
        <w:t>C</w:t>
      </w:r>
      <w:r w:rsidRPr="00374CBE">
        <w:rPr>
          <w:rFonts w:eastAsia="Yu Mincho"/>
          <w:vertAlign w:val="subscript"/>
          <w:lang w:eastAsia="zh-CN"/>
        </w:rPr>
        <w:t>R</w:t>
      </w:r>
      <w:r w:rsidRPr="00374CBE">
        <w:rPr>
          <w:rFonts w:eastAsia="Yu Mincho"/>
          <w:lang w:eastAsia="zh-CN"/>
        </w:rPr>
        <w:t>, or Y′C′</w:t>
      </w:r>
      <w:r w:rsidRPr="00374CBE">
        <w:rPr>
          <w:rFonts w:eastAsia="Yu Mincho"/>
          <w:vertAlign w:val="subscript"/>
          <w:lang w:eastAsia="zh-CN"/>
        </w:rPr>
        <w:t>B</w:t>
      </w:r>
      <w:r w:rsidRPr="00374CBE">
        <w:rPr>
          <w:rFonts w:eastAsia="Yu Mincho"/>
          <w:lang w:eastAsia="zh-CN"/>
        </w:rPr>
        <w:t>C′</w:t>
      </w:r>
      <w:r w:rsidRPr="00374CBE">
        <w:rPr>
          <w:rFonts w:eastAsia="Yu Mincho"/>
          <w:vertAlign w:val="subscript"/>
          <w:lang w:eastAsia="zh-CN"/>
        </w:rPr>
        <w:t>R</w:t>
      </w:r>
      <w:r w:rsidRPr="00374CBE">
        <w:rPr>
          <w:rFonts w:eastAsia="Yu Mincho"/>
          <w:lang w:eastAsia="zh-CN"/>
        </w:rPr>
        <w:t xml:space="preserve">, and can also be known as YUV in some documents. The relationship between </w:t>
      </w:r>
      <w:proofErr w:type="spellStart"/>
      <w:r w:rsidRPr="00374CBE">
        <w:rPr>
          <w:rFonts w:eastAsia="Yu Mincho"/>
          <w:lang w:eastAsia="zh-CN"/>
        </w:rPr>
        <w:t>Y′CbCr</w:t>
      </w:r>
      <w:proofErr w:type="spellEnd"/>
      <w:r w:rsidRPr="00374CBE">
        <w:rPr>
          <w:rFonts w:eastAsia="Yu Mincho"/>
          <w:lang w:eastAsia="zh-CN"/>
        </w:rPr>
        <w:t xml:space="preserve"> and R′G′B′ considered in this document is defined </w:t>
      </w:r>
      <w:r w:rsidRPr="00374CBE">
        <w:rPr>
          <w:rFonts w:eastAsia="Yu Mincho"/>
          <w:color w:val="000000"/>
          <w:lang w:eastAsia="zh-CN"/>
        </w:rPr>
        <w:t>by matrix coefficients specified</w:t>
      </w:r>
      <w:r w:rsidRPr="00374CBE">
        <w:rPr>
          <w:rFonts w:eastAsia="Yu Mincho"/>
          <w:lang w:eastAsia="zh-CN"/>
        </w:rPr>
        <w:t xml:space="preserve"> </w:t>
      </w:r>
      <w:r w:rsidRPr="00374CBE">
        <w:rPr>
          <w:rFonts w:eastAsia="Yu Mincho"/>
          <w:color w:val="000000"/>
          <w:lang w:eastAsia="zh-CN"/>
        </w:rPr>
        <w:t xml:space="preserve">in </w:t>
      </w:r>
      <w:r w:rsidR="00D039F7" w:rsidRPr="00374CBE">
        <w:rPr>
          <w:rFonts w:eastAsia="Yu Mincho"/>
          <w:color w:val="000000"/>
          <w:lang w:eastAsia="zh-CN"/>
        </w:rPr>
        <w:t>Recommendation</w:t>
      </w:r>
      <w:r w:rsidRPr="00374CBE">
        <w:rPr>
          <w:rFonts w:eastAsia="Yu Mincho"/>
          <w:color w:val="000000"/>
          <w:lang w:eastAsia="zh-CN"/>
        </w:rPr>
        <w:t xml:space="preserve"> ITU</w:t>
      </w:r>
      <w:r w:rsidR="00AC78D8" w:rsidRPr="00374CBE">
        <w:rPr>
          <w:rFonts w:eastAsia="Yu Mincho"/>
          <w:color w:val="000000"/>
          <w:lang w:eastAsia="zh-CN"/>
        </w:rPr>
        <w:noBreakHyphen/>
      </w:r>
      <w:r w:rsidRPr="00374CBE">
        <w:rPr>
          <w:rFonts w:eastAsia="Yu Mincho"/>
          <w:color w:val="000000"/>
          <w:lang w:eastAsia="zh-CN"/>
        </w:rPr>
        <w:t xml:space="preserve">R BT.601, </w:t>
      </w:r>
      <w:r w:rsidR="00D039F7" w:rsidRPr="00374CBE">
        <w:rPr>
          <w:rFonts w:eastAsia="Yu Mincho"/>
          <w:color w:val="000000"/>
          <w:lang w:eastAsia="zh-CN"/>
        </w:rPr>
        <w:t>Recommendation</w:t>
      </w:r>
      <w:r w:rsidRPr="00374CBE">
        <w:rPr>
          <w:rFonts w:eastAsia="Yu Mincho"/>
          <w:color w:val="000000"/>
          <w:lang w:eastAsia="zh-CN"/>
        </w:rPr>
        <w:t xml:space="preserve"> ITU-R BT.709, </w:t>
      </w:r>
      <w:r w:rsidR="00D039F7" w:rsidRPr="00374CBE">
        <w:rPr>
          <w:rFonts w:eastAsia="Yu Mincho"/>
          <w:color w:val="000000"/>
          <w:lang w:eastAsia="zh-CN"/>
        </w:rPr>
        <w:t>Recommendation</w:t>
      </w:r>
      <w:r w:rsidRPr="00374CBE">
        <w:rPr>
          <w:rFonts w:eastAsia="Yu Mincho"/>
          <w:color w:val="000000"/>
          <w:lang w:eastAsia="zh-CN"/>
        </w:rPr>
        <w:t xml:space="preserve"> ITU-R BT.2020 or </w:t>
      </w:r>
      <w:r w:rsidR="00D039F7" w:rsidRPr="00374CBE">
        <w:rPr>
          <w:rFonts w:eastAsia="Yu Mincho"/>
          <w:color w:val="000000"/>
          <w:lang w:eastAsia="zh-CN"/>
        </w:rPr>
        <w:t>Recommendation</w:t>
      </w:r>
      <w:r w:rsidRPr="00374CBE">
        <w:rPr>
          <w:rFonts w:eastAsia="Yu Mincho"/>
          <w:color w:val="000000"/>
          <w:lang w:eastAsia="zh-CN"/>
        </w:rPr>
        <w:t xml:space="preserve"> ITU</w:t>
      </w:r>
      <w:r w:rsidR="009C4C03">
        <w:rPr>
          <w:rFonts w:eastAsia="Yu Mincho"/>
          <w:color w:val="000000"/>
          <w:lang w:eastAsia="zh-CN"/>
        </w:rPr>
        <w:noBreakHyphen/>
      </w:r>
      <w:r w:rsidRPr="00374CBE">
        <w:rPr>
          <w:rFonts w:eastAsia="Yu Mincho"/>
          <w:color w:val="000000"/>
          <w:lang w:eastAsia="zh-CN"/>
        </w:rPr>
        <w:t xml:space="preserve">R BT.2100. </w:t>
      </w:r>
      <w:r w:rsidRPr="00374CBE">
        <w:rPr>
          <w:rFonts w:eastAsia="Yu Mincho"/>
          <w:lang w:eastAsia="zh-CN"/>
        </w:rPr>
        <w:t>Unlike the CIE-Y component in the linear-light XYZ representation, the non-linear, the approximately perceptual uniform Y′ in this representation might not be representing true luminance, regardless of the transfer function.</w:t>
      </w:r>
    </w:p>
    <w:p w14:paraId="49C199A3" w14:textId="02F96F8E" w:rsidR="00D909B6" w:rsidRPr="00374CBE" w:rsidRDefault="00AC78D8" w:rsidP="001F05F0">
      <w:pPr>
        <w:pStyle w:val="Heading1"/>
      </w:pPr>
      <w:bookmarkStart w:id="210" w:name="_Toc5880038"/>
      <w:bookmarkStart w:id="211" w:name="_Toc7091309"/>
      <w:r w:rsidRPr="00374CBE">
        <w:t>5</w:t>
      </w:r>
      <w:r w:rsidRPr="00374CBE">
        <w:tab/>
      </w:r>
      <w:r w:rsidR="000B27E9" w:rsidRPr="00374CBE">
        <w:t>Overview</w:t>
      </w:r>
      <w:bookmarkEnd w:id="210"/>
      <w:bookmarkEnd w:id="211"/>
    </w:p>
    <w:p w14:paraId="232FE426" w14:textId="77777777" w:rsidR="008E4BF5" w:rsidRPr="00374CBE" w:rsidRDefault="007F1483" w:rsidP="00DB07E0">
      <w:bookmarkStart w:id="212" w:name="IntroParagraphs"/>
      <w:r w:rsidRPr="00374CBE">
        <w:t xml:space="preserve">This document </w:t>
      </w:r>
      <w:r w:rsidR="008E4BF5" w:rsidRPr="00374CBE">
        <w:t>discusses</w:t>
      </w:r>
      <w:r w:rsidRPr="00374CBE">
        <w:t xml:space="preserve"> video signal property description code points and their combinations that are widely used in production and video content workflows.</w:t>
      </w:r>
      <w:r w:rsidR="008E4BF5" w:rsidRPr="00374CBE">
        <w:t xml:space="preserve"> Video properties and values are usually expressed in "metadata" that can exist across production and distribution workflows. Knowledge of these properties and their combinations has value as content is processed in the end-to-end production-to-distribution workflow chain.</w:t>
      </w:r>
    </w:p>
    <w:p w14:paraId="7F5048C9" w14:textId="16960D6A" w:rsidR="000B27E9" w:rsidRPr="00374CBE" w:rsidRDefault="000B27E9" w:rsidP="00DB07E0">
      <w:r w:rsidRPr="00374CBE">
        <w:t xml:space="preserve">The combinations of all possible </w:t>
      </w:r>
      <w:r w:rsidR="00E40262" w:rsidRPr="00374CBE">
        <w:t xml:space="preserve">expressible </w:t>
      </w:r>
      <w:r w:rsidRPr="00374CBE">
        <w:t xml:space="preserve">video properties </w:t>
      </w:r>
      <w:r w:rsidR="00E40262" w:rsidRPr="00374CBE">
        <w:t>as code point</w:t>
      </w:r>
      <w:r w:rsidRPr="00374CBE">
        <w:t xml:space="preserve"> values </w:t>
      </w:r>
      <w:r w:rsidR="007F1483" w:rsidRPr="00374CBE">
        <w:t>could</w:t>
      </w:r>
      <w:r w:rsidRPr="00374CBE">
        <w:t xml:space="preserve"> </w:t>
      </w:r>
      <w:r w:rsidR="007F1483" w:rsidRPr="00374CBE">
        <w:t xml:space="preserve">hypothetically </w:t>
      </w:r>
      <w:r w:rsidRPr="00374CBE">
        <w:t xml:space="preserve">result in hundreds </w:t>
      </w:r>
      <w:r w:rsidR="00E40262" w:rsidRPr="00374CBE">
        <w:t xml:space="preserve">or thousands </w:t>
      </w:r>
      <w:r w:rsidRPr="00374CBE">
        <w:t xml:space="preserve">of permutations; but many of those combinations are rarely or never used in practice. For example, it is </w:t>
      </w:r>
      <w:r w:rsidR="00E40262" w:rsidRPr="00374CBE">
        <w:t xml:space="preserve">highly </w:t>
      </w:r>
      <w:r w:rsidRPr="00374CBE">
        <w:t xml:space="preserve">unlikely that </w:t>
      </w:r>
      <w:r w:rsidR="007112A8" w:rsidRPr="00374CBE">
        <w:t xml:space="preserve">the </w:t>
      </w:r>
      <w:r w:rsidR="00FA3033" w:rsidRPr="00374CBE">
        <w:t xml:space="preserve">perceptual quantization (PQ) transfer characteristics function specified in </w:t>
      </w:r>
      <w:r w:rsidR="00D039F7" w:rsidRPr="00374CBE">
        <w:t>Recommendation</w:t>
      </w:r>
      <w:r w:rsidR="00E40262" w:rsidRPr="00374CBE">
        <w:t xml:space="preserve"> </w:t>
      </w:r>
      <w:r w:rsidRPr="00374CBE">
        <w:t xml:space="preserve">ITU-R BT.2100 would be combined with </w:t>
      </w:r>
      <w:r w:rsidR="00FA3033" w:rsidRPr="00374CBE">
        <w:t xml:space="preserve">the colour primaries specified in </w:t>
      </w:r>
      <w:r w:rsidR="00D039F7" w:rsidRPr="00374CBE">
        <w:t>Recommendation</w:t>
      </w:r>
      <w:r w:rsidR="00E40262" w:rsidRPr="00374CBE">
        <w:t xml:space="preserve"> </w:t>
      </w:r>
      <w:r w:rsidRPr="00374CBE">
        <w:t>ITU</w:t>
      </w:r>
      <w:r w:rsidR="00DB07E0" w:rsidRPr="00374CBE">
        <w:noBreakHyphen/>
      </w:r>
      <w:r w:rsidRPr="00374CBE">
        <w:t>R</w:t>
      </w:r>
      <w:r w:rsidR="00DB07E0" w:rsidRPr="00374CBE">
        <w:t> </w:t>
      </w:r>
      <w:r w:rsidRPr="00374CBE">
        <w:t xml:space="preserve">BT.601. Only a small subset of </w:t>
      </w:r>
      <w:r w:rsidR="00FA3033" w:rsidRPr="00374CBE">
        <w:t xml:space="preserve">the possible </w:t>
      </w:r>
      <w:r w:rsidRPr="00374CBE">
        <w:t xml:space="preserve">combinations </w:t>
      </w:r>
      <w:r w:rsidR="00FA3033" w:rsidRPr="00374CBE">
        <w:t>is</w:t>
      </w:r>
      <w:r w:rsidRPr="00374CBE">
        <w:t xml:space="preserve"> used in practice.</w:t>
      </w:r>
    </w:p>
    <w:p w14:paraId="4605560F" w14:textId="01245CDB" w:rsidR="000B27E9" w:rsidRPr="00374CBE" w:rsidRDefault="000B27E9" w:rsidP="00DB07E0">
      <w:r w:rsidRPr="00374CBE">
        <w:t xml:space="preserve">This document </w:t>
      </w:r>
      <w:r w:rsidR="008E4BF5" w:rsidRPr="00374CBE">
        <w:t xml:space="preserve">is written to provide </w:t>
      </w:r>
      <w:r w:rsidRPr="00374CBE">
        <w:t xml:space="preserve">information </w:t>
      </w:r>
      <w:r w:rsidR="008E4BF5" w:rsidRPr="00374CBE">
        <w:t>to help</w:t>
      </w:r>
      <w:r w:rsidRPr="00374CBE">
        <w:t xml:space="preserve"> </w:t>
      </w:r>
      <w:r w:rsidR="00531C85" w:rsidRPr="00374CBE">
        <w:t>the producers</w:t>
      </w:r>
      <w:r w:rsidRPr="00374CBE">
        <w:t xml:space="preserve"> of various content processing tools </w:t>
      </w:r>
      <w:r w:rsidR="008E4BF5" w:rsidRPr="00374CBE">
        <w:t xml:space="preserve">to </w:t>
      </w:r>
      <w:r w:rsidRPr="00374CBE">
        <w:t xml:space="preserve">avoid processing mistakes that </w:t>
      </w:r>
      <w:r w:rsidR="008E4BF5" w:rsidRPr="00374CBE">
        <w:t xml:space="preserve">can </w:t>
      </w:r>
      <w:r w:rsidRPr="00374CBE">
        <w:t xml:space="preserve">cause video quality degradation due to </w:t>
      </w:r>
      <w:r w:rsidR="00531C85" w:rsidRPr="00374CBE">
        <w:t>having incorrect</w:t>
      </w:r>
      <w:r w:rsidRPr="00374CBE">
        <w:t xml:space="preserve"> assumption</w:t>
      </w:r>
      <w:r w:rsidR="00531C85" w:rsidRPr="00374CBE">
        <w:t>s</w:t>
      </w:r>
      <w:r w:rsidRPr="00374CBE">
        <w:t xml:space="preserve"> made about video property combinations. There are only </w:t>
      </w:r>
      <w:r w:rsidR="00531C85" w:rsidRPr="00374CBE">
        <w:t xml:space="preserve">a few </w:t>
      </w:r>
      <w:r w:rsidRPr="00374CBE">
        <w:t>limited sets of video property combinations that are widely used in present</w:t>
      </w:r>
      <w:r w:rsidR="00531C85" w:rsidRPr="00374CBE">
        <w:t>-</w:t>
      </w:r>
      <w:r w:rsidRPr="00374CBE">
        <w:t xml:space="preserve">day </w:t>
      </w:r>
      <w:r w:rsidR="00531C85" w:rsidRPr="00374CBE">
        <w:t xml:space="preserve">video </w:t>
      </w:r>
      <w:r w:rsidRPr="00374CBE">
        <w:t>production</w:t>
      </w:r>
      <w:r w:rsidR="00531C85" w:rsidRPr="00374CBE">
        <w:t xml:space="preserve"> and </w:t>
      </w:r>
      <w:r w:rsidRPr="00374CBE">
        <w:t xml:space="preserve">distribution equipment chains. This document </w:t>
      </w:r>
      <w:r w:rsidR="00531C85" w:rsidRPr="00374CBE">
        <w:t>describes</w:t>
      </w:r>
      <w:r w:rsidRPr="00374CBE">
        <w:t xml:space="preserve"> these limited sets of combinations that are </w:t>
      </w:r>
      <w:r w:rsidR="008E4BF5" w:rsidRPr="00374CBE">
        <w:t xml:space="preserve">currently </w:t>
      </w:r>
      <w:r w:rsidRPr="00374CBE">
        <w:t>widely used</w:t>
      </w:r>
      <w:r w:rsidR="00531C85" w:rsidRPr="00374CBE">
        <w:t xml:space="preserve"> and</w:t>
      </w:r>
      <w:r w:rsidRPr="00374CBE">
        <w:t xml:space="preserve"> </w:t>
      </w:r>
      <w:r w:rsidR="00531C85" w:rsidRPr="00374CBE">
        <w:t>describes</w:t>
      </w:r>
      <w:r w:rsidRPr="00374CBE">
        <w:t xml:space="preserve"> how </w:t>
      </w:r>
      <w:r w:rsidR="00531C85" w:rsidRPr="00374CBE">
        <w:t>the associated signal type metadata</w:t>
      </w:r>
      <w:r w:rsidRPr="00374CBE">
        <w:t xml:space="preserve"> is carried to aid in the automation of content workflows across various domains of capture, production and distribution. Lastly, this</w:t>
      </w:r>
      <w:r w:rsidR="00531C85" w:rsidRPr="00374CBE">
        <w:t xml:space="preserve"> document </w:t>
      </w:r>
      <w:r w:rsidRPr="00374CBE">
        <w:t xml:space="preserve">aims to help its readers, especially toolset developers, to repurpose tools to work </w:t>
      </w:r>
      <w:r w:rsidR="00531C85" w:rsidRPr="00374CBE">
        <w:t xml:space="preserve">properly </w:t>
      </w:r>
      <w:r w:rsidRPr="00374CBE">
        <w:t>across several domains (</w:t>
      </w:r>
      <w:r w:rsidR="00531C85" w:rsidRPr="00374CBE">
        <w:t xml:space="preserve">e.g., </w:t>
      </w:r>
      <w:r w:rsidRPr="00374CBE">
        <w:t xml:space="preserve">capture, production, production distribution, </w:t>
      </w:r>
      <w:r w:rsidR="00531C85" w:rsidRPr="00374CBE">
        <w:t xml:space="preserve">and </w:t>
      </w:r>
      <w:r w:rsidRPr="00374CBE">
        <w:t>service distribution) where similar video conversion functions (e.g.</w:t>
      </w:r>
      <w:r w:rsidR="008E4BF5" w:rsidRPr="00374CBE">
        <w:t>,</w:t>
      </w:r>
      <w:r w:rsidRPr="00374CBE">
        <w:t xml:space="preserve"> </w:t>
      </w:r>
      <w:r w:rsidR="00D520E2" w:rsidRPr="00374CBE">
        <w:t xml:space="preserve">chroma </w:t>
      </w:r>
      <w:r w:rsidRPr="00374CBE">
        <w:t>subsampling</w:t>
      </w:r>
      <w:r w:rsidR="00D520E2" w:rsidRPr="00374CBE">
        <w:t xml:space="preserve"> or colour space conversions</w:t>
      </w:r>
      <w:r w:rsidRPr="00374CBE">
        <w:t>) may be performed.</w:t>
      </w:r>
    </w:p>
    <w:bookmarkEnd w:id="212"/>
    <w:p w14:paraId="55C34DD9" w14:textId="4B88D9A8" w:rsidR="008E4BF5" w:rsidRPr="00374CBE" w:rsidRDefault="008E4BF5" w:rsidP="00DB07E0">
      <w:r w:rsidRPr="00374CBE">
        <w:t xml:space="preserve">The </w:t>
      </w:r>
      <w:r w:rsidR="007112A8" w:rsidRPr="00374CBE">
        <w:t>c</w:t>
      </w:r>
      <w:r w:rsidRPr="00374CBE">
        <w:t>oding-</w:t>
      </w:r>
      <w:r w:rsidR="007112A8" w:rsidRPr="00374CBE">
        <w:t>i</w:t>
      </w:r>
      <w:r w:rsidRPr="00374CBE">
        <w:t xml:space="preserve">ndependent </w:t>
      </w:r>
      <w:r w:rsidR="007112A8" w:rsidRPr="00374CBE">
        <w:t>c</w:t>
      </w:r>
      <w:r w:rsidRPr="00374CBE">
        <w:t xml:space="preserve">ode </w:t>
      </w:r>
      <w:r w:rsidR="007112A8" w:rsidRPr="00374CBE">
        <w:t>p</w:t>
      </w:r>
      <w:r w:rsidRPr="00374CBE">
        <w:t>oints (CICP) specification for video (</w:t>
      </w:r>
      <w:r w:rsidR="00D039F7" w:rsidRPr="00374CBE">
        <w:t>Recommendation</w:t>
      </w:r>
      <w:r w:rsidRPr="00374CBE">
        <w:t xml:space="preserve"> ITU-T H.273</w:t>
      </w:r>
      <w:r w:rsidR="00D520E2" w:rsidRPr="00374CBE">
        <w:t xml:space="preserve"> </w:t>
      </w:r>
      <w:r w:rsidRPr="00374CBE">
        <w:t>| ISO/IEC 230</w:t>
      </w:r>
      <w:r w:rsidR="008A14C4" w:rsidRPr="00374CBE">
        <w:t>91</w:t>
      </w:r>
      <w:r w:rsidR="00DB07E0" w:rsidRPr="00374CBE">
        <w:noBreakHyphen/>
      </w:r>
      <w:r w:rsidR="008A14C4" w:rsidRPr="00374CBE">
        <w:t>2</w:t>
      </w:r>
      <w:r w:rsidRPr="00374CBE">
        <w:t>) defines code points and fields that identify some properties of video signals. These are defined independently from how these properties are carried in a coded video-layer bitstream such as an HEVC or AVC bitstream, which could differ depending on bitstream format. The compressed representation is sometimes considered to be a temporary, compacted state for distribution or delivery of the video signal, while the reconstructed video signal output from a video decoder may be interpreted as having the same meaning as a video signal immediately prior to compression by a compression encoder.</w:t>
      </w:r>
    </w:p>
    <w:p w14:paraId="408E53DA" w14:textId="1B1B762E" w:rsidR="000B27E9" w:rsidRPr="00374CBE" w:rsidRDefault="002717C1" w:rsidP="00DB07E0">
      <w:r w:rsidRPr="00374CBE">
        <w:t>C</w:t>
      </w:r>
      <w:r w:rsidR="00531C85" w:rsidRPr="00374CBE">
        <w:t>lauses</w:t>
      </w:r>
      <w:r w:rsidR="000B27E9" w:rsidRPr="00374CBE">
        <w:t xml:space="preserve"> </w:t>
      </w:r>
      <w:r w:rsidR="00334FD2" w:rsidRPr="00374CBE">
        <w:t>7.2</w:t>
      </w:r>
      <w:r w:rsidR="001441D4" w:rsidRPr="00374CBE">
        <w:t xml:space="preserve"> </w:t>
      </w:r>
      <w:r w:rsidR="00531C85" w:rsidRPr="00374CBE">
        <w:t>and</w:t>
      </w:r>
      <w:r w:rsidR="000B27E9" w:rsidRPr="00374CBE">
        <w:t xml:space="preserve"> 7.</w:t>
      </w:r>
      <w:r w:rsidR="001441D4" w:rsidRPr="00374CBE">
        <w:t>3</w:t>
      </w:r>
      <w:r w:rsidR="000B27E9" w:rsidRPr="00374CBE">
        <w:t xml:space="preserve"> define system identifier tags combination</w:t>
      </w:r>
      <w:r w:rsidR="00531C85" w:rsidRPr="00374CBE">
        <w:t>s</w:t>
      </w:r>
      <w:r w:rsidR="000B27E9" w:rsidRPr="00374CBE">
        <w:t xml:space="preserve"> of </w:t>
      </w:r>
      <w:r w:rsidR="00531C85" w:rsidRPr="00374CBE">
        <w:t xml:space="preserve">the described </w:t>
      </w:r>
      <w:r w:rsidR="000B27E9" w:rsidRPr="00374CBE">
        <w:t xml:space="preserve">commonly used values of </w:t>
      </w:r>
      <w:r w:rsidR="00531C85" w:rsidRPr="00374CBE">
        <w:t>such</w:t>
      </w:r>
      <w:r w:rsidR="000B27E9" w:rsidRPr="00374CBE">
        <w:t xml:space="preserve"> video </w:t>
      </w:r>
      <w:r w:rsidR="00607AF4" w:rsidRPr="00374CBE">
        <w:t>signal property combinations</w:t>
      </w:r>
      <w:r w:rsidR="000B27E9" w:rsidRPr="00374CBE">
        <w:t xml:space="preserve"> that </w:t>
      </w:r>
      <w:r w:rsidR="00607AF4" w:rsidRPr="00374CBE">
        <w:t>apply</w:t>
      </w:r>
      <w:r w:rsidR="000B27E9" w:rsidRPr="00374CBE">
        <w:t xml:space="preserve"> across domains.</w:t>
      </w:r>
      <w:r w:rsidR="00607AF4" w:rsidRPr="00374CBE">
        <w:t xml:space="preserve"> </w:t>
      </w:r>
      <w:r w:rsidR="000B27E9" w:rsidRPr="00374CBE">
        <w:t xml:space="preserve">In addition, these </w:t>
      </w:r>
      <w:r w:rsidR="00607AF4" w:rsidRPr="00374CBE">
        <w:t xml:space="preserve">clauses </w:t>
      </w:r>
      <w:r w:rsidR="000B27E9" w:rsidRPr="00374CBE">
        <w:t xml:space="preserve">also identify how the video property values are carried in </w:t>
      </w:r>
      <w:r w:rsidR="00607AF4" w:rsidRPr="00374CBE">
        <w:t>the signal processing workflow</w:t>
      </w:r>
      <w:r w:rsidR="000B27E9" w:rsidRPr="00374CBE">
        <w:t>.</w:t>
      </w:r>
      <w:ins w:id="213" w:author="Yasser Syed" w:date="2019-06-24T22:58:00Z">
        <w:r w:rsidR="008934BC">
          <w:t xml:space="preserve"> Clause 7.3 define</w:t>
        </w:r>
      </w:ins>
      <w:ins w:id="214" w:author="Yasser Syed" w:date="2019-06-25T18:18:00Z">
        <w:r w:rsidR="004E65AA">
          <w:t>s</w:t>
        </w:r>
      </w:ins>
      <w:ins w:id="215" w:author="Yasser Syed" w:date="2019-06-24T22:59:00Z">
        <w:r w:rsidR="008934BC">
          <w:t xml:space="preserve"> system identifier tags for commonly used values f</w:t>
        </w:r>
      </w:ins>
      <w:ins w:id="216" w:author="Yasser Syed" w:date="2019-06-24T23:00:00Z">
        <w:r w:rsidR="008934BC">
          <w:t xml:space="preserve">or mastering display colour volume descriptions. Annex A </w:t>
        </w:r>
      </w:ins>
      <w:ins w:id="217" w:author="Yasser Syed" w:date="2019-06-24T23:01:00Z">
        <w:r w:rsidR="008934BC">
          <w:t xml:space="preserve">define system identifier tags </w:t>
        </w:r>
      </w:ins>
      <w:ins w:id="218" w:author="Yasser Syed" w:date="2019-06-25T16:53:00Z">
        <w:r w:rsidR="00FA4244">
          <w:t xml:space="preserve">used </w:t>
        </w:r>
      </w:ins>
      <w:ins w:id="219" w:author="Yasser Syed" w:date="2019-06-24T23:01:00Z">
        <w:r w:rsidR="008934BC">
          <w:t>for additional combinati</w:t>
        </w:r>
      </w:ins>
      <w:ins w:id="220" w:author="Yasser Syed" w:date="2019-06-24T23:02:00Z">
        <w:r w:rsidR="008934BC">
          <w:t xml:space="preserve">ons </w:t>
        </w:r>
      </w:ins>
      <w:ins w:id="221" w:author="Yasser Syed" w:date="2019-06-25T18:18:00Z">
        <w:r w:rsidR="004E65AA">
          <w:t xml:space="preserve">that are </w:t>
        </w:r>
      </w:ins>
      <w:ins w:id="222" w:author="Yasser Syed" w:date="2019-06-24T23:02:00Z">
        <w:r w:rsidR="008934BC">
          <w:t>not specified as industry standards.</w:t>
        </w:r>
      </w:ins>
    </w:p>
    <w:p w14:paraId="2F3399C1" w14:textId="2378BE54" w:rsidR="00B652E8" w:rsidRPr="00374CBE" w:rsidRDefault="000001AB" w:rsidP="001F05F0">
      <w:pPr>
        <w:pStyle w:val="Heading1"/>
      </w:pPr>
      <w:bookmarkStart w:id="223" w:name="_Toc5880039"/>
      <w:bookmarkStart w:id="224" w:name="_Toc7091310"/>
      <w:r w:rsidRPr="00374CBE">
        <w:t>6</w:t>
      </w:r>
      <w:r w:rsidRPr="00374CBE">
        <w:tab/>
      </w:r>
      <w:r w:rsidR="00B652E8" w:rsidRPr="00374CBE">
        <w:t>Workflow domains</w:t>
      </w:r>
      <w:bookmarkEnd w:id="223"/>
      <w:bookmarkEnd w:id="224"/>
    </w:p>
    <w:p w14:paraId="699E467F" w14:textId="71F1919B" w:rsidR="000B27E9" w:rsidRPr="00374CBE" w:rsidRDefault="0067333B" w:rsidP="00DB07E0">
      <w:r w:rsidRPr="00374CBE">
        <w:t>Figure 1 illustrates workflow domains (capture, production, production distribution and service distribution) in which video content may exist, be edited, or be converted. Typical content workflows across these domains are theatrical/scripted TV or live events. There are many similar video processing functions that can be performed in each domain and often these may be repeated in the next successive domain.</w:t>
      </w:r>
    </w:p>
    <w:p w14:paraId="33452E4D" w14:textId="56DBF6C6" w:rsidR="003932B0" w:rsidRDefault="000001AB">
      <w:pPr>
        <w:pStyle w:val="Figure"/>
        <w:jc w:val="both"/>
        <w:rPr>
          <w:ins w:id="225" w:author="Yasser Syed" w:date="2019-06-24T23:48:00Z"/>
        </w:rPr>
        <w:pPrChange w:id="226" w:author="Yasser Syed" w:date="2019-06-24T23:48:00Z">
          <w:pPr>
            <w:pStyle w:val="Figure"/>
          </w:pPr>
        </w:pPrChange>
      </w:pPr>
      <w:del w:id="227" w:author="Yasser Syed" w:date="2019-06-24T23:48:00Z">
        <w:r w:rsidRPr="00374CBE" w:rsidDel="00767691">
          <w:rPr>
            <w:noProof/>
            <w:lang w:eastAsia="en-GB"/>
          </w:rPr>
          <w:lastRenderedPageBreak/>
          <w:drawing>
            <wp:inline distT="0" distB="0" distL="0" distR="0" wp14:anchorId="031A53BA" wp14:editId="4F96E2CB">
              <wp:extent cx="4331217" cy="2639573"/>
              <wp:effectExtent l="0" t="0" r="0" b="889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H Suppl.19(19)_F01.png"/>
                      <pic:cNvPicPr/>
                    </pic:nvPicPr>
                    <pic:blipFill>
                      <a:blip r:embed="rId19" cstate="print">
                        <a:extLst>
                          <a:ext uri="{28A0092B-C50C-407E-A947-70E740481C1C}">
                            <a14:useLocalDpi xmlns:a14="http://schemas.microsoft.com/office/drawing/2010/main" val="0"/>
                          </a:ext>
                        </a:extLst>
                      </a:blip>
                      <a:stretch>
                        <a:fillRect/>
                      </a:stretch>
                    </pic:blipFill>
                    <pic:spPr>
                      <a:xfrm>
                        <a:off x="0" y="0"/>
                        <a:ext cx="4331217" cy="2639573"/>
                      </a:xfrm>
                      <a:prstGeom prst="rect">
                        <a:avLst/>
                      </a:prstGeom>
                    </pic:spPr>
                  </pic:pic>
                </a:graphicData>
              </a:graphic>
            </wp:inline>
          </w:drawing>
        </w:r>
      </w:del>
    </w:p>
    <w:p w14:paraId="37AE8196" w14:textId="7D31A47A" w:rsidR="008934BC" w:rsidRPr="008934BC" w:rsidRDefault="00F63550">
      <w:pPr>
        <w:keepNext/>
        <w:pPrChange w:id="228" w:author="Yasser Syed" w:date="2019-06-26T16:19:00Z">
          <w:pPr>
            <w:pStyle w:val="Figure"/>
          </w:pPr>
        </w:pPrChange>
      </w:pPr>
      <w:ins w:id="229" w:author="Yasser Syed" w:date="2019-06-26T16:18:00Z">
        <w:r>
          <w:rPr>
            <w:noProof/>
          </w:rPr>
          <w:drawing>
            <wp:inline distT="0" distB="0" distL="0" distR="0" wp14:anchorId="7CADBDA9" wp14:editId="1DBDAC99">
              <wp:extent cx="5609166" cy="3716247"/>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627895" cy="3728656"/>
                      </a:xfrm>
                      <a:prstGeom prst="rect">
                        <a:avLst/>
                      </a:prstGeom>
                      <a:noFill/>
                    </pic:spPr>
                  </pic:pic>
                </a:graphicData>
              </a:graphic>
            </wp:inline>
          </w:drawing>
        </w:r>
      </w:ins>
      <w:del w:id="230" w:author="Yasser Syed" w:date="2019-06-26T16:16:00Z">
        <w:r w:rsidR="00814E57" w:rsidDel="00F63550">
          <w:rPr>
            <w:noProof/>
          </w:rPr>
          <w:fldChar w:fldCharType="begin"/>
        </w:r>
        <w:r w:rsidR="00814E57" w:rsidDel="00F63550">
          <w:rPr>
            <w:noProof/>
          </w:rPr>
          <w:fldChar w:fldCharType="end"/>
        </w:r>
      </w:del>
    </w:p>
    <w:p w14:paraId="35B143C7" w14:textId="69AA9EE0" w:rsidR="0067333B" w:rsidRPr="00374CBE" w:rsidRDefault="0067333B" w:rsidP="00140A72">
      <w:pPr>
        <w:pStyle w:val="FigureNoTitle"/>
        <w:rPr>
          <w:rFonts w:eastAsia="SimSun"/>
        </w:rPr>
      </w:pPr>
      <w:bookmarkStart w:id="231" w:name="_Ref523492103"/>
      <w:r w:rsidRPr="00374CBE">
        <w:rPr>
          <w:rFonts w:eastAsia="SimSun"/>
        </w:rPr>
        <w:t xml:space="preserve">Figure </w:t>
      </w:r>
      <w:r w:rsidR="00140A72" w:rsidRPr="00374CBE">
        <w:rPr>
          <w:rFonts w:eastAsia="SimSun"/>
        </w:rPr>
        <w:t>1</w:t>
      </w:r>
      <w:bookmarkEnd w:id="231"/>
      <w:r w:rsidRPr="00374CBE">
        <w:rPr>
          <w:rFonts w:eastAsia="SimSun"/>
        </w:rPr>
        <w:t xml:space="preserve"> </w:t>
      </w:r>
      <w:r w:rsidR="00062832" w:rsidRPr="00374CBE">
        <w:rPr>
          <w:rFonts w:eastAsia="SimSun"/>
        </w:rPr>
        <w:t xml:space="preserve">– </w:t>
      </w:r>
      <w:r w:rsidRPr="00374CBE">
        <w:rPr>
          <w:rFonts w:eastAsia="SimSun"/>
        </w:rPr>
        <w:t>Video workflows through different carriage domains</w:t>
      </w:r>
    </w:p>
    <w:p w14:paraId="6C82035B" w14:textId="77777777" w:rsidR="00333D26" w:rsidRPr="00374CBE" w:rsidRDefault="00333D26" w:rsidP="00203065">
      <w:pPr>
        <w:pStyle w:val="Normalaftertitle0"/>
      </w:pPr>
      <w:r w:rsidRPr="00374CBE">
        <w:t>In the capture domain, content is created through sensors on cameras converting optical signals into a digital format. Content is retained at its highest informational format</w:t>
      </w:r>
      <w:r w:rsidR="005B569C" w:rsidRPr="00374CBE">
        <w:t>,</w:t>
      </w:r>
      <w:r w:rsidRPr="00374CBE">
        <w:t xml:space="preserve"> </w:t>
      </w:r>
      <w:r w:rsidR="005B569C" w:rsidRPr="00374CBE">
        <w:t>al</w:t>
      </w:r>
      <w:r w:rsidRPr="00374CBE">
        <w:t xml:space="preserve">though some conversions </w:t>
      </w:r>
      <w:r w:rsidR="005B569C" w:rsidRPr="00374CBE">
        <w:t xml:space="preserve">may be performed </w:t>
      </w:r>
      <w:r w:rsidRPr="00374CBE">
        <w:t>to reduce transport bandwidth demands.</w:t>
      </w:r>
    </w:p>
    <w:p w14:paraId="52C7A0A2" w14:textId="513484FC" w:rsidR="00333D26" w:rsidRPr="00374CBE" w:rsidRDefault="00333D26" w:rsidP="00203065">
      <w:r w:rsidRPr="00374CBE">
        <w:t>In the interface to the production domain, content undergoes further processing transformations such as non-linear transformations, chroma subsampling (e.g., 4:4:4 to 4:2:2), colour representation changes (e.g., RGB to Y′CbCr NCL) and bit depth reduction (e.g., 16 bits per sample to 10 bits per sample). For theatrical/scripted TV workflows entering in the production domain, content can be added to by computer-generated imagery sources, overlaid with graphics, and colour graded using a mastering display. For live event workflows, there is always a real-time constraint, which limits content processing to real-time operations. After the colour grading, both static and dynamic metadata may be generated that are to be attached to the content workflow. However, for live events, the generation of highly customized metadata may not be practical and metadata may need to be generated further downstream by automated content analysis approaches.</w:t>
      </w:r>
    </w:p>
    <w:p w14:paraId="4F6A5A51" w14:textId="46B8629A" w:rsidR="00D861CF" w:rsidRPr="00374CBE" w:rsidRDefault="00333D26" w:rsidP="00203065">
      <w:r w:rsidRPr="00374CBE">
        <w:t xml:space="preserve">In the production distribution domain, some additional processing is done to the content to further reduce transport bandwidth demands. This may include some </w:t>
      </w:r>
      <w:r w:rsidR="00C53780" w:rsidRPr="00374CBE">
        <w:t>sample-wise processing</w:t>
      </w:r>
      <w:r w:rsidRPr="00374CBE">
        <w:t xml:space="preserve"> transformations (chroma</w:t>
      </w:r>
      <w:r w:rsidR="000A7D12" w:rsidRPr="00374CBE">
        <w:t xml:space="preserve"> </w:t>
      </w:r>
      <w:r w:rsidRPr="00374CBE">
        <w:t xml:space="preserve">subsampling </w:t>
      </w:r>
      <w:r w:rsidR="00C53780" w:rsidRPr="00374CBE">
        <w:t xml:space="preserve">and </w:t>
      </w:r>
      <w:r w:rsidRPr="00374CBE">
        <w:t xml:space="preserve">bit depth) and compression (e.g., using </w:t>
      </w:r>
      <w:r w:rsidR="00727AAA" w:rsidRPr="00374CBE">
        <w:t xml:space="preserve">HEVC or </w:t>
      </w:r>
      <w:r w:rsidRPr="00374CBE">
        <w:t>AVC) but mostly employing spatial compression techniques.</w:t>
      </w:r>
    </w:p>
    <w:p w14:paraId="3E17ABBE" w14:textId="01A43448" w:rsidR="00333D26" w:rsidRPr="00374CBE" w:rsidRDefault="00D861CF" w:rsidP="00203065">
      <w:r w:rsidRPr="00374CBE">
        <w:t>For 4:2:0 chroma subsampling operations, it is important to make known the relative location alignment of the initial subsampling location processing of the content to avoid unnecessary quality degradation upon further content processing. For purposes of this document, this property is described in terms of the ChromaLocType variable as defined in HEVC, which further corresponds with the value of the syntax elements chroma_sample_loc_type_top_field and chroma_sample_loc_type_bottom_field in HEVC and AVC. For NCG material, the usual alignment corresponds to ChromaLocType equal to 0 (vertically interstitial). For</w:t>
      </w:r>
      <w:r w:rsidR="00A10791" w:rsidRPr="00374CBE">
        <w:t xml:space="preserve"> wide colour gamut</w:t>
      </w:r>
      <w:r w:rsidRPr="00374CBE">
        <w:t xml:space="preserve"> </w:t>
      </w:r>
      <w:r w:rsidR="00A10791" w:rsidRPr="00374CBE">
        <w:t>(</w:t>
      </w:r>
      <w:r w:rsidRPr="00374CBE">
        <w:t>WCG</w:t>
      </w:r>
      <w:r w:rsidR="00A10791" w:rsidRPr="00374CBE">
        <w:t>)</w:t>
      </w:r>
      <w:r w:rsidRPr="00374CBE">
        <w:t xml:space="preserve"> material, the usual alignment corresponds to ChromaLocType equal to 2 (co-sited).</w:t>
      </w:r>
    </w:p>
    <w:p w14:paraId="2D247B74" w14:textId="3E6E2099" w:rsidR="00333D26" w:rsidRPr="00374CBE" w:rsidRDefault="00333D26" w:rsidP="00203065">
      <w:r w:rsidRPr="00374CBE">
        <w:t xml:space="preserve">At the service distribution domain, the content version in the workflow is in final form, though the presentation of it may have some additional overlay graphics. Content processing at this interface continues to reduce signal information to address transport bandwidth distribution demands while still maximizing perceptual optimizations to retain content video quality. Operations reduce the content to a 4:2:0 Y′CbCr 8 or 10 bit compressed stream using HEVC, AVC, or even MPEG-2 (Rec. ITU-T H.262 | ISO/IEC 13818-2) </w:t>
      </w:r>
      <w:r w:rsidR="00C53780" w:rsidRPr="00374CBE">
        <w:t>for the compression</w:t>
      </w:r>
      <w:r w:rsidRPr="00374CBE">
        <w:t xml:space="preserve"> representation. This content workflow then finishes by the content being distributed to the customer through broadcast, multicast, or unicast approaches and then </w:t>
      </w:r>
      <w:r w:rsidR="006A55EA" w:rsidRPr="00374CBE">
        <w:t xml:space="preserve">being </w:t>
      </w:r>
      <w:r w:rsidRPr="00374CBE">
        <w:t>presented for viewing.</w:t>
      </w:r>
    </w:p>
    <w:p w14:paraId="6BA0EC67" w14:textId="792B9F46" w:rsidR="0067333B" w:rsidRPr="00374CBE" w:rsidRDefault="006A55EA" w:rsidP="00203065">
      <w:r w:rsidRPr="00374CBE">
        <w:lastRenderedPageBreak/>
        <w:t xml:space="preserve">Many of the content processing operations may employ multiple third-party content processing tools. Currently most such tools are designed and operate within a specific domain with general assumptions of how content was handled in the preceding domain. Tools may also have further constraints depending on the content resolutions (e.g., HD or UHD). Some applications restrict the utilized colour volume to be smaller than that of a full </w:t>
      </w:r>
      <w:r w:rsidR="00D039F7" w:rsidRPr="00374CBE">
        <w:t>Recommendation</w:t>
      </w:r>
      <w:r w:rsidRPr="00374CBE">
        <w:t xml:space="preserve"> ITU-T BT.2020 and </w:t>
      </w:r>
      <w:r w:rsidR="00D039F7" w:rsidRPr="00374CBE">
        <w:t>Recommendation</w:t>
      </w:r>
      <w:r w:rsidRPr="00374CBE">
        <w:t xml:space="preserve"> ITU-T BT.2100 container, such as the smaller P3D65 </w:t>
      </w:r>
      <w:r w:rsidR="00C53780" w:rsidRPr="00374CBE">
        <w:t>colour</w:t>
      </w:r>
      <w:r w:rsidRPr="00374CBE">
        <w:t xml:space="preserve"> gamut </w:t>
      </w:r>
      <w:r w:rsidR="00EB62A5" w:rsidRPr="00374CBE">
        <w:t>(as specified in SMPTE ST</w:t>
      </w:r>
      <w:r w:rsidR="00D8612B" w:rsidRPr="00374CBE">
        <w:t> </w:t>
      </w:r>
      <w:r w:rsidR="00EB62A5" w:rsidRPr="00374CBE">
        <w:t>2</w:t>
      </w:r>
      <w:r w:rsidR="00BC3582" w:rsidRPr="00374CBE">
        <w:t>113</w:t>
      </w:r>
      <w:r w:rsidR="00EB62A5" w:rsidRPr="00374CBE">
        <w:t xml:space="preserve">) </w:t>
      </w:r>
      <w:r w:rsidRPr="00374CBE">
        <w:t xml:space="preserve">and intensity range of common mastering or reference displays used in content production and delivery presentations. The approved </w:t>
      </w:r>
      <w:r w:rsidR="00C53780" w:rsidRPr="00374CBE">
        <w:t>colour</w:t>
      </w:r>
      <w:r w:rsidRPr="00374CBE">
        <w:t xml:space="preserve"> volume is often indicated with SMPTE ST 2086 metadata. </w:t>
      </w:r>
      <w:r w:rsidR="00C53780" w:rsidRPr="00374CBE">
        <w:t>Over time, it</w:t>
      </w:r>
      <w:r w:rsidRPr="00374CBE">
        <w:t xml:space="preserve"> is expected that WCG and/or </w:t>
      </w:r>
      <w:r w:rsidR="00A10791" w:rsidRPr="00374CBE">
        <w:t>high dynamic range (</w:t>
      </w:r>
      <w:r w:rsidRPr="00374CBE">
        <w:t>HDR</w:t>
      </w:r>
      <w:r w:rsidR="00A10791" w:rsidRPr="00374CBE">
        <w:t>)</w:t>
      </w:r>
      <w:r w:rsidRPr="00374CBE">
        <w:t xml:space="preserve"> applications will evolve to use more of the </w:t>
      </w:r>
      <w:r w:rsidR="00C53780" w:rsidRPr="00374CBE">
        <w:t>available</w:t>
      </w:r>
      <w:r w:rsidRPr="00374CBE">
        <w:t xml:space="preserve"> container </w:t>
      </w:r>
      <w:r w:rsidR="00C53780" w:rsidRPr="00374CBE">
        <w:t>colour</w:t>
      </w:r>
      <w:r w:rsidRPr="00374CBE">
        <w:t xml:space="preserve"> volume.</w:t>
      </w:r>
    </w:p>
    <w:p w14:paraId="179A0E67" w14:textId="7E9659A5" w:rsidR="00C53780" w:rsidRPr="00374CBE" w:rsidRDefault="000A0A2E" w:rsidP="001F05F0">
      <w:pPr>
        <w:pStyle w:val="Heading1"/>
      </w:pPr>
      <w:bookmarkStart w:id="232" w:name="_Toc5880040"/>
      <w:bookmarkStart w:id="233" w:name="_Toc7091311"/>
      <w:r w:rsidRPr="00374CBE">
        <w:t>7</w:t>
      </w:r>
      <w:r w:rsidRPr="00374CBE">
        <w:tab/>
      </w:r>
      <w:r w:rsidR="001441D4" w:rsidRPr="00374CBE">
        <w:t>C</w:t>
      </w:r>
      <w:r w:rsidR="00C53780" w:rsidRPr="00374CBE">
        <w:t xml:space="preserve">ommon </w:t>
      </w:r>
      <w:r w:rsidR="001441D4" w:rsidRPr="00374CBE">
        <w:t xml:space="preserve">video signal type </w:t>
      </w:r>
      <w:r w:rsidR="00C53780" w:rsidRPr="00374CBE">
        <w:t>combinations</w:t>
      </w:r>
      <w:bookmarkEnd w:id="232"/>
      <w:bookmarkEnd w:id="233"/>
    </w:p>
    <w:p w14:paraId="0C2736F3" w14:textId="04394101" w:rsidR="0067333B" w:rsidRPr="00374CBE" w:rsidRDefault="000A0A2E" w:rsidP="001F05F0">
      <w:pPr>
        <w:pStyle w:val="Heading2"/>
      </w:pPr>
      <w:bookmarkStart w:id="234" w:name="_Toc5880041"/>
      <w:bookmarkStart w:id="235" w:name="_Toc7091312"/>
      <w:r w:rsidRPr="00374CBE">
        <w:t>7.1</w:t>
      </w:r>
      <w:r w:rsidRPr="00374CBE">
        <w:tab/>
      </w:r>
      <w:r w:rsidR="00C53780" w:rsidRPr="00374CBE">
        <w:t>General</w:t>
      </w:r>
      <w:bookmarkEnd w:id="234"/>
      <w:bookmarkEnd w:id="235"/>
    </w:p>
    <w:p w14:paraId="5773BE3A" w14:textId="565F58C0" w:rsidR="00C53780" w:rsidRPr="00374CBE" w:rsidRDefault="00C53780" w:rsidP="00D8612B">
      <w:r w:rsidRPr="00374CBE">
        <w:t>This clause enumerates common combinations of video properties and values that are currently used within the content industry. Common methods of conveying video property information are also described for the capture, production, production distribution and service distribution carriage domains.</w:t>
      </w:r>
    </w:p>
    <w:p w14:paraId="0E558885" w14:textId="77777777" w:rsidR="00C53780" w:rsidRPr="00374CBE" w:rsidRDefault="00C53780" w:rsidP="00D8612B">
      <w:r w:rsidRPr="00374CBE">
        <w:t xml:space="preserve">System identifier tags </w:t>
      </w:r>
      <w:r w:rsidR="002D127D" w:rsidRPr="00374CBE">
        <w:t xml:space="preserve">are </w:t>
      </w:r>
      <w:r w:rsidRPr="00374CBE">
        <w:t>provided in this document to succinctly identify each commonly used combination. Such system identifier tags may be used as out of band metadata for conversion tools, and by production/distribution teams, to identify the workflow path needed to process and distribute content.</w:t>
      </w:r>
    </w:p>
    <w:p w14:paraId="02631ACE" w14:textId="77777777" w:rsidR="00EC4058" w:rsidRPr="00374CBE" w:rsidRDefault="00C53780" w:rsidP="00D8612B">
      <w:r w:rsidRPr="00374CBE">
        <w:t>Content conversion tools need the locations and values of stream properties and metadata values associated with the corresponding system identifier. In some cases, the information to identify and locate video properties of the stream information are described in a specific coded video stream specification.</w:t>
      </w:r>
    </w:p>
    <w:p w14:paraId="2F080510" w14:textId="00BA13AC" w:rsidR="002D127D" w:rsidRPr="00374CBE" w:rsidRDefault="00C53780" w:rsidP="00D8612B">
      <w:r w:rsidRPr="00374CBE">
        <w:t xml:space="preserve">For example, </w:t>
      </w:r>
      <w:r w:rsidR="002D127D" w:rsidRPr="00374CBE">
        <w:t xml:space="preserve">SMPTE </w:t>
      </w:r>
      <w:r w:rsidRPr="00374CBE">
        <w:t>MXF structured stream</w:t>
      </w:r>
      <w:r w:rsidR="002D127D" w:rsidRPr="00374CBE">
        <w:t>s</w:t>
      </w:r>
      <w:r w:rsidRPr="00374CBE">
        <w:t xml:space="preserve"> indicate parameters and values through </w:t>
      </w:r>
      <w:r w:rsidR="002D127D" w:rsidRPr="00374CBE">
        <w:t>universal label (</w:t>
      </w:r>
      <w:r w:rsidRPr="00374CBE">
        <w:t>UL</w:t>
      </w:r>
      <w:r w:rsidR="002D127D" w:rsidRPr="00374CBE">
        <w:t>)</w:t>
      </w:r>
      <w:r w:rsidRPr="00374CBE">
        <w:t xml:space="preserve"> structures located in </w:t>
      </w:r>
      <w:r w:rsidR="00A10791" w:rsidRPr="00374CBE">
        <w:t>material exchange format (</w:t>
      </w:r>
      <w:r w:rsidRPr="00374CBE">
        <w:t>MXF</w:t>
      </w:r>
      <w:r w:rsidR="00A10791" w:rsidRPr="00374CBE">
        <w:t>)</w:t>
      </w:r>
      <w:r w:rsidRPr="00374CBE">
        <w:t xml:space="preserve"> headers. </w:t>
      </w:r>
      <w:r w:rsidR="002D127D" w:rsidRPr="00374CBE">
        <w:t>Such ULs are a set of registered labels maintained by SMPTE (</w:t>
      </w:r>
      <w:r w:rsidR="00EC4058" w:rsidRPr="00374CBE">
        <w:t xml:space="preserve">at </w:t>
      </w:r>
      <w:r w:rsidR="002D127D" w:rsidRPr="00374CBE">
        <w:t xml:space="preserve">registry.smpte-ra.org). </w:t>
      </w:r>
      <w:r w:rsidR="00EC4058" w:rsidRPr="00374CBE">
        <w:t>An MXF UL structure is</w:t>
      </w:r>
      <w:r w:rsidR="002D127D" w:rsidRPr="00374CBE">
        <w:t xml:space="preserve"> a 16</w:t>
      </w:r>
      <w:r w:rsidR="000D6933" w:rsidRPr="00374CBE">
        <w:t>-</w:t>
      </w:r>
      <w:r w:rsidR="002D127D" w:rsidRPr="00374CBE">
        <w:t xml:space="preserve">byte structure comprised of </w:t>
      </w:r>
      <w:r w:rsidR="00EC4058" w:rsidRPr="00374CBE">
        <w:t xml:space="preserve">a </w:t>
      </w:r>
      <w:r w:rsidR="002D127D" w:rsidRPr="00374CBE">
        <w:t xml:space="preserve">UL </w:t>
      </w:r>
      <w:r w:rsidR="00A10791" w:rsidRPr="00374CBE">
        <w:t>h</w:t>
      </w:r>
      <w:r w:rsidR="002D127D" w:rsidRPr="00374CBE">
        <w:t>eader [4</w:t>
      </w:r>
      <w:r w:rsidR="000D6933" w:rsidRPr="00374CBE">
        <w:t xml:space="preserve"> </w:t>
      </w:r>
      <w:r w:rsidR="002D127D" w:rsidRPr="00374CBE">
        <w:t>bytes-</w:t>
      </w:r>
      <w:r w:rsidR="004569A5" w:rsidRPr="00374CBE">
        <w:t>"</w:t>
      </w:r>
      <w:r w:rsidR="002D127D" w:rsidRPr="00374CBE">
        <w:t>0</w:t>
      </w:r>
      <w:r w:rsidR="004569A5" w:rsidRPr="00374CBE">
        <w:t>"</w:t>
      </w:r>
      <w:r w:rsidR="002D127D" w:rsidRPr="00374CBE">
        <w:t xml:space="preserve">] (per SMPTE ST 298), </w:t>
      </w:r>
      <w:r w:rsidR="00EC4058" w:rsidRPr="00374CBE">
        <w:t>a</w:t>
      </w:r>
      <w:r w:rsidR="002D127D" w:rsidRPr="00374CBE">
        <w:t xml:space="preserve"> UL </w:t>
      </w:r>
      <w:r w:rsidR="00A10791" w:rsidRPr="00374CBE">
        <w:t>d</w:t>
      </w:r>
      <w:r w:rsidR="002D127D" w:rsidRPr="00374CBE">
        <w:t>esignator [4</w:t>
      </w:r>
      <w:r w:rsidR="000D6933" w:rsidRPr="00374CBE">
        <w:t xml:space="preserve"> </w:t>
      </w:r>
      <w:r w:rsidR="002D127D" w:rsidRPr="00374CBE">
        <w:t>bytes-</w:t>
      </w:r>
      <w:r w:rsidR="004569A5" w:rsidRPr="00374CBE">
        <w:t>"</w:t>
      </w:r>
      <w:r w:rsidR="002D127D" w:rsidRPr="00374CBE">
        <w:t>0</w:t>
      </w:r>
      <w:r w:rsidR="004569A5" w:rsidRPr="00374CBE">
        <w:t>"</w:t>
      </w:r>
      <w:r w:rsidR="002D127D" w:rsidRPr="00374CBE">
        <w:t xml:space="preserve">] (per SMPTE ST 336), and an </w:t>
      </w:r>
      <w:r w:rsidR="00A10791" w:rsidRPr="00374CBE">
        <w:t>i</w:t>
      </w:r>
      <w:r w:rsidR="002D127D" w:rsidRPr="00374CBE">
        <w:t xml:space="preserve">tem </w:t>
      </w:r>
      <w:r w:rsidR="00A10791" w:rsidRPr="00374CBE">
        <w:t>d</w:t>
      </w:r>
      <w:r w:rsidR="002D127D" w:rsidRPr="00374CBE">
        <w:t>esignator [8</w:t>
      </w:r>
      <w:r w:rsidR="000D6933" w:rsidRPr="00374CBE">
        <w:t xml:space="preserve"> </w:t>
      </w:r>
      <w:r w:rsidR="002D127D" w:rsidRPr="00374CBE">
        <w:t>bytes-</w:t>
      </w:r>
      <w:r w:rsidR="004569A5" w:rsidRPr="00374CBE">
        <w:t>"</w:t>
      </w:r>
      <w:r w:rsidR="002D127D" w:rsidRPr="00374CBE">
        <w:t>000</w:t>
      </w:r>
      <w:r w:rsidR="004569A5" w:rsidRPr="00374CBE">
        <w:t>"</w:t>
      </w:r>
      <w:r w:rsidR="002D127D" w:rsidRPr="00374CBE">
        <w:t>] (per SMPTE ST 335, SMPTE ST 395, and SMPTE ST 2003). SMPTE MXF sub-tables provide these 16</w:t>
      </w:r>
      <w:r w:rsidR="000D6933" w:rsidRPr="00374CBE">
        <w:t>-</w:t>
      </w:r>
      <w:r w:rsidR="002D127D" w:rsidRPr="00374CBE">
        <w:t>byte labels in addition to any values associated with the label.</w:t>
      </w:r>
    </w:p>
    <w:p w14:paraId="61B70171" w14:textId="0FCFB306" w:rsidR="00C53780" w:rsidRPr="00374CBE" w:rsidRDefault="00995BA8" w:rsidP="00D8612B">
      <w:r w:rsidRPr="00374CBE">
        <w:t>As</w:t>
      </w:r>
      <w:r w:rsidR="00C53780" w:rsidRPr="00374CBE">
        <w:t xml:space="preserve"> another example, HEVC</w:t>
      </w:r>
      <w:r w:rsidRPr="00374CBE">
        <w:t xml:space="preserve"> or </w:t>
      </w:r>
      <w:r w:rsidR="00A10791" w:rsidRPr="00374CBE">
        <w:t>advanced video coding (</w:t>
      </w:r>
      <w:r w:rsidR="00C53780" w:rsidRPr="00374CBE">
        <w:t>AVC</w:t>
      </w:r>
      <w:r w:rsidR="00A10791" w:rsidRPr="00374CBE">
        <w:t>)</w:t>
      </w:r>
      <w:r w:rsidR="00C53780" w:rsidRPr="00374CBE">
        <w:t xml:space="preserve"> </w:t>
      </w:r>
      <w:r w:rsidR="002D127D" w:rsidRPr="00374CBE">
        <w:t>bit</w:t>
      </w:r>
      <w:r w:rsidR="00C53780" w:rsidRPr="00374CBE">
        <w:t xml:space="preserve">streams indicate parameters and values through </w:t>
      </w:r>
      <w:r w:rsidR="00B220B0" w:rsidRPr="00374CBE">
        <w:t>video usability information (</w:t>
      </w:r>
      <w:r w:rsidR="00C53780" w:rsidRPr="00374CBE">
        <w:t>VUI</w:t>
      </w:r>
      <w:r w:rsidR="00B220B0" w:rsidRPr="00374CBE">
        <w:t>)</w:t>
      </w:r>
      <w:r w:rsidR="00C53780" w:rsidRPr="00374CBE">
        <w:t xml:space="preserve"> and </w:t>
      </w:r>
      <w:r w:rsidR="00B220B0" w:rsidRPr="00374CBE">
        <w:t>supplemental enhancement information (</w:t>
      </w:r>
      <w:r w:rsidR="00C53780" w:rsidRPr="00374CBE">
        <w:t>SEI</w:t>
      </w:r>
      <w:r w:rsidR="00B220B0" w:rsidRPr="00374CBE">
        <w:t>)</w:t>
      </w:r>
      <w:r w:rsidR="00C53780" w:rsidRPr="00374CBE">
        <w:t xml:space="preserve"> constructs at the </w:t>
      </w:r>
      <w:r w:rsidRPr="00374CBE">
        <w:t xml:space="preserve">sequence </w:t>
      </w:r>
      <w:r w:rsidR="00C53780" w:rsidRPr="00374CBE">
        <w:t>parameter set level.</w:t>
      </w:r>
    </w:p>
    <w:p w14:paraId="44BF3999" w14:textId="06B5AE79" w:rsidR="001441D4" w:rsidRPr="00374CBE" w:rsidRDefault="00E75D6F" w:rsidP="001F05F0">
      <w:pPr>
        <w:pStyle w:val="Heading2"/>
      </w:pPr>
      <w:bookmarkStart w:id="236" w:name="_Toc5880042"/>
      <w:bookmarkStart w:id="237" w:name="_Toc7091313"/>
      <w:r w:rsidRPr="00374CBE">
        <w:t>7.2</w:t>
      </w:r>
      <w:r w:rsidRPr="00374CBE">
        <w:tab/>
      </w:r>
      <w:r w:rsidR="001441D4" w:rsidRPr="00374CBE">
        <w:t xml:space="preserve">Colorimetry and </w:t>
      </w:r>
      <w:r w:rsidR="006E5D9F" w:rsidRPr="00374CBE">
        <w:t xml:space="preserve">colour </w:t>
      </w:r>
      <w:r w:rsidR="001441D4" w:rsidRPr="00374CBE">
        <w:t>range descriptions</w:t>
      </w:r>
      <w:bookmarkEnd w:id="236"/>
      <w:bookmarkEnd w:id="237"/>
    </w:p>
    <w:p w14:paraId="77116B7C" w14:textId="0B470C67" w:rsidR="00062832" w:rsidRPr="00374CBE" w:rsidRDefault="00E75D6F" w:rsidP="001F05F0">
      <w:pPr>
        <w:pStyle w:val="Heading3"/>
      </w:pPr>
      <w:r w:rsidRPr="00374CBE">
        <w:t>7.2.1</w:t>
      </w:r>
      <w:r w:rsidRPr="00374CBE">
        <w:tab/>
      </w:r>
      <w:r w:rsidR="00062832" w:rsidRPr="00374CBE">
        <w:t>General</w:t>
      </w:r>
    </w:p>
    <w:p w14:paraId="72556A22" w14:textId="325C61A7" w:rsidR="00D909B6" w:rsidRPr="00374CBE" w:rsidRDefault="0083058A" w:rsidP="00D8612B">
      <w:r w:rsidRPr="00374CBE">
        <w:t xml:space="preserve">Colour volume information can describe combinations of video properties that are needed to convert between colour volumes. Such conversions may include changes in bit depth, changes in colour subsampling, non-linear optimizations and may also include transformations based on carriage and bit rate restrictions. SD, HD, and UHD material </w:t>
      </w:r>
      <w:r w:rsidR="006D49A0" w:rsidRPr="00374CBE">
        <w:t>are typically associated with</w:t>
      </w:r>
      <w:r w:rsidRPr="00374CBE">
        <w:t xml:space="preserve"> certain colorimetry properties as indicated in Table 1</w:t>
      </w:r>
      <w:r w:rsidR="006D49A0" w:rsidRPr="00374CBE">
        <w:t>,</w:t>
      </w:r>
      <w:r w:rsidRPr="00374CBE">
        <w:t xml:space="preserve"> but this information can be carried in different places or </w:t>
      </w:r>
      <w:r w:rsidR="006D49A0" w:rsidRPr="00374CBE">
        <w:t xml:space="preserve">may be </w:t>
      </w:r>
      <w:r w:rsidRPr="00374CBE">
        <w:t>inferred depending on the storage or streaming format.</w:t>
      </w:r>
    </w:p>
    <w:p w14:paraId="51D57E61" w14:textId="3389BA35" w:rsidR="006D49A0" w:rsidRDefault="006D49A0" w:rsidP="00140A72">
      <w:pPr>
        <w:pStyle w:val="TableNoTitle"/>
        <w:rPr>
          <w:ins w:id="238" w:author="Yasser Syed" w:date="2019-06-24T23:51:00Z"/>
          <w:rFonts w:eastAsia="SimSun"/>
        </w:rPr>
      </w:pPr>
      <w:bookmarkStart w:id="239" w:name="_Ref524785502"/>
      <w:r w:rsidRPr="00374CBE">
        <w:rPr>
          <w:rFonts w:eastAsia="SimSun"/>
        </w:rPr>
        <w:lastRenderedPageBreak/>
        <w:t xml:space="preserve">Table </w:t>
      </w:r>
      <w:ins w:id="240" w:author="Yasser Syed" w:date="2019-06-25T18:25:00Z">
        <w:r w:rsidR="004E65AA" w:rsidRPr="004E65AA">
          <w:rPr>
            <w:rFonts w:eastAsia="SimSun"/>
            <w:szCs w:val="24"/>
            <w:lang w:eastAsia="ja-JP"/>
          </w:rPr>
          <w:fldChar w:fldCharType="begin"/>
        </w:r>
        <w:r w:rsidR="004E65AA" w:rsidRPr="00A1219A">
          <w:rPr>
            <w:rFonts w:eastAsia="SimSun"/>
            <w:szCs w:val="24"/>
            <w:lang w:eastAsia="ja-JP"/>
          </w:rPr>
          <w:instrText xml:space="preserve"> SEQ Table \* ARABIC </w:instrText>
        </w:r>
        <w:r w:rsidR="004E65AA" w:rsidRPr="004E65AA">
          <w:rPr>
            <w:rFonts w:eastAsia="SimSun"/>
            <w:szCs w:val="24"/>
            <w:lang w:eastAsia="ja-JP"/>
          </w:rPr>
          <w:fldChar w:fldCharType="separate"/>
        </w:r>
        <w:r w:rsidR="004E65AA">
          <w:rPr>
            <w:rFonts w:eastAsia="SimSun"/>
            <w:noProof/>
            <w:szCs w:val="24"/>
            <w:lang w:eastAsia="ja-JP"/>
          </w:rPr>
          <w:t>1</w:t>
        </w:r>
        <w:r w:rsidR="004E65AA" w:rsidRPr="004E65AA">
          <w:rPr>
            <w:rFonts w:eastAsia="SimSun"/>
            <w:szCs w:val="24"/>
            <w:lang w:eastAsia="ja-JP"/>
          </w:rPr>
          <w:fldChar w:fldCharType="end"/>
        </w:r>
      </w:ins>
      <w:del w:id="241" w:author="Yasser Syed" w:date="2019-06-25T18:25:00Z">
        <w:r w:rsidR="00DD21D4" w:rsidRPr="00374CBE" w:rsidDel="004E65AA">
          <w:rPr>
            <w:rFonts w:eastAsia="SimSun"/>
          </w:rPr>
          <w:delText>1</w:delText>
        </w:r>
      </w:del>
      <w:bookmarkEnd w:id="239"/>
      <w:r w:rsidRPr="00374CBE">
        <w:rPr>
          <w:rFonts w:eastAsia="SimSun"/>
        </w:rPr>
        <w:t xml:space="preserve"> </w:t>
      </w:r>
      <w:r w:rsidR="00062832" w:rsidRPr="00374CBE">
        <w:rPr>
          <w:rFonts w:eastAsia="SimSun"/>
        </w:rPr>
        <w:t xml:space="preserve">– </w:t>
      </w:r>
      <w:r w:rsidRPr="00374CBE">
        <w:rPr>
          <w:rFonts w:eastAsia="SimSun"/>
        </w:rPr>
        <w:t>SD, HD, and UHD video colorimetry properties</w:t>
      </w: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76"/>
        <w:gridCol w:w="1782"/>
        <w:gridCol w:w="787"/>
        <w:gridCol w:w="990"/>
        <w:gridCol w:w="923"/>
        <w:gridCol w:w="900"/>
        <w:gridCol w:w="990"/>
        <w:gridCol w:w="810"/>
        <w:gridCol w:w="1890"/>
      </w:tblGrid>
      <w:tr w:rsidR="00767691" w:rsidRPr="000456B4" w14:paraId="76FBDD7B" w14:textId="77777777" w:rsidTr="00767691">
        <w:trPr>
          <w:ins w:id="242" w:author="Yasser Syed" w:date="2019-06-24T23:53:00Z"/>
        </w:trPr>
        <w:tc>
          <w:tcPr>
            <w:tcW w:w="576" w:type="dxa"/>
            <w:vMerge w:val="restart"/>
            <w:tcBorders>
              <w:top w:val="single" w:sz="4" w:space="0" w:color="auto"/>
              <w:left w:val="single" w:sz="4" w:space="0" w:color="auto"/>
              <w:bottom w:val="single" w:sz="4" w:space="0" w:color="auto"/>
              <w:right w:val="single" w:sz="4" w:space="0" w:color="auto"/>
            </w:tcBorders>
            <w:shd w:val="clear" w:color="auto" w:fill="auto"/>
            <w:textDirection w:val="btLr"/>
          </w:tcPr>
          <w:p w14:paraId="31E2E748" w14:textId="77777777" w:rsidR="00767691" w:rsidRPr="000456B4" w:rsidRDefault="00767691" w:rsidP="00767691">
            <w:pPr>
              <w:keepNext/>
              <w:tabs>
                <w:tab w:val="clear" w:pos="794"/>
                <w:tab w:val="clear" w:pos="1191"/>
                <w:tab w:val="clear" w:pos="1588"/>
                <w:tab w:val="clear" w:pos="1985"/>
              </w:tabs>
              <w:overflowPunct/>
              <w:autoSpaceDE/>
              <w:autoSpaceDN/>
              <w:adjustRightInd/>
              <w:spacing w:before="60" w:after="60"/>
              <w:ind w:left="113" w:right="113"/>
              <w:jc w:val="center"/>
              <w:textAlignment w:val="auto"/>
              <w:rPr>
                <w:ins w:id="243" w:author="Yasser Syed" w:date="2019-06-24T23:53:00Z"/>
                <w:rFonts w:eastAsia="Yu Mincho"/>
                <w:b/>
                <w:bCs/>
                <w:color w:val="000000"/>
                <w:sz w:val="18"/>
                <w:szCs w:val="16"/>
                <w:lang w:eastAsia="zh-CN"/>
              </w:rPr>
            </w:pPr>
          </w:p>
        </w:tc>
        <w:tc>
          <w:tcPr>
            <w:tcW w:w="1782"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8CF7657" w14:textId="77777777" w:rsidR="00767691" w:rsidRPr="00D77D60" w:rsidRDefault="00767691" w:rsidP="00767691">
            <w:pPr>
              <w:keepNext/>
              <w:tabs>
                <w:tab w:val="clear" w:pos="794"/>
                <w:tab w:val="clear" w:pos="1191"/>
                <w:tab w:val="clear" w:pos="1588"/>
                <w:tab w:val="clear" w:pos="1985"/>
              </w:tabs>
              <w:overflowPunct/>
              <w:autoSpaceDE/>
              <w:autoSpaceDN/>
              <w:adjustRightInd/>
              <w:spacing w:before="60" w:after="60"/>
              <w:jc w:val="left"/>
              <w:textAlignment w:val="auto"/>
              <w:rPr>
                <w:ins w:id="244" w:author="Yasser Syed" w:date="2019-06-24T23:53:00Z"/>
                <w:rFonts w:eastAsia="Yu Mincho"/>
                <w:b/>
                <w:bCs/>
                <w:sz w:val="18"/>
                <w:szCs w:val="16"/>
                <w:lang w:eastAsia="zh-CN"/>
              </w:rPr>
            </w:pPr>
            <w:ins w:id="245" w:author="Yasser Syed" w:date="2019-06-24T23:53:00Z">
              <w:r w:rsidRPr="000456B4">
                <w:rPr>
                  <w:rFonts w:eastAsia="Yu Mincho"/>
                  <w:b/>
                  <w:bCs/>
                  <w:sz w:val="18"/>
                  <w:szCs w:val="16"/>
                  <w:lang w:eastAsia="zh-CN"/>
                </w:rPr>
                <w:t>Tag</w:t>
              </w:r>
            </w:ins>
          </w:p>
        </w:tc>
        <w:tc>
          <w:tcPr>
            <w:tcW w:w="1777" w:type="dxa"/>
            <w:gridSpan w:val="2"/>
            <w:tcBorders>
              <w:top w:val="single" w:sz="4" w:space="0" w:color="auto"/>
              <w:left w:val="single" w:sz="4" w:space="0" w:color="auto"/>
              <w:bottom w:val="single" w:sz="4" w:space="0" w:color="auto"/>
              <w:right w:val="single" w:sz="4" w:space="0" w:color="auto"/>
            </w:tcBorders>
            <w:shd w:val="clear" w:color="auto" w:fill="auto"/>
          </w:tcPr>
          <w:p w14:paraId="79FBE8DB" w14:textId="77777777" w:rsidR="00767691" w:rsidRPr="00D77D60" w:rsidRDefault="00767691" w:rsidP="00767691">
            <w:pPr>
              <w:keepNext/>
              <w:tabs>
                <w:tab w:val="clear" w:pos="794"/>
                <w:tab w:val="clear" w:pos="1191"/>
                <w:tab w:val="clear" w:pos="1588"/>
                <w:tab w:val="clear" w:pos="1985"/>
              </w:tabs>
              <w:overflowPunct/>
              <w:autoSpaceDE/>
              <w:autoSpaceDN/>
              <w:adjustRightInd/>
              <w:spacing w:before="60" w:after="60"/>
              <w:jc w:val="center"/>
              <w:textAlignment w:val="auto"/>
              <w:rPr>
                <w:ins w:id="246" w:author="Yasser Syed" w:date="2019-06-24T23:53:00Z"/>
                <w:rFonts w:eastAsia="Yu Mincho"/>
                <w:b/>
                <w:bCs/>
                <w:sz w:val="18"/>
                <w:szCs w:val="16"/>
                <w:lang w:eastAsia="zh-CN"/>
              </w:rPr>
            </w:pPr>
            <w:ins w:id="247" w:author="Yasser Syed" w:date="2019-06-24T23:53:00Z">
              <w:r w:rsidRPr="000456B4">
                <w:rPr>
                  <w:rFonts w:eastAsia="Yu Mincho"/>
                  <w:b/>
                  <w:bCs/>
                  <w:sz w:val="18"/>
                  <w:szCs w:val="16"/>
                  <w:lang w:eastAsia="zh-CN"/>
                </w:rPr>
                <w:t>Colour</w:t>
              </w:r>
            </w:ins>
          </w:p>
        </w:tc>
        <w:tc>
          <w:tcPr>
            <w:tcW w:w="1823" w:type="dxa"/>
            <w:gridSpan w:val="2"/>
            <w:tcBorders>
              <w:top w:val="single" w:sz="4" w:space="0" w:color="auto"/>
              <w:left w:val="single" w:sz="4" w:space="0" w:color="auto"/>
              <w:bottom w:val="single" w:sz="4" w:space="0" w:color="auto"/>
              <w:right w:val="single" w:sz="4" w:space="0" w:color="auto"/>
            </w:tcBorders>
            <w:shd w:val="clear" w:color="auto" w:fill="auto"/>
          </w:tcPr>
          <w:p w14:paraId="5021000F" w14:textId="77777777" w:rsidR="00767691" w:rsidRPr="000456B4" w:rsidRDefault="00767691" w:rsidP="00767691">
            <w:pPr>
              <w:keepNext/>
              <w:tabs>
                <w:tab w:val="clear" w:pos="794"/>
                <w:tab w:val="clear" w:pos="1191"/>
                <w:tab w:val="clear" w:pos="1588"/>
                <w:tab w:val="clear" w:pos="1985"/>
              </w:tabs>
              <w:overflowPunct/>
              <w:autoSpaceDE/>
              <w:autoSpaceDN/>
              <w:adjustRightInd/>
              <w:spacing w:before="60" w:after="60"/>
              <w:jc w:val="center"/>
              <w:textAlignment w:val="auto"/>
              <w:rPr>
                <w:ins w:id="248" w:author="Yasser Syed" w:date="2019-06-24T23:53:00Z"/>
                <w:rFonts w:eastAsia="Yu Mincho"/>
                <w:b/>
                <w:bCs/>
                <w:sz w:val="18"/>
                <w:szCs w:val="16"/>
                <w:lang w:eastAsia="zh-CN"/>
              </w:rPr>
            </w:pPr>
            <w:ins w:id="249" w:author="Yasser Syed" w:date="2019-06-24T23:53:00Z">
              <w:r w:rsidRPr="000456B4">
                <w:rPr>
                  <w:rFonts w:eastAsia="Yu Mincho"/>
                  <w:b/>
                  <w:bCs/>
                  <w:sz w:val="18"/>
                  <w:szCs w:val="16"/>
                  <w:lang w:eastAsia="zh-CN"/>
                </w:rPr>
                <w:t>Light</w:t>
              </w:r>
            </w:ins>
          </w:p>
        </w:tc>
        <w:tc>
          <w:tcPr>
            <w:tcW w:w="3690" w:type="dxa"/>
            <w:gridSpan w:val="3"/>
            <w:tcBorders>
              <w:top w:val="single" w:sz="4" w:space="0" w:color="auto"/>
              <w:left w:val="single" w:sz="4" w:space="0" w:color="auto"/>
              <w:bottom w:val="single" w:sz="4" w:space="0" w:color="auto"/>
              <w:right w:val="single" w:sz="4" w:space="0" w:color="auto"/>
            </w:tcBorders>
            <w:shd w:val="clear" w:color="auto" w:fill="auto"/>
          </w:tcPr>
          <w:p w14:paraId="1D0C2BDF" w14:textId="77777777" w:rsidR="00767691" w:rsidRPr="00D77D60" w:rsidRDefault="00767691" w:rsidP="00767691">
            <w:pPr>
              <w:keepNext/>
              <w:tabs>
                <w:tab w:val="clear" w:pos="794"/>
                <w:tab w:val="clear" w:pos="1191"/>
                <w:tab w:val="clear" w:pos="1588"/>
                <w:tab w:val="clear" w:pos="1985"/>
              </w:tabs>
              <w:overflowPunct/>
              <w:autoSpaceDE/>
              <w:autoSpaceDN/>
              <w:adjustRightInd/>
              <w:spacing w:before="60" w:after="60"/>
              <w:jc w:val="center"/>
              <w:textAlignment w:val="auto"/>
              <w:rPr>
                <w:ins w:id="250" w:author="Yasser Syed" w:date="2019-06-24T23:53:00Z"/>
                <w:rFonts w:eastAsia="Yu Mincho"/>
                <w:b/>
                <w:bCs/>
                <w:sz w:val="18"/>
                <w:szCs w:val="16"/>
                <w:lang w:eastAsia="zh-CN"/>
              </w:rPr>
            </w:pPr>
            <w:ins w:id="251" w:author="Yasser Syed" w:date="2019-06-24T23:53:00Z">
              <w:r w:rsidRPr="000456B4">
                <w:rPr>
                  <w:rFonts w:eastAsia="Yu Mincho"/>
                  <w:b/>
                  <w:bCs/>
                  <w:sz w:val="18"/>
                  <w:szCs w:val="16"/>
                  <w:lang w:eastAsia="zh-CN"/>
                </w:rPr>
                <w:t>Container space properties</w:t>
              </w:r>
            </w:ins>
          </w:p>
        </w:tc>
      </w:tr>
      <w:tr w:rsidR="00767691" w:rsidRPr="000456B4" w14:paraId="76FC0586" w14:textId="77777777" w:rsidTr="00767691">
        <w:trPr>
          <w:ins w:id="252" w:author="Yasser Syed" w:date="2019-06-24T23:53:00Z"/>
        </w:trPr>
        <w:tc>
          <w:tcPr>
            <w:tcW w:w="576" w:type="dxa"/>
            <w:vMerge/>
            <w:shd w:val="clear" w:color="auto" w:fill="auto"/>
            <w:textDirection w:val="btLr"/>
          </w:tcPr>
          <w:p w14:paraId="376C9EDC" w14:textId="77777777" w:rsidR="00767691" w:rsidRPr="000456B4" w:rsidRDefault="00767691" w:rsidP="00767691">
            <w:pPr>
              <w:keepNext/>
              <w:tabs>
                <w:tab w:val="clear" w:pos="794"/>
                <w:tab w:val="clear" w:pos="1191"/>
                <w:tab w:val="clear" w:pos="1588"/>
                <w:tab w:val="clear" w:pos="1985"/>
              </w:tabs>
              <w:overflowPunct/>
              <w:autoSpaceDE/>
              <w:autoSpaceDN/>
              <w:adjustRightInd/>
              <w:spacing w:before="60" w:after="60"/>
              <w:ind w:left="113" w:right="113"/>
              <w:jc w:val="center"/>
              <w:textAlignment w:val="auto"/>
              <w:rPr>
                <w:ins w:id="253" w:author="Yasser Syed" w:date="2019-06-24T23:53:00Z"/>
                <w:rFonts w:eastAsia="Yu Mincho"/>
                <w:b/>
                <w:bCs/>
                <w:color w:val="000000"/>
                <w:sz w:val="18"/>
                <w:szCs w:val="16"/>
                <w:lang w:eastAsia="zh-CN"/>
              </w:rPr>
            </w:pPr>
          </w:p>
        </w:tc>
        <w:tc>
          <w:tcPr>
            <w:tcW w:w="1782" w:type="dxa"/>
            <w:vMerge/>
            <w:shd w:val="clear" w:color="auto" w:fill="auto"/>
            <w:vAlign w:val="center"/>
          </w:tcPr>
          <w:p w14:paraId="5D173C68" w14:textId="77777777" w:rsidR="00767691" w:rsidRPr="000456B4" w:rsidRDefault="00767691" w:rsidP="00767691">
            <w:pPr>
              <w:keepNext/>
              <w:tabs>
                <w:tab w:val="clear" w:pos="794"/>
                <w:tab w:val="clear" w:pos="1191"/>
                <w:tab w:val="clear" w:pos="1588"/>
                <w:tab w:val="clear" w:pos="1985"/>
              </w:tabs>
              <w:overflowPunct/>
              <w:autoSpaceDE/>
              <w:autoSpaceDN/>
              <w:adjustRightInd/>
              <w:spacing w:before="60" w:after="60"/>
              <w:jc w:val="left"/>
              <w:textAlignment w:val="auto"/>
              <w:rPr>
                <w:ins w:id="254" w:author="Yasser Syed" w:date="2019-06-24T23:53:00Z"/>
                <w:rFonts w:eastAsia="Yu Mincho"/>
                <w:bCs/>
                <w:color w:val="000000"/>
                <w:sz w:val="18"/>
                <w:szCs w:val="16"/>
                <w:lang w:eastAsia="zh-CN"/>
              </w:rPr>
            </w:pPr>
          </w:p>
        </w:tc>
        <w:tc>
          <w:tcPr>
            <w:tcW w:w="787" w:type="dxa"/>
            <w:shd w:val="clear" w:color="auto" w:fill="auto"/>
          </w:tcPr>
          <w:p w14:paraId="5F753D7E" w14:textId="77777777" w:rsidR="00767691" w:rsidRPr="000456B4" w:rsidRDefault="00767691" w:rsidP="00767691">
            <w:pPr>
              <w:keepNext/>
              <w:tabs>
                <w:tab w:val="clear" w:pos="794"/>
                <w:tab w:val="clear" w:pos="1191"/>
                <w:tab w:val="clear" w:pos="1588"/>
                <w:tab w:val="clear" w:pos="1985"/>
              </w:tabs>
              <w:overflowPunct/>
              <w:autoSpaceDE/>
              <w:autoSpaceDN/>
              <w:adjustRightInd/>
              <w:spacing w:before="60" w:after="60"/>
              <w:jc w:val="left"/>
              <w:textAlignment w:val="auto"/>
              <w:rPr>
                <w:ins w:id="255" w:author="Yasser Syed" w:date="2019-06-24T23:53:00Z"/>
                <w:rFonts w:eastAsia="Yu Mincho"/>
                <w:sz w:val="18"/>
                <w:szCs w:val="16"/>
                <w:lang w:eastAsia="zh-CN"/>
              </w:rPr>
            </w:pPr>
            <w:ins w:id="256" w:author="Yasser Syed" w:date="2019-06-24T23:53:00Z">
              <w:r w:rsidRPr="000456B4">
                <w:rPr>
                  <w:rFonts w:eastAsia="Yu Mincho"/>
                  <w:b/>
                  <w:bCs/>
                  <w:sz w:val="18"/>
                  <w:szCs w:val="16"/>
                  <w:lang w:eastAsia="zh-CN"/>
                </w:rPr>
                <w:t>Gamut</w:t>
              </w:r>
            </w:ins>
          </w:p>
        </w:tc>
        <w:tc>
          <w:tcPr>
            <w:tcW w:w="990" w:type="dxa"/>
            <w:shd w:val="clear" w:color="auto" w:fill="auto"/>
          </w:tcPr>
          <w:p w14:paraId="2FC4F134" w14:textId="77777777" w:rsidR="00767691" w:rsidRPr="000456B4" w:rsidRDefault="00767691" w:rsidP="00767691">
            <w:pPr>
              <w:keepNext/>
              <w:tabs>
                <w:tab w:val="clear" w:pos="794"/>
                <w:tab w:val="clear" w:pos="1191"/>
                <w:tab w:val="clear" w:pos="1588"/>
                <w:tab w:val="clear" w:pos="1985"/>
              </w:tabs>
              <w:overflowPunct/>
              <w:autoSpaceDE/>
              <w:autoSpaceDN/>
              <w:adjustRightInd/>
              <w:spacing w:before="60" w:after="60"/>
              <w:jc w:val="left"/>
              <w:textAlignment w:val="auto"/>
              <w:rPr>
                <w:ins w:id="257" w:author="Yasser Syed" w:date="2019-06-24T23:53:00Z"/>
                <w:rFonts w:eastAsia="Yu Mincho"/>
                <w:sz w:val="18"/>
                <w:szCs w:val="16"/>
                <w:lang w:eastAsia="zh-CN"/>
              </w:rPr>
            </w:pPr>
            <w:ins w:id="258" w:author="Yasser Syed" w:date="2019-06-24T23:53:00Z">
              <w:r w:rsidRPr="000456B4">
                <w:rPr>
                  <w:rFonts w:eastAsia="Yu Mincho"/>
                  <w:b/>
                  <w:bCs/>
                  <w:sz w:val="18"/>
                  <w:szCs w:val="16"/>
                  <w:lang w:eastAsia="zh-CN"/>
                </w:rPr>
                <w:t>Primaries</w:t>
              </w:r>
            </w:ins>
          </w:p>
        </w:tc>
        <w:tc>
          <w:tcPr>
            <w:tcW w:w="923" w:type="dxa"/>
            <w:shd w:val="clear" w:color="auto" w:fill="auto"/>
          </w:tcPr>
          <w:p w14:paraId="316616FB" w14:textId="77777777" w:rsidR="00767691" w:rsidRPr="000456B4" w:rsidRDefault="00767691" w:rsidP="00767691">
            <w:pPr>
              <w:keepNext/>
              <w:tabs>
                <w:tab w:val="clear" w:pos="794"/>
                <w:tab w:val="clear" w:pos="1191"/>
                <w:tab w:val="clear" w:pos="1588"/>
                <w:tab w:val="clear" w:pos="1985"/>
              </w:tabs>
              <w:overflowPunct/>
              <w:autoSpaceDE/>
              <w:autoSpaceDN/>
              <w:adjustRightInd/>
              <w:spacing w:before="60" w:after="60"/>
              <w:jc w:val="left"/>
              <w:textAlignment w:val="auto"/>
              <w:rPr>
                <w:ins w:id="259" w:author="Yasser Syed" w:date="2019-06-24T23:53:00Z"/>
                <w:rFonts w:eastAsia="Yu Mincho"/>
                <w:sz w:val="18"/>
                <w:szCs w:val="16"/>
                <w:lang w:eastAsia="zh-CN"/>
              </w:rPr>
            </w:pPr>
            <w:ins w:id="260" w:author="Yasser Syed" w:date="2019-06-24T23:53:00Z">
              <w:r w:rsidRPr="000456B4">
                <w:rPr>
                  <w:rFonts w:eastAsia="Yu Mincho"/>
                  <w:b/>
                  <w:bCs/>
                  <w:sz w:val="18"/>
                  <w:szCs w:val="16"/>
                  <w:lang w:eastAsia="zh-CN"/>
                </w:rPr>
                <w:t>Dynamic Range</w:t>
              </w:r>
            </w:ins>
          </w:p>
        </w:tc>
        <w:tc>
          <w:tcPr>
            <w:tcW w:w="900" w:type="dxa"/>
            <w:shd w:val="clear" w:color="auto" w:fill="auto"/>
          </w:tcPr>
          <w:p w14:paraId="348C72C7" w14:textId="77777777" w:rsidR="00767691" w:rsidRPr="000456B4" w:rsidRDefault="00767691" w:rsidP="00767691">
            <w:pPr>
              <w:keepNext/>
              <w:tabs>
                <w:tab w:val="clear" w:pos="794"/>
                <w:tab w:val="clear" w:pos="1191"/>
                <w:tab w:val="clear" w:pos="1588"/>
                <w:tab w:val="clear" w:pos="1985"/>
              </w:tabs>
              <w:overflowPunct/>
              <w:autoSpaceDE/>
              <w:autoSpaceDN/>
              <w:adjustRightInd/>
              <w:spacing w:before="60" w:after="60"/>
              <w:jc w:val="left"/>
              <w:textAlignment w:val="auto"/>
              <w:rPr>
                <w:ins w:id="261" w:author="Yasser Syed" w:date="2019-06-24T23:53:00Z"/>
                <w:rFonts w:eastAsia="Yu Mincho"/>
                <w:sz w:val="18"/>
                <w:szCs w:val="16"/>
                <w:lang w:eastAsia="zh-CN"/>
              </w:rPr>
            </w:pPr>
            <w:ins w:id="262" w:author="Yasser Syed" w:date="2019-06-24T23:53:00Z">
              <w:r w:rsidRPr="000456B4">
                <w:rPr>
                  <w:rFonts w:eastAsia="Yu Mincho"/>
                  <w:b/>
                  <w:bCs/>
                  <w:sz w:val="18"/>
                  <w:szCs w:val="16"/>
                  <w:lang w:eastAsia="zh-CN"/>
                </w:rPr>
                <w:t>Transfer function</w:t>
              </w:r>
            </w:ins>
          </w:p>
        </w:tc>
        <w:tc>
          <w:tcPr>
            <w:tcW w:w="990" w:type="dxa"/>
            <w:shd w:val="clear" w:color="auto" w:fill="auto"/>
          </w:tcPr>
          <w:p w14:paraId="0B1BFCBC" w14:textId="77777777" w:rsidR="00767691" w:rsidRPr="000456B4" w:rsidRDefault="00767691" w:rsidP="00767691">
            <w:pPr>
              <w:keepNext/>
              <w:tabs>
                <w:tab w:val="clear" w:pos="794"/>
                <w:tab w:val="clear" w:pos="1191"/>
                <w:tab w:val="clear" w:pos="1588"/>
                <w:tab w:val="clear" w:pos="1985"/>
              </w:tabs>
              <w:overflowPunct/>
              <w:autoSpaceDE/>
              <w:autoSpaceDN/>
              <w:adjustRightInd/>
              <w:spacing w:before="60" w:after="60"/>
              <w:jc w:val="left"/>
              <w:textAlignment w:val="auto"/>
              <w:rPr>
                <w:ins w:id="263" w:author="Yasser Syed" w:date="2019-06-24T23:53:00Z"/>
                <w:rFonts w:eastAsia="Yu Mincho"/>
                <w:sz w:val="18"/>
                <w:szCs w:val="16"/>
                <w:lang w:eastAsia="zh-CN"/>
              </w:rPr>
            </w:pPr>
            <w:ins w:id="264" w:author="Yasser Syed" w:date="2019-06-24T23:53:00Z">
              <w:r w:rsidRPr="000456B4">
                <w:rPr>
                  <w:rFonts w:eastAsia="Yu Mincho"/>
                  <w:b/>
                  <w:bCs/>
                  <w:sz w:val="18"/>
                  <w:szCs w:val="16"/>
                  <w:lang w:eastAsia="zh-CN"/>
                </w:rPr>
                <w:t>Colour Represen‌tation</w:t>
              </w:r>
            </w:ins>
          </w:p>
        </w:tc>
        <w:tc>
          <w:tcPr>
            <w:tcW w:w="810" w:type="dxa"/>
            <w:shd w:val="clear" w:color="auto" w:fill="auto"/>
          </w:tcPr>
          <w:p w14:paraId="4BBB73DD" w14:textId="77777777" w:rsidR="00767691" w:rsidRPr="000456B4" w:rsidRDefault="00767691" w:rsidP="00767691">
            <w:pPr>
              <w:keepNext/>
              <w:tabs>
                <w:tab w:val="clear" w:pos="794"/>
                <w:tab w:val="clear" w:pos="1191"/>
                <w:tab w:val="clear" w:pos="1588"/>
                <w:tab w:val="clear" w:pos="1985"/>
              </w:tabs>
              <w:overflowPunct/>
              <w:autoSpaceDE/>
              <w:autoSpaceDN/>
              <w:adjustRightInd/>
              <w:spacing w:before="60" w:after="60"/>
              <w:jc w:val="left"/>
              <w:textAlignment w:val="auto"/>
              <w:rPr>
                <w:ins w:id="265" w:author="Yasser Syed" w:date="2019-06-24T23:53:00Z"/>
                <w:rFonts w:eastAsia="Yu Mincho"/>
                <w:sz w:val="18"/>
                <w:szCs w:val="16"/>
                <w:lang w:eastAsia="zh-CN"/>
              </w:rPr>
            </w:pPr>
            <w:ins w:id="266" w:author="Yasser Syed" w:date="2019-06-24T23:53:00Z">
              <w:r w:rsidRPr="000456B4">
                <w:rPr>
                  <w:rFonts w:eastAsia="Yu Mincho"/>
                  <w:b/>
                  <w:bCs/>
                  <w:color w:val="000000"/>
                  <w:sz w:val="18"/>
                  <w:szCs w:val="16"/>
                  <w:lang w:eastAsia="zh-CN"/>
                </w:rPr>
                <w:t>Integer code level scaling</w:t>
              </w:r>
            </w:ins>
          </w:p>
        </w:tc>
        <w:tc>
          <w:tcPr>
            <w:tcW w:w="1890" w:type="dxa"/>
            <w:shd w:val="clear" w:color="auto" w:fill="auto"/>
          </w:tcPr>
          <w:p w14:paraId="7158CEA2" w14:textId="77777777" w:rsidR="00767691" w:rsidRPr="000456B4" w:rsidRDefault="00767691" w:rsidP="00767691">
            <w:pPr>
              <w:keepNext/>
              <w:tabs>
                <w:tab w:val="clear" w:pos="794"/>
                <w:tab w:val="clear" w:pos="1191"/>
                <w:tab w:val="clear" w:pos="1588"/>
                <w:tab w:val="clear" w:pos="1985"/>
              </w:tabs>
              <w:overflowPunct/>
              <w:autoSpaceDE/>
              <w:autoSpaceDN/>
              <w:adjustRightInd/>
              <w:spacing w:before="60" w:after="60"/>
              <w:jc w:val="left"/>
              <w:textAlignment w:val="auto"/>
              <w:rPr>
                <w:ins w:id="267" w:author="Yasser Syed" w:date="2019-06-24T23:53:00Z"/>
                <w:rFonts w:eastAsia="Yu Mincho"/>
                <w:sz w:val="18"/>
                <w:szCs w:val="16"/>
                <w:lang w:eastAsia="zh-CN"/>
              </w:rPr>
            </w:pPr>
            <w:ins w:id="268" w:author="Yasser Syed" w:date="2019-06-24T23:53:00Z">
              <w:r w:rsidRPr="000456B4">
                <w:rPr>
                  <w:rFonts w:eastAsia="Yu Mincho"/>
                  <w:b/>
                  <w:bCs/>
                  <w:sz w:val="18"/>
                  <w:szCs w:val="16"/>
                  <w:lang w:eastAsia="zh-CN"/>
                </w:rPr>
                <w:t xml:space="preserve">4:2:0 chroma sample </w:t>
              </w:r>
              <w:r>
                <w:rPr>
                  <w:rFonts w:eastAsia="Yu Mincho"/>
                  <w:b/>
                  <w:bCs/>
                  <w:sz w:val="18"/>
                  <w:szCs w:val="16"/>
                  <w:lang w:eastAsia="zh-CN"/>
                </w:rPr>
                <w:t>location</w:t>
              </w:r>
              <w:r w:rsidRPr="000456B4">
                <w:rPr>
                  <w:rFonts w:eastAsia="Yu Mincho"/>
                  <w:b/>
                  <w:bCs/>
                  <w:sz w:val="18"/>
                  <w:szCs w:val="16"/>
                  <w:lang w:eastAsia="zh-CN"/>
                </w:rPr>
                <w:t xml:space="preserve"> alignment</w:t>
              </w:r>
              <w:r w:rsidRPr="000456B4">
                <w:rPr>
                  <w:rFonts w:eastAsia="Yu Mincho"/>
                  <w:b/>
                  <w:bCs/>
                  <w:sz w:val="18"/>
                  <w:szCs w:val="16"/>
                  <w:lang w:eastAsia="zh-CN"/>
                </w:rPr>
                <w:br/>
                <w:t>(ChromaLocType)</w:t>
              </w:r>
            </w:ins>
          </w:p>
        </w:tc>
      </w:tr>
      <w:tr w:rsidR="00767691" w:rsidRPr="000456B4" w14:paraId="706EB4A9" w14:textId="77777777" w:rsidTr="00767691">
        <w:trPr>
          <w:ins w:id="269" w:author="Yasser Syed" w:date="2019-06-24T23:53:00Z"/>
        </w:trPr>
        <w:tc>
          <w:tcPr>
            <w:tcW w:w="576" w:type="dxa"/>
            <w:vMerge w:val="restart"/>
            <w:shd w:val="clear" w:color="auto" w:fill="auto"/>
            <w:textDirection w:val="btLr"/>
          </w:tcPr>
          <w:p w14:paraId="3D6CDC71" w14:textId="77777777" w:rsidR="00767691" w:rsidRPr="000456B4" w:rsidRDefault="00767691" w:rsidP="00767691">
            <w:pPr>
              <w:keepNext/>
              <w:tabs>
                <w:tab w:val="clear" w:pos="794"/>
                <w:tab w:val="clear" w:pos="1191"/>
                <w:tab w:val="clear" w:pos="1588"/>
                <w:tab w:val="clear" w:pos="1985"/>
              </w:tabs>
              <w:overflowPunct/>
              <w:autoSpaceDE/>
              <w:autoSpaceDN/>
              <w:adjustRightInd/>
              <w:spacing w:before="60" w:after="60"/>
              <w:ind w:left="113" w:right="113"/>
              <w:jc w:val="center"/>
              <w:textAlignment w:val="auto"/>
              <w:rPr>
                <w:ins w:id="270" w:author="Yasser Syed" w:date="2019-06-24T23:53:00Z"/>
                <w:rFonts w:eastAsia="Yu Mincho"/>
                <w:b/>
                <w:bCs/>
                <w:color w:val="000000"/>
                <w:sz w:val="18"/>
                <w:szCs w:val="16"/>
                <w:lang w:eastAsia="zh-CN"/>
              </w:rPr>
            </w:pPr>
            <w:ins w:id="271" w:author="Yasser Syed" w:date="2019-06-24T23:53:00Z">
              <w:r w:rsidRPr="000456B4">
                <w:rPr>
                  <w:rFonts w:eastAsia="Yu Mincho"/>
                  <w:b/>
                  <w:bCs/>
                  <w:color w:val="000000"/>
                  <w:sz w:val="18"/>
                  <w:szCs w:val="16"/>
                  <w:lang w:eastAsia="zh-CN"/>
                </w:rPr>
                <w:t>HD or SD</w:t>
              </w:r>
            </w:ins>
          </w:p>
        </w:tc>
        <w:tc>
          <w:tcPr>
            <w:tcW w:w="1782" w:type="dxa"/>
            <w:shd w:val="clear" w:color="auto" w:fill="auto"/>
            <w:vAlign w:val="center"/>
          </w:tcPr>
          <w:p w14:paraId="1451B125" w14:textId="77777777" w:rsidR="00767691" w:rsidRPr="000456B4" w:rsidRDefault="00767691" w:rsidP="00767691">
            <w:pPr>
              <w:keepNext/>
              <w:tabs>
                <w:tab w:val="clear" w:pos="794"/>
                <w:tab w:val="clear" w:pos="1191"/>
                <w:tab w:val="clear" w:pos="1588"/>
                <w:tab w:val="clear" w:pos="1985"/>
              </w:tabs>
              <w:overflowPunct/>
              <w:autoSpaceDE/>
              <w:autoSpaceDN/>
              <w:adjustRightInd/>
              <w:spacing w:before="60" w:after="60"/>
              <w:jc w:val="left"/>
              <w:textAlignment w:val="auto"/>
              <w:rPr>
                <w:ins w:id="272" w:author="Yasser Syed" w:date="2019-06-24T23:53:00Z"/>
                <w:rFonts w:eastAsia="Yu Mincho"/>
                <w:sz w:val="18"/>
                <w:szCs w:val="16"/>
                <w:lang w:eastAsia="zh-CN"/>
              </w:rPr>
            </w:pPr>
            <w:ins w:id="273" w:author="Yasser Syed" w:date="2019-06-24T23:53:00Z">
              <w:r w:rsidRPr="000456B4">
                <w:rPr>
                  <w:rFonts w:eastAsia="Yu Mincho"/>
                  <w:bCs/>
                  <w:color w:val="000000"/>
                  <w:sz w:val="18"/>
                  <w:szCs w:val="16"/>
                  <w:lang w:eastAsia="zh-CN"/>
                </w:rPr>
                <w:t>BT601_525</w:t>
              </w:r>
            </w:ins>
          </w:p>
        </w:tc>
        <w:tc>
          <w:tcPr>
            <w:tcW w:w="787" w:type="dxa"/>
            <w:vMerge w:val="restart"/>
            <w:shd w:val="clear" w:color="auto" w:fill="auto"/>
          </w:tcPr>
          <w:p w14:paraId="1D05A6F8" w14:textId="77777777" w:rsidR="00767691" w:rsidRPr="000456B4" w:rsidRDefault="00767691" w:rsidP="00767691">
            <w:pPr>
              <w:keepNext/>
              <w:tabs>
                <w:tab w:val="clear" w:pos="794"/>
                <w:tab w:val="clear" w:pos="1191"/>
                <w:tab w:val="clear" w:pos="1588"/>
                <w:tab w:val="clear" w:pos="1985"/>
              </w:tabs>
              <w:overflowPunct/>
              <w:autoSpaceDE/>
              <w:autoSpaceDN/>
              <w:adjustRightInd/>
              <w:spacing w:before="60" w:after="60"/>
              <w:jc w:val="left"/>
              <w:textAlignment w:val="auto"/>
              <w:rPr>
                <w:ins w:id="274" w:author="Yasser Syed" w:date="2019-06-24T23:53:00Z"/>
                <w:rFonts w:eastAsia="Yu Mincho"/>
                <w:sz w:val="18"/>
                <w:szCs w:val="16"/>
                <w:lang w:eastAsia="zh-CN"/>
              </w:rPr>
            </w:pPr>
            <w:ins w:id="275" w:author="Yasser Syed" w:date="2019-06-24T23:53:00Z">
              <w:r w:rsidRPr="000456B4">
                <w:rPr>
                  <w:rFonts w:eastAsia="Yu Mincho"/>
                  <w:sz w:val="18"/>
                  <w:szCs w:val="16"/>
                  <w:lang w:eastAsia="zh-CN"/>
                </w:rPr>
                <w:t>NCG</w:t>
              </w:r>
            </w:ins>
          </w:p>
        </w:tc>
        <w:tc>
          <w:tcPr>
            <w:tcW w:w="990" w:type="dxa"/>
            <w:vMerge w:val="restart"/>
            <w:shd w:val="clear" w:color="auto" w:fill="auto"/>
          </w:tcPr>
          <w:p w14:paraId="7CE3395A" w14:textId="77777777" w:rsidR="00767691" w:rsidRPr="000456B4" w:rsidRDefault="00767691" w:rsidP="00767691">
            <w:pPr>
              <w:keepNext/>
              <w:tabs>
                <w:tab w:val="clear" w:pos="794"/>
                <w:tab w:val="clear" w:pos="1191"/>
                <w:tab w:val="clear" w:pos="1588"/>
                <w:tab w:val="clear" w:pos="1985"/>
              </w:tabs>
              <w:overflowPunct/>
              <w:autoSpaceDE/>
              <w:autoSpaceDN/>
              <w:adjustRightInd/>
              <w:spacing w:before="60" w:after="60"/>
              <w:jc w:val="left"/>
              <w:textAlignment w:val="auto"/>
              <w:rPr>
                <w:ins w:id="276" w:author="Yasser Syed" w:date="2019-06-24T23:53:00Z"/>
                <w:rFonts w:eastAsia="Yu Mincho"/>
                <w:sz w:val="18"/>
                <w:szCs w:val="16"/>
                <w:lang w:eastAsia="zh-CN"/>
              </w:rPr>
            </w:pPr>
            <w:ins w:id="277" w:author="Yasser Syed" w:date="2019-06-24T23:53:00Z">
              <w:r w:rsidRPr="000456B4">
                <w:rPr>
                  <w:rFonts w:eastAsia="Yu Mincho"/>
                  <w:sz w:val="18"/>
                  <w:szCs w:val="16"/>
                  <w:lang w:eastAsia="zh-CN"/>
                </w:rPr>
                <w:t>BT.601</w:t>
              </w:r>
            </w:ins>
          </w:p>
        </w:tc>
        <w:tc>
          <w:tcPr>
            <w:tcW w:w="923" w:type="dxa"/>
            <w:vMerge w:val="restart"/>
            <w:shd w:val="clear" w:color="auto" w:fill="auto"/>
          </w:tcPr>
          <w:p w14:paraId="341C39EA" w14:textId="77777777" w:rsidR="00767691" w:rsidRPr="000456B4" w:rsidRDefault="00767691" w:rsidP="00767691">
            <w:pPr>
              <w:keepNext/>
              <w:tabs>
                <w:tab w:val="clear" w:pos="794"/>
                <w:tab w:val="clear" w:pos="1191"/>
                <w:tab w:val="clear" w:pos="1588"/>
                <w:tab w:val="clear" w:pos="1985"/>
              </w:tabs>
              <w:overflowPunct/>
              <w:autoSpaceDE/>
              <w:autoSpaceDN/>
              <w:adjustRightInd/>
              <w:spacing w:before="60" w:after="60"/>
              <w:jc w:val="left"/>
              <w:textAlignment w:val="auto"/>
              <w:rPr>
                <w:ins w:id="278" w:author="Yasser Syed" w:date="2019-06-24T23:53:00Z"/>
                <w:rFonts w:eastAsia="Yu Mincho"/>
                <w:sz w:val="18"/>
                <w:szCs w:val="16"/>
                <w:lang w:eastAsia="zh-CN"/>
              </w:rPr>
            </w:pPr>
            <w:ins w:id="279" w:author="Yasser Syed" w:date="2019-06-24T23:53:00Z">
              <w:r w:rsidRPr="000456B4">
                <w:rPr>
                  <w:rFonts w:eastAsia="Yu Mincho"/>
                  <w:sz w:val="18"/>
                  <w:szCs w:val="16"/>
                  <w:lang w:eastAsia="zh-CN"/>
                </w:rPr>
                <w:t>SDR</w:t>
              </w:r>
            </w:ins>
          </w:p>
        </w:tc>
        <w:tc>
          <w:tcPr>
            <w:tcW w:w="900" w:type="dxa"/>
            <w:vMerge w:val="restart"/>
            <w:shd w:val="clear" w:color="auto" w:fill="auto"/>
          </w:tcPr>
          <w:p w14:paraId="39E6A88A" w14:textId="77777777" w:rsidR="00767691" w:rsidRPr="000456B4" w:rsidRDefault="00767691" w:rsidP="00767691">
            <w:pPr>
              <w:keepNext/>
              <w:tabs>
                <w:tab w:val="clear" w:pos="794"/>
                <w:tab w:val="clear" w:pos="1191"/>
                <w:tab w:val="clear" w:pos="1588"/>
                <w:tab w:val="clear" w:pos="1985"/>
              </w:tabs>
              <w:overflowPunct/>
              <w:autoSpaceDE/>
              <w:autoSpaceDN/>
              <w:adjustRightInd/>
              <w:spacing w:before="60" w:after="60"/>
              <w:jc w:val="left"/>
              <w:textAlignment w:val="auto"/>
              <w:rPr>
                <w:ins w:id="280" w:author="Yasser Syed" w:date="2019-06-24T23:53:00Z"/>
                <w:rFonts w:eastAsia="Yu Mincho"/>
                <w:sz w:val="18"/>
                <w:szCs w:val="16"/>
                <w:lang w:eastAsia="zh-CN"/>
              </w:rPr>
            </w:pPr>
            <w:ins w:id="281" w:author="Yasser Syed" w:date="2019-06-24T23:53:00Z">
              <w:r w:rsidRPr="000456B4">
                <w:rPr>
                  <w:rFonts w:eastAsia="Yu Mincho"/>
                  <w:sz w:val="18"/>
                  <w:szCs w:val="16"/>
                  <w:lang w:eastAsia="zh-CN"/>
                </w:rPr>
                <w:t>BT.709</w:t>
              </w:r>
            </w:ins>
          </w:p>
        </w:tc>
        <w:tc>
          <w:tcPr>
            <w:tcW w:w="990" w:type="dxa"/>
            <w:shd w:val="clear" w:color="auto" w:fill="auto"/>
          </w:tcPr>
          <w:p w14:paraId="60DC8A80" w14:textId="77777777" w:rsidR="00767691" w:rsidRPr="006B57C6" w:rsidRDefault="00767691" w:rsidP="00767691">
            <w:pPr>
              <w:keepNext/>
              <w:tabs>
                <w:tab w:val="clear" w:pos="794"/>
                <w:tab w:val="clear" w:pos="1191"/>
                <w:tab w:val="clear" w:pos="1588"/>
                <w:tab w:val="clear" w:pos="1985"/>
              </w:tabs>
              <w:overflowPunct/>
              <w:autoSpaceDE/>
              <w:autoSpaceDN/>
              <w:adjustRightInd/>
              <w:spacing w:before="60" w:after="60"/>
              <w:jc w:val="left"/>
              <w:textAlignment w:val="auto"/>
              <w:rPr>
                <w:ins w:id="282" w:author="Yasser Syed" w:date="2019-06-24T23:53:00Z"/>
                <w:rFonts w:eastAsia="Yu Mincho"/>
                <w:sz w:val="18"/>
                <w:szCs w:val="18"/>
                <w:lang w:eastAsia="zh-CN"/>
              </w:rPr>
            </w:pPr>
            <w:ins w:id="283" w:author="Yasser Syed" w:date="2019-06-24T23:53:00Z">
              <w:r w:rsidRPr="00DC62C9">
                <w:rPr>
                  <w:sz w:val="18"/>
                  <w:szCs w:val="18"/>
                </w:rPr>
                <w:t>Y′CbCr</w:t>
              </w:r>
            </w:ins>
          </w:p>
        </w:tc>
        <w:tc>
          <w:tcPr>
            <w:tcW w:w="810" w:type="dxa"/>
            <w:shd w:val="clear" w:color="auto" w:fill="auto"/>
          </w:tcPr>
          <w:p w14:paraId="07BA3E93" w14:textId="77777777" w:rsidR="00767691" w:rsidRPr="000456B4" w:rsidRDefault="00767691" w:rsidP="00767691">
            <w:pPr>
              <w:keepNext/>
              <w:tabs>
                <w:tab w:val="clear" w:pos="794"/>
                <w:tab w:val="clear" w:pos="1191"/>
                <w:tab w:val="clear" w:pos="1588"/>
                <w:tab w:val="clear" w:pos="1985"/>
              </w:tabs>
              <w:overflowPunct/>
              <w:autoSpaceDE/>
              <w:autoSpaceDN/>
              <w:adjustRightInd/>
              <w:spacing w:before="60" w:after="60"/>
              <w:jc w:val="left"/>
              <w:textAlignment w:val="auto"/>
              <w:rPr>
                <w:ins w:id="284" w:author="Yasser Syed" w:date="2019-06-24T23:53:00Z"/>
                <w:rFonts w:eastAsia="Yu Mincho"/>
                <w:sz w:val="18"/>
                <w:szCs w:val="16"/>
                <w:lang w:eastAsia="zh-CN"/>
              </w:rPr>
            </w:pPr>
            <w:ins w:id="285" w:author="Yasser Syed" w:date="2019-06-24T23:53:00Z">
              <w:r w:rsidRPr="000456B4">
                <w:rPr>
                  <w:rFonts w:eastAsia="Yu Mincho"/>
                  <w:sz w:val="18"/>
                  <w:szCs w:val="16"/>
                  <w:lang w:eastAsia="zh-CN"/>
                </w:rPr>
                <w:t>Narrow</w:t>
              </w:r>
            </w:ins>
          </w:p>
        </w:tc>
        <w:tc>
          <w:tcPr>
            <w:tcW w:w="1890" w:type="dxa"/>
            <w:shd w:val="clear" w:color="auto" w:fill="auto"/>
          </w:tcPr>
          <w:p w14:paraId="0EFF3A5D" w14:textId="77777777" w:rsidR="00767691" w:rsidRPr="000456B4" w:rsidRDefault="00767691" w:rsidP="00767691">
            <w:pPr>
              <w:keepNext/>
              <w:tabs>
                <w:tab w:val="clear" w:pos="794"/>
                <w:tab w:val="clear" w:pos="1191"/>
                <w:tab w:val="clear" w:pos="1588"/>
                <w:tab w:val="clear" w:pos="1985"/>
              </w:tabs>
              <w:overflowPunct/>
              <w:autoSpaceDE/>
              <w:autoSpaceDN/>
              <w:adjustRightInd/>
              <w:spacing w:before="60" w:after="60"/>
              <w:jc w:val="left"/>
              <w:textAlignment w:val="auto"/>
              <w:rPr>
                <w:ins w:id="286" w:author="Yasser Syed" w:date="2019-06-24T23:53:00Z"/>
                <w:rFonts w:eastAsia="Yu Mincho"/>
                <w:sz w:val="18"/>
                <w:szCs w:val="16"/>
                <w:lang w:eastAsia="zh-CN"/>
              </w:rPr>
            </w:pPr>
            <w:ins w:id="287" w:author="Yasser Syed" w:date="2019-06-24T23:53:00Z">
              <w:r>
                <w:rPr>
                  <w:rFonts w:eastAsia="Yu Mincho"/>
                  <w:sz w:val="18"/>
                  <w:szCs w:val="16"/>
                  <w:lang w:eastAsia="zh-CN"/>
                </w:rPr>
                <w:t>Vertically i</w:t>
              </w:r>
              <w:r w:rsidRPr="000456B4">
                <w:rPr>
                  <w:rFonts w:eastAsia="Yu Mincho"/>
                  <w:sz w:val="18"/>
                  <w:szCs w:val="16"/>
                  <w:lang w:eastAsia="zh-CN"/>
                </w:rPr>
                <w:t>nterstitial (ChromaLocType = 0)</w:t>
              </w:r>
            </w:ins>
          </w:p>
        </w:tc>
      </w:tr>
      <w:tr w:rsidR="00767691" w:rsidRPr="000456B4" w14:paraId="4A910327" w14:textId="77777777" w:rsidTr="00767691">
        <w:trPr>
          <w:ins w:id="288" w:author="Yasser Syed" w:date="2019-06-24T23:53:00Z"/>
        </w:trPr>
        <w:tc>
          <w:tcPr>
            <w:tcW w:w="576" w:type="dxa"/>
            <w:vMerge/>
            <w:shd w:val="clear" w:color="auto" w:fill="auto"/>
            <w:textDirection w:val="btLr"/>
          </w:tcPr>
          <w:p w14:paraId="62159E0B" w14:textId="77777777" w:rsidR="00767691" w:rsidRPr="000456B4" w:rsidRDefault="00767691" w:rsidP="00767691">
            <w:pPr>
              <w:keepNext/>
              <w:tabs>
                <w:tab w:val="clear" w:pos="794"/>
                <w:tab w:val="clear" w:pos="1191"/>
                <w:tab w:val="clear" w:pos="1588"/>
                <w:tab w:val="clear" w:pos="1985"/>
              </w:tabs>
              <w:overflowPunct/>
              <w:autoSpaceDE/>
              <w:autoSpaceDN/>
              <w:adjustRightInd/>
              <w:spacing w:before="60" w:after="60"/>
              <w:ind w:left="113" w:right="113"/>
              <w:jc w:val="center"/>
              <w:textAlignment w:val="auto"/>
              <w:rPr>
                <w:ins w:id="289" w:author="Yasser Syed" w:date="2019-06-24T23:53:00Z"/>
                <w:rFonts w:eastAsia="Yu Mincho"/>
                <w:b/>
                <w:bCs/>
                <w:color w:val="000000"/>
                <w:sz w:val="18"/>
                <w:szCs w:val="16"/>
                <w:lang w:eastAsia="zh-CN"/>
              </w:rPr>
            </w:pPr>
          </w:p>
        </w:tc>
        <w:tc>
          <w:tcPr>
            <w:tcW w:w="1782" w:type="dxa"/>
            <w:shd w:val="clear" w:color="auto" w:fill="auto"/>
            <w:vAlign w:val="center"/>
          </w:tcPr>
          <w:p w14:paraId="725D0680" w14:textId="77777777" w:rsidR="00767691" w:rsidRPr="000456B4" w:rsidRDefault="00767691" w:rsidP="00767691">
            <w:pPr>
              <w:keepNext/>
              <w:tabs>
                <w:tab w:val="clear" w:pos="794"/>
                <w:tab w:val="clear" w:pos="1191"/>
                <w:tab w:val="clear" w:pos="1588"/>
                <w:tab w:val="clear" w:pos="1985"/>
              </w:tabs>
              <w:overflowPunct/>
              <w:autoSpaceDE/>
              <w:autoSpaceDN/>
              <w:adjustRightInd/>
              <w:spacing w:before="60" w:after="60"/>
              <w:jc w:val="left"/>
              <w:textAlignment w:val="auto"/>
              <w:rPr>
                <w:ins w:id="290" w:author="Yasser Syed" w:date="2019-06-24T23:53:00Z"/>
                <w:rFonts w:eastAsia="Yu Mincho"/>
                <w:sz w:val="18"/>
                <w:szCs w:val="16"/>
                <w:lang w:eastAsia="zh-CN"/>
              </w:rPr>
            </w:pPr>
            <w:ins w:id="291" w:author="Yasser Syed" w:date="2019-06-24T23:53:00Z">
              <w:r w:rsidRPr="000456B4">
                <w:rPr>
                  <w:rFonts w:eastAsia="Yu Mincho"/>
                  <w:bCs/>
                  <w:color w:val="000000"/>
                  <w:sz w:val="18"/>
                  <w:szCs w:val="16"/>
                  <w:lang w:eastAsia="zh-CN"/>
                </w:rPr>
                <w:t>BT601_625</w:t>
              </w:r>
            </w:ins>
          </w:p>
        </w:tc>
        <w:tc>
          <w:tcPr>
            <w:tcW w:w="787" w:type="dxa"/>
            <w:vMerge/>
            <w:shd w:val="clear" w:color="auto" w:fill="auto"/>
          </w:tcPr>
          <w:p w14:paraId="75CF5C06" w14:textId="77777777" w:rsidR="00767691" w:rsidRPr="000456B4" w:rsidRDefault="00767691" w:rsidP="00767691">
            <w:pPr>
              <w:keepNext/>
              <w:tabs>
                <w:tab w:val="clear" w:pos="794"/>
                <w:tab w:val="clear" w:pos="1191"/>
                <w:tab w:val="clear" w:pos="1588"/>
                <w:tab w:val="clear" w:pos="1985"/>
              </w:tabs>
              <w:overflowPunct/>
              <w:autoSpaceDE/>
              <w:autoSpaceDN/>
              <w:adjustRightInd/>
              <w:spacing w:before="60" w:after="60"/>
              <w:jc w:val="left"/>
              <w:textAlignment w:val="auto"/>
              <w:rPr>
                <w:ins w:id="292" w:author="Yasser Syed" w:date="2019-06-24T23:53:00Z"/>
                <w:rFonts w:eastAsia="Yu Mincho"/>
                <w:sz w:val="18"/>
                <w:szCs w:val="16"/>
                <w:lang w:eastAsia="zh-CN"/>
              </w:rPr>
            </w:pPr>
          </w:p>
        </w:tc>
        <w:tc>
          <w:tcPr>
            <w:tcW w:w="990" w:type="dxa"/>
            <w:vMerge/>
            <w:shd w:val="clear" w:color="auto" w:fill="auto"/>
          </w:tcPr>
          <w:p w14:paraId="2F0A5861" w14:textId="77777777" w:rsidR="00767691" w:rsidRPr="000456B4" w:rsidRDefault="00767691" w:rsidP="00767691">
            <w:pPr>
              <w:keepNext/>
              <w:tabs>
                <w:tab w:val="clear" w:pos="794"/>
                <w:tab w:val="clear" w:pos="1191"/>
                <w:tab w:val="clear" w:pos="1588"/>
                <w:tab w:val="clear" w:pos="1985"/>
              </w:tabs>
              <w:overflowPunct/>
              <w:autoSpaceDE/>
              <w:autoSpaceDN/>
              <w:adjustRightInd/>
              <w:spacing w:before="60" w:after="60"/>
              <w:jc w:val="left"/>
              <w:textAlignment w:val="auto"/>
              <w:rPr>
                <w:ins w:id="293" w:author="Yasser Syed" w:date="2019-06-24T23:53:00Z"/>
                <w:rFonts w:eastAsia="Yu Mincho"/>
                <w:sz w:val="18"/>
                <w:szCs w:val="16"/>
                <w:lang w:eastAsia="zh-CN"/>
              </w:rPr>
            </w:pPr>
          </w:p>
        </w:tc>
        <w:tc>
          <w:tcPr>
            <w:tcW w:w="923" w:type="dxa"/>
            <w:vMerge/>
            <w:shd w:val="clear" w:color="auto" w:fill="auto"/>
          </w:tcPr>
          <w:p w14:paraId="3AED4101" w14:textId="77777777" w:rsidR="00767691" w:rsidRPr="000456B4" w:rsidRDefault="00767691" w:rsidP="00767691">
            <w:pPr>
              <w:keepNext/>
              <w:tabs>
                <w:tab w:val="clear" w:pos="794"/>
                <w:tab w:val="clear" w:pos="1191"/>
                <w:tab w:val="clear" w:pos="1588"/>
                <w:tab w:val="clear" w:pos="1985"/>
              </w:tabs>
              <w:overflowPunct/>
              <w:autoSpaceDE/>
              <w:autoSpaceDN/>
              <w:adjustRightInd/>
              <w:spacing w:before="60" w:after="60"/>
              <w:jc w:val="left"/>
              <w:textAlignment w:val="auto"/>
              <w:rPr>
                <w:ins w:id="294" w:author="Yasser Syed" w:date="2019-06-24T23:53:00Z"/>
                <w:rFonts w:eastAsia="Yu Mincho"/>
                <w:sz w:val="18"/>
                <w:szCs w:val="16"/>
                <w:lang w:eastAsia="zh-CN"/>
              </w:rPr>
            </w:pPr>
          </w:p>
        </w:tc>
        <w:tc>
          <w:tcPr>
            <w:tcW w:w="900" w:type="dxa"/>
            <w:vMerge/>
            <w:shd w:val="clear" w:color="auto" w:fill="auto"/>
          </w:tcPr>
          <w:p w14:paraId="3AE38CF2" w14:textId="77777777" w:rsidR="00767691" w:rsidRPr="000456B4" w:rsidRDefault="00767691" w:rsidP="00767691">
            <w:pPr>
              <w:keepNext/>
              <w:tabs>
                <w:tab w:val="clear" w:pos="794"/>
                <w:tab w:val="clear" w:pos="1191"/>
                <w:tab w:val="clear" w:pos="1588"/>
                <w:tab w:val="clear" w:pos="1985"/>
              </w:tabs>
              <w:overflowPunct/>
              <w:autoSpaceDE/>
              <w:autoSpaceDN/>
              <w:adjustRightInd/>
              <w:spacing w:before="60" w:after="60"/>
              <w:jc w:val="left"/>
              <w:textAlignment w:val="auto"/>
              <w:rPr>
                <w:ins w:id="295" w:author="Yasser Syed" w:date="2019-06-24T23:53:00Z"/>
                <w:rFonts w:eastAsia="Yu Mincho"/>
                <w:sz w:val="18"/>
                <w:szCs w:val="16"/>
                <w:lang w:eastAsia="zh-CN"/>
              </w:rPr>
            </w:pPr>
          </w:p>
        </w:tc>
        <w:tc>
          <w:tcPr>
            <w:tcW w:w="990" w:type="dxa"/>
            <w:shd w:val="clear" w:color="auto" w:fill="auto"/>
          </w:tcPr>
          <w:p w14:paraId="46A2E1A0" w14:textId="77777777" w:rsidR="00767691" w:rsidRPr="00CF61E9" w:rsidRDefault="00767691" w:rsidP="00767691">
            <w:pPr>
              <w:keepNext/>
              <w:tabs>
                <w:tab w:val="clear" w:pos="794"/>
                <w:tab w:val="clear" w:pos="1191"/>
                <w:tab w:val="clear" w:pos="1588"/>
                <w:tab w:val="clear" w:pos="1985"/>
              </w:tabs>
              <w:overflowPunct/>
              <w:autoSpaceDE/>
              <w:autoSpaceDN/>
              <w:adjustRightInd/>
              <w:spacing w:before="60" w:after="60"/>
              <w:jc w:val="left"/>
              <w:textAlignment w:val="auto"/>
              <w:rPr>
                <w:ins w:id="296" w:author="Yasser Syed" w:date="2019-06-24T23:53:00Z"/>
                <w:rFonts w:eastAsia="Yu Mincho"/>
                <w:sz w:val="18"/>
                <w:szCs w:val="16"/>
                <w:lang w:eastAsia="zh-CN"/>
              </w:rPr>
            </w:pPr>
            <w:ins w:id="297" w:author="Yasser Syed" w:date="2019-06-24T23:53:00Z">
              <w:r w:rsidRPr="00DC62C9">
                <w:rPr>
                  <w:sz w:val="18"/>
                  <w:szCs w:val="18"/>
                </w:rPr>
                <w:t>Y′CbCr</w:t>
              </w:r>
            </w:ins>
          </w:p>
        </w:tc>
        <w:tc>
          <w:tcPr>
            <w:tcW w:w="810" w:type="dxa"/>
            <w:shd w:val="clear" w:color="auto" w:fill="auto"/>
          </w:tcPr>
          <w:p w14:paraId="71B69C6D" w14:textId="77777777" w:rsidR="00767691" w:rsidRPr="000456B4" w:rsidRDefault="00767691" w:rsidP="00767691">
            <w:pPr>
              <w:keepNext/>
              <w:tabs>
                <w:tab w:val="clear" w:pos="794"/>
                <w:tab w:val="clear" w:pos="1191"/>
                <w:tab w:val="clear" w:pos="1588"/>
                <w:tab w:val="clear" w:pos="1985"/>
              </w:tabs>
              <w:overflowPunct/>
              <w:autoSpaceDE/>
              <w:autoSpaceDN/>
              <w:adjustRightInd/>
              <w:spacing w:before="60" w:after="60"/>
              <w:jc w:val="left"/>
              <w:textAlignment w:val="auto"/>
              <w:rPr>
                <w:ins w:id="298" w:author="Yasser Syed" w:date="2019-06-24T23:53:00Z"/>
                <w:rFonts w:eastAsia="Yu Mincho"/>
                <w:sz w:val="18"/>
                <w:szCs w:val="16"/>
                <w:lang w:eastAsia="zh-CN"/>
              </w:rPr>
            </w:pPr>
            <w:ins w:id="299" w:author="Yasser Syed" w:date="2019-06-24T23:53:00Z">
              <w:r w:rsidRPr="000456B4">
                <w:rPr>
                  <w:rFonts w:eastAsia="Yu Mincho"/>
                  <w:sz w:val="18"/>
                  <w:szCs w:val="16"/>
                  <w:lang w:eastAsia="zh-CN"/>
                </w:rPr>
                <w:t>Narrow</w:t>
              </w:r>
            </w:ins>
          </w:p>
        </w:tc>
        <w:tc>
          <w:tcPr>
            <w:tcW w:w="1890" w:type="dxa"/>
            <w:shd w:val="clear" w:color="auto" w:fill="auto"/>
          </w:tcPr>
          <w:p w14:paraId="059BF19F" w14:textId="77777777" w:rsidR="00767691" w:rsidRPr="000456B4" w:rsidRDefault="00767691" w:rsidP="00767691">
            <w:pPr>
              <w:keepNext/>
              <w:tabs>
                <w:tab w:val="clear" w:pos="794"/>
                <w:tab w:val="clear" w:pos="1191"/>
                <w:tab w:val="clear" w:pos="1588"/>
                <w:tab w:val="clear" w:pos="1985"/>
              </w:tabs>
              <w:overflowPunct/>
              <w:autoSpaceDE/>
              <w:autoSpaceDN/>
              <w:adjustRightInd/>
              <w:spacing w:before="60" w:after="60"/>
              <w:jc w:val="left"/>
              <w:textAlignment w:val="auto"/>
              <w:rPr>
                <w:ins w:id="300" w:author="Yasser Syed" w:date="2019-06-24T23:53:00Z"/>
                <w:rFonts w:eastAsia="Yu Mincho"/>
                <w:sz w:val="18"/>
                <w:szCs w:val="16"/>
                <w:lang w:eastAsia="zh-CN"/>
              </w:rPr>
            </w:pPr>
            <w:ins w:id="301" w:author="Yasser Syed" w:date="2019-06-24T23:53:00Z">
              <w:r>
                <w:rPr>
                  <w:rFonts w:eastAsia="Yu Mincho"/>
                  <w:sz w:val="18"/>
                  <w:szCs w:val="16"/>
                  <w:lang w:eastAsia="zh-CN"/>
                </w:rPr>
                <w:t>Vertically i</w:t>
              </w:r>
              <w:r w:rsidRPr="000456B4">
                <w:rPr>
                  <w:rFonts w:eastAsia="Yu Mincho"/>
                  <w:sz w:val="18"/>
                  <w:szCs w:val="16"/>
                  <w:lang w:eastAsia="zh-CN"/>
                </w:rPr>
                <w:t>nterstitial (ChromaLocType = 0)</w:t>
              </w:r>
            </w:ins>
          </w:p>
        </w:tc>
      </w:tr>
      <w:tr w:rsidR="00767691" w:rsidRPr="000456B4" w14:paraId="5DD7399B" w14:textId="77777777" w:rsidTr="00767691">
        <w:trPr>
          <w:ins w:id="302" w:author="Yasser Syed" w:date="2019-06-24T23:53:00Z"/>
        </w:trPr>
        <w:tc>
          <w:tcPr>
            <w:tcW w:w="576" w:type="dxa"/>
            <w:vMerge/>
            <w:shd w:val="clear" w:color="auto" w:fill="auto"/>
            <w:textDirection w:val="btLr"/>
          </w:tcPr>
          <w:p w14:paraId="3832D752" w14:textId="77777777" w:rsidR="00767691" w:rsidRPr="000456B4" w:rsidRDefault="00767691" w:rsidP="00767691">
            <w:pPr>
              <w:keepNext/>
              <w:tabs>
                <w:tab w:val="clear" w:pos="794"/>
                <w:tab w:val="clear" w:pos="1191"/>
                <w:tab w:val="clear" w:pos="1588"/>
                <w:tab w:val="clear" w:pos="1985"/>
              </w:tabs>
              <w:overflowPunct/>
              <w:autoSpaceDE/>
              <w:autoSpaceDN/>
              <w:adjustRightInd/>
              <w:spacing w:before="60" w:after="60"/>
              <w:ind w:left="113" w:right="113"/>
              <w:jc w:val="center"/>
              <w:textAlignment w:val="auto"/>
              <w:rPr>
                <w:ins w:id="303" w:author="Yasser Syed" w:date="2019-06-24T23:53:00Z"/>
                <w:rFonts w:eastAsia="Yu Mincho"/>
                <w:b/>
                <w:bCs/>
                <w:color w:val="000000"/>
                <w:sz w:val="18"/>
                <w:szCs w:val="16"/>
                <w:lang w:eastAsia="zh-CN"/>
              </w:rPr>
            </w:pPr>
          </w:p>
        </w:tc>
        <w:tc>
          <w:tcPr>
            <w:tcW w:w="1782" w:type="dxa"/>
            <w:shd w:val="clear" w:color="auto" w:fill="auto"/>
            <w:vAlign w:val="center"/>
          </w:tcPr>
          <w:p w14:paraId="117B2AB3" w14:textId="77777777" w:rsidR="00767691" w:rsidRPr="000456B4" w:rsidRDefault="00767691" w:rsidP="00767691">
            <w:pPr>
              <w:keepNext/>
              <w:tabs>
                <w:tab w:val="clear" w:pos="794"/>
                <w:tab w:val="clear" w:pos="1191"/>
                <w:tab w:val="clear" w:pos="1588"/>
                <w:tab w:val="clear" w:pos="1985"/>
              </w:tabs>
              <w:overflowPunct/>
              <w:autoSpaceDE/>
              <w:autoSpaceDN/>
              <w:adjustRightInd/>
              <w:spacing w:before="60" w:after="60"/>
              <w:jc w:val="left"/>
              <w:textAlignment w:val="auto"/>
              <w:rPr>
                <w:ins w:id="304" w:author="Yasser Syed" w:date="2019-06-24T23:53:00Z"/>
                <w:rFonts w:eastAsia="Yu Mincho"/>
                <w:sz w:val="18"/>
                <w:szCs w:val="16"/>
                <w:lang w:eastAsia="zh-CN"/>
              </w:rPr>
            </w:pPr>
            <w:ins w:id="305" w:author="Yasser Syed" w:date="2019-06-24T23:53:00Z">
              <w:r w:rsidRPr="000456B4">
                <w:rPr>
                  <w:rFonts w:eastAsia="Yu Mincho"/>
                  <w:bCs/>
                  <w:color w:val="000000"/>
                  <w:sz w:val="18"/>
                  <w:szCs w:val="16"/>
                  <w:lang w:eastAsia="zh-CN"/>
                </w:rPr>
                <w:t>BT709_YCC</w:t>
              </w:r>
            </w:ins>
          </w:p>
        </w:tc>
        <w:tc>
          <w:tcPr>
            <w:tcW w:w="787" w:type="dxa"/>
            <w:vMerge/>
            <w:shd w:val="clear" w:color="auto" w:fill="auto"/>
          </w:tcPr>
          <w:p w14:paraId="3D21DA90" w14:textId="77777777" w:rsidR="00767691" w:rsidRPr="000456B4" w:rsidRDefault="00767691" w:rsidP="00767691">
            <w:pPr>
              <w:keepNext/>
              <w:tabs>
                <w:tab w:val="clear" w:pos="794"/>
                <w:tab w:val="clear" w:pos="1191"/>
                <w:tab w:val="clear" w:pos="1588"/>
                <w:tab w:val="clear" w:pos="1985"/>
              </w:tabs>
              <w:overflowPunct/>
              <w:autoSpaceDE/>
              <w:autoSpaceDN/>
              <w:adjustRightInd/>
              <w:spacing w:before="60" w:after="60"/>
              <w:jc w:val="left"/>
              <w:textAlignment w:val="auto"/>
              <w:rPr>
                <w:ins w:id="306" w:author="Yasser Syed" w:date="2019-06-24T23:53:00Z"/>
                <w:rFonts w:eastAsia="Yu Mincho"/>
                <w:sz w:val="18"/>
                <w:szCs w:val="16"/>
                <w:lang w:eastAsia="zh-CN"/>
              </w:rPr>
            </w:pPr>
          </w:p>
        </w:tc>
        <w:tc>
          <w:tcPr>
            <w:tcW w:w="990" w:type="dxa"/>
            <w:vMerge w:val="restart"/>
            <w:shd w:val="clear" w:color="auto" w:fill="auto"/>
          </w:tcPr>
          <w:p w14:paraId="56CA8F5E" w14:textId="77777777" w:rsidR="00767691" w:rsidRPr="000456B4" w:rsidRDefault="00767691" w:rsidP="00767691">
            <w:pPr>
              <w:keepNext/>
              <w:tabs>
                <w:tab w:val="clear" w:pos="794"/>
                <w:tab w:val="clear" w:pos="1191"/>
                <w:tab w:val="clear" w:pos="1588"/>
                <w:tab w:val="clear" w:pos="1985"/>
              </w:tabs>
              <w:overflowPunct/>
              <w:autoSpaceDE/>
              <w:autoSpaceDN/>
              <w:adjustRightInd/>
              <w:spacing w:before="60" w:after="60"/>
              <w:jc w:val="left"/>
              <w:textAlignment w:val="auto"/>
              <w:rPr>
                <w:ins w:id="307" w:author="Yasser Syed" w:date="2019-06-24T23:53:00Z"/>
                <w:rFonts w:eastAsia="Yu Mincho"/>
                <w:sz w:val="18"/>
                <w:szCs w:val="10"/>
                <w:lang w:eastAsia="zh-CN"/>
              </w:rPr>
            </w:pPr>
            <w:ins w:id="308" w:author="Yasser Syed" w:date="2019-06-24T23:53:00Z">
              <w:r w:rsidRPr="000456B4">
                <w:rPr>
                  <w:rFonts w:eastAsia="Yu Mincho"/>
                  <w:sz w:val="18"/>
                  <w:szCs w:val="16"/>
                  <w:lang w:eastAsia="zh-CN"/>
                </w:rPr>
                <w:t>BT.709</w:t>
              </w:r>
            </w:ins>
          </w:p>
        </w:tc>
        <w:tc>
          <w:tcPr>
            <w:tcW w:w="923" w:type="dxa"/>
            <w:vMerge/>
            <w:shd w:val="clear" w:color="auto" w:fill="auto"/>
          </w:tcPr>
          <w:p w14:paraId="33EAE6CF" w14:textId="77777777" w:rsidR="00767691" w:rsidRPr="000456B4" w:rsidRDefault="00767691" w:rsidP="00767691">
            <w:pPr>
              <w:keepNext/>
              <w:tabs>
                <w:tab w:val="clear" w:pos="794"/>
                <w:tab w:val="clear" w:pos="1191"/>
                <w:tab w:val="clear" w:pos="1588"/>
                <w:tab w:val="clear" w:pos="1985"/>
              </w:tabs>
              <w:overflowPunct/>
              <w:autoSpaceDE/>
              <w:autoSpaceDN/>
              <w:adjustRightInd/>
              <w:spacing w:before="60" w:after="60"/>
              <w:jc w:val="left"/>
              <w:textAlignment w:val="auto"/>
              <w:rPr>
                <w:ins w:id="309" w:author="Yasser Syed" w:date="2019-06-24T23:53:00Z"/>
                <w:rFonts w:eastAsia="Yu Mincho"/>
                <w:sz w:val="18"/>
                <w:szCs w:val="16"/>
                <w:lang w:eastAsia="zh-CN"/>
              </w:rPr>
            </w:pPr>
          </w:p>
        </w:tc>
        <w:tc>
          <w:tcPr>
            <w:tcW w:w="900" w:type="dxa"/>
            <w:vMerge/>
            <w:shd w:val="clear" w:color="auto" w:fill="auto"/>
          </w:tcPr>
          <w:p w14:paraId="55A56EFC" w14:textId="77777777" w:rsidR="00767691" w:rsidRPr="000456B4" w:rsidRDefault="00767691" w:rsidP="00767691">
            <w:pPr>
              <w:keepNext/>
              <w:tabs>
                <w:tab w:val="clear" w:pos="794"/>
                <w:tab w:val="clear" w:pos="1191"/>
                <w:tab w:val="clear" w:pos="1588"/>
                <w:tab w:val="clear" w:pos="1985"/>
              </w:tabs>
              <w:overflowPunct/>
              <w:autoSpaceDE/>
              <w:autoSpaceDN/>
              <w:adjustRightInd/>
              <w:spacing w:before="60" w:after="60"/>
              <w:jc w:val="left"/>
              <w:textAlignment w:val="auto"/>
              <w:rPr>
                <w:ins w:id="310" w:author="Yasser Syed" w:date="2019-06-24T23:53:00Z"/>
                <w:rFonts w:eastAsia="Yu Mincho"/>
                <w:sz w:val="18"/>
                <w:szCs w:val="16"/>
                <w:lang w:eastAsia="zh-CN"/>
              </w:rPr>
            </w:pPr>
          </w:p>
        </w:tc>
        <w:tc>
          <w:tcPr>
            <w:tcW w:w="990" w:type="dxa"/>
            <w:shd w:val="clear" w:color="auto" w:fill="auto"/>
          </w:tcPr>
          <w:p w14:paraId="469FA6F1" w14:textId="77777777" w:rsidR="00767691" w:rsidRPr="00CF61E9" w:rsidRDefault="00767691" w:rsidP="00767691">
            <w:pPr>
              <w:keepNext/>
              <w:tabs>
                <w:tab w:val="clear" w:pos="794"/>
                <w:tab w:val="clear" w:pos="1191"/>
                <w:tab w:val="clear" w:pos="1588"/>
                <w:tab w:val="clear" w:pos="1985"/>
              </w:tabs>
              <w:overflowPunct/>
              <w:autoSpaceDE/>
              <w:autoSpaceDN/>
              <w:adjustRightInd/>
              <w:spacing w:before="60" w:after="60"/>
              <w:jc w:val="left"/>
              <w:textAlignment w:val="auto"/>
              <w:rPr>
                <w:ins w:id="311" w:author="Yasser Syed" w:date="2019-06-24T23:53:00Z"/>
                <w:rFonts w:eastAsia="Yu Mincho"/>
                <w:sz w:val="18"/>
                <w:szCs w:val="16"/>
                <w:lang w:eastAsia="zh-CN"/>
              </w:rPr>
            </w:pPr>
            <w:ins w:id="312" w:author="Yasser Syed" w:date="2019-06-24T23:53:00Z">
              <w:r w:rsidRPr="00DC62C9">
                <w:rPr>
                  <w:sz w:val="18"/>
                  <w:szCs w:val="18"/>
                </w:rPr>
                <w:t>Y′CbCr</w:t>
              </w:r>
            </w:ins>
          </w:p>
        </w:tc>
        <w:tc>
          <w:tcPr>
            <w:tcW w:w="810" w:type="dxa"/>
            <w:shd w:val="clear" w:color="auto" w:fill="auto"/>
          </w:tcPr>
          <w:p w14:paraId="75D44CE1" w14:textId="77777777" w:rsidR="00767691" w:rsidRPr="000456B4" w:rsidRDefault="00767691" w:rsidP="00767691">
            <w:pPr>
              <w:keepNext/>
              <w:tabs>
                <w:tab w:val="clear" w:pos="794"/>
                <w:tab w:val="clear" w:pos="1191"/>
                <w:tab w:val="clear" w:pos="1588"/>
                <w:tab w:val="clear" w:pos="1985"/>
              </w:tabs>
              <w:overflowPunct/>
              <w:autoSpaceDE/>
              <w:autoSpaceDN/>
              <w:adjustRightInd/>
              <w:spacing w:before="60" w:after="60"/>
              <w:jc w:val="left"/>
              <w:textAlignment w:val="auto"/>
              <w:rPr>
                <w:ins w:id="313" w:author="Yasser Syed" w:date="2019-06-24T23:53:00Z"/>
                <w:rFonts w:eastAsia="Yu Mincho"/>
                <w:sz w:val="18"/>
                <w:szCs w:val="16"/>
                <w:lang w:eastAsia="zh-CN"/>
              </w:rPr>
            </w:pPr>
            <w:ins w:id="314" w:author="Yasser Syed" w:date="2019-06-24T23:53:00Z">
              <w:r w:rsidRPr="000456B4">
                <w:rPr>
                  <w:rFonts w:eastAsia="Yu Mincho"/>
                  <w:sz w:val="18"/>
                  <w:szCs w:val="16"/>
                  <w:lang w:eastAsia="zh-CN"/>
                </w:rPr>
                <w:t>Narrow</w:t>
              </w:r>
            </w:ins>
          </w:p>
        </w:tc>
        <w:tc>
          <w:tcPr>
            <w:tcW w:w="1890" w:type="dxa"/>
            <w:shd w:val="clear" w:color="auto" w:fill="auto"/>
          </w:tcPr>
          <w:p w14:paraId="6C965211" w14:textId="77777777" w:rsidR="00767691" w:rsidRPr="000456B4" w:rsidRDefault="00767691" w:rsidP="00767691">
            <w:pPr>
              <w:keepNext/>
              <w:tabs>
                <w:tab w:val="clear" w:pos="794"/>
                <w:tab w:val="clear" w:pos="1191"/>
                <w:tab w:val="clear" w:pos="1588"/>
                <w:tab w:val="clear" w:pos="1985"/>
              </w:tabs>
              <w:overflowPunct/>
              <w:autoSpaceDE/>
              <w:autoSpaceDN/>
              <w:adjustRightInd/>
              <w:spacing w:before="60" w:after="60"/>
              <w:jc w:val="left"/>
              <w:textAlignment w:val="auto"/>
              <w:rPr>
                <w:ins w:id="315" w:author="Yasser Syed" w:date="2019-06-24T23:53:00Z"/>
                <w:rFonts w:eastAsia="Yu Mincho"/>
                <w:sz w:val="18"/>
                <w:szCs w:val="16"/>
                <w:lang w:eastAsia="zh-CN"/>
              </w:rPr>
            </w:pPr>
            <w:ins w:id="316" w:author="Yasser Syed" w:date="2019-06-24T23:53:00Z">
              <w:r>
                <w:rPr>
                  <w:rFonts w:eastAsia="Yu Mincho"/>
                  <w:sz w:val="18"/>
                  <w:szCs w:val="16"/>
                  <w:lang w:eastAsia="zh-CN"/>
                </w:rPr>
                <w:t>Vertically i</w:t>
              </w:r>
              <w:r w:rsidRPr="000456B4">
                <w:rPr>
                  <w:rFonts w:eastAsia="Yu Mincho"/>
                  <w:sz w:val="18"/>
                  <w:szCs w:val="16"/>
                  <w:lang w:eastAsia="zh-CN"/>
                </w:rPr>
                <w:t>nterstitial (ChromaLocType = 0)</w:t>
              </w:r>
            </w:ins>
          </w:p>
        </w:tc>
      </w:tr>
      <w:tr w:rsidR="00767691" w:rsidRPr="000456B4" w14:paraId="3376D5E5" w14:textId="77777777" w:rsidTr="00767691">
        <w:trPr>
          <w:ins w:id="317" w:author="Yasser Syed" w:date="2019-06-24T23:53:00Z"/>
        </w:trPr>
        <w:tc>
          <w:tcPr>
            <w:tcW w:w="576" w:type="dxa"/>
            <w:vMerge/>
            <w:shd w:val="clear" w:color="auto" w:fill="auto"/>
            <w:textDirection w:val="btLr"/>
          </w:tcPr>
          <w:p w14:paraId="24C9CAA6" w14:textId="77777777" w:rsidR="00767691" w:rsidRPr="000456B4" w:rsidRDefault="00767691" w:rsidP="00767691">
            <w:pPr>
              <w:keepNext/>
              <w:tabs>
                <w:tab w:val="clear" w:pos="794"/>
                <w:tab w:val="clear" w:pos="1191"/>
                <w:tab w:val="clear" w:pos="1588"/>
                <w:tab w:val="clear" w:pos="1985"/>
              </w:tabs>
              <w:overflowPunct/>
              <w:autoSpaceDE/>
              <w:autoSpaceDN/>
              <w:adjustRightInd/>
              <w:spacing w:before="60" w:after="60"/>
              <w:ind w:left="113" w:right="113"/>
              <w:jc w:val="center"/>
              <w:textAlignment w:val="auto"/>
              <w:rPr>
                <w:ins w:id="318" w:author="Yasser Syed" w:date="2019-06-24T23:53:00Z"/>
                <w:rFonts w:eastAsia="Yu Mincho"/>
                <w:b/>
                <w:bCs/>
                <w:color w:val="000000"/>
                <w:sz w:val="18"/>
                <w:szCs w:val="16"/>
                <w:lang w:eastAsia="zh-CN"/>
              </w:rPr>
            </w:pPr>
          </w:p>
        </w:tc>
        <w:tc>
          <w:tcPr>
            <w:tcW w:w="1782" w:type="dxa"/>
            <w:shd w:val="clear" w:color="auto" w:fill="auto"/>
            <w:vAlign w:val="center"/>
          </w:tcPr>
          <w:p w14:paraId="6C7005E3" w14:textId="77777777" w:rsidR="00767691" w:rsidRPr="000456B4" w:rsidRDefault="00767691" w:rsidP="00767691">
            <w:pPr>
              <w:keepNext/>
              <w:tabs>
                <w:tab w:val="clear" w:pos="794"/>
                <w:tab w:val="clear" w:pos="1191"/>
                <w:tab w:val="clear" w:pos="1588"/>
                <w:tab w:val="clear" w:pos="1985"/>
              </w:tabs>
              <w:overflowPunct/>
              <w:autoSpaceDE/>
              <w:autoSpaceDN/>
              <w:adjustRightInd/>
              <w:spacing w:before="60" w:after="60"/>
              <w:jc w:val="left"/>
              <w:textAlignment w:val="auto"/>
              <w:rPr>
                <w:ins w:id="319" w:author="Yasser Syed" w:date="2019-06-24T23:53:00Z"/>
                <w:rFonts w:eastAsia="Yu Mincho"/>
                <w:sz w:val="18"/>
                <w:szCs w:val="16"/>
                <w:lang w:eastAsia="zh-CN"/>
              </w:rPr>
            </w:pPr>
            <w:ins w:id="320" w:author="Yasser Syed" w:date="2019-06-24T23:53:00Z">
              <w:r w:rsidRPr="000456B4">
                <w:rPr>
                  <w:rFonts w:eastAsia="Yu Mincho"/>
                  <w:bCs/>
                  <w:color w:val="000000"/>
                  <w:sz w:val="18"/>
                  <w:szCs w:val="16"/>
                  <w:lang w:eastAsia="zh-CN"/>
                </w:rPr>
                <w:t>BT709_RGB</w:t>
              </w:r>
            </w:ins>
          </w:p>
        </w:tc>
        <w:tc>
          <w:tcPr>
            <w:tcW w:w="787" w:type="dxa"/>
            <w:vMerge/>
            <w:shd w:val="clear" w:color="auto" w:fill="auto"/>
          </w:tcPr>
          <w:p w14:paraId="209ECF86" w14:textId="77777777" w:rsidR="00767691" w:rsidRPr="000456B4" w:rsidRDefault="00767691" w:rsidP="00767691">
            <w:pPr>
              <w:keepNext/>
              <w:tabs>
                <w:tab w:val="clear" w:pos="794"/>
                <w:tab w:val="clear" w:pos="1191"/>
                <w:tab w:val="clear" w:pos="1588"/>
                <w:tab w:val="clear" w:pos="1985"/>
              </w:tabs>
              <w:overflowPunct/>
              <w:autoSpaceDE/>
              <w:autoSpaceDN/>
              <w:adjustRightInd/>
              <w:spacing w:before="60" w:after="60"/>
              <w:jc w:val="left"/>
              <w:textAlignment w:val="auto"/>
              <w:rPr>
                <w:ins w:id="321" w:author="Yasser Syed" w:date="2019-06-24T23:53:00Z"/>
                <w:rFonts w:eastAsia="Yu Mincho"/>
                <w:sz w:val="18"/>
                <w:szCs w:val="16"/>
                <w:lang w:eastAsia="zh-CN"/>
              </w:rPr>
            </w:pPr>
          </w:p>
        </w:tc>
        <w:tc>
          <w:tcPr>
            <w:tcW w:w="990" w:type="dxa"/>
            <w:vMerge/>
            <w:shd w:val="clear" w:color="auto" w:fill="auto"/>
          </w:tcPr>
          <w:p w14:paraId="078C1D7A" w14:textId="77777777" w:rsidR="00767691" w:rsidRPr="000456B4" w:rsidRDefault="00767691" w:rsidP="00767691">
            <w:pPr>
              <w:keepNext/>
              <w:tabs>
                <w:tab w:val="clear" w:pos="794"/>
                <w:tab w:val="clear" w:pos="1191"/>
                <w:tab w:val="clear" w:pos="1588"/>
                <w:tab w:val="clear" w:pos="1985"/>
              </w:tabs>
              <w:overflowPunct/>
              <w:autoSpaceDE/>
              <w:autoSpaceDN/>
              <w:adjustRightInd/>
              <w:spacing w:before="60" w:after="60"/>
              <w:jc w:val="left"/>
              <w:textAlignment w:val="auto"/>
              <w:rPr>
                <w:ins w:id="322" w:author="Yasser Syed" w:date="2019-06-24T23:53:00Z"/>
                <w:rFonts w:eastAsia="Yu Mincho"/>
                <w:sz w:val="18"/>
                <w:szCs w:val="16"/>
                <w:lang w:eastAsia="zh-CN"/>
              </w:rPr>
            </w:pPr>
          </w:p>
        </w:tc>
        <w:tc>
          <w:tcPr>
            <w:tcW w:w="923" w:type="dxa"/>
            <w:vMerge/>
            <w:shd w:val="clear" w:color="auto" w:fill="auto"/>
          </w:tcPr>
          <w:p w14:paraId="255383F9" w14:textId="77777777" w:rsidR="00767691" w:rsidRPr="000456B4" w:rsidRDefault="00767691" w:rsidP="00767691">
            <w:pPr>
              <w:keepNext/>
              <w:tabs>
                <w:tab w:val="clear" w:pos="794"/>
                <w:tab w:val="clear" w:pos="1191"/>
                <w:tab w:val="clear" w:pos="1588"/>
                <w:tab w:val="clear" w:pos="1985"/>
              </w:tabs>
              <w:overflowPunct/>
              <w:autoSpaceDE/>
              <w:autoSpaceDN/>
              <w:adjustRightInd/>
              <w:spacing w:before="60" w:after="60"/>
              <w:jc w:val="left"/>
              <w:textAlignment w:val="auto"/>
              <w:rPr>
                <w:ins w:id="323" w:author="Yasser Syed" w:date="2019-06-24T23:53:00Z"/>
                <w:rFonts w:eastAsia="Yu Mincho"/>
                <w:sz w:val="18"/>
                <w:szCs w:val="16"/>
                <w:lang w:eastAsia="zh-CN"/>
              </w:rPr>
            </w:pPr>
          </w:p>
        </w:tc>
        <w:tc>
          <w:tcPr>
            <w:tcW w:w="900" w:type="dxa"/>
            <w:vMerge/>
            <w:shd w:val="clear" w:color="auto" w:fill="auto"/>
          </w:tcPr>
          <w:p w14:paraId="0FFAB935" w14:textId="77777777" w:rsidR="00767691" w:rsidRPr="000456B4" w:rsidRDefault="00767691" w:rsidP="00767691">
            <w:pPr>
              <w:keepNext/>
              <w:tabs>
                <w:tab w:val="clear" w:pos="794"/>
                <w:tab w:val="clear" w:pos="1191"/>
                <w:tab w:val="clear" w:pos="1588"/>
                <w:tab w:val="clear" w:pos="1985"/>
              </w:tabs>
              <w:overflowPunct/>
              <w:autoSpaceDE/>
              <w:autoSpaceDN/>
              <w:adjustRightInd/>
              <w:spacing w:before="60" w:after="60"/>
              <w:jc w:val="left"/>
              <w:textAlignment w:val="auto"/>
              <w:rPr>
                <w:ins w:id="324" w:author="Yasser Syed" w:date="2019-06-24T23:53:00Z"/>
                <w:rFonts w:eastAsia="Yu Mincho"/>
                <w:sz w:val="18"/>
                <w:szCs w:val="16"/>
                <w:lang w:eastAsia="zh-CN"/>
              </w:rPr>
            </w:pPr>
          </w:p>
        </w:tc>
        <w:tc>
          <w:tcPr>
            <w:tcW w:w="990" w:type="dxa"/>
            <w:shd w:val="clear" w:color="auto" w:fill="auto"/>
          </w:tcPr>
          <w:p w14:paraId="209FE040" w14:textId="77777777" w:rsidR="00767691" w:rsidRPr="000456B4" w:rsidRDefault="00767691" w:rsidP="00767691">
            <w:pPr>
              <w:keepNext/>
              <w:tabs>
                <w:tab w:val="clear" w:pos="794"/>
                <w:tab w:val="clear" w:pos="1191"/>
                <w:tab w:val="clear" w:pos="1588"/>
                <w:tab w:val="clear" w:pos="1985"/>
              </w:tabs>
              <w:overflowPunct/>
              <w:autoSpaceDE/>
              <w:autoSpaceDN/>
              <w:adjustRightInd/>
              <w:spacing w:before="60" w:after="60"/>
              <w:jc w:val="left"/>
              <w:textAlignment w:val="auto"/>
              <w:rPr>
                <w:ins w:id="325" w:author="Yasser Syed" w:date="2019-06-24T23:53:00Z"/>
                <w:rFonts w:eastAsia="Yu Mincho"/>
                <w:sz w:val="18"/>
                <w:szCs w:val="16"/>
                <w:lang w:eastAsia="zh-CN"/>
              </w:rPr>
            </w:pPr>
            <w:ins w:id="326" w:author="Yasser Syed" w:date="2019-06-24T23:53:00Z">
              <w:r w:rsidRPr="000456B4">
                <w:rPr>
                  <w:rFonts w:eastAsia="Yu Mincho"/>
                  <w:sz w:val="18"/>
                  <w:szCs w:val="16"/>
                  <w:lang w:eastAsia="zh-CN"/>
                </w:rPr>
                <w:t>R′G′B′</w:t>
              </w:r>
            </w:ins>
          </w:p>
        </w:tc>
        <w:tc>
          <w:tcPr>
            <w:tcW w:w="810" w:type="dxa"/>
            <w:shd w:val="clear" w:color="auto" w:fill="auto"/>
          </w:tcPr>
          <w:p w14:paraId="306AC15B" w14:textId="77777777" w:rsidR="00767691" w:rsidRPr="000456B4" w:rsidRDefault="00767691" w:rsidP="00767691">
            <w:pPr>
              <w:keepNext/>
              <w:tabs>
                <w:tab w:val="clear" w:pos="794"/>
                <w:tab w:val="clear" w:pos="1191"/>
                <w:tab w:val="clear" w:pos="1588"/>
                <w:tab w:val="clear" w:pos="1985"/>
              </w:tabs>
              <w:overflowPunct/>
              <w:autoSpaceDE/>
              <w:autoSpaceDN/>
              <w:adjustRightInd/>
              <w:spacing w:before="60" w:after="60"/>
              <w:jc w:val="left"/>
              <w:textAlignment w:val="auto"/>
              <w:rPr>
                <w:ins w:id="327" w:author="Yasser Syed" w:date="2019-06-24T23:53:00Z"/>
                <w:rFonts w:eastAsia="Yu Mincho"/>
                <w:sz w:val="18"/>
                <w:szCs w:val="16"/>
                <w:lang w:eastAsia="zh-CN"/>
              </w:rPr>
            </w:pPr>
            <w:ins w:id="328" w:author="Yasser Syed" w:date="2019-06-24T23:53:00Z">
              <w:r w:rsidRPr="000456B4">
                <w:rPr>
                  <w:rFonts w:eastAsia="Yu Mincho"/>
                  <w:sz w:val="18"/>
                  <w:szCs w:val="16"/>
                  <w:lang w:eastAsia="zh-CN"/>
                </w:rPr>
                <w:t>Narrow</w:t>
              </w:r>
            </w:ins>
          </w:p>
        </w:tc>
        <w:tc>
          <w:tcPr>
            <w:tcW w:w="1890" w:type="dxa"/>
            <w:shd w:val="clear" w:color="auto" w:fill="auto"/>
          </w:tcPr>
          <w:p w14:paraId="0A888C30" w14:textId="77777777" w:rsidR="00767691" w:rsidRPr="000456B4" w:rsidRDefault="00767691" w:rsidP="00767691">
            <w:pPr>
              <w:keepNext/>
              <w:tabs>
                <w:tab w:val="clear" w:pos="794"/>
                <w:tab w:val="clear" w:pos="1191"/>
                <w:tab w:val="clear" w:pos="1588"/>
                <w:tab w:val="clear" w:pos="1985"/>
              </w:tabs>
              <w:overflowPunct/>
              <w:autoSpaceDE/>
              <w:autoSpaceDN/>
              <w:adjustRightInd/>
              <w:spacing w:before="60" w:after="60"/>
              <w:jc w:val="left"/>
              <w:textAlignment w:val="auto"/>
              <w:rPr>
                <w:ins w:id="329" w:author="Yasser Syed" w:date="2019-06-24T23:53:00Z"/>
                <w:rFonts w:eastAsia="Yu Mincho"/>
                <w:sz w:val="18"/>
                <w:szCs w:val="16"/>
                <w:lang w:eastAsia="zh-CN"/>
              </w:rPr>
            </w:pPr>
            <w:ins w:id="330" w:author="Yasser Syed" w:date="2019-06-24T23:53:00Z">
              <w:r w:rsidRPr="000456B4">
                <w:rPr>
                  <w:rFonts w:eastAsia="Yu Mincho"/>
                  <w:sz w:val="18"/>
                  <w:szCs w:val="16"/>
                  <w:lang w:eastAsia="zh-CN"/>
                </w:rPr>
                <w:t>N/A</w:t>
              </w:r>
            </w:ins>
          </w:p>
        </w:tc>
      </w:tr>
      <w:tr w:rsidR="00767691" w:rsidRPr="000456B4" w14:paraId="311207C1" w14:textId="77777777" w:rsidTr="00767691">
        <w:trPr>
          <w:ins w:id="331" w:author="Yasser Syed" w:date="2019-06-24T23:53:00Z"/>
        </w:trPr>
        <w:tc>
          <w:tcPr>
            <w:tcW w:w="576" w:type="dxa"/>
            <w:vMerge/>
            <w:shd w:val="clear" w:color="auto" w:fill="auto"/>
            <w:textDirection w:val="btLr"/>
          </w:tcPr>
          <w:p w14:paraId="70F87E77" w14:textId="77777777" w:rsidR="00767691" w:rsidRPr="000456B4" w:rsidRDefault="00767691" w:rsidP="00767691">
            <w:pPr>
              <w:keepNext/>
              <w:tabs>
                <w:tab w:val="clear" w:pos="794"/>
                <w:tab w:val="clear" w:pos="1191"/>
                <w:tab w:val="clear" w:pos="1588"/>
                <w:tab w:val="clear" w:pos="1985"/>
              </w:tabs>
              <w:overflowPunct/>
              <w:autoSpaceDE/>
              <w:autoSpaceDN/>
              <w:adjustRightInd/>
              <w:spacing w:before="60" w:after="60"/>
              <w:ind w:left="113" w:right="113"/>
              <w:jc w:val="center"/>
              <w:textAlignment w:val="auto"/>
              <w:rPr>
                <w:ins w:id="332" w:author="Yasser Syed" w:date="2019-06-24T23:53:00Z"/>
                <w:rFonts w:eastAsia="Yu Mincho"/>
                <w:b/>
                <w:bCs/>
                <w:color w:val="000000"/>
                <w:sz w:val="18"/>
                <w:szCs w:val="16"/>
                <w:lang w:eastAsia="zh-CN"/>
              </w:rPr>
            </w:pPr>
          </w:p>
        </w:tc>
        <w:tc>
          <w:tcPr>
            <w:tcW w:w="1782" w:type="dxa"/>
            <w:shd w:val="clear" w:color="auto" w:fill="auto"/>
            <w:vAlign w:val="center"/>
          </w:tcPr>
          <w:p w14:paraId="081897FD" w14:textId="77777777" w:rsidR="00767691" w:rsidRPr="000456B4" w:rsidRDefault="00767691" w:rsidP="00767691">
            <w:pPr>
              <w:keepNext/>
              <w:tabs>
                <w:tab w:val="clear" w:pos="794"/>
                <w:tab w:val="clear" w:pos="1191"/>
                <w:tab w:val="clear" w:pos="1588"/>
                <w:tab w:val="clear" w:pos="1985"/>
              </w:tabs>
              <w:overflowPunct/>
              <w:autoSpaceDE/>
              <w:autoSpaceDN/>
              <w:adjustRightInd/>
              <w:spacing w:before="60" w:after="60"/>
              <w:jc w:val="left"/>
              <w:textAlignment w:val="auto"/>
              <w:rPr>
                <w:ins w:id="333" w:author="Yasser Syed" w:date="2019-06-24T23:53:00Z"/>
                <w:rFonts w:eastAsia="Yu Mincho"/>
                <w:sz w:val="18"/>
                <w:szCs w:val="16"/>
                <w:lang w:eastAsia="zh-CN"/>
              </w:rPr>
            </w:pPr>
            <w:ins w:id="334" w:author="Yasser Syed" w:date="2019-06-24T23:53:00Z">
              <w:r w:rsidRPr="000456B4">
                <w:rPr>
                  <w:rFonts w:eastAsia="Yu Mincho"/>
                  <w:bCs/>
                  <w:color w:val="000000"/>
                  <w:sz w:val="18"/>
                  <w:szCs w:val="16"/>
                  <w:lang w:eastAsia="zh-CN"/>
                </w:rPr>
                <w:t>FR709_RGB</w:t>
              </w:r>
            </w:ins>
          </w:p>
        </w:tc>
        <w:tc>
          <w:tcPr>
            <w:tcW w:w="787" w:type="dxa"/>
            <w:vMerge/>
            <w:shd w:val="clear" w:color="auto" w:fill="auto"/>
          </w:tcPr>
          <w:p w14:paraId="328B8905" w14:textId="77777777" w:rsidR="00767691" w:rsidRPr="000456B4" w:rsidRDefault="00767691" w:rsidP="00767691">
            <w:pPr>
              <w:keepNext/>
              <w:tabs>
                <w:tab w:val="clear" w:pos="794"/>
                <w:tab w:val="clear" w:pos="1191"/>
                <w:tab w:val="clear" w:pos="1588"/>
                <w:tab w:val="clear" w:pos="1985"/>
              </w:tabs>
              <w:overflowPunct/>
              <w:autoSpaceDE/>
              <w:autoSpaceDN/>
              <w:adjustRightInd/>
              <w:spacing w:before="60" w:after="60"/>
              <w:jc w:val="left"/>
              <w:textAlignment w:val="auto"/>
              <w:rPr>
                <w:ins w:id="335" w:author="Yasser Syed" w:date="2019-06-24T23:53:00Z"/>
                <w:rFonts w:eastAsia="Yu Mincho"/>
                <w:sz w:val="18"/>
                <w:szCs w:val="16"/>
                <w:lang w:eastAsia="zh-CN"/>
              </w:rPr>
            </w:pPr>
          </w:p>
        </w:tc>
        <w:tc>
          <w:tcPr>
            <w:tcW w:w="990" w:type="dxa"/>
            <w:vMerge/>
            <w:shd w:val="clear" w:color="auto" w:fill="auto"/>
          </w:tcPr>
          <w:p w14:paraId="2E1462EE" w14:textId="77777777" w:rsidR="00767691" w:rsidRPr="000456B4" w:rsidRDefault="00767691" w:rsidP="00767691">
            <w:pPr>
              <w:keepNext/>
              <w:tabs>
                <w:tab w:val="clear" w:pos="794"/>
                <w:tab w:val="clear" w:pos="1191"/>
                <w:tab w:val="clear" w:pos="1588"/>
                <w:tab w:val="clear" w:pos="1985"/>
              </w:tabs>
              <w:overflowPunct/>
              <w:autoSpaceDE/>
              <w:autoSpaceDN/>
              <w:adjustRightInd/>
              <w:spacing w:before="60" w:after="60"/>
              <w:jc w:val="left"/>
              <w:textAlignment w:val="auto"/>
              <w:rPr>
                <w:ins w:id="336" w:author="Yasser Syed" w:date="2019-06-24T23:53:00Z"/>
                <w:rFonts w:eastAsia="Yu Mincho"/>
                <w:sz w:val="18"/>
                <w:szCs w:val="16"/>
                <w:lang w:eastAsia="zh-CN"/>
              </w:rPr>
            </w:pPr>
          </w:p>
        </w:tc>
        <w:tc>
          <w:tcPr>
            <w:tcW w:w="923" w:type="dxa"/>
            <w:vMerge/>
            <w:shd w:val="clear" w:color="auto" w:fill="auto"/>
          </w:tcPr>
          <w:p w14:paraId="5F23FD54" w14:textId="77777777" w:rsidR="00767691" w:rsidRPr="000456B4" w:rsidRDefault="00767691" w:rsidP="00767691">
            <w:pPr>
              <w:keepNext/>
              <w:tabs>
                <w:tab w:val="clear" w:pos="794"/>
                <w:tab w:val="clear" w:pos="1191"/>
                <w:tab w:val="clear" w:pos="1588"/>
                <w:tab w:val="clear" w:pos="1985"/>
              </w:tabs>
              <w:overflowPunct/>
              <w:autoSpaceDE/>
              <w:autoSpaceDN/>
              <w:adjustRightInd/>
              <w:spacing w:before="60" w:after="60"/>
              <w:jc w:val="left"/>
              <w:textAlignment w:val="auto"/>
              <w:rPr>
                <w:ins w:id="337" w:author="Yasser Syed" w:date="2019-06-24T23:53:00Z"/>
                <w:rFonts w:eastAsia="Yu Mincho"/>
                <w:sz w:val="18"/>
                <w:szCs w:val="16"/>
                <w:lang w:eastAsia="zh-CN"/>
              </w:rPr>
            </w:pPr>
          </w:p>
        </w:tc>
        <w:tc>
          <w:tcPr>
            <w:tcW w:w="900" w:type="dxa"/>
            <w:vMerge/>
            <w:shd w:val="clear" w:color="auto" w:fill="auto"/>
          </w:tcPr>
          <w:p w14:paraId="02BA7A8D" w14:textId="77777777" w:rsidR="00767691" w:rsidRPr="000456B4" w:rsidRDefault="00767691" w:rsidP="00767691">
            <w:pPr>
              <w:keepNext/>
              <w:tabs>
                <w:tab w:val="clear" w:pos="794"/>
                <w:tab w:val="clear" w:pos="1191"/>
                <w:tab w:val="clear" w:pos="1588"/>
                <w:tab w:val="clear" w:pos="1985"/>
              </w:tabs>
              <w:overflowPunct/>
              <w:autoSpaceDE/>
              <w:autoSpaceDN/>
              <w:adjustRightInd/>
              <w:spacing w:before="60" w:after="60"/>
              <w:jc w:val="left"/>
              <w:textAlignment w:val="auto"/>
              <w:rPr>
                <w:ins w:id="338" w:author="Yasser Syed" w:date="2019-06-24T23:53:00Z"/>
                <w:rFonts w:eastAsia="Yu Mincho"/>
                <w:sz w:val="18"/>
                <w:szCs w:val="16"/>
                <w:lang w:eastAsia="zh-CN"/>
              </w:rPr>
            </w:pPr>
          </w:p>
        </w:tc>
        <w:tc>
          <w:tcPr>
            <w:tcW w:w="990" w:type="dxa"/>
            <w:shd w:val="clear" w:color="auto" w:fill="auto"/>
          </w:tcPr>
          <w:p w14:paraId="46FC3070" w14:textId="77777777" w:rsidR="00767691" w:rsidRPr="000456B4" w:rsidRDefault="00767691" w:rsidP="00767691">
            <w:pPr>
              <w:keepNext/>
              <w:tabs>
                <w:tab w:val="clear" w:pos="794"/>
                <w:tab w:val="clear" w:pos="1191"/>
                <w:tab w:val="clear" w:pos="1588"/>
                <w:tab w:val="clear" w:pos="1985"/>
              </w:tabs>
              <w:overflowPunct/>
              <w:autoSpaceDE/>
              <w:autoSpaceDN/>
              <w:adjustRightInd/>
              <w:spacing w:before="60" w:after="60"/>
              <w:jc w:val="left"/>
              <w:textAlignment w:val="auto"/>
              <w:rPr>
                <w:ins w:id="339" w:author="Yasser Syed" w:date="2019-06-24T23:53:00Z"/>
                <w:rFonts w:eastAsia="Yu Mincho"/>
                <w:sz w:val="18"/>
                <w:szCs w:val="16"/>
                <w:lang w:eastAsia="zh-CN"/>
              </w:rPr>
            </w:pPr>
            <w:ins w:id="340" w:author="Yasser Syed" w:date="2019-06-24T23:53:00Z">
              <w:r w:rsidRPr="000456B4">
                <w:rPr>
                  <w:rFonts w:eastAsia="Yu Mincho"/>
                  <w:sz w:val="18"/>
                  <w:szCs w:val="16"/>
                  <w:lang w:eastAsia="zh-CN"/>
                </w:rPr>
                <w:t>R′G′B′</w:t>
              </w:r>
            </w:ins>
          </w:p>
        </w:tc>
        <w:tc>
          <w:tcPr>
            <w:tcW w:w="810" w:type="dxa"/>
            <w:shd w:val="clear" w:color="auto" w:fill="auto"/>
          </w:tcPr>
          <w:p w14:paraId="53DB21E3" w14:textId="77777777" w:rsidR="00767691" w:rsidRPr="000456B4" w:rsidRDefault="00767691" w:rsidP="00767691">
            <w:pPr>
              <w:keepNext/>
              <w:tabs>
                <w:tab w:val="clear" w:pos="794"/>
                <w:tab w:val="clear" w:pos="1191"/>
                <w:tab w:val="clear" w:pos="1588"/>
                <w:tab w:val="clear" w:pos="1985"/>
              </w:tabs>
              <w:overflowPunct/>
              <w:autoSpaceDE/>
              <w:autoSpaceDN/>
              <w:adjustRightInd/>
              <w:spacing w:before="60" w:after="60"/>
              <w:jc w:val="left"/>
              <w:textAlignment w:val="auto"/>
              <w:rPr>
                <w:ins w:id="341" w:author="Yasser Syed" w:date="2019-06-24T23:53:00Z"/>
                <w:rFonts w:eastAsia="Yu Mincho"/>
                <w:sz w:val="18"/>
                <w:szCs w:val="16"/>
                <w:lang w:eastAsia="zh-CN"/>
              </w:rPr>
            </w:pPr>
            <w:ins w:id="342" w:author="Yasser Syed" w:date="2019-06-24T23:53:00Z">
              <w:r w:rsidRPr="000456B4">
                <w:rPr>
                  <w:rFonts w:eastAsia="Yu Mincho"/>
                  <w:sz w:val="18"/>
                  <w:szCs w:val="16"/>
                  <w:lang w:eastAsia="zh-CN"/>
                </w:rPr>
                <w:t>Full</w:t>
              </w:r>
            </w:ins>
          </w:p>
        </w:tc>
        <w:tc>
          <w:tcPr>
            <w:tcW w:w="1890" w:type="dxa"/>
            <w:shd w:val="clear" w:color="auto" w:fill="auto"/>
          </w:tcPr>
          <w:p w14:paraId="18AFF335" w14:textId="77777777" w:rsidR="00767691" w:rsidRPr="000456B4" w:rsidRDefault="00767691" w:rsidP="00767691">
            <w:pPr>
              <w:keepNext/>
              <w:tabs>
                <w:tab w:val="clear" w:pos="794"/>
                <w:tab w:val="clear" w:pos="1191"/>
                <w:tab w:val="clear" w:pos="1588"/>
                <w:tab w:val="clear" w:pos="1985"/>
              </w:tabs>
              <w:overflowPunct/>
              <w:autoSpaceDE/>
              <w:autoSpaceDN/>
              <w:adjustRightInd/>
              <w:spacing w:before="60" w:after="60"/>
              <w:jc w:val="left"/>
              <w:textAlignment w:val="auto"/>
              <w:rPr>
                <w:ins w:id="343" w:author="Yasser Syed" w:date="2019-06-24T23:53:00Z"/>
                <w:rFonts w:eastAsia="Yu Mincho"/>
                <w:sz w:val="18"/>
                <w:szCs w:val="16"/>
                <w:lang w:eastAsia="zh-CN"/>
              </w:rPr>
            </w:pPr>
            <w:ins w:id="344" w:author="Yasser Syed" w:date="2019-06-24T23:53:00Z">
              <w:r w:rsidRPr="000456B4">
                <w:rPr>
                  <w:rFonts w:eastAsia="Yu Mincho"/>
                  <w:sz w:val="18"/>
                  <w:szCs w:val="16"/>
                  <w:lang w:eastAsia="zh-CN"/>
                </w:rPr>
                <w:t>N/A</w:t>
              </w:r>
            </w:ins>
          </w:p>
        </w:tc>
      </w:tr>
      <w:tr w:rsidR="00767691" w:rsidRPr="000456B4" w14:paraId="6C17D408" w14:textId="77777777" w:rsidTr="00767691">
        <w:trPr>
          <w:ins w:id="345" w:author="Yasser Syed" w:date="2019-06-24T23:53:00Z"/>
        </w:trPr>
        <w:tc>
          <w:tcPr>
            <w:tcW w:w="576" w:type="dxa"/>
            <w:vMerge w:val="restart"/>
            <w:shd w:val="clear" w:color="auto" w:fill="auto"/>
            <w:textDirection w:val="btLr"/>
          </w:tcPr>
          <w:p w14:paraId="1BC0463D" w14:textId="77777777" w:rsidR="00767691" w:rsidRPr="000456B4" w:rsidRDefault="00767691" w:rsidP="00767691">
            <w:pPr>
              <w:keepNext/>
              <w:tabs>
                <w:tab w:val="clear" w:pos="794"/>
                <w:tab w:val="clear" w:pos="1191"/>
                <w:tab w:val="clear" w:pos="1588"/>
                <w:tab w:val="clear" w:pos="1985"/>
              </w:tabs>
              <w:overflowPunct/>
              <w:autoSpaceDE/>
              <w:autoSpaceDN/>
              <w:adjustRightInd/>
              <w:spacing w:before="60" w:after="60"/>
              <w:ind w:left="113" w:right="113"/>
              <w:jc w:val="center"/>
              <w:textAlignment w:val="auto"/>
              <w:rPr>
                <w:ins w:id="346" w:author="Yasser Syed" w:date="2019-06-24T23:53:00Z"/>
                <w:rFonts w:eastAsia="Yu Mincho"/>
                <w:b/>
                <w:bCs/>
                <w:color w:val="000000"/>
                <w:sz w:val="18"/>
                <w:szCs w:val="16"/>
                <w:lang w:eastAsia="zh-CN"/>
              </w:rPr>
            </w:pPr>
            <w:ins w:id="347" w:author="Yasser Syed" w:date="2019-06-24T23:53:00Z">
              <w:r w:rsidRPr="000456B4">
                <w:rPr>
                  <w:rFonts w:eastAsia="Yu Mincho"/>
                  <w:b/>
                  <w:bCs/>
                  <w:color w:val="000000"/>
                  <w:sz w:val="18"/>
                  <w:szCs w:val="16"/>
                  <w:lang w:eastAsia="zh-CN"/>
                </w:rPr>
                <w:t>UHD</w:t>
              </w:r>
            </w:ins>
          </w:p>
        </w:tc>
        <w:tc>
          <w:tcPr>
            <w:tcW w:w="1782" w:type="dxa"/>
            <w:shd w:val="clear" w:color="auto" w:fill="auto"/>
            <w:vAlign w:val="center"/>
          </w:tcPr>
          <w:p w14:paraId="3A5364CF" w14:textId="77777777" w:rsidR="00767691" w:rsidRPr="000456B4" w:rsidRDefault="00767691" w:rsidP="00767691">
            <w:pPr>
              <w:keepNext/>
              <w:tabs>
                <w:tab w:val="clear" w:pos="794"/>
                <w:tab w:val="clear" w:pos="1191"/>
                <w:tab w:val="clear" w:pos="1588"/>
                <w:tab w:val="clear" w:pos="1985"/>
              </w:tabs>
              <w:overflowPunct/>
              <w:autoSpaceDE/>
              <w:autoSpaceDN/>
              <w:adjustRightInd/>
              <w:spacing w:before="60" w:after="60"/>
              <w:jc w:val="left"/>
              <w:textAlignment w:val="auto"/>
              <w:rPr>
                <w:ins w:id="348" w:author="Yasser Syed" w:date="2019-06-24T23:53:00Z"/>
                <w:rFonts w:eastAsia="Yu Mincho"/>
                <w:sz w:val="18"/>
                <w:szCs w:val="16"/>
                <w:lang w:eastAsia="zh-CN"/>
              </w:rPr>
            </w:pPr>
            <w:ins w:id="349" w:author="Yasser Syed" w:date="2019-06-24T23:53:00Z">
              <w:r w:rsidRPr="000456B4">
                <w:rPr>
                  <w:rFonts w:eastAsia="Yu Mincho"/>
                  <w:bCs/>
                  <w:color w:val="000000"/>
                  <w:sz w:val="18"/>
                  <w:szCs w:val="16"/>
                  <w:lang w:eastAsia="zh-CN"/>
                </w:rPr>
                <w:t>BT2020_YCC_NCL</w:t>
              </w:r>
            </w:ins>
          </w:p>
        </w:tc>
        <w:tc>
          <w:tcPr>
            <w:tcW w:w="787" w:type="dxa"/>
            <w:vMerge w:val="restart"/>
            <w:shd w:val="clear" w:color="auto" w:fill="auto"/>
          </w:tcPr>
          <w:p w14:paraId="2C4F1A17" w14:textId="77777777" w:rsidR="00767691" w:rsidRPr="000456B4" w:rsidRDefault="00767691" w:rsidP="00767691">
            <w:pPr>
              <w:keepNext/>
              <w:tabs>
                <w:tab w:val="clear" w:pos="794"/>
                <w:tab w:val="clear" w:pos="1191"/>
                <w:tab w:val="clear" w:pos="1588"/>
                <w:tab w:val="clear" w:pos="1985"/>
              </w:tabs>
              <w:overflowPunct/>
              <w:autoSpaceDE/>
              <w:autoSpaceDN/>
              <w:adjustRightInd/>
              <w:spacing w:before="60" w:after="60"/>
              <w:jc w:val="left"/>
              <w:textAlignment w:val="auto"/>
              <w:rPr>
                <w:ins w:id="350" w:author="Yasser Syed" w:date="2019-06-24T23:53:00Z"/>
                <w:rFonts w:eastAsia="Yu Mincho"/>
                <w:sz w:val="18"/>
                <w:szCs w:val="16"/>
                <w:lang w:eastAsia="zh-CN"/>
              </w:rPr>
            </w:pPr>
            <w:ins w:id="351" w:author="Yasser Syed" w:date="2019-06-24T23:53:00Z">
              <w:r w:rsidRPr="000456B4">
                <w:rPr>
                  <w:rFonts w:eastAsia="Yu Mincho"/>
                  <w:sz w:val="18"/>
                  <w:szCs w:val="16"/>
                  <w:lang w:eastAsia="zh-CN"/>
                </w:rPr>
                <w:t>WCG</w:t>
              </w:r>
            </w:ins>
          </w:p>
        </w:tc>
        <w:tc>
          <w:tcPr>
            <w:tcW w:w="990" w:type="dxa"/>
            <w:vMerge w:val="restart"/>
            <w:shd w:val="clear" w:color="auto" w:fill="auto"/>
          </w:tcPr>
          <w:p w14:paraId="71A8A35E" w14:textId="77777777" w:rsidR="00767691" w:rsidRPr="000456B4" w:rsidRDefault="00767691" w:rsidP="00767691">
            <w:pPr>
              <w:keepNext/>
              <w:tabs>
                <w:tab w:val="clear" w:pos="794"/>
                <w:tab w:val="clear" w:pos="1191"/>
                <w:tab w:val="clear" w:pos="1588"/>
                <w:tab w:val="clear" w:pos="1985"/>
              </w:tabs>
              <w:overflowPunct/>
              <w:autoSpaceDE/>
              <w:autoSpaceDN/>
              <w:adjustRightInd/>
              <w:spacing w:before="60" w:after="60"/>
              <w:jc w:val="left"/>
              <w:textAlignment w:val="auto"/>
              <w:rPr>
                <w:ins w:id="352" w:author="Yasser Syed" w:date="2019-06-24T23:53:00Z"/>
                <w:rFonts w:eastAsia="Yu Mincho"/>
                <w:sz w:val="18"/>
                <w:szCs w:val="16"/>
                <w:lang w:eastAsia="zh-CN"/>
              </w:rPr>
            </w:pPr>
            <w:ins w:id="353" w:author="Yasser Syed" w:date="2019-06-24T23:53:00Z">
              <w:r w:rsidRPr="000456B4">
                <w:rPr>
                  <w:rFonts w:eastAsia="Yu Mincho"/>
                  <w:sz w:val="18"/>
                  <w:szCs w:val="16"/>
                  <w:lang w:eastAsia="zh-CN"/>
                </w:rPr>
                <w:t>BT.2020</w:t>
              </w:r>
            </w:ins>
          </w:p>
        </w:tc>
        <w:tc>
          <w:tcPr>
            <w:tcW w:w="923" w:type="dxa"/>
            <w:vMerge/>
            <w:shd w:val="clear" w:color="auto" w:fill="auto"/>
          </w:tcPr>
          <w:p w14:paraId="6D904422" w14:textId="77777777" w:rsidR="00767691" w:rsidRPr="000456B4" w:rsidRDefault="00767691" w:rsidP="00767691">
            <w:pPr>
              <w:keepNext/>
              <w:tabs>
                <w:tab w:val="clear" w:pos="794"/>
                <w:tab w:val="clear" w:pos="1191"/>
                <w:tab w:val="clear" w:pos="1588"/>
                <w:tab w:val="clear" w:pos="1985"/>
              </w:tabs>
              <w:overflowPunct/>
              <w:autoSpaceDE/>
              <w:autoSpaceDN/>
              <w:adjustRightInd/>
              <w:spacing w:before="60" w:after="60"/>
              <w:jc w:val="left"/>
              <w:textAlignment w:val="auto"/>
              <w:rPr>
                <w:ins w:id="354" w:author="Yasser Syed" w:date="2019-06-24T23:53:00Z"/>
                <w:rFonts w:eastAsia="Yu Mincho"/>
                <w:sz w:val="18"/>
                <w:szCs w:val="10"/>
                <w:lang w:eastAsia="zh-CN"/>
              </w:rPr>
            </w:pPr>
          </w:p>
        </w:tc>
        <w:tc>
          <w:tcPr>
            <w:tcW w:w="900" w:type="dxa"/>
            <w:vMerge/>
            <w:shd w:val="clear" w:color="auto" w:fill="auto"/>
          </w:tcPr>
          <w:p w14:paraId="5292B746" w14:textId="77777777" w:rsidR="00767691" w:rsidRPr="000456B4" w:rsidRDefault="00767691" w:rsidP="00767691">
            <w:pPr>
              <w:keepNext/>
              <w:tabs>
                <w:tab w:val="clear" w:pos="794"/>
                <w:tab w:val="clear" w:pos="1191"/>
                <w:tab w:val="clear" w:pos="1588"/>
                <w:tab w:val="clear" w:pos="1985"/>
              </w:tabs>
              <w:overflowPunct/>
              <w:autoSpaceDE/>
              <w:autoSpaceDN/>
              <w:adjustRightInd/>
              <w:spacing w:before="60" w:after="60"/>
              <w:jc w:val="left"/>
              <w:textAlignment w:val="auto"/>
              <w:rPr>
                <w:ins w:id="355" w:author="Yasser Syed" w:date="2019-06-24T23:53:00Z"/>
                <w:rFonts w:eastAsia="Yu Mincho"/>
                <w:sz w:val="18"/>
                <w:szCs w:val="16"/>
                <w:lang w:eastAsia="zh-CN"/>
              </w:rPr>
            </w:pPr>
          </w:p>
        </w:tc>
        <w:tc>
          <w:tcPr>
            <w:tcW w:w="990" w:type="dxa"/>
            <w:shd w:val="clear" w:color="auto" w:fill="auto"/>
          </w:tcPr>
          <w:p w14:paraId="618DDA0F" w14:textId="77777777" w:rsidR="00767691" w:rsidRPr="00CF61E9" w:rsidRDefault="00767691" w:rsidP="00767691">
            <w:pPr>
              <w:keepNext/>
              <w:tabs>
                <w:tab w:val="clear" w:pos="794"/>
                <w:tab w:val="clear" w:pos="1191"/>
                <w:tab w:val="clear" w:pos="1588"/>
                <w:tab w:val="clear" w:pos="1985"/>
              </w:tabs>
              <w:overflowPunct/>
              <w:autoSpaceDE/>
              <w:autoSpaceDN/>
              <w:adjustRightInd/>
              <w:spacing w:before="60" w:after="60"/>
              <w:jc w:val="left"/>
              <w:textAlignment w:val="auto"/>
              <w:rPr>
                <w:ins w:id="356" w:author="Yasser Syed" w:date="2019-06-24T23:53:00Z"/>
                <w:rFonts w:eastAsia="Yu Mincho"/>
                <w:sz w:val="18"/>
                <w:szCs w:val="18"/>
                <w:lang w:eastAsia="zh-CN"/>
              </w:rPr>
            </w:pPr>
            <w:ins w:id="357" w:author="Yasser Syed" w:date="2019-06-24T23:53:00Z">
              <w:r w:rsidRPr="00DC62C9">
                <w:rPr>
                  <w:sz w:val="18"/>
                  <w:szCs w:val="18"/>
                </w:rPr>
                <w:t>Y′CbCr</w:t>
              </w:r>
            </w:ins>
          </w:p>
        </w:tc>
        <w:tc>
          <w:tcPr>
            <w:tcW w:w="810" w:type="dxa"/>
            <w:shd w:val="clear" w:color="auto" w:fill="auto"/>
          </w:tcPr>
          <w:p w14:paraId="19F3654A" w14:textId="77777777" w:rsidR="00767691" w:rsidRPr="000456B4" w:rsidRDefault="00767691" w:rsidP="00767691">
            <w:pPr>
              <w:keepNext/>
              <w:tabs>
                <w:tab w:val="clear" w:pos="794"/>
                <w:tab w:val="clear" w:pos="1191"/>
                <w:tab w:val="clear" w:pos="1588"/>
                <w:tab w:val="clear" w:pos="1985"/>
              </w:tabs>
              <w:overflowPunct/>
              <w:autoSpaceDE/>
              <w:autoSpaceDN/>
              <w:adjustRightInd/>
              <w:spacing w:before="60" w:after="60"/>
              <w:jc w:val="left"/>
              <w:textAlignment w:val="auto"/>
              <w:rPr>
                <w:ins w:id="358" w:author="Yasser Syed" w:date="2019-06-24T23:53:00Z"/>
                <w:rFonts w:eastAsia="Yu Mincho"/>
                <w:sz w:val="18"/>
                <w:szCs w:val="16"/>
                <w:lang w:eastAsia="zh-CN"/>
              </w:rPr>
            </w:pPr>
            <w:ins w:id="359" w:author="Yasser Syed" w:date="2019-06-24T23:53:00Z">
              <w:r w:rsidRPr="000456B4">
                <w:rPr>
                  <w:rFonts w:eastAsia="Yu Mincho"/>
                  <w:sz w:val="18"/>
                  <w:szCs w:val="16"/>
                  <w:lang w:eastAsia="zh-CN"/>
                </w:rPr>
                <w:t>Narrow</w:t>
              </w:r>
            </w:ins>
          </w:p>
        </w:tc>
        <w:tc>
          <w:tcPr>
            <w:tcW w:w="1890" w:type="dxa"/>
            <w:shd w:val="clear" w:color="auto" w:fill="auto"/>
          </w:tcPr>
          <w:p w14:paraId="29819AAE" w14:textId="77777777" w:rsidR="00767691" w:rsidRPr="000456B4" w:rsidRDefault="00767691" w:rsidP="00767691">
            <w:pPr>
              <w:keepNext/>
              <w:tabs>
                <w:tab w:val="clear" w:pos="794"/>
                <w:tab w:val="clear" w:pos="1191"/>
                <w:tab w:val="clear" w:pos="1588"/>
                <w:tab w:val="clear" w:pos="1985"/>
              </w:tabs>
              <w:overflowPunct/>
              <w:autoSpaceDE/>
              <w:autoSpaceDN/>
              <w:adjustRightInd/>
              <w:spacing w:before="60" w:after="60"/>
              <w:jc w:val="left"/>
              <w:textAlignment w:val="auto"/>
              <w:rPr>
                <w:ins w:id="360" w:author="Yasser Syed" w:date="2019-06-24T23:53:00Z"/>
                <w:rFonts w:eastAsia="Yu Mincho"/>
                <w:sz w:val="18"/>
                <w:szCs w:val="16"/>
                <w:lang w:eastAsia="zh-CN"/>
              </w:rPr>
            </w:pPr>
            <w:ins w:id="361" w:author="Yasser Syed" w:date="2019-06-24T23:53:00Z">
              <w:r w:rsidRPr="000456B4">
                <w:rPr>
                  <w:rFonts w:eastAsia="Yu Mincho"/>
                  <w:sz w:val="18"/>
                  <w:szCs w:val="16"/>
                  <w:lang w:eastAsia="zh-CN"/>
                </w:rPr>
                <w:t>Co-sited (ChromaLocType = 2)</w:t>
              </w:r>
            </w:ins>
          </w:p>
        </w:tc>
      </w:tr>
      <w:tr w:rsidR="00767691" w:rsidRPr="000456B4" w14:paraId="2BBFE811" w14:textId="77777777" w:rsidTr="00767691">
        <w:trPr>
          <w:ins w:id="362" w:author="Yasser Syed" w:date="2019-06-24T23:53:00Z"/>
        </w:trPr>
        <w:tc>
          <w:tcPr>
            <w:tcW w:w="576" w:type="dxa"/>
            <w:vMerge/>
            <w:shd w:val="clear" w:color="auto" w:fill="auto"/>
          </w:tcPr>
          <w:p w14:paraId="692E3A67" w14:textId="77777777" w:rsidR="00767691" w:rsidRPr="000456B4" w:rsidRDefault="00767691" w:rsidP="00767691">
            <w:pPr>
              <w:keepNext/>
              <w:tabs>
                <w:tab w:val="clear" w:pos="794"/>
                <w:tab w:val="clear" w:pos="1191"/>
                <w:tab w:val="clear" w:pos="1588"/>
                <w:tab w:val="clear" w:pos="1985"/>
              </w:tabs>
              <w:overflowPunct/>
              <w:autoSpaceDE/>
              <w:autoSpaceDN/>
              <w:adjustRightInd/>
              <w:spacing w:before="60" w:after="60"/>
              <w:jc w:val="left"/>
              <w:textAlignment w:val="auto"/>
              <w:rPr>
                <w:ins w:id="363" w:author="Yasser Syed" w:date="2019-06-24T23:53:00Z"/>
                <w:rFonts w:eastAsia="Yu Mincho"/>
                <w:b/>
                <w:bCs/>
                <w:color w:val="000000"/>
                <w:sz w:val="18"/>
                <w:szCs w:val="16"/>
                <w:lang w:eastAsia="zh-CN"/>
              </w:rPr>
            </w:pPr>
          </w:p>
        </w:tc>
        <w:tc>
          <w:tcPr>
            <w:tcW w:w="1782" w:type="dxa"/>
            <w:shd w:val="clear" w:color="auto" w:fill="auto"/>
            <w:vAlign w:val="center"/>
          </w:tcPr>
          <w:p w14:paraId="2D83793B" w14:textId="77777777" w:rsidR="00767691" w:rsidRPr="000456B4" w:rsidRDefault="00767691" w:rsidP="00767691">
            <w:pPr>
              <w:keepNext/>
              <w:tabs>
                <w:tab w:val="clear" w:pos="794"/>
                <w:tab w:val="clear" w:pos="1191"/>
                <w:tab w:val="clear" w:pos="1588"/>
                <w:tab w:val="clear" w:pos="1985"/>
              </w:tabs>
              <w:overflowPunct/>
              <w:autoSpaceDE/>
              <w:autoSpaceDN/>
              <w:adjustRightInd/>
              <w:spacing w:before="60" w:after="60"/>
              <w:jc w:val="left"/>
              <w:textAlignment w:val="auto"/>
              <w:rPr>
                <w:ins w:id="364" w:author="Yasser Syed" w:date="2019-06-24T23:53:00Z"/>
                <w:rFonts w:eastAsia="Yu Mincho"/>
                <w:sz w:val="18"/>
                <w:szCs w:val="16"/>
                <w:lang w:eastAsia="zh-CN"/>
              </w:rPr>
            </w:pPr>
            <w:ins w:id="365" w:author="Yasser Syed" w:date="2019-06-24T23:53:00Z">
              <w:r w:rsidRPr="000456B4">
                <w:rPr>
                  <w:rFonts w:eastAsia="Yu Mincho"/>
                  <w:bCs/>
                  <w:color w:val="000000"/>
                  <w:sz w:val="18"/>
                  <w:szCs w:val="16"/>
                  <w:lang w:eastAsia="zh-CN"/>
                </w:rPr>
                <w:t>BT2020_RGB</w:t>
              </w:r>
            </w:ins>
          </w:p>
        </w:tc>
        <w:tc>
          <w:tcPr>
            <w:tcW w:w="787" w:type="dxa"/>
            <w:vMerge/>
            <w:shd w:val="clear" w:color="auto" w:fill="auto"/>
          </w:tcPr>
          <w:p w14:paraId="27CE90EB" w14:textId="77777777" w:rsidR="00767691" w:rsidRPr="000456B4" w:rsidRDefault="00767691" w:rsidP="00767691">
            <w:pPr>
              <w:keepNext/>
              <w:tabs>
                <w:tab w:val="clear" w:pos="794"/>
                <w:tab w:val="clear" w:pos="1191"/>
                <w:tab w:val="clear" w:pos="1588"/>
                <w:tab w:val="clear" w:pos="1985"/>
              </w:tabs>
              <w:overflowPunct/>
              <w:autoSpaceDE/>
              <w:autoSpaceDN/>
              <w:adjustRightInd/>
              <w:spacing w:before="60" w:after="60"/>
              <w:jc w:val="left"/>
              <w:textAlignment w:val="auto"/>
              <w:rPr>
                <w:ins w:id="366" w:author="Yasser Syed" w:date="2019-06-24T23:53:00Z"/>
                <w:rFonts w:eastAsia="Yu Mincho"/>
                <w:sz w:val="18"/>
                <w:szCs w:val="16"/>
                <w:lang w:eastAsia="zh-CN"/>
              </w:rPr>
            </w:pPr>
          </w:p>
        </w:tc>
        <w:tc>
          <w:tcPr>
            <w:tcW w:w="990" w:type="dxa"/>
            <w:vMerge/>
            <w:shd w:val="clear" w:color="auto" w:fill="auto"/>
          </w:tcPr>
          <w:p w14:paraId="3A9A61F6" w14:textId="77777777" w:rsidR="00767691" w:rsidRPr="000456B4" w:rsidRDefault="00767691" w:rsidP="00767691">
            <w:pPr>
              <w:keepNext/>
              <w:tabs>
                <w:tab w:val="clear" w:pos="794"/>
                <w:tab w:val="clear" w:pos="1191"/>
                <w:tab w:val="clear" w:pos="1588"/>
                <w:tab w:val="clear" w:pos="1985"/>
              </w:tabs>
              <w:overflowPunct/>
              <w:autoSpaceDE/>
              <w:autoSpaceDN/>
              <w:adjustRightInd/>
              <w:spacing w:before="60" w:after="60"/>
              <w:jc w:val="left"/>
              <w:textAlignment w:val="auto"/>
              <w:rPr>
                <w:ins w:id="367" w:author="Yasser Syed" w:date="2019-06-24T23:53:00Z"/>
                <w:rFonts w:eastAsia="Yu Mincho"/>
                <w:sz w:val="18"/>
                <w:szCs w:val="16"/>
                <w:lang w:eastAsia="zh-CN"/>
              </w:rPr>
            </w:pPr>
          </w:p>
        </w:tc>
        <w:tc>
          <w:tcPr>
            <w:tcW w:w="923" w:type="dxa"/>
            <w:vMerge/>
            <w:shd w:val="clear" w:color="auto" w:fill="auto"/>
          </w:tcPr>
          <w:p w14:paraId="4FACE4FF" w14:textId="77777777" w:rsidR="00767691" w:rsidRPr="000456B4" w:rsidRDefault="00767691" w:rsidP="00767691">
            <w:pPr>
              <w:keepNext/>
              <w:tabs>
                <w:tab w:val="clear" w:pos="794"/>
                <w:tab w:val="clear" w:pos="1191"/>
                <w:tab w:val="clear" w:pos="1588"/>
                <w:tab w:val="clear" w:pos="1985"/>
              </w:tabs>
              <w:overflowPunct/>
              <w:autoSpaceDE/>
              <w:autoSpaceDN/>
              <w:adjustRightInd/>
              <w:spacing w:before="60" w:after="60"/>
              <w:jc w:val="left"/>
              <w:textAlignment w:val="auto"/>
              <w:rPr>
                <w:ins w:id="368" w:author="Yasser Syed" w:date="2019-06-24T23:53:00Z"/>
                <w:rFonts w:eastAsia="Yu Mincho"/>
                <w:sz w:val="18"/>
                <w:szCs w:val="16"/>
                <w:lang w:eastAsia="zh-CN"/>
              </w:rPr>
            </w:pPr>
          </w:p>
        </w:tc>
        <w:tc>
          <w:tcPr>
            <w:tcW w:w="900" w:type="dxa"/>
            <w:vMerge/>
            <w:shd w:val="clear" w:color="auto" w:fill="auto"/>
          </w:tcPr>
          <w:p w14:paraId="36D9E12E" w14:textId="77777777" w:rsidR="00767691" w:rsidRPr="000456B4" w:rsidRDefault="00767691" w:rsidP="00767691">
            <w:pPr>
              <w:keepNext/>
              <w:tabs>
                <w:tab w:val="clear" w:pos="794"/>
                <w:tab w:val="clear" w:pos="1191"/>
                <w:tab w:val="clear" w:pos="1588"/>
                <w:tab w:val="clear" w:pos="1985"/>
              </w:tabs>
              <w:overflowPunct/>
              <w:autoSpaceDE/>
              <w:autoSpaceDN/>
              <w:adjustRightInd/>
              <w:spacing w:before="60" w:after="60"/>
              <w:jc w:val="left"/>
              <w:textAlignment w:val="auto"/>
              <w:rPr>
                <w:ins w:id="369" w:author="Yasser Syed" w:date="2019-06-24T23:53:00Z"/>
                <w:rFonts w:eastAsia="Yu Mincho"/>
                <w:sz w:val="18"/>
                <w:szCs w:val="16"/>
                <w:lang w:eastAsia="zh-CN"/>
              </w:rPr>
            </w:pPr>
          </w:p>
        </w:tc>
        <w:tc>
          <w:tcPr>
            <w:tcW w:w="990" w:type="dxa"/>
            <w:shd w:val="clear" w:color="auto" w:fill="auto"/>
          </w:tcPr>
          <w:p w14:paraId="5FA073AE" w14:textId="77777777" w:rsidR="00767691" w:rsidRPr="000456B4" w:rsidRDefault="00767691" w:rsidP="00767691">
            <w:pPr>
              <w:keepNext/>
              <w:tabs>
                <w:tab w:val="clear" w:pos="794"/>
                <w:tab w:val="clear" w:pos="1191"/>
                <w:tab w:val="clear" w:pos="1588"/>
                <w:tab w:val="clear" w:pos="1985"/>
              </w:tabs>
              <w:overflowPunct/>
              <w:autoSpaceDE/>
              <w:autoSpaceDN/>
              <w:adjustRightInd/>
              <w:spacing w:before="60" w:after="60"/>
              <w:jc w:val="left"/>
              <w:textAlignment w:val="auto"/>
              <w:rPr>
                <w:ins w:id="370" w:author="Yasser Syed" w:date="2019-06-24T23:53:00Z"/>
                <w:rFonts w:eastAsia="Yu Mincho"/>
                <w:sz w:val="18"/>
                <w:szCs w:val="16"/>
                <w:lang w:eastAsia="zh-CN"/>
              </w:rPr>
            </w:pPr>
            <w:ins w:id="371" w:author="Yasser Syed" w:date="2019-06-24T23:53:00Z">
              <w:r w:rsidRPr="000456B4">
                <w:rPr>
                  <w:rFonts w:eastAsia="Yu Mincho"/>
                  <w:sz w:val="18"/>
                  <w:szCs w:val="16"/>
                  <w:lang w:eastAsia="zh-CN"/>
                </w:rPr>
                <w:t>R′G′B′</w:t>
              </w:r>
            </w:ins>
          </w:p>
        </w:tc>
        <w:tc>
          <w:tcPr>
            <w:tcW w:w="810" w:type="dxa"/>
            <w:shd w:val="clear" w:color="auto" w:fill="auto"/>
          </w:tcPr>
          <w:p w14:paraId="2982CF7A" w14:textId="77777777" w:rsidR="00767691" w:rsidRPr="000456B4" w:rsidRDefault="00767691" w:rsidP="00767691">
            <w:pPr>
              <w:keepNext/>
              <w:tabs>
                <w:tab w:val="clear" w:pos="794"/>
                <w:tab w:val="clear" w:pos="1191"/>
                <w:tab w:val="clear" w:pos="1588"/>
                <w:tab w:val="clear" w:pos="1985"/>
              </w:tabs>
              <w:overflowPunct/>
              <w:autoSpaceDE/>
              <w:autoSpaceDN/>
              <w:adjustRightInd/>
              <w:spacing w:before="60" w:after="60"/>
              <w:jc w:val="left"/>
              <w:textAlignment w:val="auto"/>
              <w:rPr>
                <w:ins w:id="372" w:author="Yasser Syed" w:date="2019-06-24T23:53:00Z"/>
                <w:rFonts w:eastAsia="Yu Mincho"/>
                <w:sz w:val="18"/>
                <w:szCs w:val="16"/>
                <w:lang w:eastAsia="zh-CN"/>
              </w:rPr>
            </w:pPr>
            <w:ins w:id="373" w:author="Yasser Syed" w:date="2019-06-24T23:53:00Z">
              <w:r w:rsidRPr="000456B4">
                <w:rPr>
                  <w:rFonts w:eastAsia="Yu Mincho"/>
                  <w:sz w:val="18"/>
                  <w:szCs w:val="16"/>
                  <w:lang w:eastAsia="zh-CN"/>
                </w:rPr>
                <w:t>Narrow</w:t>
              </w:r>
            </w:ins>
          </w:p>
        </w:tc>
        <w:tc>
          <w:tcPr>
            <w:tcW w:w="1890" w:type="dxa"/>
            <w:shd w:val="clear" w:color="auto" w:fill="auto"/>
          </w:tcPr>
          <w:p w14:paraId="1A5E3910" w14:textId="77777777" w:rsidR="00767691" w:rsidRPr="000456B4" w:rsidRDefault="00767691" w:rsidP="00767691">
            <w:pPr>
              <w:keepNext/>
              <w:tabs>
                <w:tab w:val="clear" w:pos="794"/>
                <w:tab w:val="clear" w:pos="1191"/>
                <w:tab w:val="clear" w:pos="1588"/>
                <w:tab w:val="clear" w:pos="1985"/>
              </w:tabs>
              <w:overflowPunct/>
              <w:autoSpaceDE/>
              <w:autoSpaceDN/>
              <w:adjustRightInd/>
              <w:spacing w:before="60" w:after="60"/>
              <w:jc w:val="left"/>
              <w:textAlignment w:val="auto"/>
              <w:rPr>
                <w:ins w:id="374" w:author="Yasser Syed" w:date="2019-06-24T23:53:00Z"/>
                <w:rFonts w:eastAsia="Yu Mincho"/>
                <w:sz w:val="18"/>
                <w:szCs w:val="16"/>
                <w:lang w:eastAsia="zh-CN"/>
              </w:rPr>
            </w:pPr>
            <w:ins w:id="375" w:author="Yasser Syed" w:date="2019-06-24T23:53:00Z">
              <w:r w:rsidRPr="000456B4">
                <w:rPr>
                  <w:rFonts w:eastAsia="Yu Mincho"/>
                  <w:sz w:val="18"/>
                  <w:szCs w:val="16"/>
                  <w:lang w:eastAsia="zh-CN"/>
                </w:rPr>
                <w:t>N/A</w:t>
              </w:r>
            </w:ins>
          </w:p>
        </w:tc>
      </w:tr>
      <w:tr w:rsidR="00767691" w:rsidRPr="000456B4" w14:paraId="3FB70CB4" w14:textId="77777777" w:rsidTr="00767691">
        <w:trPr>
          <w:ins w:id="376" w:author="Yasser Syed" w:date="2019-06-24T23:53:00Z"/>
        </w:trPr>
        <w:tc>
          <w:tcPr>
            <w:tcW w:w="576" w:type="dxa"/>
            <w:vMerge/>
            <w:shd w:val="clear" w:color="auto" w:fill="auto"/>
          </w:tcPr>
          <w:p w14:paraId="7C369210" w14:textId="77777777" w:rsidR="00767691" w:rsidRPr="000456B4" w:rsidRDefault="00767691" w:rsidP="00767691">
            <w:pPr>
              <w:keepNext/>
              <w:tabs>
                <w:tab w:val="clear" w:pos="794"/>
                <w:tab w:val="clear" w:pos="1191"/>
                <w:tab w:val="clear" w:pos="1588"/>
                <w:tab w:val="clear" w:pos="1985"/>
              </w:tabs>
              <w:overflowPunct/>
              <w:autoSpaceDE/>
              <w:autoSpaceDN/>
              <w:adjustRightInd/>
              <w:spacing w:before="60" w:after="60"/>
              <w:jc w:val="left"/>
              <w:textAlignment w:val="auto"/>
              <w:rPr>
                <w:ins w:id="377" w:author="Yasser Syed" w:date="2019-06-24T23:53:00Z"/>
                <w:rFonts w:eastAsia="Yu Mincho"/>
                <w:b/>
                <w:bCs/>
                <w:color w:val="000000"/>
                <w:sz w:val="18"/>
                <w:szCs w:val="16"/>
                <w:lang w:eastAsia="zh-CN"/>
              </w:rPr>
            </w:pPr>
          </w:p>
        </w:tc>
        <w:tc>
          <w:tcPr>
            <w:tcW w:w="1782" w:type="dxa"/>
            <w:shd w:val="clear" w:color="auto" w:fill="auto"/>
            <w:vAlign w:val="center"/>
          </w:tcPr>
          <w:p w14:paraId="548E715D" w14:textId="77777777" w:rsidR="00767691" w:rsidRPr="000456B4" w:rsidRDefault="00767691" w:rsidP="00767691">
            <w:pPr>
              <w:keepNext/>
              <w:tabs>
                <w:tab w:val="clear" w:pos="794"/>
                <w:tab w:val="clear" w:pos="1191"/>
                <w:tab w:val="clear" w:pos="1588"/>
                <w:tab w:val="clear" w:pos="1985"/>
              </w:tabs>
              <w:overflowPunct/>
              <w:autoSpaceDE/>
              <w:autoSpaceDN/>
              <w:adjustRightInd/>
              <w:spacing w:before="60" w:after="60"/>
              <w:jc w:val="left"/>
              <w:textAlignment w:val="auto"/>
              <w:rPr>
                <w:ins w:id="378" w:author="Yasser Syed" w:date="2019-06-24T23:53:00Z"/>
                <w:rFonts w:eastAsia="Yu Mincho"/>
                <w:sz w:val="18"/>
                <w:szCs w:val="16"/>
                <w:lang w:eastAsia="zh-CN"/>
              </w:rPr>
            </w:pPr>
            <w:ins w:id="379" w:author="Yasser Syed" w:date="2019-06-24T23:53:00Z">
              <w:r w:rsidRPr="000456B4">
                <w:rPr>
                  <w:rFonts w:eastAsia="Yu Mincho"/>
                  <w:bCs/>
                  <w:color w:val="000000"/>
                  <w:sz w:val="18"/>
                  <w:szCs w:val="16"/>
                  <w:lang w:eastAsia="zh-CN"/>
                </w:rPr>
                <w:t>FR2020_RGB</w:t>
              </w:r>
            </w:ins>
          </w:p>
        </w:tc>
        <w:tc>
          <w:tcPr>
            <w:tcW w:w="787" w:type="dxa"/>
            <w:vMerge/>
            <w:shd w:val="clear" w:color="auto" w:fill="auto"/>
          </w:tcPr>
          <w:p w14:paraId="779FD8DE" w14:textId="77777777" w:rsidR="00767691" w:rsidRPr="000456B4" w:rsidRDefault="00767691" w:rsidP="00767691">
            <w:pPr>
              <w:keepNext/>
              <w:tabs>
                <w:tab w:val="clear" w:pos="794"/>
                <w:tab w:val="clear" w:pos="1191"/>
                <w:tab w:val="clear" w:pos="1588"/>
                <w:tab w:val="clear" w:pos="1985"/>
              </w:tabs>
              <w:overflowPunct/>
              <w:autoSpaceDE/>
              <w:autoSpaceDN/>
              <w:adjustRightInd/>
              <w:spacing w:before="60" w:after="60"/>
              <w:jc w:val="left"/>
              <w:textAlignment w:val="auto"/>
              <w:rPr>
                <w:ins w:id="380" w:author="Yasser Syed" w:date="2019-06-24T23:53:00Z"/>
                <w:rFonts w:eastAsia="Yu Mincho"/>
                <w:sz w:val="18"/>
                <w:szCs w:val="16"/>
                <w:lang w:eastAsia="zh-CN"/>
              </w:rPr>
            </w:pPr>
          </w:p>
        </w:tc>
        <w:tc>
          <w:tcPr>
            <w:tcW w:w="990" w:type="dxa"/>
            <w:vMerge/>
            <w:shd w:val="clear" w:color="auto" w:fill="auto"/>
          </w:tcPr>
          <w:p w14:paraId="4A4FC5EB" w14:textId="77777777" w:rsidR="00767691" w:rsidRPr="000456B4" w:rsidRDefault="00767691" w:rsidP="00767691">
            <w:pPr>
              <w:keepNext/>
              <w:tabs>
                <w:tab w:val="clear" w:pos="794"/>
                <w:tab w:val="clear" w:pos="1191"/>
                <w:tab w:val="clear" w:pos="1588"/>
                <w:tab w:val="clear" w:pos="1985"/>
              </w:tabs>
              <w:overflowPunct/>
              <w:autoSpaceDE/>
              <w:autoSpaceDN/>
              <w:adjustRightInd/>
              <w:spacing w:before="60" w:after="60"/>
              <w:jc w:val="left"/>
              <w:textAlignment w:val="auto"/>
              <w:rPr>
                <w:ins w:id="381" w:author="Yasser Syed" w:date="2019-06-24T23:53:00Z"/>
                <w:rFonts w:eastAsia="Yu Mincho"/>
                <w:sz w:val="18"/>
                <w:szCs w:val="16"/>
                <w:lang w:eastAsia="zh-CN"/>
              </w:rPr>
            </w:pPr>
          </w:p>
        </w:tc>
        <w:tc>
          <w:tcPr>
            <w:tcW w:w="923" w:type="dxa"/>
            <w:vMerge/>
            <w:shd w:val="clear" w:color="auto" w:fill="auto"/>
          </w:tcPr>
          <w:p w14:paraId="71689937" w14:textId="77777777" w:rsidR="00767691" w:rsidRPr="000456B4" w:rsidRDefault="00767691" w:rsidP="00767691">
            <w:pPr>
              <w:keepNext/>
              <w:tabs>
                <w:tab w:val="clear" w:pos="794"/>
                <w:tab w:val="clear" w:pos="1191"/>
                <w:tab w:val="clear" w:pos="1588"/>
                <w:tab w:val="clear" w:pos="1985"/>
              </w:tabs>
              <w:overflowPunct/>
              <w:autoSpaceDE/>
              <w:autoSpaceDN/>
              <w:adjustRightInd/>
              <w:spacing w:before="60" w:after="60"/>
              <w:jc w:val="left"/>
              <w:textAlignment w:val="auto"/>
              <w:rPr>
                <w:ins w:id="382" w:author="Yasser Syed" w:date="2019-06-24T23:53:00Z"/>
                <w:rFonts w:eastAsia="Yu Mincho"/>
                <w:sz w:val="18"/>
                <w:szCs w:val="16"/>
                <w:lang w:eastAsia="zh-CN"/>
              </w:rPr>
            </w:pPr>
          </w:p>
        </w:tc>
        <w:tc>
          <w:tcPr>
            <w:tcW w:w="900" w:type="dxa"/>
            <w:vMerge/>
            <w:shd w:val="clear" w:color="auto" w:fill="auto"/>
          </w:tcPr>
          <w:p w14:paraId="54CAD2CF" w14:textId="77777777" w:rsidR="00767691" w:rsidRPr="000456B4" w:rsidRDefault="00767691" w:rsidP="00767691">
            <w:pPr>
              <w:keepNext/>
              <w:tabs>
                <w:tab w:val="clear" w:pos="794"/>
                <w:tab w:val="clear" w:pos="1191"/>
                <w:tab w:val="clear" w:pos="1588"/>
                <w:tab w:val="clear" w:pos="1985"/>
              </w:tabs>
              <w:overflowPunct/>
              <w:autoSpaceDE/>
              <w:autoSpaceDN/>
              <w:adjustRightInd/>
              <w:spacing w:before="60" w:after="60"/>
              <w:jc w:val="left"/>
              <w:textAlignment w:val="auto"/>
              <w:rPr>
                <w:ins w:id="383" w:author="Yasser Syed" w:date="2019-06-24T23:53:00Z"/>
                <w:rFonts w:eastAsia="Yu Mincho"/>
                <w:sz w:val="18"/>
                <w:szCs w:val="16"/>
                <w:lang w:eastAsia="zh-CN"/>
              </w:rPr>
            </w:pPr>
          </w:p>
        </w:tc>
        <w:tc>
          <w:tcPr>
            <w:tcW w:w="990" w:type="dxa"/>
            <w:shd w:val="clear" w:color="auto" w:fill="auto"/>
          </w:tcPr>
          <w:p w14:paraId="0406248C" w14:textId="77777777" w:rsidR="00767691" w:rsidRPr="000456B4" w:rsidRDefault="00767691" w:rsidP="00767691">
            <w:pPr>
              <w:keepNext/>
              <w:tabs>
                <w:tab w:val="clear" w:pos="794"/>
                <w:tab w:val="clear" w:pos="1191"/>
                <w:tab w:val="clear" w:pos="1588"/>
                <w:tab w:val="clear" w:pos="1985"/>
              </w:tabs>
              <w:overflowPunct/>
              <w:autoSpaceDE/>
              <w:autoSpaceDN/>
              <w:adjustRightInd/>
              <w:spacing w:before="60" w:after="60"/>
              <w:jc w:val="left"/>
              <w:textAlignment w:val="auto"/>
              <w:rPr>
                <w:ins w:id="384" w:author="Yasser Syed" w:date="2019-06-24T23:53:00Z"/>
                <w:rFonts w:eastAsia="Yu Mincho"/>
                <w:sz w:val="18"/>
                <w:szCs w:val="16"/>
                <w:lang w:eastAsia="zh-CN"/>
              </w:rPr>
            </w:pPr>
            <w:ins w:id="385" w:author="Yasser Syed" w:date="2019-06-24T23:53:00Z">
              <w:r w:rsidRPr="000456B4">
                <w:rPr>
                  <w:rFonts w:eastAsia="Yu Mincho"/>
                  <w:sz w:val="18"/>
                  <w:szCs w:val="16"/>
                  <w:lang w:eastAsia="zh-CN"/>
                </w:rPr>
                <w:t>R′G′B′</w:t>
              </w:r>
            </w:ins>
          </w:p>
        </w:tc>
        <w:tc>
          <w:tcPr>
            <w:tcW w:w="810" w:type="dxa"/>
            <w:shd w:val="clear" w:color="auto" w:fill="auto"/>
          </w:tcPr>
          <w:p w14:paraId="7AB4BE10" w14:textId="77777777" w:rsidR="00767691" w:rsidRPr="000456B4" w:rsidRDefault="00767691" w:rsidP="00767691">
            <w:pPr>
              <w:keepNext/>
              <w:tabs>
                <w:tab w:val="clear" w:pos="794"/>
                <w:tab w:val="clear" w:pos="1191"/>
                <w:tab w:val="clear" w:pos="1588"/>
                <w:tab w:val="clear" w:pos="1985"/>
              </w:tabs>
              <w:overflowPunct/>
              <w:autoSpaceDE/>
              <w:autoSpaceDN/>
              <w:adjustRightInd/>
              <w:spacing w:before="60" w:after="60"/>
              <w:jc w:val="left"/>
              <w:textAlignment w:val="auto"/>
              <w:rPr>
                <w:ins w:id="386" w:author="Yasser Syed" w:date="2019-06-24T23:53:00Z"/>
                <w:rFonts w:eastAsia="Yu Mincho"/>
                <w:sz w:val="18"/>
                <w:szCs w:val="16"/>
                <w:lang w:eastAsia="zh-CN"/>
              </w:rPr>
            </w:pPr>
            <w:ins w:id="387" w:author="Yasser Syed" w:date="2019-06-24T23:53:00Z">
              <w:r w:rsidRPr="000456B4">
                <w:rPr>
                  <w:rFonts w:eastAsia="Yu Mincho"/>
                  <w:sz w:val="18"/>
                  <w:szCs w:val="16"/>
                  <w:lang w:eastAsia="zh-CN"/>
                </w:rPr>
                <w:t>Full</w:t>
              </w:r>
            </w:ins>
          </w:p>
        </w:tc>
        <w:tc>
          <w:tcPr>
            <w:tcW w:w="1890" w:type="dxa"/>
            <w:shd w:val="clear" w:color="auto" w:fill="auto"/>
          </w:tcPr>
          <w:p w14:paraId="02EC564A" w14:textId="77777777" w:rsidR="00767691" w:rsidRPr="000456B4" w:rsidRDefault="00767691" w:rsidP="00767691">
            <w:pPr>
              <w:keepNext/>
              <w:tabs>
                <w:tab w:val="clear" w:pos="794"/>
                <w:tab w:val="clear" w:pos="1191"/>
                <w:tab w:val="clear" w:pos="1588"/>
                <w:tab w:val="clear" w:pos="1985"/>
              </w:tabs>
              <w:overflowPunct/>
              <w:autoSpaceDE/>
              <w:autoSpaceDN/>
              <w:adjustRightInd/>
              <w:spacing w:before="60" w:after="60"/>
              <w:jc w:val="left"/>
              <w:textAlignment w:val="auto"/>
              <w:rPr>
                <w:ins w:id="388" w:author="Yasser Syed" w:date="2019-06-24T23:53:00Z"/>
                <w:rFonts w:eastAsia="Yu Mincho"/>
                <w:sz w:val="18"/>
                <w:szCs w:val="16"/>
                <w:lang w:eastAsia="zh-CN"/>
              </w:rPr>
            </w:pPr>
            <w:ins w:id="389" w:author="Yasser Syed" w:date="2019-06-24T23:53:00Z">
              <w:r w:rsidRPr="000456B4">
                <w:rPr>
                  <w:rFonts w:eastAsia="Yu Mincho"/>
                  <w:sz w:val="18"/>
                  <w:szCs w:val="16"/>
                  <w:lang w:eastAsia="zh-CN"/>
                </w:rPr>
                <w:t>N/A</w:t>
              </w:r>
            </w:ins>
          </w:p>
        </w:tc>
      </w:tr>
      <w:tr w:rsidR="00767691" w:rsidRPr="000456B4" w14:paraId="2C8747DC" w14:textId="77777777" w:rsidTr="00767691">
        <w:trPr>
          <w:trHeight w:val="92"/>
          <w:ins w:id="390" w:author="Yasser Syed" w:date="2019-06-24T23:53:00Z"/>
        </w:trPr>
        <w:tc>
          <w:tcPr>
            <w:tcW w:w="576" w:type="dxa"/>
            <w:vMerge/>
            <w:shd w:val="clear" w:color="auto" w:fill="auto"/>
          </w:tcPr>
          <w:p w14:paraId="6C6F3B98" w14:textId="77777777" w:rsidR="00767691" w:rsidRPr="000456B4" w:rsidRDefault="00767691" w:rsidP="00767691">
            <w:pPr>
              <w:keepNext/>
              <w:tabs>
                <w:tab w:val="clear" w:pos="794"/>
                <w:tab w:val="clear" w:pos="1191"/>
                <w:tab w:val="clear" w:pos="1588"/>
                <w:tab w:val="clear" w:pos="1985"/>
              </w:tabs>
              <w:overflowPunct/>
              <w:autoSpaceDE/>
              <w:autoSpaceDN/>
              <w:adjustRightInd/>
              <w:spacing w:before="60" w:after="60"/>
              <w:jc w:val="left"/>
              <w:textAlignment w:val="auto"/>
              <w:rPr>
                <w:ins w:id="391" w:author="Yasser Syed" w:date="2019-06-24T23:53:00Z"/>
                <w:rFonts w:eastAsia="Yu Mincho"/>
                <w:b/>
                <w:bCs/>
                <w:color w:val="000000"/>
                <w:sz w:val="18"/>
                <w:szCs w:val="16"/>
                <w:lang w:eastAsia="zh-CN"/>
              </w:rPr>
            </w:pPr>
          </w:p>
        </w:tc>
        <w:tc>
          <w:tcPr>
            <w:tcW w:w="1782" w:type="dxa"/>
            <w:shd w:val="clear" w:color="auto" w:fill="auto"/>
            <w:vAlign w:val="center"/>
          </w:tcPr>
          <w:p w14:paraId="024E1DC6" w14:textId="77777777" w:rsidR="00767691" w:rsidRPr="000456B4" w:rsidRDefault="00767691" w:rsidP="00767691">
            <w:pPr>
              <w:keepNext/>
              <w:tabs>
                <w:tab w:val="clear" w:pos="794"/>
                <w:tab w:val="clear" w:pos="1191"/>
                <w:tab w:val="clear" w:pos="1588"/>
                <w:tab w:val="clear" w:pos="1985"/>
              </w:tabs>
              <w:overflowPunct/>
              <w:autoSpaceDE/>
              <w:autoSpaceDN/>
              <w:adjustRightInd/>
              <w:spacing w:before="60" w:after="60"/>
              <w:jc w:val="left"/>
              <w:textAlignment w:val="auto"/>
              <w:rPr>
                <w:ins w:id="392" w:author="Yasser Syed" w:date="2019-06-24T23:53:00Z"/>
                <w:rFonts w:eastAsia="Yu Mincho"/>
                <w:sz w:val="18"/>
                <w:szCs w:val="16"/>
                <w:lang w:eastAsia="zh-CN"/>
              </w:rPr>
            </w:pPr>
            <w:ins w:id="393" w:author="Yasser Syed" w:date="2019-06-24T23:53:00Z">
              <w:r w:rsidRPr="000456B4">
                <w:rPr>
                  <w:rFonts w:eastAsia="Yu Mincho"/>
                  <w:bCs/>
                  <w:color w:val="000000"/>
                  <w:sz w:val="18"/>
                  <w:szCs w:val="16"/>
                  <w:lang w:eastAsia="zh-CN"/>
                </w:rPr>
                <w:t>BT2100_PQ_YCC</w:t>
              </w:r>
            </w:ins>
          </w:p>
        </w:tc>
        <w:tc>
          <w:tcPr>
            <w:tcW w:w="787" w:type="dxa"/>
            <w:vMerge/>
            <w:shd w:val="clear" w:color="auto" w:fill="auto"/>
          </w:tcPr>
          <w:p w14:paraId="09D8E99C" w14:textId="77777777" w:rsidR="00767691" w:rsidRPr="000456B4" w:rsidRDefault="00767691" w:rsidP="00767691">
            <w:pPr>
              <w:keepNext/>
              <w:tabs>
                <w:tab w:val="clear" w:pos="794"/>
                <w:tab w:val="clear" w:pos="1191"/>
                <w:tab w:val="clear" w:pos="1588"/>
                <w:tab w:val="clear" w:pos="1985"/>
              </w:tabs>
              <w:overflowPunct/>
              <w:autoSpaceDE/>
              <w:autoSpaceDN/>
              <w:adjustRightInd/>
              <w:spacing w:before="60" w:after="60"/>
              <w:jc w:val="left"/>
              <w:textAlignment w:val="auto"/>
              <w:rPr>
                <w:ins w:id="394" w:author="Yasser Syed" w:date="2019-06-24T23:53:00Z"/>
                <w:rFonts w:eastAsia="Yu Mincho"/>
                <w:sz w:val="18"/>
                <w:szCs w:val="16"/>
                <w:lang w:eastAsia="zh-CN"/>
              </w:rPr>
            </w:pPr>
          </w:p>
        </w:tc>
        <w:tc>
          <w:tcPr>
            <w:tcW w:w="990" w:type="dxa"/>
            <w:vMerge w:val="restart"/>
            <w:shd w:val="clear" w:color="auto" w:fill="auto"/>
          </w:tcPr>
          <w:p w14:paraId="6186AD62" w14:textId="77777777" w:rsidR="00767691" w:rsidRPr="000456B4" w:rsidRDefault="00767691" w:rsidP="00767691">
            <w:pPr>
              <w:keepNext/>
              <w:tabs>
                <w:tab w:val="clear" w:pos="794"/>
                <w:tab w:val="clear" w:pos="1191"/>
                <w:tab w:val="clear" w:pos="1588"/>
                <w:tab w:val="clear" w:pos="1985"/>
              </w:tabs>
              <w:overflowPunct/>
              <w:autoSpaceDE/>
              <w:autoSpaceDN/>
              <w:adjustRightInd/>
              <w:spacing w:before="60" w:after="60"/>
              <w:jc w:val="left"/>
              <w:textAlignment w:val="auto"/>
              <w:rPr>
                <w:ins w:id="395" w:author="Yasser Syed" w:date="2019-06-24T23:53:00Z"/>
                <w:rFonts w:eastAsia="Yu Mincho"/>
                <w:sz w:val="18"/>
                <w:szCs w:val="16"/>
                <w:lang w:eastAsia="zh-CN"/>
              </w:rPr>
            </w:pPr>
            <w:ins w:id="396" w:author="Yasser Syed" w:date="2019-06-24T23:53:00Z">
              <w:r w:rsidRPr="000456B4">
                <w:rPr>
                  <w:rFonts w:eastAsia="Yu Mincho"/>
                  <w:sz w:val="18"/>
                  <w:szCs w:val="16"/>
                  <w:lang w:eastAsia="zh-CN"/>
                </w:rPr>
                <w:t>BT.2100</w:t>
              </w:r>
            </w:ins>
          </w:p>
        </w:tc>
        <w:tc>
          <w:tcPr>
            <w:tcW w:w="923" w:type="dxa"/>
            <w:vMerge w:val="restart"/>
            <w:shd w:val="clear" w:color="auto" w:fill="auto"/>
          </w:tcPr>
          <w:p w14:paraId="06B683C7" w14:textId="77777777" w:rsidR="00767691" w:rsidRPr="000456B4" w:rsidRDefault="00767691" w:rsidP="00767691">
            <w:pPr>
              <w:keepNext/>
              <w:tabs>
                <w:tab w:val="clear" w:pos="794"/>
                <w:tab w:val="clear" w:pos="1191"/>
                <w:tab w:val="clear" w:pos="1588"/>
                <w:tab w:val="clear" w:pos="1985"/>
              </w:tabs>
              <w:overflowPunct/>
              <w:autoSpaceDE/>
              <w:autoSpaceDN/>
              <w:adjustRightInd/>
              <w:spacing w:before="60" w:after="60"/>
              <w:jc w:val="left"/>
              <w:textAlignment w:val="auto"/>
              <w:rPr>
                <w:ins w:id="397" w:author="Yasser Syed" w:date="2019-06-24T23:53:00Z"/>
                <w:rFonts w:eastAsia="Yu Mincho"/>
                <w:sz w:val="18"/>
                <w:szCs w:val="16"/>
                <w:lang w:eastAsia="zh-CN"/>
              </w:rPr>
            </w:pPr>
            <w:ins w:id="398" w:author="Yasser Syed" w:date="2019-06-24T23:53:00Z">
              <w:r w:rsidRPr="000456B4">
                <w:rPr>
                  <w:rFonts w:eastAsia="Yu Mincho"/>
                  <w:sz w:val="18"/>
                  <w:szCs w:val="16"/>
                  <w:lang w:eastAsia="zh-CN"/>
                </w:rPr>
                <w:t>HDR</w:t>
              </w:r>
            </w:ins>
          </w:p>
        </w:tc>
        <w:tc>
          <w:tcPr>
            <w:tcW w:w="900" w:type="dxa"/>
            <w:vMerge w:val="restart"/>
            <w:shd w:val="clear" w:color="auto" w:fill="auto"/>
          </w:tcPr>
          <w:p w14:paraId="22EA252A" w14:textId="77777777" w:rsidR="00767691" w:rsidRPr="000456B4" w:rsidRDefault="00767691" w:rsidP="00767691">
            <w:pPr>
              <w:keepNext/>
              <w:tabs>
                <w:tab w:val="clear" w:pos="794"/>
                <w:tab w:val="clear" w:pos="1191"/>
                <w:tab w:val="clear" w:pos="1588"/>
                <w:tab w:val="clear" w:pos="1985"/>
              </w:tabs>
              <w:overflowPunct/>
              <w:autoSpaceDE/>
              <w:autoSpaceDN/>
              <w:adjustRightInd/>
              <w:spacing w:before="60" w:after="60"/>
              <w:jc w:val="left"/>
              <w:textAlignment w:val="auto"/>
              <w:rPr>
                <w:ins w:id="399" w:author="Yasser Syed" w:date="2019-06-24T23:53:00Z"/>
                <w:rFonts w:eastAsia="Yu Mincho"/>
                <w:sz w:val="18"/>
                <w:szCs w:val="16"/>
                <w:lang w:eastAsia="zh-CN"/>
              </w:rPr>
            </w:pPr>
            <w:ins w:id="400" w:author="Yasser Syed" w:date="2019-06-24T23:53:00Z">
              <w:r w:rsidRPr="000456B4">
                <w:rPr>
                  <w:rFonts w:eastAsia="Yu Mincho"/>
                  <w:sz w:val="18"/>
                  <w:szCs w:val="16"/>
                  <w:lang w:eastAsia="zh-CN"/>
                </w:rPr>
                <w:t>PQ</w:t>
              </w:r>
            </w:ins>
          </w:p>
        </w:tc>
        <w:tc>
          <w:tcPr>
            <w:tcW w:w="990" w:type="dxa"/>
            <w:shd w:val="clear" w:color="auto" w:fill="auto"/>
          </w:tcPr>
          <w:p w14:paraId="0BA074C2" w14:textId="77777777" w:rsidR="00767691" w:rsidRPr="00CF61E9" w:rsidRDefault="00767691" w:rsidP="00767691">
            <w:pPr>
              <w:keepNext/>
              <w:tabs>
                <w:tab w:val="clear" w:pos="794"/>
                <w:tab w:val="clear" w:pos="1191"/>
                <w:tab w:val="clear" w:pos="1588"/>
                <w:tab w:val="clear" w:pos="1985"/>
              </w:tabs>
              <w:overflowPunct/>
              <w:autoSpaceDE/>
              <w:autoSpaceDN/>
              <w:adjustRightInd/>
              <w:spacing w:before="60" w:after="60"/>
              <w:jc w:val="left"/>
              <w:textAlignment w:val="auto"/>
              <w:rPr>
                <w:ins w:id="401" w:author="Yasser Syed" w:date="2019-06-24T23:53:00Z"/>
                <w:rFonts w:eastAsia="Yu Mincho"/>
                <w:sz w:val="18"/>
                <w:szCs w:val="18"/>
                <w:lang w:eastAsia="zh-CN"/>
              </w:rPr>
            </w:pPr>
            <w:ins w:id="402" w:author="Yasser Syed" w:date="2019-06-24T23:53:00Z">
              <w:r w:rsidRPr="00DC62C9">
                <w:rPr>
                  <w:sz w:val="18"/>
                  <w:szCs w:val="18"/>
                </w:rPr>
                <w:t>Y′CbCr</w:t>
              </w:r>
            </w:ins>
          </w:p>
        </w:tc>
        <w:tc>
          <w:tcPr>
            <w:tcW w:w="810" w:type="dxa"/>
            <w:shd w:val="clear" w:color="auto" w:fill="auto"/>
          </w:tcPr>
          <w:p w14:paraId="25ABE84E" w14:textId="77777777" w:rsidR="00767691" w:rsidRPr="000456B4" w:rsidRDefault="00767691" w:rsidP="00767691">
            <w:pPr>
              <w:keepNext/>
              <w:tabs>
                <w:tab w:val="clear" w:pos="794"/>
                <w:tab w:val="clear" w:pos="1191"/>
                <w:tab w:val="clear" w:pos="1588"/>
                <w:tab w:val="clear" w:pos="1985"/>
              </w:tabs>
              <w:overflowPunct/>
              <w:autoSpaceDE/>
              <w:autoSpaceDN/>
              <w:adjustRightInd/>
              <w:spacing w:before="60" w:after="60"/>
              <w:jc w:val="left"/>
              <w:textAlignment w:val="auto"/>
              <w:rPr>
                <w:ins w:id="403" w:author="Yasser Syed" w:date="2019-06-24T23:53:00Z"/>
                <w:rFonts w:eastAsia="Yu Mincho"/>
                <w:sz w:val="18"/>
                <w:szCs w:val="16"/>
                <w:lang w:eastAsia="zh-CN"/>
              </w:rPr>
            </w:pPr>
            <w:ins w:id="404" w:author="Yasser Syed" w:date="2019-06-24T23:53:00Z">
              <w:r w:rsidRPr="000456B4">
                <w:rPr>
                  <w:rFonts w:eastAsia="Yu Mincho"/>
                  <w:sz w:val="18"/>
                  <w:szCs w:val="16"/>
                  <w:lang w:eastAsia="zh-CN"/>
                </w:rPr>
                <w:t>Narrow</w:t>
              </w:r>
            </w:ins>
          </w:p>
        </w:tc>
        <w:tc>
          <w:tcPr>
            <w:tcW w:w="1890" w:type="dxa"/>
            <w:shd w:val="clear" w:color="auto" w:fill="auto"/>
          </w:tcPr>
          <w:p w14:paraId="4EFBCA28" w14:textId="77777777" w:rsidR="00767691" w:rsidRPr="000456B4" w:rsidRDefault="00767691" w:rsidP="00767691">
            <w:pPr>
              <w:keepNext/>
              <w:tabs>
                <w:tab w:val="clear" w:pos="794"/>
                <w:tab w:val="clear" w:pos="1191"/>
                <w:tab w:val="clear" w:pos="1588"/>
                <w:tab w:val="clear" w:pos="1985"/>
              </w:tabs>
              <w:overflowPunct/>
              <w:autoSpaceDE/>
              <w:autoSpaceDN/>
              <w:adjustRightInd/>
              <w:spacing w:before="60" w:after="60"/>
              <w:jc w:val="left"/>
              <w:textAlignment w:val="auto"/>
              <w:rPr>
                <w:ins w:id="405" w:author="Yasser Syed" w:date="2019-06-24T23:53:00Z"/>
                <w:rFonts w:eastAsia="Yu Mincho"/>
                <w:sz w:val="18"/>
                <w:szCs w:val="16"/>
                <w:lang w:eastAsia="zh-CN"/>
              </w:rPr>
            </w:pPr>
            <w:ins w:id="406" w:author="Yasser Syed" w:date="2019-06-24T23:53:00Z">
              <w:r w:rsidRPr="000456B4">
                <w:rPr>
                  <w:rFonts w:eastAsia="Yu Mincho"/>
                  <w:sz w:val="18"/>
                  <w:szCs w:val="16"/>
                  <w:lang w:eastAsia="zh-CN"/>
                </w:rPr>
                <w:t>Co-sited (ChromaLocType = 2)</w:t>
              </w:r>
            </w:ins>
          </w:p>
        </w:tc>
      </w:tr>
      <w:tr w:rsidR="00767691" w:rsidRPr="000456B4" w14:paraId="07D3806E" w14:textId="77777777" w:rsidTr="00767691">
        <w:trPr>
          <w:trHeight w:val="92"/>
          <w:ins w:id="407" w:author="Yasser Syed" w:date="2019-06-24T23:53:00Z"/>
        </w:trPr>
        <w:tc>
          <w:tcPr>
            <w:tcW w:w="576" w:type="dxa"/>
            <w:vMerge/>
            <w:shd w:val="clear" w:color="auto" w:fill="auto"/>
          </w:tcPr>
          <w:p w14:paraId="5CDC88E7" w14:textId="77777777" w:rsidR="00767691" w:rsidRPr="000456B4" w:rsidRDefault="00767691" w:rsidP="00767691">
            <w:pPr>
              <w:keepNext/>
              <w:tabs>
                <w:tab w:val="clear" w:pos="794"/>
                <w:tab w:val="clear" w:pos="1191"/>
                <w:tab w:val="clear" w:pos="1588"/>
                <w:tab w:val="clear" w:pos="1985"/>
              </w:tabs>
              <w:overflowPunct/>
              <w:autoSpaceDE/>
              <w:autoSpaceDN/>
              <w:adjustRightInd/>
              <w:spacing w:before="60" w:after="60"/>
              <w:jc w:val="left"/>
              <w:textAlignment w:val="auto"/>
              <w:rPr>
                <w:ins w:id="408" w:author="Yasser Syed" w:date="2019-06-24T23:53:00Z"/>
                <w:rFonts w:eastAsia="Yu Mincho"/>
                <w:b/>
                <w:bCs/>
                <w:color w:val="000000"/>
                <w:sz w:val="18"/>
                <w:szCs w:val="16"/>
                <w:lang w:eastAsia="zh-CN"/>
              </w:rPr>
            </w:pPr>
          </w:p>
        </w:tc>
        <w:tc>
          <w:tcPr>
            <w:tcW w:w="1782" w:type="dxa"/>
            <w:shd w:val="clear" w:color="auto" w:fill="auto"/>
            <w:vAlign w:val="center"/>
          </w:tcPr>
          <w:p w14:paraId="137CF8C9" w14:textId="77777777" w:rsidR="00767691" w:rsidRPr="000456B4" w:rsidRDefault="00767691" w:rsidP="00767691">
            <w:pPr>
              <w:keepNext/>
              <w:tabs>
                <w:tab w:val="clear" w:pos="794"/>
                <w:tab w:val="clear" w:pos="1191"/>
                <w:tab w:val="clear" w:pos="1588"/>
                <w:tab w:val="clear" w:pos="1985"/>
              </w:tabs>
              <w:overflowPunct/>
              <w:autoSpaceDE/>
              <w:autoSpaceDN/>
              <w:adjustRightInd/>
              <w:spacing w:before="60" w:after="60"/>
              <w:jc w:val="left"/>
              <w:textAlignment w:val="auto"/>
              <w:rPr>
                <w:ins w:id="409" w:author="Yasser Syed" w:date="2019-06-24T23:53:00Z"/>
                <w:rFonts w:eastAsia="Yu Mincho"/>
                <w:bCs/>
                <w:color w:val="000000"/>
                <w:sz w:val="18"/>
                <w:szCs w:val="16"/>
                <w:lang w:eastAsia="zh-CN"/>
              </w:rPr>
            </w:pPr>
            <w:ins w:id="410" w:author="Yasser Syed" w:date="2019-06-24T23:53:00Z">
              <w:r>
                <w:rPr>
                  <w:rFonts w:eastAsia="Yu Mincho"/>
                  <w:bCs/>
                  <w:color w:val="000000"/>
                  <w:sz w:val="18"/>
                  <w:szCs w:val="16"/>
                  <w:lang w:eastAsia="zh-CN"/>
                </w:rPr>
                <w:t>BT2100_PQ_ICTCP</w:t>
              </w:r>
            </w:ins>
          </w:p>
        </w:tc>
        <w:tc>
          <w:tcPr>
            <w:tcW w:w="787" w:type="dxa"/>
            <w:vMerge/>
            <w:shd w:val="clear" w:color="auto" w:fill="auto"/>
          </w:tcPr>
          <w:p w14:paraId="3C60FBF4" w14:textId="77777777" w:rsidR="00767691" w:rsidRPr="000456B4" w:rsidRDefault="00767691" w:rsidP="00767691">
            <w:pPr>
              <w:keepNext/>
              <w:tabs>
                <w:tab w:val="clear" w:pos="794"/>
                <w:tab w:val="clear" w:pos="1191"/>
                <w:tab w:val="clear" w:pos="1588"/>
                <w:tab w:val="clear" w:pos="1985"/>
              </w:tabs>
              <w:overflowPunct/>
              <w:autoSpaceDE/>
              <w:autoSpaceDN/>
              <w:adjustRightInd/>
              <w:spacing w:before="60" w:after="60"/>
              <w:jc w:val="left"/>
              <w:textAlignment w:val="auto"/>
              <w:rPr>
                <w:ins w:id="411" w:author="Yasser Syed" w:date="2019-06-24T23:53:00Z"/>
                <w:rFonts w:eastAsia="Yu Mincho"/>
                <w:sz w:val="18"/>
                <w:szCs w:val="16"/>
                <w:lang w:eastAsia="zh-CN"/>
              </w:rPr>
            </w:pPr>
          </w:p>
        </w:tc>
        <w:tc>
          <w:tcPr>
            <w:tcW w:w="990" w:type="dxa"/>
            <w:vMerge/>
            <w:shd w:val="clear" w:color="auto" w:fill="auto"/>
          </w:tcPr>
          <w:p w14:paraId="6FAE9DAC" w14:textId="77777777" w:rsidR="00767691" w:rsidRPr="000456B4" w:rsidRDefault="00767691" w:rsidP="00767691">
            <w:pPr>
              <w:keepNext/>
              <w:tabs>
                <w:tab w:val="clear" w:pos="794"/>
                <w:tab w:val="clear" w:pos="1191"/>
                <w:tab w:val="clear" w:pos="1588"/>
                <w:tab w:val="clear" w:pos="1985"/>
              </w:tabs>
              <w:overflowPunct/>
              <w:autoSpaceDE/>
              <w:autoSpaceDN/>
              <w:adjustRightInd/>
              <w:spacing w:before="60" w:after="60"/>
              <w:jc w:val="left"/>
              <w:textAlignment w:val="auto"/>
              <w:rPr>
                <w:ins w:id="412" w:author="Yasser Syed" w:date="2019-06-24T23:53:00Z"/>
                <w:rFonts w:eastAsia="Yu Mincho"/>
                <w:sz w:val="18"/>
                <w:szCs w:val="16"/>
                <w:lang w:eastAsia="zh-CN"/>
              </w:rPr>
            </w:pPr>
          </w:p>
        </w:tc>
        <w:tc>
          <w:tcPr>
            <w:tcW w:w="923" w:type="dxa"/>
            <w:vMerge/>
            <w:shd w:val="clear" w:color="auto" w:fill="auto"/>
          </w:tcPr>
          <w:p w14:paraId="18E3CE1E" w14:textId="77777777" w:rsidR="00767691" w:rsidRPr="000456B4" w:rsidRDefault="00767691" w:rsidP="00767691">
            <w:pPr>
              <w:keepNext/>
              <w:tabs>
                <w:tab w:val="clear" w:pos="794"/>
                <w:tab w:val="clear" w:pos="1191"/>
                <w:tab w:val="clear" w:pos="1588"/>
                <w:tab w:val="clear" w:pos="1985"/>
              </w:tabs>
              <w:overflowPunct/>
              <w:autoSpaceDE/>
              <w:autoSpaceDN/>
              <w:adjustRightInd/>
              <w:spacing w:before="60" w:after="60"/>
              <w:jc w:val="left"/>
              <w:textAlignment w:val="auto"/>
              <w:rPr>
                <w:ins w:id="413" w:author="Yasser Syed" w:date="2019-06-24T23:53:00Z"/>
                <w:rFonts w:eastAsia="Yu Mincho"/>
                <w:sz w:val="18"/>
                <w:szCs w:val="16"/>
                <w:lang w:eastAsia="zh-CN"/>
              </w:rPr>
            </w:pPr>
          </w:p>
        </w:tc>
        <w:tc>
          <w:tcPr>
            <w:tcW w:w="900" w:type="dxa"/>
            <w:vMerge/>
            <w:shd w:val="clear" w:color="auto" w:fill="auto"/>
          </w:tcPr>
          <w:p w14:paraId="76670779" w14:textId="77777777" w:rsidR="00767691" w:rsidRPr="000456B4" w:rsidRDefault="00767691" w:rsidP="00767691">
            <w:pPr>
              <w:keepNext/>
              <w:tabs>
                <w:tab w:val="clear" w:pos="794"/>
                <w:tab w:val="clear" w:pos="1191"/>
                <w:tab w:val="clear" w:pos="1588"/>
                <w:tab w:val="clear" w:pos="1985"/>
              </w:tabs>
              <w:overflowPunct/>
              <w:autoSpaceDE/>
              <w:autoSpaceDN/>
              <w:adjustRightInd/>
              <w:spacing w:before="60" w:after="60"/>
              <w:jc w:val="left"/>
              <w:textAlignment w:val="auto"/>
              <w:rPr>
                <w:ins w:id="414" w:author="Yasser Syed" w:date="2019-06-24T23:53:00Z"/>
                <w:rFonts w:eastAsia="Yu Mincho"/>
                <w:sz w:val="18"/>
                <w:szCs w:val="16"/>
                <w:lang w:eastAsia="zh-CN"/>
              </w:rPr>
            </w:pPr>
          </w:p>
        </w:tc>
        <w:tc>
          <w:tcPr>
            <w:tcW w:w="990" w:type="dxa"/>
            <w:shd w:val="clear" w:color="auto" w:fill="auto"/>
          </w:tcPr>
          <w:p w14:paraId="69969E19" w14:textId="77777777" w:rsidR="00767691" w:rsidRPr="000456B4" w:rsidRDefault="00767691" w:rsidP="00767691">
            <w:pPr>
              <w:keepNext/>
              <w:tabs>
                <w:tab w:val="clear" w:pos="794"/>
                <w:tab w:val="clear" w:pos="1191"/>
                <w:tab w:val="clear" w:pos="1588"/>
                <w:tab w:val="clear" w:pos="1985"/>
              </w:tabs>
              <w:overflowPunct/>
              <w:autoSpaceDE/>
              <w:autoSpaceDN/>
              <w:adjustRightInd/>
              <w:spacing w:before="60" w:after="60"/>
              <w:jc w:val="left"/>
              <w:textAlignment w:val="auto"/>
              <w:rPr>
                <w:ins w:id="415" w:author="Yasser Syed" w:date="2019-06-24T23:53:00Z"/>
                <w:rFonts w:eastAsia="Yu Mincho"/>
                <w:sz w:val="18"/>
                <w:szCs w:val="16"/>
                <w:lang w:eastAsia="zh-CN"/>
              </w:rPr>
            </w:pPr>
            <w:ins w:id="416" w:author="Yasser Syed" w:date="2019-06-24T23:53:00Z">
              <w:r>
                <w:rPr>
                  <w:rFonts w:eastAsia="Yu Mincho"/>
                  <w:sz w:val="18"/>
                  <w:szCs w:val="16"/>
                  <w:lang w:eastAsia="zh-CN"/>
                </w:rPr>
                <w:t>IC</w:t>
              </w:r>
              <w:r w:rsidRPr="0058106C">
                <w:rPr>
                  <w:rFonts w:eastAsia="Yu Mincho"/>
                  <w:sz w:val="18"/>
                  <w:szCs w:val="16"/>
                  <w:vertAlign w:val="subscript"/>
                  <w:lang w:eastAsia="zh-CN"/>
                </w:rPr>
                <w:t>T</w:t>
              </w:r>
              <w:r>
                <w:rPr>
                  <w:rFonts w:eastAsia="Yu Mincho"/>
                  <w:sz w:val="18"/>
                  <w:szCs w:val="16"/>
                  <w:lang w:eastAsia="zh-CN"/>
                </w:rPr>
                <w:t>C</w:t>
              </w:r>
              <w:r w:rsidRPr="0058106C">
                <w:rPr>
                  <w:rFonts w:eastAsia="Yu Mincho"/>
                  <w:sz w:val="18"/>
                  <w:szCs w:val="16"/>
                  <w:vertAlign w:val="subscript"/>
                  <w:lang w:eastAsia="zh-CN"/>
                </w:rPr>
                <w:t>P</w:t>
              </w:r>
            </w:ins>
          </w:p>
        </w:tc>
        <w:tc>
          <w:tcPr>
            <w:tcW w:w="810" w:type="dxa"/>
            <w:shd w:val="clear" w:color="auto" w:fill="auto"/>
          </w:tcPr>
          <w:p w14:paraId="523C09B6" w14:textId="77777777" w:rsidR="00767691" w:rsidRPr="000456B4" w:rsidRDefault="00767691" w:rsidP="00767691">
            <w:pPr>
              <w:keepNext/>
              <w:tabs>
                <w:tab w:val="clear" w:pos="794"/>
                <w:tab w:val="clear" w:pos="1191"/>
                <w:tab w:val="clear" w:pos="1588"/>
                <w:tab w:val="clear" w:pos="1985"/>
              </w:tabs>
              <w:overflowPunct/>
              <w:autoSpaceDE/>
              <w:autoSpaceDN/>
              <w:adjustRightInd/>
              <w:spacing w:before="60" w:after="60"/>
              <w:jc w:val="left"/>
              <w:textAlignment w:val="auto"/>
              <w:rPr>
                <w:ins w:id="417" w:author="Yasser Syed" w:date="2019-06-24T23:53:00Z"/>
                <w:rFonts w:eastAsia="Yu Mincho"/>
                <w:sz w:val="18"/>
                <w:szCs w:val="16"/>
                <w:lang w:eastAsia="zh-CN"/>
              </w:rPr>
            </w:pPr>
            <w:ins w:id="418" w:author="Yasser Syed" w:date="2019-06-24T23:53:00Z">
              <w:r>
                <w:rPr>
                  <w:rFonts w:eastAsia="Yu Mincho"/>
                  <w:sz w:val="18"/>
                  <w:szCs w:val="16"/>
                  <w:lang w:eastAsia="zh-CN"/>
                </w:rPr>
                <w:t>Narrow</w:t>
              </w:r>
            </w:ins>
          </w:p>
        </w:tc>
        <w:tc>
          <w:tcPr>
            <w:tcW w:w="1890" w:type="dxa"/>
            <w:shd w:val="clear" w:color="auto" w:fill="auto"/>
          </w:tcPr>
          <w:p w14:paraId="644D62C8" w14:textId="77777777" w:rsidR="00767691" w:rsidRPr="000456B4" w:rsidRDefault="00767691" w:rsidP="00767691">
            <w:pPr>
              <w:keepNext/>
              <w:tabs>
                <w:tab w:val="clear" w:pos="794"/>
                <w:tab w:val="clear" w:pos="1191"/>
                <w:tab w:val="clear" w:pos="1588"/>
                <w:tab w:val="clear" w:pos="1985"/>
              </w:tabs>
              <w:overflowPunct/>
              <w:autoSpaceDE/>
              <w:autoSpaceDN/>
              <w:adjustRightInd/>
              <w:spacing w:before="60" w:after="60"/>
              <w:jc w:val="left"/>
              <w:textAlignment w:val="auto"/>
              <w:rPr>
                <w:ins w:id="419" w:author="Yasser Syed" w:date="2019-06-24T23:53:00Z"/>
                <w:rFonts w:eastAsia="Yu Mincho"/>
                <w:sz w:val="18"/>
                <w:szCs w:val="16"/>
                <w:lang w:eastAsia="zh-CN"/>
              </w:rPr>
            </w:pPr>
            <w:ins w:id="420" w:author="Yasser Syed" w:date="2019-06-24T23:53:00Z">
              <w:r w:rsidRPr="000456B4">
                <w:rPr>
                  <w:rFonts w:eastAsia="Yu Mincho"/>
                  <w:sz w:val="18"/>
                  <w:szCs w:val="16"/>
                  <w:lang w:eastAsia="zh-CN"/>
                </w:rPr>
                <w:t>Co-sited (ChromaLocType = 2)</w:t>
              </w:r>
            </w:ins>
          </w:p>
        </w:tc>
      </w:tr>
      <w:tr w:rsidR="00767691" w:rsidRPr="000456B4" w14:paraId="7A801677" w14:textId="77777777" w:rsidTr="00767691">
        <w:trPr>
          <w:ins w:id="421" w:author="Yasser Syed" w:date="2019-06-24T23:53:00Z"/>
        </w:trPr>
        <w:tc>
          <w:tcPr>
            <w:tcW w:w="576" w:type="dxa"/>
            <w:vMerge/>
            <w:shd w:val="clear" w:color="auto" w:fill="auto"/>
          </w:tcPr>
          <w:p w14:paraId="57F2B368" w14:textId="77777777" w:rsidR="00767691" w:rsidRPr="000456B4" w:rsidRDefault="00767691" w:rsidP="00767691">
            <w:pPr>
              <w:keepNext/>
              <w:tabs>
                <w:tab w:val="clear" w:pos="794"/>
                <w:tab w:val="clear" w:pos="1191"/>
                <w:tab w:val="clear" w:pos="1588"/>
                <w:tab w:val="clear" w:pos="1985"/>
              </w:tabs>
              <w:overflowPunct/>
              <w:autoSpaceDE/>
              <w:autoSpaceDN/>
              <w:adjustRightInd/>
              <w:spacing w:before="60" w:after="60"/>
              <w:jc w:val="left"/>
              <w:textAlignment w:val="auto"/>
              <w:rPr>
                <w:ins w:id="422" w:author="Yasser Syed" w:date="2019-06-24T23:53:00Z"/>
                <w:rFonts w:eastAsia="Yu Mincho"/>
                <w:b/>
                <w:bCs/>
                <w:color w:val="000000"/>
                <w:sz w:val="18"/>
                <w:szCs w:val="16"/>
                <w:lang w:eastAsia="zh-CN"/>
              </w:rPr>
            </w:pPr>
          </w:p>
        </w:tc>
        <w:tc>
          <w:tcPr>
            <w:tcW w:w="1782" w:type="dxa"/>
            <w:shd w:val="clear" w:color="auto" w:fill="auto"/>
            <w:vAlign w:val="center"/>
          </w:tcPr>
          <w:p w14:paraId="14D98682" w14:textId="77777777" w:rsidR="00767691" w:rsidRPr="000456B4" w:rsidRDefault="00767691" w:rsidP="00767691">
            <w:pPr>
              <w:keepNext/>
              <w:tabs>
                <w:tab w:val="clear" w:pos="794"/>
                <w:tab w:val="clear" w:pos="1191"/>
                <w:tab w:val="clear" w:pos="1588"/>
                <w:tab w:val="clear" w:pos="1985"/>
              </w:tabs>
              <w:overflowPunct/>
              <w:autoSpaceDE/>
              <w:autoSpaceDN/>
              <w:adjustRightInd/>
              <w:spacing w:before="60" w:after="60"/>
              <w:jc w:val="left"/>
              <w:textAlignment w:val="auto"/>
              <w:rPr>
                <w:ins w:id="423" w:author="Yasser Syed" w:date="2019-06-24T23:53:00Z"/>
                <w:rFonts w:eastAsia="Yu Mincho"/>
                <w:sz w:val="18"/>
                <w:szCs w:val="16"/>
                <w:lang w:eastAsia="zh-CN"/>
              </w:rPr>
            </w:pPr>
            <w:ins w:id="424" w:author="Yasser Syed" w:date="2019-06-24T23:53:00Z">
              <w:r w:rsidRPr="000456B4">
                <w:rPr>
                  <w:rFonts w:eastAsia="Yu Mincho"/>
                  <w:bCs/>
                  <w:color w:val="000000"/>
                  <w:sz w:val="18"/>
                  <w:szCs w:val="16"/>
                  <w:lang w:eastAsia="zh-CN"/>
                </w:rPr>
                <w:t>BT2100_PQ_RGB</w:t>
              </w:r>
            </w:ins>
          </w:p>
        </w:tc>
        <w:tc>
          <w:tcPr>
            <w:tcW w:w="787" w:type="dxa"/>
            <w:vMerge/>
            <w:shd w:val="clear" w:color="auto" w:fill="auto"/>
          </w:tcPr>
          <w:p w14:paraId="7809E803" w14:textId="77777777" w:rsidR="00767691" w:rsidRPr="000456B4" w:rsidRDefault="00767691" w:rsidP="00767691">
            <w:pPr>
              <w:keepNext/>
              <w:tabs>
                <w:tab w:val="clear" w:pos="794"/>
                <w:tab w:val="clear" w:pos="1191"/>
                <w:tab w:val="clear" w:pos="1588"/>
                <w:tab w:val="clear" w:pos="1985"/>
              </w:tabs>
              <w:overflowPunct/>
              <w:autoSpaceDE/>
              <w:autoSpaceDN/>
              <w:adjustRightInd/>
              <w:spacing w:before="60" w:after="60"/>
              <w:jc w:val="left"/>
              <w:textAlignment w:val="auto"/>
              <w:rPr>
                <w:ins w:id="425" w:author="Yasser Syed" w:date="2019-06-24T23:53:00Z"/>
                <w:rFonts w:eastAsia="Yu Mincho"/>
                <w:sz w:val="18"/>
                <w:szCs w:val="16"/>
                <w:lang w:eastAsia="zh-CN"/>
              </w:rPr>
            </w:pPr>
          </w:p>
        </w:tc>
        <w:tc>
          <w:tcPr>
            <w:tcW w:w="990" w:type="dxa"/>
            <w:vMerge/>
            <w:shd w:val="clear" w:color="auto" w:fill="auto"/>
          </w:tcPr>
          <w:p w14:paraId="2F16C389" w14:textId="77777777" w:rsidR="00767691" w:rsidRPr="000456B4" w:rsidRDefault="00767691" w:rsidP="00767691">
            <w:pPr>
              <w:keepNext/>
              <w:tabs>
                <w:tab w:val="clear" w:pos="794"/>
                <w:tab w:val="clear" w:pos="1191"/>
                <w:tab w:val="clear" w:pos="1588"/>
                <w:tab w:val="clear" w:pos="1985"/>
              </w:tabs>
              <w:overflowPunct/>
              <w:autoSpaceDE/>
              <w:autoSpaceDN/>
              <w:adjustRightInd/>
              <w:spacing w:before="60" w:after="60"/>
              <w:jc w:val="left"/>
              <w:textAlignment w:val="auto"/>
              <w:rPr>
                <w:ins w:id="426" w:author="Yasser Syed" w:date="2019-06-24T23:53:00Z"/>
                <w:rFonts w:eastAsia="Yu Mincho"/>
                <w:sz w:val="18"/>
                <w:szCs w:val="16"/>
                <w:lang w:eastAsia="zh-CN"/>
              </w:rPr>
            </w:pPr>
          </w:p>
        </w:tc>
        <w:tc>
          <w:tcPr>
            <w:tcW w:w="923" w:type="dxa"/>
            <w:vMerge/>
            <w:shd w:val="clear" w:color="auto" w:fill="auto"/>
          </w:tcPr>
          <w:p w14:paraId="17582FC5" w14:textId="77777777" w:rsidR="00767691" w:rsidRPr="000456B4" w:rsidRDefault="00767691" w:rsidP="00767691">
            <w:pPr>
              <w:keepNext/>
              <w:tabs>
                <w:tab w:val="clear" w:pos="794"/>
                <w:tab w:val="clear" w:pos="1191"/>
                <w:tab w:val="clear" w:pos="1588"/>
                <w:tab w:val="clear" w:pos="1985"/>
              </w:tabs>
              <w:overflowPunct/>
              <w:autoSpaceDE/>
              <w:autoSpaceDN/>
              <w:adjustRightInd/>
              <w:spacing w:before="60" w:after="60"/>
              <w:jc w:val="left"/>
              <w:textAlignment w:val="auto"/>
              <w:rPr>
                <w:ins w:id="427" w:author="Yasser Syed" w:date="2019-06-24T23:53:00Z"/>
                <w:rFonts w:eastAsia="Yu Mincho"/>
                <w:sz w:val="18"/>
                <w:szCs w:val="16"/>
                <w:lang w:eastAsia="zh-CN"/>
              </w:rPr>
            </w:pPr>
          </w:p>
        </w:tc>
        <w:tc>
          <w:tcPr>
            <w:tcW w:w="900" w:type="dxa"/>
            <w:vMerge/>
            <w:shd w:val="clear" w:color="auto" w:fill="auto"/>
          </w:tcPr>
          <w:p w14:paraId="2D2D599B" w14:textId="77777777" w:rsidR="00767691" w:rsidRPr="000456B4" w:rsidRDefault="00767691" w:rsidP="00767691">
            <w:pPr>
              <w:keepNext/>
              <w:tabs>
                <w:tab w:val="clear" w:pos="794"/>
                <w:tab w:val="clear" w:pos="1191"/>
                <w:tab w:val="clear" w:pos="1588"/>
                <w:tab w:val="clear" w:pos="1985"/>
              </w:tabs>
              <w:overflowPunct/>
              <w:autoSpaceDE/>
              <w:autoSpaceDN/>
              <w:adjustRightInd/>
              <w:spacing w:before="60" w:after="60"/>
              <w:jc w:val="left"/>
              <w:textAlignment w:val="auto"/>
              <w:rPr>
                <w:ins w:id="428" w:author="Yasser Syed" w:date="2019-06-24T23:53:00Z"/>
                <w:rFonts w:eastAsia="Yu Mincho"/>
                <w:sz w:val="18"/>
                <w:szCs w:val="16"/>
                <w:lang w:eastAsia="zh-CN"/>
              </w:rPr>
            </w:pPr>
          </w:p>
        </w:tc>
        <w:tc>
          <w:tcPr>
            <w:tcW w:w="990" w:type="dxa"/>
            <w:shd w:val="clear" w:color="auto" w:fill="auto"/>
          </w:tcPr>
          <w:p w14:paraId="3FD35C43" w14:textId="77777777" w:rsidR="00767691" w:rsidRPr="000456B4" w:rsidRDefault="00767691" w:rsidP="00767691">
            <w:pPr>
              <w:keepNext/>
              <w:tabs>
                <w:tab w:val="clear" w:pos="794"/>
                <w:tab w:val="clear" w:pos="1191"/>
                <w:tab w:val="clear" w:pos="1588"/>
                <w:tab w:val="clear" w:pos="1985"/>
              </w:tabs>
              <w:overflowPunct/>
              <w:autoSpaceDE/>
              <w:autoSpaceDN/>
              <w:adjustRightInd/>
              <w:spacing w:before="60" w:after="60"/>
              <w:jc w:val="left"/>
              <w:textAlignment w:val="auto"/>
              <w:rPr>
                <w:ins w:id="429" w:author="Yasser Syed" w:date="2019-06-24T23:53:00Z"/>
                <w:rFonts w:eastAsia="Yu Mincho"/>
                <w:sz w:val="18"/>
                <w:szCs w:val="16"/>
                <w:lang w:eastAsia="zh-CN"/>
              </w:rPr>
            </w:pPr>
            <w:ins w:id="430" w:author="Yasser Syed" w:date="2019-06-24T23:53:00Z">
              <w:r w:rsidRPr="000456B4">
                <w:rPr>
                  <w:rFonts w:eastAsia="Yu Mincho"/>
                  <w:sz w:val="18"/>
                  <w:szCs w:val="16"/>
                  <w:lang w:eastAsia="zh-CN"/>
                </w:rPr>
                <w:t>R′G′B′</w:t>
              </w:r>
            </w:ins>
          </w:p>
        </w:tc>
        <w:tc>
          <w:tcPr>
            <w:tcW w:w="810" w:type="dxa"/>
            <w:shd w:val="clear" w:color="auto" w:fill="auto"/>
          </w:tcPr>
          <w:p w14:paraId="2A873EB9" w14:textId="77777777" w:rsidR="00767691" w:rsidRPr="000456B4" w:rsidRDefault="00767691" w:rsidP="00767691">
            <w:pPr>
              <w:keepNext/>
              <w:tabs>
                <w:tab w:val="clear" w:pos="794"/>
                <w:tab w:val="clear" w:pos="1191"/>
                <w:tab w:val="clear" w:pos="1588"/>
                <w:tab w:val="clear" w:pos="1985"/>
              </w:tabs>
              <w:overflowPunct/>
              <w:autoSpaceDE/>
              <w:autoSpaceDN/>
              <w:adjustRightInd/>
              <w:spacing w:before="60" w:after="60"/>
              <w:jc w:val="left"/>
              <w:textAlignment w:val="auto"/>
              <w:rPr>
                <w:ins w:id="431" w:author="Yasser Syed" w:date="2019-06-24T23:53:00Z"/>
                <w:rFonts w:eastAsia="Yu Mincho"/>
                <w:sz w:val="18"/>
                <w:szCs w:val="16"/>
                <w:lang w:eastAsia="zh-CN"/>
              </w:rPr>
            </w:pPr>
            <w:ins w:id="432" w:author="Yasser Syed" w:date="2019-06-24T23:53:00Z">
              <w:r w:rsidRPr="000456B4">
                <w:rPr>
                  <w:rFonts w:eastAsia="Yu Mincho"/>
                  <w:sz w:val="18"/>
                  <w:szCs w:val="16"/>
                  <w:lang w:eastAsia="zh-CN"/>
                </w:rPr>
                <w:t>Narrow</w:t>
              </w:r>
            </w:ins>
          </w:p>
        </w:tc>
        <w:tc>
          <w:tcPr>
            <w:tcW w:w="1890" w:type="dxa"/>
            <w:shd w:val="clear" w:color="auto" w:fill="auto"/>
          </w:tcPr>
          <w:p w14:paraId="217E0485" w14:textId="77777777" w:rsidR="00767691" w:rsidRPr="000456B4" w:rsidRDefault="00767691" w:rsidP="00767691">
            <w:pPr>
              <w:keepNext/>
              <w:tabs>
                <w:tab w:val="clear" w:pos="794"/>
                <w:tab w:val="clear" w:pos="1191"/>
                <w:tab w:val="clear" w:pos="1588"/>
                <w:tab w:val="clear" w:pos="1985"/>
              </w:tabs>
              <w:overflowPunct/>
              <w:autoSpaceDE/>
              <w:autoSpaceDN/>
              <w:adjustRightInd/>
              <w:spacing w:before="60" w:after="60"/>
              <w:jc w:val="left"/>
              <w:textAlignment w:val="auto"/>
              <w:rPr>
                <w:ins w:id="433" w:author="Yasser Syed" w:date="2019-06-24T23:53:00Z"/>
                <w:rFonts w:eastAsia="Yu Mincho"/>
                <w:sz w:val="18"/>
                <w:szCs w:val="16"/>
                <w:lang w:eastAsia="zh-CN"/>
              </w:rPr>
            </w:pPr>
            <w:ins w:id="434" w:author="Yasser Syed" w:date="2019-06-24T23:53:00Z">
              <w:r w:rsidRPr="000456B4">
                <w:rPr>
                  <w:rFonts w:eastAsia="Yu Mincho"/>
                  <w:sz w:val="18"/>
                  <w:szCs w:val="16"/>
                  <w:lang w:eastAsia="zh-CN"/>
                </w:rPr>
                <w:t>N/A</w:t>
              </w:r>
            </w:ins>
          </w:p>
        </w:tc>
      </w:tr>
      <w:tr w:rsidR="00767691" w:rsidRPr="000456B4" w14:paraId="368EF2F4" w14:textId="77777777" w:rsidTr="00767691">
        <w:trPr>
          <w:ins w:id="435" w:author="Yasser Syed" w:date="2019-06-24T23:53:00Z"/>
        </w:trPr>
        <w:tc>
          <w:tcPr>
            <w:tcW w:w="576" w:type="dxa"/>
            <w:vMerge/>
            <w:shd w:val="clear" w:color="auto" w:fill="auto"/>
          </w:tcPr>
          <w:p w14:paraId="1EEABD42" w14:textId="77777777" w:rsidR="00767691" w:rsidRPr="000456B4" w:rsidRDefault="00767691" w:rsidP="00767691">
            <w:pPr>
              <w:keepNext/>
              <w:tabs>
                <w:tab w:val="clear" w:pos="794"/>
                <w:tab w:val="clear" w:pos="1191"/>
                <w:tab w:val="clear" w:pos="1588"/>
                <w:tab w:val="clear" w:pos="1985"/>
              </w:tabs>
              <w:overflowPunct/>
              <w:autoSpaceDE/>
              <w:autoSpaceDN/>
              <w:adjustRightInd/>
              <w:spacing w:before="60" w:after="60"/>
              <w:jc w:val="left"/>
              <w:textAlignment w:val="auto"/>
              <w:rPr>
                <w:ins w:id="436" w:author="Yasser Syed" w:date="2019-06-24T23:53:00Z"/>
                <w:rFonts w:eastAsia="Yu Mincho"/>
                <w:b/>
                <w:bCs/>
                <w:color w:val="000000"/>
                <w:sz w:val="18"/>
                <w:szCs w:val="16"/>
                <w:lang w:eastAsia="zh-CN"/>
              </w:rPr>
            </w:pPr>
          </w:p>
        </w:tc>
        <w:tc>
          <w:tcPr>
            <w:tcW w:w="1782" w:type="dxa"/>
            <w:shd w:val="clear" w:color="auto" w:fill="auto"/>
            <w:vAlign w:val="center"/>
          </w:tcPr>
          <w:p w14:paraId="2E6B415A" w14:textId="77777777" w:rsidR="00767691" w:rsidRPr="000456B4" w:rsidRDefault="00767691" w:rsidP="00767691">
            <w:pPr>
              <w:keepNext/>
              <w:tabs>
                <w:tab w:val="clear" w:pos="794"/>
                <w:tab w:val="clear" w:pos="1191"/>
                <w:tab w:val="clear" w:pos="1588"/>
                <w:tab w:val="clear" w:pos="1985"/>
              </w:tabs>
              <w:overflowPunct/>
              <w:autoSpaceDE/>
              <w:autoSpaceDN/>
              <w:adjustRightInd/>
              <w:spacing w:before="60" w:after="60"/>
              <w:jc w:val="left"/>
              <w:textAlignment w:val="auto"/>
              <w:rPr>
                <w:ins w:id="437" w:author="Yasser Syed" w:date="2019-06-24T23:53:00Z"/>
                <w:rFonts w:eastAsia="Yu Mincho"/>
                <w:sz w:val="18"/>
                <w:szCs w:val="16"/>
                <w:lang w:eastAsia="zh-CN"/>
              </w:rPr>
            </w:pPr>
            <w:ins w:id="438" w:author="Yasser Syed" w:date="2019-06-24T23:53:00Z">
              <w:r w:rsidRPr="000456B4">
                <w:rPr>
                  <w:rFonts w:eastAsia="Yu Mincho"/>
                  <w:bCs/>
                  <w:color w:val="000000"/>
                  <w:sz w:val="18"/>
                  <w:szCs w:val="16"/>
                  <w:lang w:eastAsia="zh-CN"/>
                </w:rPr>
                <w:t>BT2100_HLG_YCC</w:t>
              </w:r>
            </w:ins>
          </w:p>
        </w:tc>
        <w:tc>
          <w:tcPr>
            <w:tcW w:w="787" w:type="dxa"/>
            <w:vMerge/>
            <w:shd w:val="clear" w:color="auto" w:fill="auto"/>
          </w:tcPr>
          <w:p w14:paraId="63B6F242" w14:textId="77777777" w:rsidR="00767691" w:rsidRPr="000456B4" w:rsidRDefault="00767691" w:rsidP="00767691">
            <w:pPr>
              <w:keepNext/>
              <w:tabs>
                <w:tab w:val="clear" w:pos="794"/>
                <w:tab w:val="clear" w:pos="1191"/>
                <w:tab w:val="clear" w:pos="1588"/>
                <w:tab w:val="clear" w:pos="1985"/>
              </w:tabs>
              <w:overflowPunct/>
              <w:autoSpaceDE/>
              <w:autoSpaceDN/>
              <w:adjustRightInd/>
              <w:spacing w:before="60" w:after="60"/>
              <w:jc w:val="left"/>
              <w:textAlignment w:val="auto"/>
              <w:rPr>
                <w:ins w:id="439" w:author="Yasser Syed" w:date="2019-06-24T23:53:00Z"/>
                <w:rFonts w:eastAsia="Yu Mincho"/>
                <w:sz w:val="18"/>
                <w:szCs w:val="16"/>
                <w:lang w:eastAsia="zh-CN"/>
              </w:rPr>
            </w:pPr>
          </w:p>
        </w:tc>
        <w:tc>
          <w:tcPr>
            <w:tcW w:w="990" w:type="dxa"/>
            <w:vMerge/>
            <w:shd w:val="clear" w:color="auto" w:fill="auto"/>
          </w:tcPr>
          <w:p w14:paraId="7C78C2A3" w14:textId="77777777" w:rsidR="00767691" w:rsidRPr="000456B4" w:rsidRDefault="00767691" w:rsidP="00767691">
            <w:pPr>
              <w:keepNext/>
              <w:tabs>
                <w:tab w:val="clear" w:pos="794"/>
                <w:tab w:val="clear" w:pos="1191"/>
                <w:tab w:val="clear" w:pos="1588"/>
                <w:tab w:val="clear" w:pos="1985"/>
              </w:tabs>
              <w:overflowPunct/>
              <w:autoSpaceDE/>
              <w:autoSpaceDN/>
              <w:adjustRightInd/>
              <w:spacing w:before="60" w:after="60"/>
              <w:jc w:val="left"/>
              <w:textAlignment w:val="auto"/>
              <w:rPr>
                <w:ins w:id="440" w:author="Yasser Syed" w:date="2019-06-24T23:53:00Z"/>
                <w:rFonts w:eastAsia="Yu Mincho"/>
                <w:sz w:val="18"/>
                <w:szCs w:val="16"/>
                <w:lang w:eastAsia="zh-CN"/>
              </w:rPr>
            </w:pPr>
          </w:p>
        </w:tc>
        <w:tc>
          <w:tcPr>
            <w:tcW w:w="923" w:type="dxa"/>
            <w:vMerge/>
            <w:shd w:val="clear" w:color="auto" w:fill="auto"/>
          </w:tcPr>
          <w:p w14:paraId="3FCFE04D" w14:textId="77777777" w:rsidR="00767691" w:rsidRPr="000456B4" w:rsidRDefault="00767691" w:rsidP="00767691">
            <w:pPr>
              <w:keepNext/>
              <w:tabs>
                <w:tab w:val="clear" w:pos="794"/>
                <w:tab w:val="clear" w:pos="1191"/>
                <w:tab w:val="clear" w:pos="1588"/>
                <w:tab w:val="clear" w:pos="1985"/>
              </w:tabs>
              <w:overflowPunct/>
              <w:autoSpaceDE/>
              <w:autoSpaceDN/>
              <w:adjustRightInd/>
              <w:spacing w:before="60" w:after="60"/>
              <w:jc w:val="left"/>
              <w:textAlignment w:val="auto"/>
              <w:rPr>
                <w:ins w:id="441" w:author="Yasser Syed" w:date="2019-06-24T23:53:00Z"/>
                <w:rFonts w:eastAsia="Yu Mincho"/>
                <w:sz w:val="18"/>
                <w:szCs w:val="16"/>
                <w:lang w:eastAsia="zh-CN"/>
              </w:rPr>
            </w:pPr>
          </w:p>
        </w:tc>
        <w:tc>
          <w:tcPr>
            <w:tcW w:w="900" w:type="dxa"/>
            <w:vMerge w:val="restart"/>
            <w:shd w:val="clear" w:color="auto" w:fill="auto"/>
          </w:tcPr>
          <w:p w14:paraId="24DCB1D5" w14:textId="77777777" w:rsidR="00767691" w:rsidRPr="000456B4" w:rsidRDefault="00767691" w:rsidP="00767691">
            <w:pPr>
              <w:keepNext/>
              <w:tabs>
                <w:tab w:val="clear" w:pos="794"/>
                <w:tab w:val="clear" w:pos="1191"/>
                <w:tab w:val="clear" w:pos="1588"/>
                <w:tab w:val="clear" w:pos="1985"/>
              </w:tabs>
              <w:overflowPunct/>
              <w:autoSpaceDE/>
              <w:autoSpaceDN/>
              <w:adjustRightInd/>
              <w:spacing w:before="60" w:after="60"/>
              <w:jc w:val="left"/>
              <w:textAlignment w:val="auto"/>
              <w:rPr>
                <w:ins w:id="442" w:author="Yasser Syed" w:date="2019-06-24T23:53:00Z"/>
                <w:rFonts w:eastAsia="Yu Mincho"/>
                <w:sz w:val="18"/>
                <w:szCs w:val="16"/>
                <w:lang w:eastAsia="zh-CN"/>
              </w:rPr>
            </w:pPr>
            <w:ins w:id="443" w:author="Yasser Syed" w:date="2019-06-24T23:53:00Z">
              <w:r w:rsidRPr="000456B4">
                <w:rPr>
                  <w:rFonts w:eastAsia="Yu Mincho"/>
                  <w:sz w:val="18"/>
                  <w:szCs w:val="16"/>
                  <w:lang w:eastAsia="zh-CN"/>
                </w:rPr>
                <w:t>HLG</w:t>
              </w:r>
            </w:ins>
          </w:p>
        </w:tc>
        <w:tc>
          <w:tcPr>
            <w:tcW w:w="990" w:type="dxa"/>
            <w:shd w:val="clear" w:color="auto" w:fill="auto"/>
          </w:tcPr>
          <w:p w14:paraId="419EF346" w14:textId="77777777" w:rsidR="00767691" w:rsidRPr="00CF61E9" w:rsidRDefault="00767691" w:rsidP="00767691">
            <w:pPr>
              <w:keepNext/>
              <w:tabs>
                <w:tab w:val="clear" w:pos="794"/>
                <w:tab w:val="clear" w:pos="1191"/>
                <w:tab w:val="clear" w:pos="1588"/>
                <w:tab w:val="clear" w:pos="1985"/>
              </w:tabs>
              <w:overflowPunct/>
              <w:autoSpaceDE/>
              <w:autoSpaceDN/>
              <w:adjustRightInd/>
              <w:spacing w:before="60" w:after="60"/>
              <w:jc w:val="left"/>
              <w:textAlignment w:val="auto"/>
              <w:rPr>
                <w:ins w:id="444" w:author="Yasser Syed" w:date="2019-06-24T23:53:00Z"/>
                <w:rFonts w:eastAsia="Yu Mincho"/>
                <w:sz w:val="18"/>
                <w:szCs w:val="18"/>
                <w:lang w:eastAsia="zh-CN"/>
              </w:rPr>
            </w:pPr>
            <w:ins w:id="445" w:author="Yasser Syed" w:date="2019-06-24T23:53:00Z">
              <w:r w:rsidRPr="00DC62C9">
                <w:rPr>
                  <w:sz w:val="18"/>
                  <w:szCs w:val="18"/>
                </w:rPr>
                <w:t>Y′CbCr</w:t>
              </w:r>
            </w:ins>
          </w:p>
        </w:tc>
        <w:tc>
          <w:tcPr>
            <w:tcW w:w="810" w:type="dxa"/>
            <w:shd w:val="clear" w:color="auto" w:fill="auto"/>
          </w:tcPr>
          <w:p w14:paraId="09E7956E" w14:textId="77777777" w:rsidR="00767691" w:rsidRPr="000456B4" w:rsidRDefault="00767691" w:rsidP="00767691">
            <w:pPr>
              <w:keepNext/>
              <w:tabs>
                <w:tab w:val="clear" w:pos="794"/>
                <w:tab w:val="clear" w:pos="1191"/>
                <w:tab w:val="clear" w:pos="1588"/>
                <w:tab w:val="clear" w:pos="1985"/>
              </w:tabs>
              <w:overflowPunct/>
              <w:autoSpaceDE/>
              <w:autoSpaceDN/>
              <w:adjustRightInd/>
              <w:spacing w:before="60" w:after="60"/>
              <w:jc w:val="left"/>
              <w:textAlignment w:val="auto"/>
              <w:rPr>
                <w:ins w:id="446" w:author="Yasser Syed" w:date="2019-06-24T23:53:00Z"/>
                <w:rFonts w:eastAsia="Yu Mincho"/>
                <w:sz w:val="18"/>
                <w:szCs w:val="16"/>
                <w:lang w:eastAsia="zh-CN"/>
              </w:rPr>
            </w:pPr>
            <w:ins w:id="447" w:author="Yasser Syed" w:date="2019-06-24T23:53:00Z">
              <w:r w:rsidRPr="000456B4">
                <w:rPr>
                  <w:rFonts w:eastAsia="Yu Mincho"/>
                  <w:sz w:val="18"/>
                  <w:szCs w:val="16"/>
                  <w:lang w:eastAsia="zh-CN"/>
                </w:rPr>
                <w:t>Narrow</w:t>
              </w:r>
            </w:ins>
          </w:p>
        </w:tc>
        <w:tc>
          <w:tcPr>
            <w:tcW w:w="1890" w:type="dxa"/>
            <w:shd w:val="clear" w:color="auto" w:fill="auto"/>
          </w:tcPr>
          <w:p w14:paraId="145C5E00" w14:textId="77777777" w:rsidR="00767691" w:rsidRPr="000456B4" w:rsidRDefault="00767691" w:rsidP="00767691">
            <w:pPr>
              <w:keepNext/>
              <w:tabs>
                <w:tab w:val="clear" w:pos="794"/>
                <w:tab w:val="clear" w:pos="1191"/>
                <w:tab w:val="clear" w:pos="1588"/>
                <w:tab w:val="clear" w:pos="1985"/>
              </w:tabs>
              <w:overflowPunct/>
              <w:autoSpaceDE/>
              <w:autoSpaceDN/>
              <w:adjustRightInd/>
              <w:spacing w:before="60" w:after="60"/>
              <w:jc w:val="left"/>
              <w:textAlignment w:val="auto"/>
              <w:rPr>
                <w:ins w:id="448" w:author="Yasser Syed" w:date="2019-06-24T23:53:00Z"/>
                <w:rFonts w:eastAsia="Yu Mincho"/>
                <w:sz w:val="18"/>
                <w:szCs w:val="16"/>
                <w:lang w:eastAsia="zh-CN"/>
              </w:rPr>
            </w:pPr>
            <w:ins w:id="449" w:author="Yasser Syed" w:date="2019-06-24T23:53:00Z">
              <w:r w:rsidRPr="000456B4">
                <w:rPr>
                  <w:rFonts w:eastAsia="Yu Mincho"/>
                  <w:sz w:val="18"/>
                  <w:szCs w:val="16"/>
                  <w:lang w:eastAsia="zh-CN"/>
                </w:rPr>
                <w:t>Co-sited (ChromaLocType = 2)</w:t>
              </w:r>
            </w:ins>
          </w:p>
        </w:tc>
      </w:tr>
      <w:tr w:rsidR="00767691" w:rsidRPr="000456B4" w14:paraId="3C4B81F7" w14:textId="77777777" w:rsidTr="00767691">
        <w:trPr>
          <w:trHeight w:val="71"/>
          <w:ins w:id="450" w:author="Yasser Syed" w:date="2019-06-24T23:53:00Z"/>
        </w:trPr>
        <w:tc>
          <w:tcPr>
            <w:tcW w:w="576" w:type="dxa"/>
            <w:vMerge/>
            <w:shd w:val="clear" w:color="auto" w:fill="auto"/>
          </w:tcPr>
          <w:p w14:paraId="250B4306" w14:textId="77777777" w:rsidR="00767691" w:rsidRPr="000456B4" w:rsidRDefault="00767691" w:rsidP="00767691">
            <w:pPr>
              <w:tabs>
                <w:tab w:val="clear" w:pos="794"/>
                <w:tab w:val="clear" w:pos="1191"/>
                <w:tab w:val="clear" w:pos="1588"/>
                <w:tab w:val="clear" w:pos="1985"/>
              </w:tabs>
              <w:overflowPunct/>
              <w:autoSpaceDE/>
              <w:autoSpaceDN/>
              <w:adjustRightInd/>
              <w:spacing w:before="60" w:after="60"/>
              <w:jc w:val="left"/>
              <w:textAlignment w:val="auto"/>
              <w:rPr>
                <w:ins w:id="451" w:author="Yasser Syed" w:date="2019-06-24T23:53:00Z"/>
                <w:rFonts w:eastAsia="Yu Mincho"/>
                <w:b/>
                <w:bCs/>
                <w:color w:val="000000"/>
                <w:sz w:val="18"/>
                <w:szCs w:val="16"/>
                <w:lang w:eastAsia="zh-CN"/>
              </w:rPr>
            </w:pPr>
          </w:p>
        </w:tc>
        <w:tc>
          <w:tcPr>
            <w:tcW w:w="1782" w:type="dxa"/>
            <w:shd w:val="clear" w:color="auto" w:fill="auto"/>
            <w:vAlign w:val="center"/>
          </w:tcPr>
          <w:p w14:paraId="3C17027D" w14:textId="77777777" w:rsidR="00767691" w:rsidRPr="000456B4" w:rsidRDefault="00767691" w:rsidP="00767691">
            <w:pPr>
              <w:tabs>
                <w:tab w:val="clear" w:pos="794"/>
                <w:tab w:val="clear" w:pos="1191"/>
                <w:tab w:val="clear" w:pos="1588"/>
                <w:tab w:val="clear" w:pos="1985"/>
              </w:tabs>
              <w:overflowPunct/>
              <w:autoSpaceDE/>
              <w:autoSpaceDN/>
              <w:adjustRightInd/>
              <w:spacing w:before="60" w:after="60"/>
              <w:jc w:val="left"/>
              <w:textAlignment w:val="auto"/>
              <w:rPr>
                <w:ins w:id="452" w:author="Yasser Syed" w:date="2019-06-24T23:53:00Z"/>
                <w:rFonts w:eastAsia="Yu Mincho"/>
                <w:sz w:val="18"/>
                <w:szCs w:val="16"/>
                <w:lang w:eastAsia="zh-CN"/>
              </w:rPr>
            </w:pPr>
            <w:ins w:id="453" w:author="Yasser Syed" w:date="2019-06-24T23:53:00Z">
              <w:r w:rsidRPr="000456B4">
                <w:rPr>
                  <w:rFonts w:eastAsia="Yu Mincho"/>
                  <w:bCs/>
                  <w:color w:val="000000"/>
                  <w:sz w:val="18"/>
                  <w:szCs w:val="16"/>
                  <w:lang w:eastAsia="zh-CN"/>
                </w:rPr>
                <w:t>BT2100_HLG_RGB</w:t>
              </w:r>
            </w:ins>
          </w:p>
        </w:tc>
        <w:tc>
          <w:tcPr>
            <w:tcW w:w="787" w:type="dxa"/>
            <w:vMerge/>
            <w:shd w:val="clear" w:color="auto" w:fill="auto"/>
          </w:tcPr>
          <w:p w14:paraId="59C74FEC" w14:textId="77777777" w:rsidR="00767691" w:rsidRPr="000456B4" w:rsidRDefault="00767691" w:rsidP="00767691">
            <w:pPr>
              <w:tabs>
                <w:tab w:val="clear" w:pos="794"/>
                <w:tab w:val="clear" w:pos="1191"/>
                <w:tab w:val="clear" w:pos="1588"/>
                <w:tab w:val="clear" w:pos="1985"/>
              </w:tabs>
              <w:overflowPunct/>
              <w:autoSpaceDE/>
              <w:autoSpaceDN/>
              <w:adjustRightInd/>
              <w:spacing w:before="60" w:after="60"/>
              <w:jc w:val="left"/>
              <w:textAlignment w:val="auto"/>
              <w:rPr>
                <w:ins w:id="454" w:author="Yasser Syed" w:date="2019-06-24T23:53:00Z"/>
                <w:rFonts w:eastAsia="Yu Mincho"/>
                <w:sz w:val="18"/>
                <w:szCs w:val="16"/>
                <w:lang w:eastAsia="zh-CN"/>
              </w:rPr>
            </w:pPr>
          </w:p>
        </w:tc>
        <w:tc>
          <w:tcPr>
            <w:tcW w:w="990" w:type="dxa"/>
            <w:vMerge/>
            <w:shd w:val="clear" w:color="auto" w:fill="auto"/>
          </w:tcPr>
          <w:p w14:paraId="4E51FAC2" w14:textId="77777777" w:rsidR="00767691" w:rsidRPr="000456B4" w:rsidRDefault="00767691" w:rsidP="00767691">
            <w:pPr>
              <w:tabs>
                <w:tab w:val="clear" w:pos="794"/>
                <w:tab w:val="clear" w:pos="1191"/>
                <w:tab w:val="clear" w:pos="1588"/>
                <w:tab w:val="clear" w:pos="1985"/>
              </w:tabs>
              <w:overflowPunct/>
              <w:autoSpaceDE/>
              <w:autoSpaceDN/>
              <w:adjustRightInd/>
              <w:spacing w:before="60" w:after="60"/>
              <w:jc w:val="left"/>
              <w:textAlignment w:val="auto"/>
              <w:rPr>
                <w:ins w:id="455" w:author="Yasser Syed" w:date="2019-06-24T23:53:00Z"/>
                <w:rFonts w:eastAsia="Yu Mincho"/>
                <w:sz w:val="18"/>
                <w:szCs w:val="16"/>
                <w:lang w:eastAsia="zh-CN"/>
              </w:rPr>
            </w:pPr>
          </w:p>
        </w:tc>
        <w:tc>
          <w:tcPr>
            <w:tcW w:w="923" w:type="dxa"/>
            <w:vMerge/>
            <w:shd w:val="clear" w:color="auto" w:fill="auto"/>
          </w:tcPr>
          <w:p w14:paraId="3A0DBF24" w14:textId="77777777" w:rsidR="00767691" w:rsidRPr="000456B4" w:rsidRDefault="00767691" w:rsidP="00767691">
            <w:pPr>
              <w:tabs>
                <w:tab w:val="clear" w:pos="794"/>
                <w:tab w:val="clear" w:pos="1191"/>
                <w:tab w:val="clear" w:pos="1588"/>
                <w:tab w:val="clear" w:pos="1985"/>
              </w:tabs>
              <w:overflowPunct/>
              <w:autoSpaceDE/>
              <w:autoSpaceDN/>
              <w:adjustRightInd/>
              <w:spacing w:before="60" w:after="60"/>
              <w:jc w:val="left"/>
              <w:textAlignment w:val="auto"/>
              <w:rPr>
                <w:ins w:id="456" w:author="Yasser Syed" w:date="2019-06-24T23:53:00Z"/>
                <w:rFonts w:eastAsia="Yu Mincho"/>
                <w:sz w:val="18"/>
                <w:szCs w:val="16"/>
                <w:lang w:eastAsia="zh-CN"/>
              </w:rPr>
            </w:pPr>
          </w:p>
        </w:tc>
        <w:tc>
          <w:tcPr>
            <w:tcW w:w="900" w:type="dxa"/>
            <w:vMerge/>
            <w:shd w:val="clear" w:color="auto" w:fill="auto"/>
          </w:tcPr>
          <w:p w14:paraId="3C6A99AD" w14:textId="77777777" w:rsidR="00767691" w:rsidRPr="000456B4" w:rsidRDefault="00767691" w:rsidP="00767691">
            <w:pPr>
              <w:tabs>
                <w:tab w:val="clear" w:pos="794"/>
                <w:tab w:val="clear" w:pos="1191"/>
                <w:tab w:val="clear" w:pos="1588"/>
                <w:tab w:val="clear" w:pos="1985"/>
              </w:tabs>
              <w:overflowPunct/>
              <w:autoSpaceDE/>
              <w:autoSpaceDN/>
              <w:adjustRightInd/>
              <w:spacing w:before="60" w:after="60"/>
              <w:jc w:val="left"/>
              <w:textAlignment w:val="auto"/>
              <w:rPr>
                <w:ins w:id="457" w:author="Yasser Syed" w:date="2019-06-24T23:53:00Z"/>
                <w:rFonts w:eastAsia="Yu Mincho"/>
                <w:sz w:val="18"/>
                <w:szCs w:val="16"/>
                <w:lang w:eastAsia="zh-CN"/>
              </w:rPr>
            </w:pPr>
          </w:p>
        </w:tc>
        <w:tc>
          <w:tcPr>
            <w:tcW w:w="990" w:type="dxa"/>
            <w:shd w:val="clear" w:color="auto" w:fill="auto"/>
          </w:tcPr>
          <w:p w14:paraId="60965444" w14:textId="77777777" w:rsidR="00767691" w:rsidRPr="000456B4" w:rsidRDefault="00767691" w:rsidP="00767691">
            <w:pPr>
              <w:tabs>
                <w:tab w:val="clear" w:pos="794"/>
                <w:tab w:val="clear" w:pos="1191"/>
                <w:tab w:val="clear" w:pos="1588"/>
                <w:tab w:val="clear" w:pos="1985"/>
              </w:tabs>
              <w:overflowPunct/>
              <w:autoSpaceDE/>
              <w:autoSpaceDN/>
              <w:adjustRightInd/>
              <w:spacing w:before="60" w:after="60"/>
              <w:jc w:val="left"/>
              <w:textAlignment w:val="auto"/>
              <w:rPr>
                <w:ins w:id="458" w:author="Yasser Syed" w:date="2019-06-24T23:53:00Z"/>
                <w:rFonts w:eastAsia="Yu Mincho"/>
                <w:sz w:val="18"/>
                <w:szCs w:val="16"/>
                <w:lang w:eastAsia="zh-CN"/>
              </w:rPr>
            </w:pPr>
            <w:ins w:id="459" w:author="Yasser Syed" w:date="2019-06-24T23:53:00Z">
              <w:r w:rsidRPr="000456B4">
                <w:rPr>
                  <w:rFonts w:eastAsia="Yu Mincho"/>
                  <w:sz w:val="18"/>
                  <w:szCs w:val="16"/>
                  <w:lang w:eastAsia="zh-CN"/>
                </w:rPr>
                <w:t>R′G′B′</w:t>
              </w:r>
            </w:ins>
          </w:p>
        </w:tc>
        <w:tc>
          <w:tcPr>
            <w:tcW w:w="810" w:type="dxa"/>
            <w:shd w:val="clear" w:color="auto" w:fill="auto"/>
          </w:tcPr>
          <w:p w14:paraId="022BAD6B" w14:textId="77777777" w:rsidR="00767691" w:rsidRPr="000456B4" w:rsidRDefault="00767691" w:rsidP="00767691">
            <w:pPr>
              <w:tabs>
                <w:tab w:val="clear" w:pos="794"/>
                <w:tab w:val="clear" w:pos="1191"/>
                <w:tab w:val="clear" w:pos="1588"/>
                <w:tab w:val="clear" w:pos="1985"/>
              </w:tabs>
              <w:overflowPunct/>
              <w:autoSpaceDE/>
              <w:autoSpaceDN/>
              <w:adjustRightInd/>
              <w:spacing w:before="60" w:after="60"/>
              <w:jc w:val="left"/>
              <w:textAlignment w:val="auto"/>
              <w:rPr>
                <w:ins w:id="460" w:author="Yasser Syed" w:date="2019-06-24T23:53:00Z"/>
                <w:rFonts w:eastAsia="Yu Mincho"/>
                <w:sz w:val="18"/>
                <w:szCs w:val="16"/>
                <w:lang w:eastAsia="zh-CN"/>
              </w:rPr>
            </w:pPr>
            <w:ins w:id="461" w:author="Yasser Syed" w:date="2019-06-24T23:53:00Z">
              <w:r w:rsidRPr="000456B4">
                <w:rPr>
                  <w:rFonts w:eastAsia="Yu Mincho"/>
                  <w:sz w:val="18"/>
                  <w:szCs w:val="16"/>
                  <w:lang w:eastAsia="zh-CN"/>
                </w:rPr>
                <w:t>Narrow</w:t>
              </w:r>
            </w:ins>
          </w:p>
        </w:tc>
        <w:tc>
          <w:tcPr>
            <w:tcW w:w="1890" w:type="dxa"/>
            <w:shd w:val="clear" w:color="auto" w:fill="auto"/>
          </w:tcPr>
          <w:p w14:paraId="60A886E2" w14:textId="77777777" w:rsidR="00767691" w:rsidRPr="000456B4" w:rsidRDefault="00767691" w:rsidP="00767691">
            <w:pPr>
              <w:tabs>
                <w:tab w:val="clear" w:pos="794"/>
                <w:tab w:val="clear" w:pos="1191"/>
                <w:tab w:val="clear" w:pos="1588"/>
                <w:tab w:val="clear" w:pos="1985"/>
              </w:tabs>
              <w:overflowPunct/>
              <w:autoSpaceDE/>
              <w:autoSpaceDN/>
              <w:adjustRightInd/>
              <w:spacing w:before="60" w:after="60"/>
              <w:jc w:val="left"/>
              <w:textAlignment w:val="auto"/>
              <w:rPr>
                <w:ins w:id="462" w:author="Yasser Syed" w:date="2019-06-24T23:53:00Z"/>
                <w:rFonts w:eastAsia="Yu Mincho"/>
                <w:sz w:val="18"/>
                <w:szCs w:val="16"/>
                <w:lang w:eastAsia="zh-CN"/>
              </w:rPr>
            </w:pPr>
            <w:ins w:id="463" w:author="Yasser Syed" w:date="2019-06-24T23:53:00Z">
              <w:r w:rsidRPr="000456B4">
                <w:rPr>
                  <w:rFonts w:eastAsia="Yu Mincho"/>
                  <w:sz w:val="18"/>
                  <w:szCs w:val="16"/>
                  <w:lang w:eastAsia="zh-CN"/>
                </w:rPr>
                <w:t>N/A</w:t>
              </w:r>
            </w:ins>
          </w:p>
        </w:tc>
      </w:tr>
    </w:tbl>
    <w:p w14:paraId="5FBB5CC5" w14:textId="77777777" w:rsidR="00767691" w:rsidRPr="00B04EEB" w:rsidRDefault="00767691">
      <w:pPr>
        <w:rPr>
          <w:rFonts w:eastAsia="SimSun"/>
        </w:rPr>
        <w:pPrChange w:id="464" w:author="Yasser Syed" w:date="2019-06-25T18:20:00Z">
          <w:pPr>
            <w:pStyle w:val="TableNoTitle"/>
          </w:pPr>
        </w:pPrChange>
      </w:pPr>
    </w:p>
    <w:p w14:paraId="61A84050" w14:textId="2C7B532E" w:rsidR="00062832" w:rsidRPr="00374CBE" w:rsidRDefault="005A68C6" w:rsidP="00D947BC">
      <w:r w:rsidRPr="00374CBE">
        <w:t xml:space="preserve">In this document, as in </w:t>
      </w:r>
      <w:r w:rsidR="00062832" w:rsidRPr="00374CBE">
        <w:t>various industry groups such as UltraHD Forum, EBU and DVB</w:t>
      </w:r>
      <w:r w:rsidRPr="00374CBE">
        <w:t>, UHD applications are considered as those</w:t>
      </w:r>
      <w:r w:rsidR="00062832" w:rsidRPr="00374CBE">
        <w:t xml:space="preserve"> hav</w:t>
      </w:r>
      <w:r w:rsidRPr="00374CBE">
        <w:t>ing</w:t>
      </w:r>
      <w:r w:rsidR="00062832" w:rsidRPr="00374CBE">
        <w:t xml:space="preserve"> at least one major property greater than HD (</w:t>
      </w:r>
      <w:r w:rsidR="00D039F7" w:rsidRPr="00374CBE">
        <w:t>Recommendation</w:t>
      </w:r>
      <w:r w:rsidRPr="00374CBE">
        <w:t xml:space="preserve"> ITU-R </w:t>
      </w:r>
      <w:r w:rsidR="00062832" w:rsidRPr="00374CBE">
        <w:t>BT.709)</w:t>
      </w:r>
      <w:r w:rsidRPr="00374CBE">
        <w:t>,</w:t>
      </w:r>
      <w:r w:rsidR="00062832" w:rsidRPr="00374CBE">
        <w:t xml:space="preserve"> such as colour gamut, resolution, dynamic range, or frame rate (e.g.</w:t>
      </w:r>
      <w:r w:rsidRPr="00374CBE">
        <w:t>,</w:t>
      </w:r>
      <w:r w:rsidR="00062832" w:rsidRPr="00374CBE">
        <w:t xml:space="preserve"> 1080p60 HDR/WCG</w:t>
      </w:r>
      <w:r w:rsidRPr="00374CBE">
        <w:t xml:space="preserve"> is considered UHD herein</w:t>
      </w:r>
      <w:r w:rsidR="00062832" w:rsidRPr="00374CBE">
        <w:t>)</w:t>
      </w:r>
      <w:r w:rsidRPr="00374CBE">
        <w:t>.</w:t>
      </w:r>
    </w:p>
    <w:p w14:paraId="0EB82C1C" w14:textId="54146986" w:rsidR="00062832" w:rsidRDefault="00062832" w:rsidP="00D947BC">
      <w:pPr>
        <w:rPr>
          <w:ins w:id="465" w:author="Yasser Syed" w:date="2019-06-24T23:54:00Z"/>
        </w:rPr>
      </w:pPr>
      <w:r w:rsidRPr="00374CBE">
        <w:t xml:space="preserve">Carriage formats for colour properties in each domain (capture, production, production distribution, </w:t>
      </w:r>
      <w:r w:rsidR="005A68C6" w:rsidRPr="00374CBE">
        <w:t xml:space="preserve">and </w:t>
      </w:r>
      <w:r w:rsidRPr="00374CBE">
        <w:t>service distribution) contain the same payload but in different wrappers. In the capture and production domains, the colour property information can be carried in an MXF wrapper using a generic picture essence descriptor as specified by Annex</w:t>
      </w:r>
      <w:r w:rsidR="005A68C6" w:rsidRPr="00374CBE">
        <w:t> </w:t>
      </w:r>
      <w:r w:rsidRPr="00374CBE">
        <w:t>C of SMPTE ST 2067-21. Colour volume information in the distribution domain can be carried within the video stream as syntax information in the selected video format such as HEVC</w:t>
      </w:r>
      <w:r w:rsidR="005A68C6" w:rsidRPr="00374CBE">
        <w:t>, AVC, or MPEG-2</w:t>
      </w:r>
      <w:r w:rsidRPr="00374CBE">
        <w:t xml:space="preserve"> through VUI </w:t>
      </w:r>
      <w:r w:rsidR="005A68C6" w:rsidRPr="00374CBE">
        <w:t>or equivalent syntax</w:t>
      </w:r>
      <w:r w:rsidRPr="00374CBE">
        <w:t xml:space="preserve">. The full and narrow range </w:t>
      </w:r>
      <w:r w:rsidR="00AC4A1F" w:rsidRPr="00374CBE">
        <w:t>scaling</w:t>
      </w:r>
      <w:r w:rsidRPr="00374CBE">
        <w:t xml:space="preserve"> video property is not carried explicitly in all technologies and may need to be taken implicitly </w:t>
      </w:r>
      <w:r w:rsidR="005A68C6" w:rsidRPr="00374CBE">
        <w:t xml:space="preserve">or </w:t>
      </w:r>
      <w:r w:rsidRPr="00374CBE">
        <w:t xml:space="preserve">through </w:t>
      </w:r>
      <w:r w:rsidR="005A68C6" w:rsidRPr="00374CBE">
        <w:t>a</w:t>
      </w:r>
      <w:r w:rsidRPr="00374CBE">
        <w:t xml:space="preserve"> system identifier. In common practice, Y′CbCr colour representation uses narrow</w:t>
      </w:r>
      <w:r w:rsidR="005A68C6" w:rsidRPr="00374CBE">
        <w:t xml:space="preserve"> </w:t>
      </w:r>
      <w:r w:rsidRPr="00374CBE">
        <w:t>range</w:t>
      </w:r>
      <w:r w:rsidR="005A68C6" w:rsidRPr="00374CBE">
        <w:t xml:space="preserve"> </w:t>
      </w:r>
      <w:r w:rsidRPr="00374CBE">
        <w:t>scaled levels.</w:t>
      </w:r>
    </w:p>
    <w:p w14:paraId="4480F7CD" w14:textId="446D55BC" w:rsidR="00767691" w:rsidRDefault="00767691" w:rsidP="00767691">
      <w:pPr>
        <w:rPr>
          <w:ins w:id="466" w:author="Yasser Syed" w:date="2019-06-25T00:35:00Z"/>
        </w:rPr>
      </w:pPr>
      <w:ins w:id="467" w:author="Yasser Syed" w:date="2019-06-24T23:54:00Z">
        <w:r>
          <w:t xml:space="preserve">In </w:t>
        </w:r>
        <w:r w:rsidRPr="003478C4">
          <w:fldChar w:fldCharType="begin"/>
        </w:r>
        <w:r w:rsidRPr="003478C4">
          <w:instrText xml:space="preserve"> REF _Ref4001599 \h </w:instrText>
        </w:r>
        <w:r w:rsidRPr="0058106C">
          <w:instrText xml:space="preserve"> \* MERGEFORMAT </w:instrText>
        </w:r>
      </w:ins>
      <w:ins w:id="468" w:author="Yasser Syed" w:date="2019-06-24T23:54:00Z">
        <w:r w:rsidRPr="003478C4">
          <w:fldChar w:fldCharType="separate"/>
        </w:r>
        <w:r w:rsidRPr="0058106C">
          <w:rPr>
            <w:bCs/>
          </w:rPr>
          <w:t xml:space="preserve">Table </w:t>
        </w:r>
        <w:r w:rsidRPr="0058106C">
          <w:rPr>
            <w:rFonts w:eastAsia="SimSun"/>
            <w:bCs/>
            <w:noProof/>
            <w:szCs w:val="24"/>
            <w:lang w:eastAsia="ja-JP"/>
          </w:rPr>
          <w:t>2</w:t>
        </w:r>
        <w:r w:rsidRPr="003478C4">
          <w:fldChar w:fldCharType="end"/>
        </w:r>
        <w:r>
          <w:t xml:space="preserve">, the type of baseband carriage of video signals over serial digital interfaces are </w:t>
        </w:r>
      </w:ins>
      <w:ins w:id="469" w:author="Yasser Syed" w:date="2019-06-25T18:21:00Z">
        <w:r w:rsidR="004E65AA">
          <w:t xml:space="preserve">listed, </w:t>
        </w:r>
      </w:ins>
      <w:ins w:id="470" w:author="Yasser Syed" w:date="2019-06-24T23:54:00Z">
        <w:r>
          <w:t>dependent on data rate limitations of the interface which are specified by the resolution of the video signal.</w:t>
        </w:r>
      </w:ins>
    </w:p>
    <w:p w14:paraId="22AF4B84" w14:textId="1C588917" w:rsidR="00767691" w:rsidRPr="004E65AA" w:rsidRDefault="00767691">
      <w:pPr>
        <w:pStyle w:val="TableNoTitle"/>
        <w:rPr>
          <w:ins w:id="471" w:author="Yasser Syed" w:date="2019-06-24T23:54:00Z"/>
        </w:rPr>
        <w:pPrChange w:id="472" w:author="Yasser Syed" w:date="2019-06-25T18:24:00Z">
          <w:pPr>
            <w:jc w:val="center"/>
          </w:pPr>
        </w:pPrChange>
      </w:pPr>
      <w:bookmarkStart w:id="473" w:name="_Ref4001599"/>
      <w:ins w:id="474" w:author="Yasser Syed" w:date="2019-06-24T23:54:00Z">
        <w:r w:rsidRPr="004E65AA">
          <w:lastRenderedPageBreak/>
          <w:t xml:space="preserve">Table </w:t>
        </w:r>
        <w:r w:rsidRPr="004E65AA">
          <w:rPr>
            <w:rFonts w:eastAsia="SimSun"/>
            <w:szCs w:val="24"/>
            <w:lang w:eastAsia="ja-JP"/>
          </w:rPr>
          <w:fldChar w:fldCharType="begin"/>
        </w:r>
        <w:r w:rsidRPr="000B2ED5">
          <w:rPr>
            <w:rFonts w:eastAsia="SimSun"/>
            <w:szCs w:val="24"/>
            <w:lang w:eastAsia="ja-JP"/>
          </w:rPr>
          <w:instrText xml:space="preserve"> SEQ Table \* ARABIC </w:instrText>
        </w:r>
        <w:r w:rsidRPr="004E65AA">
          <w:rPr>
            <w:rFonts w:eastAsia="SimSun"/>
            <w:szCs w:val="24"/>
            <w:lang w:eastAsia="ja-JP"/>
          </w:rPr>
          <w:fldChar w:fldCharType="separate"/>
        </w:r>
      </w:ins>
      <w:ins w:id="475" w:author="Yasser Syed" w:date="2019-06-25T18:25:00Z">
        <w:r w:rsidR="004E65AA">
          <w:rPr>
            <w:rFonts w:eastAsia="SimSun"/>
            <w:noProof/>
            <w:szCs w:val="24"/>
            <w:lang w:eastAsia="ja-JP"/>
          </w:rPr>
          <w:t>2</w:t>
        </w:r>
      </w:ins>
      <w:ins w:id="476" w:author="Yasser Syed" w:date="2019-06-24T23:54:00Z">
        <w:r w:rsidRPr="004E65AA">
          <w:rPr>
            <w:rFonts w:eastAsia="SimSun"/>
            <w:szCs w:val="24"/>
            <w:lang w:eastAsia="ja-JP"/>
          </w:rPr>
          <w:fldChar w:fldCharType="end"/>
        </w:r>
        <w:bookmarkEnd w:id="473"/>
        <w:r w:rsidRPr="004E65AA">
          <w:t xml:space="preserve"> – Source format data (resolution) carriage over broadband SDI connections</w:t>
        </w:r>
      </w:ins>
    </w:p>
    <w:tbl>
      <w:tblPr>
        <w:tblW w:w="99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9" w:type="dxa"/>
          <w:right w:w="29" w:type="dxa"/>
        </w:tblCellMar>
        <w:tblLook w:val="04A0" w:firstRow="1" w:lastRow="0" w:firstColumn="1" w:lastColumn="0" w:noHBand="0" w:noVBand="1"/>
      </w:tblPr>
      <w:tblGrid>
        <w:gridCol w:w="2965"/>
        <w:gridCol w:w="810"/>
        <w:gridCol w:w="810"/>
        <w:gridCol w:w="900"/>
        <w:gridCol w:w="900"/>
        <w:gridCol w:w="900"/>
        <w:gridCol w:w="900"/>
        <w:gridCol w:w="900"/>
        <w:gridCol w:w="895"/>
      </w:tblGrid>
      <w:tr w:rsidR="00767691" w:rsidRPr="004E65AA" w14:paraId="2C796C28" w14:textId="77777777" w:rsidTr="00767691">
        <w:trPr>
          <w:trHeight w:val="147"/>
          <w:jc w:val="center"/>
          <w:ins w:id="477" w:author="Yasser Syed" w:date="2019-06-24T23:54:00Z"/>
        </w:trPr>
        <w:tc>
          <w:tcPr>
            <w:tcW w:w="2965" w:type="dxa"/>
            <w:shd w:val="clear" w:color="auto" w:fill="auto"/>
          </w:tcPr>
          <w:p w14:paraId="65A2634F" w14:textId="77777777" w:rsidR="00767691" w:rsidRPr="004E65AA" w:rsidRDefault="00767691">
            <w:pPr>
              <w:keepNext/>
              <w:spacing w:before="60" w:after="60"/>
              <w:jc w:val="center"/>
              <w:rPr>
                <w:ins w:id="478" w:author="Yasser Syed" w:date="2019-06-24T23:54:00Z"/>
                <w:sz w:val="18"/>
                <w:szCs w:val="18"/>
              </w:rPr>
              <w:pPrChange w:id="479" w:author="Yasser Syed" w:date="2019-06-25T18:23:00Z">
                <w:pPr>
                  <w:keepNext/>
                  <w:spacing w:before="0"/>
                  <w:jc w:val="center"/>
                </w:pPr>
              </w:pPrChange>
            </w:pPr>
            <w:ins w:id="480" w:author="Yasser Syed" w:date="2019-06-24T23:54:00Z">
              <w:r w:rsidRPr="004E65AA">
                <w:rPr>
                  <w:sz w:val="18"/>
                  <w:szCs w:val="18"/>
                </w:rPr>
                <w:t>Standard</w:t>
              </w:r>
            </w:ins>
          </w:p>
        </w:tc>
        <w:tc>
          <w:tcPr>
            <w:tcW w:w="7015" w:type="dxa"/>
            <w:gridSpan w:val="8"/>
            <w:shd w:val="clear" w:color="auto" w:fill="auto"/>
          </w:tcPr>
          <w:p w14:paraId="21C8B94C" w14:textId="77777777" w:rsidR="00767691" w:rsidRPr="004E65AA" w:rsidRDefault="00767691">
            <w:pPr>
              <w:keepNext/>
              <w:spacing w:before="60" w:after="60"/>
              <w:jc w:val="center"/>
              <w:rPr>
                <w:ins w:id="481" w:author="Yasser Syed" w:date="2019-06-24T23:54:00Z"/>
                <w:sz w:val="18"/>
                <w:szCs w:val="18"/>
              </w:rPr>
              <w:pPrChange w:id="482" w:author="Yasser Syed" w:date="2019-06-25T18:23:00Z">
                <w:pPr>
                  <w:keepNext/>
                  <w:spacing w:before="0"/>
                  <w:jc w:val="center"/>
                </w:pPr>
              </w:pPrChange>
            </w:pPr>
            <w:ins w:id="483" w:author="Yasser Syed" w:date="2019-06-24T23:54:00Z">
              <w:r w:rsidRPr="004E65AA">
                <w:rPr>
                  <w:sz w:val="18"/>
                  <w:szCs w:val="18"/>
                </w:rPr>
                <w:t>Source format data (resolution)</w:t>
              </w:r>
            </w:ins>
          </w:p>
        </w:tc>
      </w:tr>
      <w:tr w:rsidR="00767691" w:rsidRPr="004E65AA" w14:paraId="75736953" w14:textId="77777777" w:rsidTr="00767691">
        <w:trPr>
          <w:trHeight w:val="192"/>
          <w:jc w:val="center"/>
          <w:ins w:id="484" w:author="Yasser Syed" w:date="2019-06-24T23:54:00Z"/>
        </w:trPr>
        <w:tc>
          <w:tcPr>
            <w:tcW w:w="2965" w:type="dxa"/>
            <w:shd w:val="clear" w:color="auto" w:fill="auto"/>
          </w:tcPr>
          <w:p w14:paraId="49370250" w14:textId="77777777" w:rsidR="00767691" w:rsidRPr="004E65AA" w:rsidRDefault="00767691">
            <w:pPr>
              <w:keepNext/>
              <w:spacing w:before="60" w:after="60"/>
              <w:jc w:val="left"/>
              <w:rPr>
                <w:ins w:id="485" w:author="Yasser Syed" w:date="2019-06-24T23:54:00Z"/>
                <w:sz w:val="18"/>
                <w:szCs w:val="18"/>
              </w:rPr>
              <w:pPrChange w:id="486" w:author="Yasser Syed" w:date="2019-06-25T18:23:00Z">
                <w:pPr>
                  <w:keepNext/>
                  <w:spacing w:before="0"/>
                  <w:jc w:val="left"/>
                </w:pPr>
              </w:pPrChange>
            </w:pPr>
          </w:p>
        </w:tc>
        <w:tc>
          <w:tcPr>
            <w:tcW w:w="1620" w:type="dxa"/>
            <w:gridSpan w:val="2"/>
            <w:shd w:val="clear" w:color="auto" w:fill="auto"/>
          </w:tcPr>
          <w:p w14:paraId="5E609159" w14:textId="77777777" w:rsidR="00767691" w:rsidRPr="004E65AA" w:rsidRDefault="00767691">
            <w:pPr>
              <w:keepNext/>
              <w:spacing w:before="60" w:after="60"/>
              <w:jc w:val="center"/>
              <w:rPr>
                <w:ins w:id="487" w:author="Yasser Syed" w:date="2019-06-24T23:54:00Z"/>
                <w:sz w:val="18"/>
                <w:szCs w:val="18"/>
              </w:rPr>
              <w:pPrChange w:id="488" w:author="Yasser Syed" w:date="2019-06-25T18:23:00Z">
                <w:pPr>
                  <w:keepNext/>
                  <w:spacing w:before="0"/>
                  <w:jc w:val="center"/>
                </w:pPr>
              </w:pPrChange>
            </w:pPr>
            <w:ins w:id="489" w:author="Yasser Syed" w:date="2019-06-24T23:54:00Z">
              <w:r w:rsidRPr="004E65AA">
                <w:rPr>
                  <w:sz w:val="18"/>
                  <w:szCs w:val="18"/>
                </w:rPr>
                <w:t>SD</w:t>
              </w:r>
            </w:ins>
          </w:p>
        </w:tc>
        <w:tc>
          <w:tcPr>
            <w:tcW w:w="2700" w:type="dxa"/>
            <w:gridSpan w:val="3"/>
            <w:shd w:val="clear" w:color="auto" w:fill="auto"/>
          </w:tcPr>
          <w:p w14:paraId="39B4FED1" w14:textId="77777777" w:rsidR="00767691" w:rsidRPr="000B2ED5" w:rsidRDefault="00767691">
            <w:pPr>
              <w:keepNext/>
              <w:spacing w:before="60" w:after="60"/>
              <w:jc w:val="center"/>
              <w:rPr>
                <w:ins w:id="490" w:author="Yasser Syed" w:date="2019-06-24T23:54:00Z"/>
                <w:sz w:val="18"/>
                <w:szCs w:val="18"/>
              </w:rPr>
              <w:pPrChange w:id="491" w:author="Yasser Syed" w:date="2019-06-25T18:23:00Z">
                <w:pPr>
                  <w:keepNext/>
                  <w:spacing w:before="0"/>
                  <w:jc w:val="center"/>
                </w:pPr>
              </w:pPrChange>
            </w:pPr>
            <w:ins w:id="492" w:author="Yasser Syed" w:date="2019-06-24T23:54:00Z">
              <w:r w:rsidRPr="000B2ED5">
                <w:rPr>
                  <w:sz w:val="18"/>
                  <w:szCs w:val="18"/>
                </w:rPr>
                <w:t>HD</w:t>
              </w:r>
            </w:ins>
          </w:p>
        </w:tc>
        <w:tc>
          <w:tcPr>
            <w:tcW w:w="2695" w:type="dxa"/>
            <w:gridSpan w:val="3"/>
          </w:tcPr>
          <w:p w14:paraId="6FA05896" w14:textId="77777777" w:rsidR="00767691" w:rsidRPr="000B2ED5" w:rsidRDefault="00767691">
            <w:pPr>
              <w:keepNext/>
              <w:spacing w:before="60" w:after="60"/>
              <w:jc w:val="center"/>
              <w:rPr>
                <w:ins w:id="493" w:author="Yasser Syed" w:date="2019-06-24T23:54:00Z"/>
                <w:sz w:val="18"/>
                <w:szCs w:val="18"/>
              </w:rPr>
              <w:pPrChange w:id="494" w:author="Yasser Syed" w:date="2019-06-25T18:23:00Z">
                <w:pPr>
                  <w:keepNext/>
                  <w:spacing w:before="0"/>
                  <w:jc w:val="center"/>
                </w:pPr>
              </w:pPrChange>
            </w:pPr>
            <w:ins w:id="495" w:author="Yasser Syed" w:date="2019-06-24T23:54:00Z">
              <w:r w:rsidRPr="000B2ED5">
                <w:rPr>
                  <w:sz w:val="18"/>
                  <w:szCs w:val="18"/>
                </w:rPr>
                <w:t>UHD</w:t>
              </w:r>
            </w:ins>
          </w:p>
        </w:tc>
      </w:tr>
      <w:tr w:rsidR="00767691" w:rsidRPr="004E65AA" w14:paraId="711E180A" w14:textId="77777777" w:rsidTr="00767691">
        <w:trPr>
          <w:trHeight w:val="192"/>
          <w:jc w:val="center"/>
          <w:ins w:id="496" w:author="Yasser Syed" w:date="2019-06-24T23:54:00Z"/>
        </w:trPr>
        <w:tc>
          <w:tcPr>
            <w:tcW w:w="2965" w:type="dxa"/>
            <w:shd w:val="clear" w:color="auto" w:fill="auto"/>
          </w:tcPr>
          <w:p w14:paraId="679C98A6" w14:textId="77777777" w:rsidR="00767691" w:rsidRPr="004E65AA" w:rsidRDefault="00767691">
            <w:pPr>
              <w:keepNext/>
              <w:spacing w:before="60" w:after="60"/>
              <w:jc w:val="left"/>
              <w:rPr>
                <w:ins w:id="497" w:author="Yasser Syed" w:date="2019-06-24T23:54:00Z"/>
                <w:sz w:val="18"/>
                <w:szCs w:val="18"/>
              </w:rPr>
              <w:pPrChange w:id="498" w:author="Yasser Syed" w:date="2019-06-25T18:23:00Z">
                <w:pPr>
                  <w:keepNext/>
                  <w:spacing w:before="0"/>
                  <w:jc w:val="left"/>
                </w:pPr>
              </w:pPrChange>
            </w:pPr>
          </w:p>
        </w:tc>
        <w:tc>
          <w:tcPr>
            <w:tcW w:w="810" w:type="dxa"/>
            <w:shd w:val="clear" w:color="auto" w:fill="auto"/>
          </w:tcPr>
          <w:p w14:paraId="7D99101D" w14:textId="24660DD0" w:rsidR="00767691" w:rsidRPr="004E65AA" w:rsidRDefault="00767691">
            <w:pPr>
              <w:keepNext/>
              <w:spacing w:before="60" w:after="60"/>
              <w:jc w:val="center"/>
              <w:rPr>
                <w:ins w:id="499" w:author="Yasser Syed" w:date="2019-06-24T23:54:00Z"/>
                <w:sz w:val="18"/>
                <w:szCs w:val="18"/>
              </w:rPr>
              <w:pPrChange w:id="500" w:author="Yasser Syed" w:date="2019-06-25T18:23:00Z">
                <w:pPr>
                  <w:keepNext/>
                  <w:spacing w:before="0"/>
                  <w:jc w:val="center"/>
                </w:pPr>
              </w:pPrChange>
            </w:pPr>
            <w:ins w:id="501" w:author="Yasser Syed" w:date="2019-06-24T23:54:00Z">
              <w:r w:rsidRPr="004E65AA">
                <w:rPr>
                  <w:sz w:val="18"/>
                  <w:szCs w:val="18"/>
                </w:rPr>
                <w:t>720</w:t>
              </w:r>
            </w:ins>
            <w:ins w:id="502" w:author="Yasser Syed" w:date="2019-06-25T18:22:00Z">
              <w:r w:rsidR="004E65AA" w:rsidRPr="004E65AA">
                <w:rPr>
                  <w:rFonts w:eastAsia="Yu Mincho"/>
                  <w:sz w:val="18"/>
                  <w:szCs w:val="18"/>
                  <w:lang w:eastAsia="zh-CN"/>
                  <w:rPrChange w:id="503" w:author="Yasser Syed" w:date="2019-06-25T18:23:00Z">
                    <w:rPr>
                      <w:rFonts w:eastAsia="Yu Mincho"/>
                      <w:lang w:eastAsia="zh-CN"/>
                    </w:rPr>
                  </w:rPrChange>
                </w:rPr>
                <w:t>×</w:t>
              </w:r>
            </w:ins>
            <w:ins w:id="504" w:author="Yasser Syed" w:date="2019-06-24T23:54:00Z">
              <w:r w:rsidRPr="004E65AA">
                <w:rPr>
                  <w:sz w:val="18"/>
                  <w:szCs w:val="18"/>
                </w:rPr>
                <w:t>480</w:t>
              </w:r>
            </w:ins>
          </w:p>
        </w:tc>
        <w:tc>
          <w:tcPr>
            <w:tcW w:w="810" w:type="dxa"/>
            <w:shd w:val="clear" w:color="auto" w:fill="auto"/>
          </w:tcPr>
          <w:p w14:paraId="740C1361" w14:textId="1EF66519" w:rsidR="00767691" w:rsidRPr="004E65AA" w:rsidRDefault="00767691">
            <w:pPr>
              <w:keepNext/>
              <w:spacing w:before="60" w:after="60"/>
              <w:jc w:val="center"/>
              <w:rPr>
                <w:ins w:id="505" w:author="Yasser Syed" w:date="2019-06-24T23:54:00Z"/>
                <w:sz w:val="18"/>
                <w:szCs w:val="18"/>
              </w:rPr>
              <w:pPrChange w:id="506" w:author="Yasser Syed" w:date="2019-06-25T18:23:00Z">
                <w:pPr>
                  <w:keepNext/>
                  <w:spacing w:before="0"/>
                  <w:jc w:val="center"/>
                </w:pPr>
              </w:pPrChange>
            </w:pPr>
            <w:ins w:id="507" w:author="Yasser Syed" w:date="2019-06-24T23:54:00Z">
              <w:r w:rsidRPr="004E65AA">
                <w:rPr>
                  <w:sz w:val="18"/>
                  <w:szCs w:val="18"/>
                </w:rPr>
                <w:t>720</w:t>
              </w:r>
            </w:ins>
            <w:ins w:id="508" w:author="Yasser Syed" w:date="2019-06-25T18:22:00Z">
              <w:r w:rsidR="004E65AA" w:rsidRPr="004E65AA">
                <w:rPr>
                  <w:rFonts w:eastAsia="Yu Mincho"/>
                  <w:sz w:val="18"/>
                  <w:szCs w:val="18"/>
                  <w:lang w:eastAsia="zh-CN"/>
                  <w:rPrChange w:id="509" w:author="Yasser Syed" w:date="2019-06-25T18:23:00Z">
                    <w:rPr>
                      <w:rFonts w:eastAsia="Yu Mincho"/>
                      <w:lang w:eastAsia="zh-CN"/>
                    </w:rPr>
                  </w:rPrChange>
                </w:rPr>
                <w:t>×</w:t>
              </w:r>
            </w:ins>
            <w:ins w:id="510" w:author="Yasser Syed" w:date="2019-06-24T23:54:00Z">
              <w:r w:rsidRPr="004E65AA">
                <w:rPr>
                  <w:sz w:val="18"/>
                  <w:szCs w:val="18"/>
                </w:rPr>
                <w:t>576</w:t>
              </w:r>
            </w:ins>
          </w:p>
        </w:tc>
        <w:tc>
          <w:tcPr>
            <w:tcW w:w="900" w:type="dxa"/>
            <w:shd w:val="clear" w:color="auto" w:fill="auto"/>
          </w:tcPr>
          <w:p w14:paraId="0E507158" w14:textId="738F7C4F" w:rsidR="00767691" w:rsidRPr="004E65AA" w:rsidRDefault="00767691">
            <w:pPr>
              <w:keepNext/>
              <w:spacing w:before="60" w:after="60"/>
              <w:jc w:val="center"/>
              <w:rPr>
                <w:ins w:id="511" w:author="Yasser Syed" w:date="2019-06-24T23:54:00Z"/>
                <w:sz w:val="18"/>
                <w:szCs w:val="18"/>
              </w:rPr>
              <w:pPrChange w:id="512" w:author="Yasser Syed" w:date="2019-06-25T18:23:00Z">
                <w:pPr>
                  <w:keepNext/>
                  <w:spacing w:before="0"/>
                  <w:jc w:val="center"/>
                </w:pPr>
              </w:pPrChange>
            </w:pPr>
            <w:ins w:id="513" w:author="Yasser Syed" w:date="2019-06-24T23:54:00Z">
              <w:r w:rsidRPr="004E65AA">
                <w:rPr>
                  <w:sz w:val="18"/>
                  <w:szCs w:val="18"/>
                </w:rPr>
                <w:t>1280</w:t>
              </w:r>
            </w:ins>
            <w:ins w:id="514" w:author="Yasser Syed" w:date="2019-06-25T18:22:00Z">
              <w:r w:rsidR="004E65AA" w:rsidRPr="004E65AA">
                <w:rPr>
                  <w:rFonts w:eastAsia="Yu Mincho"/>
                  <w:sz w:val="18"/>
                  <w:szCs w:val="18"/>
                  <w:lang w:eastAsia="zh-CN"/>
                  <w:rPrChange w:id="515" w:author="Yasser Syed" w:date="2019-06-25T18:23:00Z">
                    <w:rPr>
                      <w:rFonts w:eastAsia="Yu Mincho"/>
                      <w:lang w:eastAsia="zh-CN"/>
                    </w:rPr>
                  </w:rPrChange>
                </w:rPr>
                <w:t>×</w:t>
              </w:r>
            </w:ins>
            <w:ins w:id="516" w:author="Yasser Syed" w:date="2019-06-24T23:54:00Z">
              <w:r w:rsidRPr="004E65AA">
                <w:rPr>
                  <w:sz w:val="18"/>
                  <w:szCs w:val="18"/>
                </w:rPr>
                <w:t>720</w:t>
              </w:r>
            </w:ins>
          </w:p>
        </w:tc>
        <w:tc>
          <w:tcPr>
            <w:tcW w:w="900" w:type="dxa"/>
            <w:shd w:val="clear" w:color="auto" w:fill="auto"/>
          </w:tcPr>
          <w:p w14:paraId="3F18EF3F" w14:textId="4F8F9C49" w:rsidR="00767691" w:rsidRPr="004E65AA" w:rsidRDefault="00767691">
            <w:pPr>
              <w:keepNext/>
              <w:spacing w:before="60" w:after="60"/>
              <w:jc w:val="center"/>
              <w:rPr>
                <w:ins w:id="517" w:author="Yasser Syed" w:date="2019-06-24T23:54:00Z"/>
                <w:sz w:val="18"/>
                <w:szCs w:val="18"/>
              </w:rPr>
              <w:pPrChange w:id="518" w:author="Yasser Syed" w:date="2019-06-25T18:23:00Z">
                <w:pPr>
                  <w:keepNext/>
                  <w:spacing w:before="0"/>
                  <w:jc w:val="center"/>
                </w:pPr>
              </w:pPrChange>
            </w:pPr>
            <w:ins w:id="519" w:author="Yasser Syed" w:date="2019-06-24T23:54:00Z">
              <w:r w:rsidRPr="004E65AA">
                <w:rPr>
                  <w:sz w:val="18"/>
                  <w:szCs w:val="18"/>
                </w:rPr>
                <w:t>1920</w:t>
              </w:r>
            </w:ins>
            <w:ins w:id="520" w:author="Yasser Syed" w:date="2019-06-25T18:22:00Z">
              <w:r w:rsidR="004E65AA" w:rsidRPr="004E65AA">
                <w:rPr>
                  <w:rFonts w:eastAsia="Yu Mincho"/>
                  <w:sz w:val="18"/>
                  <w:szCs w:val="18"/>
                  <w:lang w:eastAsia="zh-CN"/>
                  <w:rPrChange w:id="521" w:author="Yasser Syed" w:date="2019-06-25T18:23:00Z">
                    <w:rPr>
                      <w:rFonts w:eastAsia="Yu Mincho"/>
                      <w:lang w:eastAsia="zh-CN"/>
                    </w:rPr>
                  </w:rPrChange>
                </w:rPr>
                <w:t>×</w:t>
              </w:r>
            </w:ins>
            <w:ins w:id="522" w:author="Yasser Syed" w:date="2019-06-24T23:54:00Z">
              <w:r w:rsidRPr="004E65AA">
                <w:rPr>
                  <w:sz w:val="18"/>
                  <w:szCs w:val="18"/>
                </w:rPr>
                <w:t>1080</w:t>
              </w:r>
            </w:ins>
          </w:p>
        </w:tc>
        <w:tc>
          <w:tcPr>
            <w:tcW w:w="900" w:type="dxa"/>
            <w:shd w:val="clear" w:color="auto" w:fill="auto"/>
          </w:tcPr>
          <w:p w14:paraId="3A9F1928" w14:textId="60546ECD" w:rsidR="00767691" w:rsidRPr="004E65AA" w:rsidRDefault="00767691">
            <w:pPr>
              <w:keepNext/>
              <w:spacing w:before="60" w:after="60"/>
              <w:jc w:val="center"/>
              <w:rPr>
                <w:ins w:id="523" w:author="Yasser Syed" w:date="2019-06-24T23:54:00Z"/>
                <w:sz w:val="18"/>
                <w:szCs w:val="18"/>
              </w:rPr>
              <w:pPrChange w:id="524" w:author="Yasser Syed" w:date="2019-06-25T18:23:00Z">
                <w:pPr>
                  <w:keepNext/>
                  <w:spacing w:before="0"/>
                  <w:jc w:val="center"/>
                </w:pPr>
              </w:pPrChange>
            </w:pPr>
            <w:ins w:id="525" w:author="Yasser Syed" w:date="2019-06-24T23:54:00Z">
              <w:r w:rsidRPr="004E65AA">
                <w:rPr>
                  <w:sz w:val="18"/>
                  <w:szCs w:val="18"/>
                </w:rPr>
                <w:t>2048</w:t>
              </w:r>
            </w:ins>
            <w:ins w:id="526" w:author="Yasser Syed" w:date="2019-06-25T18:22:00Z">
              <w:r w:rsidR="004E65AA" w:rsidRPr="004E65AA">
                <w:rPr>
                  <w:rFonts w:eastAsia="Yu Mincho"/>
                  <w:sz w:val="18"/>
                  <w:szCs w:val="18"/>
                  <w:lang w:eastAsia="zh-CN"/>
                  <w:rPrChange w:id="527" w:author="Yasser Syed" w:date="2019-06-25T18:23:00Z">
                    <w:rPr>
                      <w:rFonts w:eastAsia="Yu Mincho"/>
                      <w:lang w:eastAsia="zh-CN"/>
                    </w:rPr>
                  </w:rPrChange>
                </w:rPr>
                <w:t>×</w:t>
              </w:r>
            </w:ins>
            <w:ins w:id="528" w:author="Yasser Syed" w:date="2019-06-24T23:54:00Z">
              <w:r w:rsidRPr="004E65AA">
                <w:rPr>
                  <w:sz w:val="18"/>
                  <w:szCs w:val="18"/>
                </w:rPr>
                <w:t>1080</w:t>
              </w:r>
            </w:ins>
          </w:p>
        </w:tc>
        <w:tc>
          <w:tcPr>
            <w:tcW w:w="900" w:type="dxa"/>
          </w:tcPr>
          <w:p w14:paraId="0494E223" w14:textId="000CDDB5" w:rsidR="00767691" w:rsidRPr="004E65AA" w:rsidRDefault="00767691">
            <w:pPr>
              <w:keepNext/>
              <w:spacing w:before="60" w:after="60"/>
              <w:jc w:val="center"/>
              <w:rPr>
                <w:ins w:id="529" w:author="Yasser Syed" w:date="2019-06-24T23:54:00Z"/>
                <w:sz w:val="18"/>
                <w:szCs w:val="18"/>
              </w:rPr>
              <w:pPrChange w:id="530" w:author="Yasser Syed" w:date="2019-06-25T18:23:00Z">
                <w:pPr>
                  <w:keepNext/>
                  <w:spacing w:before="0"/>
                  <w:jc w:val="center"/>
                </w:pPr>
              </w:pPrChange>
            </w:pPr>
            <w:ins w:id="531" w:author="Yasser Syed" w:date="2019-06-24T23:54:00Z">
              <w:r w:rsidRPr="004E65AA">
                <w:rPr>
                  <w:sz w:val="18"/>
                  <w:szCs w:val="18"/>
                </w:rPr>
                <w:t>3840</w:t>
              </w:r>
            </w:ins>
            <w:ins w:id="532" w:author="Yasser Syed" w:date="2019-06-25T18:22:00Z">
              <w:r w:rsidR="004E65AA" w:rsidRPr="004E65AA">
                <w:rPr>
                  <w:rFonts w:eastAsia="Yu Mincho"/>
                  <w:sz w:val="18"/>
                  <w:szCs w:val="18"/>
                  <w:lang w:eastAsia="zh-CN"/>
                  <w:rPrChange w:id="533" w:author="Yasser Syed" w:date="2019-06-25T18:23:00Z">
                    <w:rPr>
                      <w:rFonts w:eastAsia="Yu Mincho"/>
                      <w:lang w:eastAsia="zh-CN"/>
                    </w:rPr>
                  </w:rPrChange>
                </w:rPr>
                <w:t>×</w:t>
              </w:r>
            </w:ins>
            <w:ins w:id="534" w:author="Yasser Syed" w:date="2019-06-24T23:54:00Z">
              <w:r w:rsidRPr="004E65AA">
                <w:rPr>
                  <w:sz w:val="18"/>
                  <w:szCs w:val="18"/>
                </w:rPr>
                <w:t>2160</w:t>
              </w:r>
            </w:ins>
          </w:p>
        </w:tc>
        <w:tc>
          <w:tcPr>
            <w:tcW w:w="900" w:type="dxa"/>
          </w:tcPr>
          <w:p w14:paraId="5EB3FA95" w14:textId="4BEB8E95" w:rsidR="00767691" w:rsidRPr="004E65AA" w:rsidRDefault="00767691">
            <w:pPr>
              <w:keepNext/>
              <w:spacing w:before="60" w:after="60"/>
              <w:jc w:val="center"/>
              <w:rPr>
                <w:ins w:id="535" w:author="Yasser Syed" w:date="2019-06-24T23:54:00Z"/>
                <w:sz w:val="18"/>
                <w:szCs w:val="18"/>
              </w:rPr>
              <w:pPrChange w:id="536" w:author="Yasser Syed" w:date="2019-06-25T18:23:00Z">
                <w:pPr>
                  <w:keepNext/>
                  <w:spacing w:before="0"/>
                  <w:jc w:val="center"/>
                </w:pPr>
              </w:pPrChange>
            </w:pPr>
            <w:ins w:id="537" w:author="Yasser Syed" w:date="2019-06-24T23:54:00Z">
              <w:r w:rsidRPr="004E65AA">
                <w:rPr>
                  <w:sz w:val="18"/>
                  <w:szCs w:val="18"/>
                </w:rPr>
                <w:t>4096</w:t>
              </w:r>
            </w:ins>
            <w:ins w:id="538" w:author="Yasser Syed" w:date="2019-06-25T18:22:00Z">
              <w:r w:rsidR="004E65AA" w:rsidRPr="004E65AA">
                <w:rPr>
                  <w:rFonts w:eastAsia="Yu Mincho"/>
                  <w:sz w:val="18"/>
                  <w:szCs w:val="18"/>
                  <w:lang w:eastAsia="zh-CN"/>
                  <w:rPrChange w:id="539" w:author="Yasser Syed" w:date="2019-06-25T18:23:00Z">
                    <w:rPr>
                      <w:rFonts w:eastAsia="Yu Mincho"/>
                      <w:lang w:eastAsia="zh-CN"/>
                    </w:rPr>
                  </w:rPrChange>
                </w:rPr>
                <w:t>×</w:t>
              </w:r>
            </w:ins>
            <w:ins w:id="540" w:author="Yasser Syed" w:date="2019-06-24T23:54:00Z">
              <w:r w:rsidRPr="004E65AA">
                <w:rPr>
                  <w:sz w:val="18"/>
                  <w:szCs w:val="18"/>
                </w:rPr>
                <w:t>2160</w:t>
              </w:r>
            </w:ins>
          </w:p>
        </w:tc>
        <w:tc>
          <w:tcPr>
            <w:tcW w:w="895" w:type="dxa"/>
          </w:tcPr>
          <w:p w14:paraId="39A103DD" w14:textId="28590939" w:rsidR="00767691" w:rsidRPr="004E65AA" w:rsidRDefault="00767691">
            <w:pPr>
              <w:keepNext/>
              <w:spacing w:before="60" w:after="60"/>
              <w:jc w:val="center"/>
              <w:rPr>
                <w:ins w:id="541" w:author="Yasser Syed" w:date="2019-06-24T23:54:00Z"/>
                <w:sz w:val="18"/>
                <w:szCs w:val="18"/>
              </w:rPr>
              <w:pPrChange w:id="542" w:author="Yasser Syed" w:date="2019-06-25T18:23:00Z">
                <w:pPr>
                  <w:keepNext/>
                  <w:spacing w:before="0"/>
                  <w:jc w:val="center"/>
                </w:pPr>
              </w:pPrChange>
            </w:pPr>
            <w:ins w:id="543" w:author="Yasser Syed" w:date="2019-06-24T23:54:00Z">
              <w:r w:rsidRPr="004E65AA">
                <w:rPr>
                  <w:sz w:val="18"/>
                  <w:szCs w:val="18"/>
                </w:rPr>
                <w:t>7680</w:t>
              </w:r>
            </w:ins>
            <w:ins w:id="544" w:author="Yasser Syed" w:date="2019-06-25T18:22:00Z">
              <w:r w:rsidR="004E65AA" w:rsidRPr="004E65AA">
                <w:rPr>
                  <w:rFonts w:eastAsia="Yu Mincho"/>
                  <w:sz w:val="18"/>
                  <w:szCs w:val="18"/>
                  <w:lang w:eastAsia="zh-CN"/>
                  <w:rPrChange w:id="545" w:author="Yasser Syed" w:date="2019-06-25T18:23:00Z">
                    <w:rPr>
                      <w:rFonts w:eastAsia="Yu Mincho"/>
                      <w:lang w:eastAsia="zh-CN"/>
                    </w:rPr>
                  </w:rPrChange>
                </w:rPr>
                <w:t>×</w:t>
              </w:r>
            </w:ins>
            <w:ins w:id="546" w:author="Yasser Syed" w:date="2019-06-24T23:54:00Z">
              <w:r w:rsidRPr="004E65AA">
                <w:rPr>
                  <w:sz w:val="18"/>
                  <w:szCs w:val="18"/>
                </w:rPr>
                <w:t>4320</w:t>
              </w:r>
            </w:ins>
          </w:p>
        </w:tc>
      </w:tr>
      <w:tr w:rsidR="00767691" w:rsidRPr="004E65AA" w14:paraId="7090024D" w14:textId="77777777" w:rsidTr="00767691">
        <w:trPr>
          <w:trHeight w:val="165"/>
          <w:jc w:val="center"/>
          <w:ins w:id="547" w:author="Yasser Syed" w:date="2019-06-24T23:54:00Z"/>
        </w:trPr>
        <w:tc>
          <w:tcPr>
            <w:tcW w:w="2965" w:type="dxa"/>
            <w:shd w:val="clear" w:color="auto" w:fill="auto"/>
          </w:tcPr>
          <w:p w14:paraId="2A8D20E9" w14:textId="77777777" w:rsidR="00767691" w:rsidRPr="004E65AA" w:rsidRDefault="00767691">
            <w:pPr>
              <w:keepNext/>
              <w:spacing w:before="60" w:after="60"/>
              <w:jc w:val="left"/>
              <w:rPr>
                <w:ins w:id="548" w:author="Yasser Syed" w:date="2019-06-24T23:54:00Z"/>
                <w:sz w:val="18"/>
                <w:szCs w:val="18"/>
              </w:rPr>
              <w:pPrChange w:id="549" w:author="Yasser Syed" w:date="2019-06-25T18:23:00Z">
                <w:pPr>
                  <w:keepNext/>
                  <w:spacing w:before="0"/>
                  <w:jc w:val="left"/>
                </w:pPr>
              </w:pPrChange>
            </w:pPr>
            <w:ins w:id="550" w:author="Yasser Syed" w:date="2019-06-24T23:54:00Z">
              <w:r w:rsidRPr="004E65AA">
                <w:rPr>
                  <w:sz w:val="18"/>
                  <w:szCs w:val="18"/>
                </w:rPr>
                <w:t>ST 259M (SD-SDI)</w:t>
              </w:r>
            </w:ins>
          </w:p>
        </w:tc>
        <w:tc>
          <w:tcPr>
            <w:tcW w:w="810" w:type="dxa"/>
            <w:shd w:val="clear" w:color="auto" w:fill="auto"/>
          </w:tcPr>
          <w:p w14:paraId="03344611" w14:textId="77777777" w:rsidR="00767691" w:rsidRPr="004E65AA" w:rsidRDefault="00767691">
            <w:pPr>
              <w:keepNext/>
              <w:spacing w:before="60" w:after="60"/>
              <w:jc w:val="center"/>
              <w:rPr>
                <w:ins w:id="551" w:author="Yasser Syed" w:date="2019-06-24T23:54:00Z"/>
                <w:sz w:val="18"/>
                <w:szCs w:val="18"/>
              </w:rPr>
              <w:pPrChange w:id="552" w:author="Yasser Syed" w:date="2019-06-25T18:23:00Z">
                <w:pPr>
                  <w:keepNext/>
                  <w:spacing w:before="0"/>
                  <w:jc w:val="center"/>
                </w:pPr>
              </w:pPrChange>
            </w:pPr>
            <w:ins w:id="553" w:author="Yasser Syed" w:date="2019-06-24T23:54:00Z">
              <w:r w:rsidRPr="004E65AA">
                <w:rPr>
                  <w:sz w:val="18"/>
                  <w:szCs w:val="18"/>
                </w:rPr>
                <w:sym w:font="Symbol" w:char="F0D6"/>
              </w:r>
            </w:ins>
          </w:p>
        </w:tc>
        <w:tc>
          <w:tcPr>
            <w:tcW w:w="810" w:type="dxa"/>
            <w:shd w:val="clear" w:color="auto" w:fill="auto"/>
          </w:tcPr>
          <w:p w14:paraId="0770AF3B" w14:textId="77777777" w:rsidR="00767691" w:rsidRPr="004E65AA" w:rsidRDefault="00767691">
            <w:pPr>
              <w:keepNext/>
              <w:spacing w:before="60" w:after="60"/>
              <w:jc w:val="center"/>
              <w:rPr>
                <w:ins w:id="554" w:author="Yasser Syed" w:date="2019-06-24T23:54:00Z"/>
                <w:sz w:val="18"/>
                <w:szCs w:val="18"/>
              </w:rPr>
              <w:pPrChange w:id="555" w:author="Yasser Syed" w:date="2019-06-25T18:23:00Z">
                <w:pPr>
                  <w:keepNext/>
                  <w:spacing w:before="0"/>
                  <w:jc w:val="center"/>
                </w:pPr>
              </w:pPrChange>
            </w:pPr>
            <w:ins w:id="556" w:author="Yasser Syed" w:date="2019-06-24T23:54:00Z">
              <w:r w:rsidRPr="004E65AA">
                <w:rPr>
                  <w:sz w:val="18"/>
                  <w:szCs w:val="18"/>
                </w:rPr>
                <w:sym w:font="Symbol" w:char="F0D6"/>
              </w:r>
            </w:ins>
          </w:p>
        </w:tc>
        <w:tc>
          <w:tcPr>
            <w:tcW w:w="900" w:type="dxa"/>
            <w:shd w:val="clear" w:color="auto" w:fill="DBDBDB" w:themeFill="accent3" w:themeFillTint="66"/>
          </w:tcPr>
          <w:p w14:paraId="08FF0EA1" w14:textId="77777777" w:rsidR="00767691" w:rsidRPr="004E65AA" w:rsidRDefault="00767691">
            <w:pPr>
              <w:keepNext/>
              <w:spacing w:before="60" w:after="60"/>
              <w:jc w:val="center"/>
              <w:rPr>
                <w:ins w:id="557" w:author="Yasser Syed" w:date="2019-06-24T23:54:00Z"/>
                <w:sz w:val="18"/>
                <w:szCs w:val="18"/>
              </w:rPr>
              <w:pPrChange w:id="558" w:author="Yasser Syed" w:date="2019-06-25T18:23:00Z">
                <w:pPr>
                  <w:keepNext/>
                  <w:spacing w:before="0"/>
                  <w:jc w:val="center"/>
                </w:pPr>
              </w:pPrChange>
            </w:pPr>
          </w:p>
        </w:tc>
        <w:tc>
          <w:tcPr>
            <w:tcW w:w="900" w:type="dxa"/>
            <w:shd w:val="clear" w:color="auto" w:fill="DBDBDB" w:themeFill="accent3" w:themeFillTint="66"/>
          </w:tcPr>
          <w:p w14:paraId="3BE0F6B1" w14:textId="77777777" w:rsidR="00767691" w:rsidRPr="000B2ED5" w:rsidRDefault="00767691">
            <w:pPr>
              <w:keepNext/>
              <w:spacing w:before="60" w:after="60"/>
              <w:jc w:val="center"/>
              <w:rPr>
                <w:ins w:id="559" w:author="Yasser Syed" w:date="2019-06-24T23:54:00Z"/>
                <w:sz w:val="18"/>
                <w:szCs w:val="18"/>
              </w:rPr>
              <w:pPrChange w:id="560" w:author="Yasser Syed" w:date="2019-06-25T18:23:00Z">
                <w:pPr>
                  <w:keepNext/>
                  <w:spacing w:before="0"/>
                  <w:jc w:val="center"/>
                </w:pPr>
              </w:pPrChange>
            </w:pPr>
          </w:p>
        </w:tc>
        <w:tc>
          <w:tcPr>
            <w:tcW w:w="900" w:type="dxa"/>
            <w:shd w:val="clear" w:color="auto" w:fill="DBDBDB" w:themeFill="accent3" w:themeFillTint="66"/>
          </w:tcPr>
          <w:p w14:paraId="4064C86F" w14:textId="77777777" w:rsidR="00767691" w:rsidRPr="000B2ED5" w:rsidRDefault="00767691">
            <w:pPr>
              <w:keepNext/>
              <w:spacing w:before="60" w:after="60"/>
              <w:jc w:val="center"/>
              <w:rPr>
                <w:ins w:id="561" w:author="Yasser Syed" w:date="2019-06-24T23:54:00Z"/>
                <w:sz w:val="18"/>
                <w:szCs w:val="18"/>
              </w:rPr>
              <w:pPrChange w:id="562" w:author="Yasser Syed" w:date="2019-06-25T18:23:00Z">
                <w:pPr>
                  <w:keepNext/>
                  <w:spacing w:before="0"/>
                  <w:jc w:val="center"/>
                </w:pPr>
              </w:pPrChange>
            </w:pPr>
          </w:p>
        </w:tc>
        <w:tc>
          <w:tcPr>
            <w:tcW w:w="900" w:type="dxa"/>
            <w:shd w:val="clear" w:color="auto" w:fill="DBDBDB" w:themeFill="accent3" w:themeFillTint="66"/>
          </w:tcPr>
          <w:p w14:paraId="756A1EFE" w14:textId="77777777" w:rsidR="00767691" w:rsidRPr="000B2ED5" w:rsidRDefault="00767691">
            <w:pPr>
              <w:keepNext/>
              <w:spacing w:before="60" w:after="60"/>
              <w:jc w:val="center"/>
              <w:rPr>
                <w:ins w:id="563" w:author="Yasser Syed" w:date="2019-06-24T23:54:00Z"/>
                <w:sz w:val="18"/>
                <w:szCs w:val="18"/>
              </w:rPr>
              <w:pPrChange w:id="564" w:author="Yasser Syed" w:date="2019-06-25T18:23:00Z">
                <w:pPr>
                  <w:keepNext/>
                  <w:spacing w:before="0"/>
                  <w:jc w:val="center"/>
                </w:pPr>
              </w:pPrChange>
            </w:pPr>
          </w:p>
        </w:tc>
        <w:tc>
          <w:tcPr>
            <w:tcW w:w="900" w:type="dxa"/>
            <w:shd w:val="clear" w:color="auto" w:fill="DBDBDB" w:themeFill="accent3" w:themeFillTint="66"/>
          </w:tcPr>
          <w:p w14:paraId="0333D9DB" w14:textId="77777777" w:rsidR="00767691" w:rsidRPr="000B2ED5" w:rsidRDefault="00767691">
            <w:pPr>
              <w:keepNext/>
              <w:spacing w:before="60" w:after="60"/>
              <w:jc w:val="center"/>
              <w:rPr>
                <w:ins w:id="565" w:author="Yasser Syed" w:date="2019-06-24T23:54:00Z"/>
                <w:sz w:val="18"/>
                <w:szCs w:val="18"/>
              </w:rPr>
              <w:pPrChange w:id="566" w:author="Yasser Syed" w:date="2019-06-25T18:23:00Z">
                <w:pPr>
                  <w:keepNext/>
                  <w:spacing w:before="0"/>
                  <w:jc w:val="center"/>
                </w:pPr>
              </w:pPrChange>
            </w:pPr>
          </w:p>
        </w:tc>
        <w:tc>
          <w:tcPr>
            <w:tcW w:w="895" w:type="dxa"/>
            <w:shd w:val="clear" w:color="auto" w:fill="DBDBDB" w:themeFill="accent3" w:themeFillTint="66"/>
          </w:tcPr>
          <w:p w14:paraId="77396977" w14:textId="77777777" w:rsidR="00767691" w:rsidRPr="000B2ED5" w:rsidRDefault="00767691">
            <w:pPr>
              <w:keepNext/>
              <w:spacing w:before="60" w:after="60"/>
              <w:jc w:val="center"/>
              <w:rPr>
                <w:ins w:id="567" w:author="Yasser Syed" w:date="2019-06-24T23:54:00Z"/>
                <w:sz w:val="18"/>
                <w:szCs w:val="18"/>
              </w:rPr>
              <w:pPrChange w:id="568" w:author="Yasser Syed" w:date="2019-06-25T18:23:00Z">
                <w:pPr>
                  <w:keepNext/>
                  <w:spacing w:before="0"/>
                  <w:jc w:val="center"/>
                </w:pPr>
              </w:pPrChange>
            </w:pPr>
          </w:p>
        </w:tc>
      </w:tr>
      <w:tr w:rsidR="00767691" w:rsidRPr="004E65AA" w14:paraId="0E2EC93D" w14:textId="77777777" w:rsidTr="00767691">
        <w:trPr>
          <w:trHeight w:val="138"/>
          <w:jc w:val="center"/>
          <w:ins w:id="569" w:author="Yasser Syed" w:date="2019-06-24T23:54:00Z"/>
        </w:trPr>
        <w:tc>
          <w:tcPr>
            <w:tcW w:w="2965" w:type="dxa"/>
            <w:shd w:val="clear" w:color="auto" w:fill="auto"/>
          </w:tcPr>
          <w:p w14:paraId="5FB52F7E" w14:textId="77777777" w:rsidR="00767691" w:rsidRPr="004E65AA" w:rsidRDefault="00767691">
            <w:pPr>
              <w:keepNext/>
              <w:spacing w:before="60" w:after="60"/>
              <w:jc w:val="left"/>
              <w:rPr>
                <w:ins w:id="570" w:author="Yasser Syed" w:date="2019-06-24T23:54:00Z"/>
                <w:sz w:val="18"/>
                <w:szCs w:val="18"/>
              </w:rPr>
              <w:pPrChange w:id="571" w:author="Yasser Syed" w:date="2019-06-25T18:23:00Z">
                <w:pPr>
                  <w:keepNext/>
                  <w:spacing w:before="0"/>
                  <w:jc w:val="left"/>
                </w:pPr>
              </w:pPrChange>
            </w:pPr>
            <w:ins w:id="572" w:author="Yasser Syed" w:date="2019-06-24T23:54:00Z">
              <w:r w:rsidRPr="004E65AA">
                <w:rPr>
                  <w:sz w:val="18"/>
                  <w:szCs w:val="18"/>
                </w:rPr>
                <w:t>BT 656M (SD-SDI)</w:t>
              </w:r>
            </w:ins>
          </w:p>
        </w:tc>
        <w:tc>
          <w:tcPr>
            <w:tcW w:w="810" w:type="dxa"/>
            <w:shd w:val="clear" w:color="auto" w:fill="auto"/>
          </w:tcPr>
          <w:p w14:paraId="44EBE7CA" w14:textId="77777777" w:rsidR="00767691" w:rsidRPr="004E65AA" w:rsidRDefault="00767691">
            <w:pPr>
              <w:keepNext/>
              <w:spacing w:before="60" w:after="60"/>
              <w:jc w:val="center"/>
              <w:rPr>
                <w:ins w:id="573" w:author="Yasser Syed" w:date="2019-06-24T23:54:00Z"/>
                <w:sz w:val="18"/>
                <w:szCs w:val="18"/>
              </w:rPr>
              <w:pPrChange w:id="574" w:author="Yasser Syed" w:date="2019-06-25T18:23:00Z">
                <w:pPr>
                  <w:keepNext/>
                  <w:spacing w:before="0"/>
                  <w:jc w:val="center"/>
                </w:pPr>
              </w:pPrChange>
            </w:pPr>
            <w:ins w:id="575" w:author="Yasser Syed" w:date="2019-06-24T23:54:00Z">
              <w:r w:rsidRPr="004E65AA">
                <w:rPr>
                  <w:sz w:val="18"/>
                  <w:szCs w:val="18"/>
                </w:rPr>
                <w:sym w:font="Symbol" w:char="F0D6"/>
              </w:r>
            </w:ins>
          </w:p>
        </w:tc>
        <w:tc>
          <w:tcPr>
            <w:tcW w:w="810" w:type="dxa"/>
            <w:shd w:val="clear" w:color="auto" w:fill="auto"/>
          </w:tcPr>
          <w:p w14:paraId="29280341" w14:textId="77777777" w:rsidR="00767691" w:rsidRPr="004E65AA" w:rsidRDefault="00767691">
            <w:pPr>
              <w:keepNext/>
              <w:spacing w:before="60" w:after="60"/>
              <w:jc w:val="center"/>
              <w:rPr>
                <w:ins w:id="576" w:author="Yasser Syed" w:date="2019-06-24T23:54:00Z"/>
                <w:sz w:val="18"/>
                <w:szCs w:val="18"/>
              </w:rPr>
              <w:pPrChange w:id="577" w:author="Yasser Syed" w:date="2019-06-25T18:23:00Z">
                <w:pPr>
                  <w:keepNext/>
                  <w:spacing w:before="0"/>
                  <w:jc w:val="center"/>
                </w:pPr>
              </w:pPrChange>
            </w:pPr>
            <w:ins w:id="578" w:author="Yasser Syed" w:date="2019-06-24T23:54:00Z">
              <w:r w:rsidRPr="004E65AA">
                <w:rPr>
                  <w:sz w:val="18"/>
                  <w:szCs w:val="18"/>
                </w:rPr>
                <w:sym w:font="Symbol" w:char="F0D6"/>
              </w:r>
            </w:ins>
          </w:p>
        </w:tc>
        <w:tc>
          <w:tcPr>
            <w:tcW w:w="900" w:type="dxa"/>
            <w:shd w:val="clear" w:color="auto" w:fill="DBDBDB" w:themeFill="accent3" w:themeFillTint="66"/>
          </w:tcPr>
          <w:p w14:paraId="7F11AA67" w14:textId="77777777" w:rsidR="00767691" w:rsidRPr="004E65AA" w:rsidRDefault="00767691">
            <w:pPr>
              <w:keepNext/>
              <w:spacing w:before="60" w:after="60"/>
              <w:jc w:val="center"/>
              <w:rPr>
                <w:ins w:id="579" w:author="Yasser Syed" w:date="2019-06-24T23:54:00Z"/>
                <w:sz w:val="18"/>
                <w:szCs w:val="18"/>
              </w:rPr>
              <w:pPrChange w:id="580" w:author="Yasser Syed" w:date="2019-06-25T18:23:00Z">
                <w:pPr>
                  <w:keepNext/>
                  <w:spacing w:before="0"/>
                  <w:jc w:val="center"/>
                </w:pPr>
              </w:pPrChange>
            </w:pPr>
          </w:p>
        </w:tc>
        <w:tc>
          <w:tcPr>
            <w:tcW w:w="900" w:type="dxa"/>
            <w:shd w:val="clear" w:color="auto" w:fill="DBDBDB" w:themeFill="accent3" w:themeFillTint="66"/>
          </w:tcPr>
          <w:p w14:paraId="63C330CB" w14:textId="77777777" w:rsidR="00767691" w:rsidRPr="000B2ED5" w:rsidRDefault="00767691">
            <w:pPr>
              <w:keepNext/>
              <w:spacing w:before="60" w:after="60"/>
              <w:jc w:val="center"/>
              <w:rPr>
                <w:ins w:id="581" w:author="Yasser Syed" w:date="2019-06-24T23:54:00Z"/>
                <w:sz w:val="18"/>
                <w:szCs w:val="18"/>
              </w:rPr>
              <w:pPrChange w:id="582" w:author="Yasser Syed" w:date="2019-06-25T18:23:00Z">
                <w:pPr>
                  <w:keepNext/>
                  <w:spacing w:before="0"/>
                  <w:jc w:val="center"/>
                </w:pPr>
              </w:pPrChange>
            </w:pPr>
          </w:p>
        </w:tc>
        <w:tc>
          <w:tcPr>
            <w:tcW w:w="900" w:type="dxa"/>
            <w:shd w:val="clear" w:color="auto" w:fill="DBDBDB" w:themeFill="accent3" w:themeFillTint="66"/>
          </w:tcPr>
          <w:p w14:paraId="5233D3DB" w14:textId="77777777" w:rsidR="00767691" w:rsidRPr="000B2ED5" w:rsidRDefault="00767691">
            <w:pPr>
              <w:keepNext/>
              <w:spacing w:before="60" w:after="60"/>
              <w:jc w:val="center"/>
              <w:rPr>
                <w:ins w:id="583" w:author="Yasser Syed" w:date="2019-06-24T23:54:00Z"/>
                <w:sz w:val="18"/>
                <w:szCs w:val="18"/>
              </w:rPr>
              <w:pPrChange w:id="584" w:author="Yasser Syed" w:date="2019-06-25T18:23:00Z">
                <w:pPr>
                  <w:keepNext/>
                  <w:spacing w:before="0"/>
                  <w:jc w:val="center"/>
                </w:pPr>
              </w:pPrChange>
            </w:pPr>
          </w:p>
        </w:tc>
        <w:tc>
          <w:tcPr>
            <w:tcW w:w="900" w:type="dxa"/>
            <w:shd w:val="clear" w:color="auto" w:fill="DBDBDB" w:themeFill="accent3" w:themeFillTint="66"/>
          </w:tcPr>
          <w:p w14:paraId="295358EB" w14:textId="77777777" w:rsidR="00767691" w:rsidRPr="000B2ED5" w:rsidRDefault="00767691">
            <w:pPr>
              <w:keepNext/>
              <w:spacing w:before="60" w:after="60"/>
              <w:jc w:val="center"/>
              <w:rPr>
                <w:ins w:id="585" w:author="Yasser Syed" w:date="2019-06-24T23:54:00Z"/>
                <w:sz w:val="18"/>
                <w:szCs w:val="18"/>
              </w:rPr>
              <w:pPrChange w:id="586" w:author="Yasser Syed" w:date="2019-06-25T18:23:00Z">
                <w:pPr>
                  <w:keepNext/>
                  <w:spacing w:before="0"/>
                  <w:jc w:val="center"/>
                </w:pPr>
              </w:pPrChange>
            </w:pPr>
          </w:p>
        </w:tc>
        <w:tc>
          <w:tcPr>
            <w:tcW w:w="900" w:type="dxa"/>
            <w:shd w:val="clear" w:color="auto" w:fill="DBDBDB" w:themeFill="accent3" w:themeFillTint="66"/>
          </w:tcPr>
          <w:p w14:paraId="7D86F979" w14:textId="77777777" w:rsidR="00767691" w:rsidRPr="000B2ED5" w:rsidRDefault="00767691">
            <w:pPr>
              <w:keepNext/>
              <w:spacing w:before="60" w:after="60"/>
              <w:jc w:val="center"/>
              <w:rPr>
                <w:ins w:id="587" w:author="Yasser Syed" w:date="2019-06-24T23:54:00Z"/>
                <w:sz w:val="18"/>
                <w:szCs w:val="18"/>
              </w:rPr>
              <w:pPrChange w:id="588" w:author="Yasser Syed" w:date="2019-06-25T18:23:00Z">
                <w:pPr>
                  <w:keepNext/>
                  <w:spacing w:before="0"/>
                  <w:jc w:val="center"/>
                </w:pPr>
              </w:pPrChange>
            </w:pPr>
          </w:p>
        </w:tc>
        <w:tc>
          <w:tcPr>
            <w:tcW w:w="895" w:type="dxa"/>
            <w:shd w:val="clear" w:color="auto" w:fill="DBDBDB" w:themeFill="accent3" w:themeFillTint="66"/>
          </w:tcPr>
          <w:p w14:paraId="3E1D8973" w14:textId="77777777" w:rsidR="00767691" w:rsidRPr="000B2ED5" w:rsidRDefault="00767691">
            <w:pPr>
              <w:keepNext/>
              <w:spacing w:before="60" w:after="60"/>
              <w:jc w:val="center"/>
              <w:rPr>
                <w:ins w:id="589" w:author="Yasser Syed" w:date="2019-06-24T23:54:00Z"/>
                <w:sz w:val="18"/>
                <w:szCs w:val="18"/>
              </w:rPr>
              <w:pPrChange w:id="590" w:author="Yasser Syed" w:date="2019-06-25T18:23:00Z">
                <w:pPr>
                  <w:keepNext/>
                  <w:spacing w:before="0"/>
                  <w:jc w:val="center"/>
                </w:pPr>
              </w:pPrChange>
            </w:pPr>
          </w:p>
        </w:tc>
      </w:tr>
      <w:tr w:rsidR="00767691" w:rsidRPr="004E65AA" w14:paraId="71344528" w14:textId="77777777" w:rsidTr="00767691">
        <w:trPr>
          <w:trHeight w:val="104"/>
          <w:jc w:val="center"/>
          <w:ins w:id="591" w:author="Yasser Syed" w:date="2019-06-24T23:54:00Z"/>
        </w:trPr>
        <w:tc>
          <w:tcPr>
            <w:tcW w:w="2965" w:type="dxa"/>
            <w:shd w:val="clear" w:color="auto" w:fill="auto"/>
          </w:tcPr>
          <w:p w14:paraId="33EACF13" w14:textId="77777777" w:rsidR="00767691" w:rsidRPr="004E65AA" w:rsidRDefault="00767691">
            <w:pPr>
              <w:keepNext/>
              <w:spacing w:before="60" w:after="60"/>
              <w:jc w:val="left"/>
              <w:rPr>
                <w:ins w:id="592" w:author="Yasser Syed" w:date="2019-06-24T23:54:00Z"/>
                <w:sz w:val="18"/>
                <w:szCs w:val="18"/>
              </w:rPr>
              <w:pPrChange w:id="593" w:author="Yasser Syed" w:date="2019-06-25T18:23:00Z">
                <w:pPr>
                  <w:keepNext/>
                  <w:spacing w:before="0"/>
                  <w:jc w:val="left"/>
                </w:pPr>
              </w:pPrChange>
            </w:pPr>
            <w:ins w:id="594" w:author="Yasser Syed" w:date="2019-06-24T23:54:00Z">
              <w:r w:rsidRPr="004E65AA">
                <w:rPr>
                  <w:sz w:val="18"/>
                  <w:szCs w:val="18"/>
                </w:rPr>
                <w:t>ST 292-1 (HD-SDI)</w:t>
              </w:r>
            </w:ins>
          </w:p>
        </w:tc>
        <w:tc>
          <w:tcPr>
            <w:tcW w:w="810" w:type="dxa"/>
            <w:shd w:val="clear" w:color="auto" w:fill="DBDBDB" w:themeFill="accent3" w:themeFillTint="66"/>
          </w:tcPr>
          <w:p w14:paraId="5216E24B" w14:textId="77777777" w:rsidR="00767691" w:rsidRPr="004E65AA" w:rsidRDefault="00767691">
            <w:pPr>
              <w:keepNext/>
              <w:spacing w:before="60" w:after="60"/>
              <w:jc w:val="center"/>
              <w:rPr>
                <w:ins w:id="595" w:author="Yasser Syed" w:date="2019-06-24T23:54:00Z"/>
                <w:sz w:val="18"/>
                <w:szCs w:val="18"/>
              </w:rPr>
              <w:pPrChange w:id="596" w:author="Yasser Syed" w:date="2019-06-25T18:23:00Z">
                <w:pPr>
                  <w:keepNext/>
                  <w:spacing w:before="0"/>
                  <w:jc w:val="center"/>
                </w:pPr>
              </w:pPrChange>
            </w:pPr>
          </w:p>
        </w:tc>
        <w:tc>
          <w:tcPr>
            <w:tcW w:w="810" w:type="dxa"/>
            <w:shd w:val="clear" w:color="auto" w:fill="DBDBDB" w:themeFill="accent3" w:themeFillTint="66"/>
          </w:tcPr>
          <w:p w14:paraId="52F441A5" w14:textId="77777777" w:rsidR="00767691" w:rsidRPr="000B2ED5" w:rsidRDefault="00767691">
            <w:pPr>
              <w:keepNext/>
              <w:spacing w:before="60" w:after="60"/>
              <w:jc w:val="center"/>
              <w:rPr>
                <w:ins w:id="597" w:author="Yasser Syed" w:date="2019-06-24T23:54:00Z"/>
                <w:sz w:val="18"/>
                <w:szCs w:val="18"/>
              </w:rPr>
              <w:pPrChange w:id="598" w:author="Yasser Syed" w:date="2019-06-25T18:23:00Z">
                <w:pPr>
                  <w:keepNext/>
                  <w:spacing w:before="0"/>
                  <w:jc w:val="center"/>
                </w:pPr>
              </w:pPrChange>
            </w:pPr>
          </w:p>
        </w:tc>
        <w:tc>
          <w:tcPr>
            <w:tcW w:w="900" w:type="dxa"/>
            <w:shd w:val="clear" w:color="auto" w:fill="auto"/>
          </w:tcPr>
          <w:p w14:paraId="7F872E14" w14:textId="77777777" w:rsidR="00767691" w:rsidRPr="004E65AA" w:rsidRDefault="00767691">
            <w:pPr>
              <w:keepNext/>
              <w:spacing w:before="60" w:after="60"/>
              <w:jc w:val="center"/>
              <w:rPr>
                <w:ins w:id="599" w:author="Yasser Syed" w:date="2019-06-24T23:54:00Z"/>
                <w:sz w:val="18"/>
                <w:szCs w:val="18"/>
              </w:rPr>
              <w:pPrChange w:id="600" w:author="Yasser Syed" w:date="2019-06-25T18:23:00Z">
                <w:pPr>
                  <w:keepNext/>
                  <w:spacing w:before="0"/>
                  <w:jc w:val="center"/>
                </w:pPr>
              </w:pPrChange>
            </w:pPr>
            <w:ins w:id="601" w:author="Yasser Syed" w:date="2019-06-24T23:54:00Z">
              <w:r w:rsidRPr="004E65AA">
                <w:rPr>
                  <w:sz w:val="18"/>
                  <w:szCs w:val="18"/>
                </w:rPr>
                <w:sym w:font="Symbol" w:char="F0D6"/>
              </w:r>
            </w:ins>
          </w:p>
        </w:tc>
        <w:tc>
          <w:tcPr>
            <w:tcW w:w="900" w:type="dxa"/>
            <w:shd w:val="clear" w:color="auto" w:fill="auto"/>
          </w:tcPr>
          <w:p w14:paraId="7FFFBEFB" w14:textId="77777777" w:rsidR="00767691" w:rsidRPr="004E65AA" w:rsidRDefault="00767691">
            <w:pPr>
              <w:keepNext/>
              <w:spacing w:before="60" w:after="60"/>
              <w:jc w:val="center"/>
              <w:rPr>
                <w:ins w:id="602" w:author="Yasser Syed" w:date="2019-06-24T23:54:00Z"/>
                <w:sz w:val="18"/>
                <w:szCs w:val="18"/>
              </w:rPr>
              <w:pPrChange w:id="603" w:author="Yasser Syed" w:date="2019-06-25T18:23:00Z">
                <w:pPr>
                  <w:keepNext/>
                  <w:spacing w:before="0"/>
                  <w:jc w:val="center"/>
                </w:pPr>
              </w:pPrChange>
            </w:pPr>
            <w:ins w:id="604" w:author="Yasser Syed" w:date="2019-06-24T23:54:00Z">
              <w:r w:rsidRPr="004E65AA">
                <w:rPr>
                  <w:sz w:val="18"/>
                  <w:szCs w:val="18"/>
                </w:rPr>
                <w:sym w:font="Symbol" w:char="F0D6"/>
              </w:r>
            </w:ins>
          </w:p>
        </w:tc>
        <w:tc>
          <w:tcPr>
            <w:tcW w:w="900" w:type="dxa"/>
            <w:shd w:val="clear" w:color="auto" w:fill="auto"/>
          </w:tcPr>
          <w:p w14:paraId="114E9DFF" w14:textId="77777777" w:rsidR="00767691" w:rsidRPr="004E65AA" w:rsidRDefault="00767691">
            <w:pPr>
              <w:keepNext/>
              <w:spacing w:before="60" w:after="60"/>
              <w:jc w:val="center"/>
              <w:rPr>
                <w:ins w:id="605" w:author="Yasser Syed" w:date="2019-06-24T23:54:00Z"/>
                <w:sz w:val="18"/>
                <w:szCs w:val="18"/>
              </w:rPr>
              <w:pPrChange w:id="606" w:author="Yasser Syed" w:date="2019-06-25T18:23:00Z">
                <w:pPr>
                  <w:keepNext/>
                  <w:spacing w:before="0"/>
                  <w:jc w:val="center"/>
                </w:pPr>
              </w:pPrChange>
            </w:pPr>
            <w:ins w:id="607" w:author="Yasser Syed" w:date="2019-06-24T23:54:00Z">
              <w:r w:rsidRPr="004E65AA">
                <w:rPr>
                  <w:sz w:val="18"/>
                  <w:szCs w:val="18"/>
                </w:rPr>
                <w:sym w:font="Symbol" w:char="F0D6"/>
              </w:r>
            </w:ins>
          </w:p>
        </w:tc>
        <w:tc>
          <w:tcPr>
            <w:tcW w:w="900" w:type="dxa"/>
            <w:shd w:val="clear" w:color="auto" w:fill="DBDBDB" w:themeFill="accent3" w:themeFillTint="66"/>
          </w:tcPr>
          <w:p w14:paraId="100FE807" w14:textId="77777777" w:rsidR="00767691" w:rsidRPr="004E65AA" w:rsidRDefault="00767691">
            <w:pPr>
              <w:keepNext/>
              <w:spacing w:before="60" w:after="60"/>
              <w:jc w:val="center"/>
              <w:rPr>
                <w:ins w:id="608" w:author="Yasser Syed" w:date="2019-06-24T23:54:00Z"/>
                <w:sz w:val="18"/>
                <w:szCs w:val="18"/>
              </w:rPr>
              <w:pPrChange w:id="609" w:author="Yasser Syed" w:date="2019-06-25T18:23:00Z">
                <w:pPr>
                  <w:keepNext/>
                  <w:spacing w:before="0"/>
                  <w:jc w:val="center"/>
                </w:pPr>
              </w:pPrChange>
            </w:pPr>
          </w:p>
        </w:tc>
        <w:tc>
          <w:tcPr>
            <w:tcW w:w="900" w:type="dxa"/>
            <w:shd w:val="clear" w:color="auto" w:fill="DBDBDB" w:themeFill="accent3" w:themeFillTint="66"/>
          </w:tcPr>
          <w:p w14:paraId="4D450459" w14:textId="77777777" w:rsidR="00767691" w:rsidRPr="000B2ED5" w:rsidRDefault="00767691">
            <w:pPr>
              <w:keepNext/>
              <w:spacing w:before="60" w:after="60"/>
              <w:jc w:val="center"/>
              <w:rPr>
                <w:ins w:id="610" w:author="Yasser Syed" w:date="2019-06-24T23:54:00Z"/>
                <w:sz w:val="18"/>
                <w:szCs w:val="18"/>
              </w:rPr>
              <w:pPrChange w:id="611" w:author="Yasser Syed" w:date="2019-06-25T18:23:00Z">
                <w:pPr>
                  <w:keepNext/>
                  <w:spacing w:before="0"/>
                  <w:jc w:val="center"/>
                </w:pPr>
              </w:pPrChange>
            </w:pPr>
          </w:p>
        </w:tc>
        <w:tc>
          <w:tcPr>
            <w:tcW w:w="895" w:type="dxa"/>
            <w:shd w:val="clear" w:color="auto" w:fill="DBDBDB" w:themeFill="accent3" w:themeFillTint="66"/>
          </w:tcPr>
          <w:p w14:paraId="6BC49FD3" w14:textId="77777777" w:rsidR="00767691" w:rsidRPr="000B2ED5" w:rsidRDefault="00767691">
            <w:pPr>
              <w:keepNext/>
              <w:spacing w:before="60" w:after="60"/>
              <w:jc w:val="center"/>
              <w:rPr>
                <w:ins w:id="612" w:author="Yasser Syed" w:date="2019-06-24T23:54:00Z"/>
                <w:sz w:val="18"/>
                <w:szCs w:val="18"/>
              </w:rPr>
              <w:pPrChange w:id="613" w:author="Yasser Syed" w:date="2019-06-25T18:23:00Z">
                <w:pPr>
                  <w:keepNext/>
                  <w:spacing w:before="0"/>
                  <w:jc w:val="center"/>
                </w:pPr>
              </w:pPrChange>
            </w:pPr>
          </w:p>
        </w:tc>
      </w:tr>
      <w:tr w:rsidR="00767691" w:rsidRPr="004E65AA" w14:paraId="79713DD7" w14:textId="77777777" w:rsidTr="00767691">
        <w:trPr>
          <w:trHeight w:val="183"/>
          <w:jc w:val="center"/>
          <w:ins w:id="614" w:author="Yasser Syed" w:date="2019-06-24T23:54:00Z"/>
        </w:trPr>
        <w:tc>
          <w:tcPr>
            <w:tcW w:w="2965" w:type="dxa"/>
            <w:shd w:val="clear" w:color="auto" w:fill="auto"/>
          </w:tcPr>
          <w:p w14:paraId="7D4DF1C2" w14:textId="77777777" w:rsidR="00767691" w:rsidRPr="004E65AA" w:rsidRDefault="00767691">
            <w:pPr>
              <w:keepNext/>
              <w:spacing w:before="60" w:after="60"/>
              <w:jc w:val="left"/>
              <w:rPr>
                <w:ins w:id="615" w:author="Yasser Syed" w:date="2019-06-24T23:54:00Z"/>
                <w:sz w:val="18"/>
                <w:szCs w:val="18"/>
              </w:rPr>
              <w:pPrChange w:id="616" w:author="Yasser Syed" w:date="2019-06-25T18:23:00Z">
                <w:pPr>
                  <w:keepNext/>
                  <w:spacing w:before="0"/>
                  <w:jc w:val="left"/>
                </w:pPr>
              </w:pPrChange>
            </w:pPr>
            <w:ins w:id="617" w:author="Yasser Syed" w:date="2019-06-24T23:54:00Z">
              <w:r w:rsidRPr="004E65AA">
                <w:rPr>
                  <w:sz w:val="18"/>
                  <w:szCs w:val="18"/>
                </w:rPr>
                <w:t>BT.1120-9 (12/2017) (HD-SDI)</w:t>
              </w:r>
            </w:ins>
          </w:p>
        </w:tc>
        <w:tc>
          <w:tcPr>
            <w:tcW w:w="810" w:type="dxa"/>
            <w:shd w:val="clear" w:color="auto" w:fill="DBDBDB" w:themeFill="accent3" w:themeFillTint="66"/>
          </w:tcPr>
          <w:p w14:paraId="3240A4C6" w14:textId="77777777" w:rsidR="00767691" w:rsidRPr="004E65AA" w:rsidRDefault="00767691">
            <w:pPr>
              <w:keepNext/>
              <w:spacing w:before="60" w:after="60"/>
              <w:jc w:val="center"/>
              <w:rPr>
                <w:ins w:id="618" w:author="Yasser Syed" w:date="2019-06-24T23:54:00Z"/>
                <w:sz w:val="18"/>
                <w:szCs w:val="18"/>
              </w:rPr>
              <w:pPrChange w:id="619" w:author="Yasser Syed" w:date="2019-06-25T18:23:00Z">
                <w:pPr>
                  <w:keepNext/>
                  <w:spacing w:before="0"/>
                  <w:jc w:val="center"/>
                </w:pPr>
              </w:pPrChange>
            </w:pPr>
          </w:p>
        </w:tc>
        <w:tc>
          <w:tcPr>
            <w:tcW w:w="810" w:type="dxa"/>
            <w:shd w:val="clear" w:color="auto" w:fill="DBDBDB" w:themeFill="accent3" w:themeFillTint="66"/>
          </w:tcPr>
          <w:p w14:paraId="74FE1F29" w14:textId="77777777" w:rsidR="00767691" w:rsidRPr="000B2ED5" w:rsidRDefault="00767691">
            <w:pPr>
              <w:keepNext/>
              <w:spacing w:before="60" w:after="60"/>
              <w:jc w:val="center"/>
              <w:rPr>
                <w:ins w:id="620" w:author="Yasser Syed" w:date="2019-06-24T23:54:00Z"/>
                <w:sz w:val="18"/>
                <w:szCs w:val="18"/>
              </w:rPr>
              <w:pPrChange w:id="621" w:author="Yasser Syed" w:date="2019-06-25T18:23:00Z">
                <w:pPr>
                  <w:keepNext/>
                  <w:spacing w:before="0"/>
                  <w:jc w:val="center"/>
                </w:pPr>
              </w:pPrChange>
            </w:pPr>
          </w:p>
        </w:tc>
        <w:tc>
          <w:tcPr>
            <w:tcW w:w="900" w:type="dxa"/>
            <w:shd w:val="clear" w:color="auto" w:fill="DBDBDB" w:themeFill="accent3" w:themeFillTint="66"/>
          </w:tcPr>
          <w:p w14:paraId="53FE62ED" w14:textId="77777777" w:rsidR="00767691" w:rsidRPr="000B2ED5" w:rsidRDefault="00767691">
            <w:pPr>
              <w:keepNext/>
              <w:spacing w:before="60" w:after="60"/>
              <w:jc w:val="center"/>
              <w:rPr>
                <w:ins w:id="622" w:author="Yasser Syed" w:date="2019-06-24T23:54:00Z"/>
                <w:sz w:val="18"/>
                <w:szCs w:val="18"/>
              </w:rPr>
              <w:pPrChange w:id="623" w:author="Yasser Syed" w:date="2019-06-25T18:23:00Z">
                <w:pPr>
                  <w:keepNext/>
                  <w:spacing w:before="0"/>
                  <w:jc w:val="center"/>
                </w:pPr>
              </w:pPrChange>
            </w:pPr>
          </w:p>
        </w:tc>
        <w:tc>
          <w:tcPr>
            <w:tcW w:w="900" w:type="dxa"/>
            <w:shd w:val="clear" w:color="auto" w:fill="auto"/>
          </w:tcPr>
          <w:p w14:paraId="612601D3" w14:textId="77777777" w:rsidR="00767691" w:rsidRPr="004E65AA" w:rsidRDefault="00767691">
            <w:pPr>
              <w:keepNext/>
              <w:spacing w:before="60" w:after="60"/>
              <w:jc w:val="center"/>
              <w:rPr>
                <w:ins w:id="624" w:author="Yasser Syed" w:date="2019-06-24T23:54:00Z"/>
                <w:sz w:val="18"/>
                <w:szCs w:val="18"/>
              </w:rPr>
              <w:pPrChange w:id="625" w:author="Yasser Syed" w:date="2019-06-25T18:23:00Z">
                <w:pPr>
                  <w:keepNext/>
                  <w:spacing w:before="0"/>
                  <w:jc w:val="center"/>
                </w:pPr>
              </w:pPrChange>
            </w:pPr>
            <w:ins w:id="626" w:author="Yasser Syed" w:date="2019-06-24T23:54:00Z">
              <w:r w:rsidRPr="004E65AA">
                <w:rPr>
                  <w:sz w:val="18"/>
                  <w:szCs w:val="18"/>
                </w:rPr>
                <w:sym w:font="Symbol" w:char="F0D6"/>
              </w:r>
            </w:ins>
          </w:p>
        </w:tc>
        <w:tc>
          <w:tcPr>
            <w:tcW w:w="900" w:type="dxa"/>
            <w:shd w:val="clear" w:color="auto" w:fill="DBDBDB" w:themeFill="accent3" w:themeFillTint="66"/>
          </w:tcPr>
          <w:p w14:paraId="0A20F2CB" w14:textId="77777777" w:rsidR="00767691" w:rsidRPr="004E65AA" w:rsidRDefault="00767691">
            <w:pPr>
              <w:keepNext/>
              <w:spacing w:before="60" w:after="60"/>
              <w:jc w:val="center"/>
              <w:rPr>
                <w:ins w:id="627" w:author="Yasser Syed" w:date="2019-06-24T23:54:00Z"/>
                <w:sz w:val="18"/>
                <w:szCs w:val="18"/>
              </w:rPr>
              <w:pPrChange w:id="628" w:author="Yasser Syed" w:date="2019-06-25T18:23:00Z">
                <w:pPr>
                  <w:keepNext/>
                  <w:spacing w:before="0"/>
                  <w:jc w:val="center"/>
                </w:pPr>
              </w:pPrChange>
            </w:pPr>
          </w:p>
        </w:tc>
        <w:tc>
          <w:tcPr>
            <w:tcW w:w="900" w:type="dxa"/>
            <w:shd w:val="clear" w:color="auto" w:fill="DBDBDB" w:themeFill="accent3" w:themeFillTint="66"/>
          </w:tcPr>
          <w:p w14:paraId="2D0F01E1" w14:textId="77777777" w:rsidR="00767691" w:rsidRPr="000B2ED5" w:rsidRDefault="00767691">
            <w:pPr>
              <w:keepNext/>
              <w:spacing w:before="60" w:after="60"/>
              <w:jc w:val="center"/>
              <w:rPr>
                <w:ins w:id="629" w:author="Yasser Syed" w:date="2019-06-24T23:54:00Z"/>
                <w:sz w:val="18"/>
                <w:szCs w:val="18"/>
              </w:rPr>
              <w:pPrChange w:id="630" w:author="Yasser Syed" w:date="2019-06-25T18:23:00Z">
                <w:pPr>
                  <w:keepNext/>
                  <w:spacing w:before="0"/>
                  <w:jc w:val="center"/>
                </w:pPr>
              </w:pPrChange>
            </w:pPr>
          </w:p>
        </w:tc>
        <w:tc>
          <w:tcPr>
            <w:tcW w:w="900" w:type="dxa"/>
            <w:shd w:val="clear" w:color="auto" w:fill="DBDBDB" w:themeFill="accent3" w:themeFillTint="66"/>
          </w:tcPr>
          <w:p w14:paraId="33C7EE0E" w14:textId="77777777" w:rsidR="00767691" w:rsidRPr="000B2ED5" w:rsidRDefault="00767691">
            <w:pPr>
              <w:keepNext/>
              <w:spacing w:before="60" w:after="60"/>
              <w:jc w:val="center"/>
              <w:rPr>
                <w:ins w:id="631" w:author="Yasser Syed" w:date="2019-06-24T23:54:00Z"/>
                <w:sz w:val="18"/>
                <w:szCs w:val="18"/>
              </w:rPr>
              <w:pPrChange w:id="632" w:author="Yasser Syed" w:date="2019-06-25T18:23:00Z">
                <w:pPr>
                  <w:keepNext/>
                  <w:spacing w:before="0"/>
                  <w:jc w:val="center"/>
                </w:pPr>
              </w:pPrChange>
            </w:pPr>
          </w:p>
        </w:tc>
        <w:tc>
          <w:tcPr>
            <w:tcW w:w="895" w:type="dxa"/>
            <w:shd w:val="clear" w:color="auto" w:fill="DBDBDB" w:themeFill="accent3" w:themeFillTint="66"/>
          </w:tcPr>
          <w:p w14:paraId="18045658" w14:textId="77777777" w:rsidR="00767691" w:rsidRPr="000B2ED5" w:rsidRDefault="00767691">
            <w:pPr>
              <w:keepNext/>
              <w:spacing w:before="60" w:after="60"/>
              <w:jc w:val="center"/>
              <w:rPr>
                <w:ins w:id="633" w:author="Yasser Syed" w:date="2019-06-24T23:54:00Z"/>
                <w:sz w:val="18"/>
                <w:szCs w:val="18"/>
              </w:rPr>
              <w:pPrChange w:id="634" w:author="Yasser Syed" w:date="2019-06-25T18:23:00Z">
                <w:pPr>
                  <w:keepNext/>
                  <w:spacing w:before="0"/>
                  <w:jc w:val="center"/>
                </w:pPr>
              </w:pPrChange>
            </w:pPr>
          </w:p>
        </w:tc>
      </w:tr>
      <w:tr w:rsidR="00767691" w:rsidRPr="004E65AA" w14:paraId="09DAE3B9" w14:textId="77777777" w:rsidTr="00767691">
        <w:trPr>
          <w:trHeight w:val="67"/>
          <w:jc w:val="center"/>
          <w:ins w:id="635" w:author="Yasser Syed" w:date="2019-06-24T23:54:00Z"/>
        </w:trPr>
        <w:tc>
          <w:tcPr>
            <w:tcW w:w="2965" w:type="dxa"/>
            <w:shd w:val="clear" w:color="auto" w:fill="auto"/>
          </w:tcPr>
          <w:p w14:paraId="085E5313" w14:textId="77777777" w:rsidR="00767691" w:rsidRPr="004E65AA" w:rsidRDefault="00767691">
            <w:pPr>
              <w:keepNext/>
              <w:spacing w:before="60" w:after="60"/>
              <w:jc w:val="left"/>
              <w:rPr>
                <w:ins w:id="636" w:author="Yasser Syed" w:date="2019-06-24T23:54:00Z"/>
                <w:sz w:val="18"/>
                <w:szCs w:val="18"/>
              </w:rPr>
              <w:pPrChange w:id="637" w:author="Yasser Syed" w:date="2019-06-25T18:23:00Z">
                <w:pPr>
                  <w:keepNext/>
                  <w:spacing w:before="0"/>
                  <w:jc w:val="left"/>
                </w:pPr>
              </w:pPrChange>
            </w:pPr>
            <w:ins w:id="638" w:author="Yasser Syed" w:date="2019-06-24T23:54:00Z">
              <w:r w:rsidRPr="004E65AA">
                <w:rPr>
                  <w:sz w:val="18"/>
                  <w:szCs w:val="18"/>
                </w:rPr>
                <w:t>ST 372-1:2017 (Dual Link HD-SDI)</w:t>
              </w:r>
            </w:ins>
          </w:p>
        </w:tc>
        <w:tc>
          <w:tcPr>
            <w:tcW w:w="810" w:type="dxa"/>
            <w:shd w:val="clear" w:color="auto" w:fill="DBDBDB" w:themeFill="accent3" w:themeFillTint="66"/>
          </w:tcPr>
          <w:p w14:paraId="25A5BE05" w14:textId="77777777" w:rsidR="00767691" w:rsidRPr="004E65AA" w:rsidRDefault="00767691">
            <w:pPr>
              <w:keepNext/>
              <w:spacing w:before="60" w:after="60"/>
              <w:jc w:val="center"/>
              <w:rPr>
                <w:ins w:id="639" w:author="Yasser Syed" w:date="2019-06-24T23:54:00Z"/>
                <w:sz w:val="18"/>
                <w:szCs w:val="18"/>
              </w:rPr>
              <w:pPrChange w:id="640" w:author="Yasser Syed" w:date="2019-06-25T18:23:00Z">
                <w:pPr>
                  <w:keepNext/>
                  <w:spacing w:before="0"/>
                  <w:jc w:val="center"/>
                </w:pPr>
              </w:pPrChange>
            </w:pPr>
          </w:p>
        </w:tc>
        <w:tc>
          <w:tcPr>
            <w:tcW w:w="810" w:type="dxa"/>
            <w:shd w:val="clear" w:color="auto" w:fill="DBDBDB" w:themeFill="accent3" w:themeFillTint="66"/>
          </w:tcPr>
          <w:p w14:paraId="62778F8B" w14:textId="77777777" w:rsidR="00767691" w:rsidRPr="000B2ED5" w:rsidRDefault="00767691">
            <w:pPr>
              <w:keepNext/>
              <w:spacing w:before="60" w:after="60"/>
              <w:jc w:val="center"/>
              <w:rPr>
                <w:ins w:id="641" w:author="Yasser Syed" w:date="2019-06-24T23:54:00Z"/>
                <w:sz w:val="18"/>
                <w:szCs w:val="18"/>
              </w:rPr>
              <w:pPrChange w:id="642" w:author="Yasser Syed" w:date="2019-06-25T18:23:00Z">
                <w:pPr>
                  <w:keepNext/>
                  <w:spacing w:before="0"/>
                  <w:jc w:val="center"/>
                </w:pPr>
              </w:pPrChange>
            </w:pPr>
          </w:p>
        </w:tc>
        <w:tc>
          <w:tcPr>
            <w:tcW w:w="900" w:type="dxa"/>
            <w:shd w:val="clear" w:color="auto" w:fill="DBDBDB" w:themeFill="accent3" w:themeFillTint="66"/>
          </w:tcPr>
          <w:p w14:paraId="1FCABD83" w14:textId="77777777" w:rsidR="00767691" w:rsidRPr="000B2ED5" w:rsidRDefault="00767691">
            <w:pPr>
              <w:keepNext/>
              <w:spacing w:before="60" w:after="60"/>
              <w:jc w:val="center"/>
              <w:rPr>
                <w:ins w:id="643" w:author="Yasser Syed" w:date="2019-06-24T23:54:00Z"/>
                <w:sz w:val="18"/>
                <w:szCs w:val="18"/>
              </w:rPr>
              <w:pPrChange w:id="644" w:author="Yasser Syed" w:date="2019-06-25T18:23:00Z">
                <w:pPr>
                  <w:keepNext/>
                  <w:spacing w:before="0"/>
                  <w:jc w:val="center"/>
                </w:pPr>
              </w:pPrChange>
            </w:pPr>
          </w:p>
        </w:tc>
        <w:tc>
          <w:tcPr>
            <w:tcW w:w="900" w:type="dxa"/>
            <w:shd w:val="clear" w:color="auto" w:fill="auto"/>
          </w:tcPr>
          <w:p w14:paraId="3FD5014A" w14:textId="77777777" w:rsidR="00767691" w:rsidRPr="004E65AA" w:rsidRDefault="00767691">
            <w:pPr>
              <w:keepNext/>
              <w:spacing w:before="60" w:after="60"/>
              <w:jc w:val="center"/>
              <w:rPr>
                <w:ins w:id="645" w:author="Yasser Syed" w:date="2019-06-24T23:54:00Z"/>
                <w:sz w:val="18"/>
                <w:szCs w:val="18"/>
              </w:rPr>
              <w:pPrChange w:id="646" w:author="Yasser Syed" w:date="2019-06-25T18:23:00Z">
                <w:pPr>
                  <w:keepNext/>
                  <w:spacing w:before="0"/>
                  <w:jc w:val="center"/>
                </w:pPr>
              </w:pPrChange>
            </w:pPr>
            <w:ins w:id="647" w:author="Yasser Syed" w:date="2019-06-24T23:54:00Z">
              <w:r w:rsidRPr="004E65AA">
                <w:rPr>
                  <w:sz w:val="18"/>
                  <w:szCs w:val="18"/>
                </w:rPr>
                <w:sym w:font="Symbol" w:char="F0D6"/>
              </w:r>
            </w:ins>
          </w:p>
        </w:tc>
        <w:tc>
          <w:tcPr>
            <w:tcW w:w="900" w:type="dxa"/>
            <w:shd w:val="clear" w:color="auto" w:fill="auto"/>
          </w:tcPr>
          <w:p w14:paraId="699F3E49" w14:textId="77777777" w:rsidR="00767691" w:rsidRPr="004E65AA" w:rsidRDefault="00767691">
            <w:pPr>
              <w:keepNext/>
              <w:spacing w:before="60" w:after="60"/>
              <w:jc w:val="center"/>
              <w:rPr>
                <w:ins w:id="648" w:author="Yasser Syed" w:date="2019-06-24T23:54:00Z"/>
                <w:sz w:val="18"/>
                <w:szCs w:val="18"/>
              </w:rPr>
              <w:pPrChange w:id="649" w:author="Yasser Syed" w:date="2019-06-25T18:23:00Z">
                <w:pPr>
                  <w:keepNext/>
                  <w:spacing w:before="0"/>
                  <w:jc w:val="center"/>
                </w:pPr>
              </w:pPrChange>
            </w:pPr>
            <w:ins w:id="650" w:author="Yasser Syed" w:date="2019-06-24T23:54:00Z">
              <w:r w:rsidRPr="004E65AA">
                <w:rPr>
                  <w:sz w:val="18"/>
                  <w:szCs w:val="18"/>
                </w:rPr>
                <w:sym w:font="Symbol" w:char="F0D6"/>
              </w:r>
            </w:ins>
          </w:p>
        </w:tc>
        <w:tc>
          <w:tcPr>
            <w:tcW w:w="900" w:type="dxa"/>
            <w:shd w:val="clear" w:color="auto" w:fill="DBDBDB" w:themeFill="accent3" w:themeFillTint="66"/>
          </w:tcPr>
          <w:p w14:paraId="1D255E86" w14:textId="77777777" w:rsidR="00767691" w:rsidRPr="004E65AA" w:rsidRDefault="00767691">
            <w:pPr>
              <w:keepNext/>
              <w:spacing w:before="60" w:after="60"/>
              <w:jc w:val="center"/>
              <w:rPr>
                <w:ins w:id="651" w:author="Yasser Syed" w:date="2019-06-24T23:54:00Z"/>
                <w:sz w:val="18"/>
                <w:szCs w:val="18"/>
              </w:rPr>
              <w:pPrChange w:id="652" w:author="Yasser Syed" w:date="2019-06-25T18:23:00Z">
                <w:pPr>
                  <w:keepNext/>
                  <w:spacing w:before="0"/>
                  <w:jc w:val="center"/>
                </w:pPr>
              </w:pPrChange>
            </w:pPr>
          </w:p>
        </w:tc>
        <w:tc>
          <w:tcPr>
            <w:tcW w:w="900" w:type="dxa"/>
            <w:shd w:val="clear" w:color="auto" w:fill="DBDBDB" w:themeFill="accent3" w:themeFillTint="66"/>
          </w:tcPr>
          <w:p w14:paraId="3DA7F2A7" w14:textId="77777777" w:rsidR="00767691" w:rsidRPr="000B2ED5" w:rsidRDefault="00767691">
            <w:pPr>
              <w:keepNext/>
              <w:spacing w:before="60" w:after="60"/>
              <w:jc w:val="center"/>
              <w:rPr>
                <w:ins w:id="653" w:author="Yasser Syed" w:date="2019-06-24T23:54:00Z"/>
                <w:sz w:val="18"/>
                <w:szCs w:val="18"/>
              </w:rPr>
              <w:pPrChange w:id="654" w:author="Yasser Syed" w:date="2019-06-25T18:23:00Z">
                <w:pPr>
                  <w:keepNext/>
                  <w:spacing w:before="0"/>
                  <w:jc w:val="center"/>
                </w:pPr>
              </w:pPrChange>
            </w:pPr>
          </w:p>
        </w:tc>
        <w:tc>
          <w:tcPr>
            <w:tcW w:w="895" w:type="dxa"/>
            <w:shd w:val="clear" w:color="auto" w:fill="DBDBDB" w:themeFill="accent3" w:themeFillTint="66"/>
          </w:tcPr>
          <w:p w14:paraId="6F14BE71" w14:textId="77777777" w:rsidR="00767691" w:rsidRPr="000B2ED5" w:rsidRDefault="00767691">
            <w:pPr>
              <w:keepNext/>
              <w:spacing w:before="60" w:after="60"/>
              <w:jc w:val="center"/>
              <w:rPr>
                <w:ins w:id="655" w:author="Yasser Syed" w:date="2019-06-24T23:54:00Z"/>
                <w:sz w:val="18"/>
                <w:szCs w:val="18"/>
              </w:rPr>
              <w:pPrChange w:id="656" w:author="Yasser Syed" w:date="2019-06-25T18:23:00Z">
                <w:pPr>
                  <w:keepNext/>
                  <w:spacing w:before="0"/>
                  <w:jc w:val="center"/>
                </w:pPr>
              </w:pPrChange>
            </w:pPr>
          </w:p>
        </w:tc>
      </w:tr>
      <w:tr w:rsidR="00767691" w:rsidRPr="004E65AA" w14:paraId="22C30689" w14:textId="77777777" w:rsidTr="00767691">
        <w:trPr>
          <w:trHeight w:val="103"/>
          <w:jc w:val="center"/>
          <w:ins w:id="657" w:author="Yasser Syed" w:date="2019-06-24T23:54:00Z"/>
        </w:trPr>
        <w:tc>
          <w:tcPr>
            <w:tcW w:w="2965" w:type="dxa"/>
            <w:shd w:val="clear" w:color="auto" w:fill="auto"/>
          </w:tcPr>
          <w:p w14:paraId="2D5EEEA0" w14:textId="77777777" w:rsidR="00767691" w:rsidRPr="004E65AA" w:rsidRDefault="00767691">
            <w:pPr>
              <w:keepNext/>
              <w:spacing w:before="60" w:after="60"/>
              <w:jc w:val="left"/>
              <w:rPr>
                <w:ins w:id="658" w:author="Yasser Syed" w:date="2019-06-24T23:54:00Z"/>
                <w:sz w:val="18"/>
                <w:szCs w:val="18"/>
              </w:rPr>
              <w:pPrChange w:id="659" w:author="Yasser Syed" w:date="2019-06-25T18:23:00Z">
                <w:pPr>
                  <w:keepNext/>
                  <w:spacing w:before="0"/>
                  <w:jc w:val="left"/>
                </w:pPr>
              </w:pPrChange>
            </w:pPr>
            <w:ins w:id="660" w:author="Yasser Syed" w:date="2019-06-24T23:54:00Z">
              <w:r w:rsidRPr="004E65AA">
                <w:rPr>
                  <w:sz w:val="18"/>
                  <w:szCs w:val="18"/>
                </w:rPr>
                <w:t>ST 425-1:2017 (3G-SDI)</w:t>
              </w:r>
            </w:ins>
          </w:p>
        </w:tc>
        <w:tc>
          <w:tcPr>
            <w:tcW w:w="810" w:type="dxa"/>
            <w:shd w:val="clear" w:color="auto" w:fill="DBDBDB" w:themeFill="accent3" w:themeFillTint="66"/>
          </w:tcPr>
          <w:p w14:paraId="2DF52F5E" w14:textId="77777777" w:rsidR="00767691" w:rsidRPr="000B2ED5" w:rsidRDefault="00767691">
            <w:pPr>
              <w:keepNext/>
              <w:spacing w:before="60" w:after="60"/>
              <w:jc w:val="center"/>
              <w:rPr>
                <w:ins w:id="661" w:author="Yasser Syed" w:date="2019-06-24T23:54:00Z"/>
                <w:sz w:val="18"/>
                <w:szCs w:val="18"/>
              </w:rPr>
              <w:pPrChange w:id="662" w:author="Yasser Syed" w:date="2019-06-25T18:23:00Z">
                <w:pPr>
                  <w:keepNext/>
                  <w:spacing w:before="0"/>
                  <w:jc w:val="center"/>
                </w:pPr>
              </w:pPrChange>
            </w:pPr>
          </w:p>
        </w:tc>
        <w:tc>
          <w:tcPr>
            <w:tcW w:w="810" w:type="dxa"/>
            <w:shd w:val="clear" w:color="auto" w:fill="DBDBDB" w:themeFill="accent3" w:themeFillTint="66"/>
          </w:tcPr>
          <w:p w14:paraId="3226E850" w14:textId="77777777" w:rsidR="00767691" w:rsidRPr="000B2ED5" w:rsidRDefault="00767691">
            <w:pPr>
              <w:keepNext/>
              <w:spacing w:before="60" w:after="60"/>
              <w:jc w:val="center"/>
              <w:rPr>
                <w:ins w:id="663" w:author="Yasser Syed" w:date="2019-06-24T23:54:00Z"/>
                <w:sz w:val="18"/>
                <w:szCs w:val="18"/>
              </w:rPr>
              <w:pPrChange w:id="664" w:author="Yasser Syed" w:date="2019-06-25T18:23:00Z">
                <w:pPr>
                  <w:keepNext/>
                  <w:spacing w:before="0"/>
                  <w:jc w:val="center"/>
                </w:pPr>
              </w:pPrChange>
            </w:pPr>
          </w:p>
        </w:tc>
        <w:tc>
          <w:tcPr>
            <w:tcW w:w="900" w:type="dxa"/>
            <w:shd w:val="clear" w:color="auto" w:fill="DBDBDB" w:themeFill="accent3" w:themeFillTint="66"/>
          </w:tcPr>
          <w:p w14:paraId="19AB23A0" w14:textId="77777777" w:rsidR="00767691" w:rsidRPr="000B2ED5" w:rsidRDefault="00767691">
            <w:pPr>
              <w:keepNext/>
              <w:spacing w:before="60" w:after="60"/>
              <w:jc w:val="center"/>
              <w:rPr>
                <w:ins w:id="665" w:author="Yasser Syed" w:date="2019-06-24T23:54:00Z"/>
                <w:sz w:val="18"/>
                <w:szCs w:val="18"/>
              </w:rPr>
              <w:pPrChange w:id="666" w:author="Yasser Syed" w:date="2019-06-25T18:23:00Z">
                <w:pPr>
                  <w:keepNext/>
                  <w:spacing w:before="0"/>
                  <w:jc w:val="center"/>
                </w:pPr>
              </w:pPrChange>
            </w:pPr>
          </w:p>
        </w:tc>
        <w:tc>
          <w:tcPr>
            <w:tcW w:w="900" w:type="dxa"/>
            <w:shd w:val="clear" w:color="auto" w:fill="auto"/>
          </w:tcPr>
          <w:p w14:paraId="55826D71" w14:textId="77777777" w:rsidR="00767691" w:rsidRPr="004E65AA" w:rsidRDefault="00767691">
            <w:pPr>
              <w:keepNext/>
              <w:spacing w:before="60" w:after="60"/>
              <w:jc w:val="center"/>
              <w:rPr>
                <w:ins w:id="667" w:author="Yasser Syed" w:date="2019-06-24T23:54:00Z"/>
                <w:sz w:val="18"/>
                <w:szCs w:val="18"/>
              </w:rPr>
              <w:pPrChange w:id="668" w:author="Yasser Syed" w:date="2019-06-25T18:23:00Z">
                <w:pPr>
                  <w:keepNext/>
                  <w:spacing w:before="0"/>
                  <w:jc w:val="center"/>
                </w:pPr>
              </w:pPrChange>
            </w:pPr>
            <w:ins w:id="669" w:author="Yasser Syed" w:date="2019-06-24T23:54:00Z">
              <w:r w:rsidRPr="004E65AA">
                <w:rPr>
                  <w:sz w:val="18"/>
                  <w:szCs w:val="18"/>
                </w:rPr>
                <w:sym w:font="Symbol" w:char="F0D6"/>
              </w:r>
            </w:ins>
          </w:p>
        </w:tc>
        <w:tc>
          <w:tcPr>
            <w:tcW w:w="900" w:type="dxa"/>
            <w:shd w:val="clear" w:color="auto" w:fill="auto"/>
          </w:tcPr>
          <w:p w14:paraId="07AD6A5C" w14:textId="77777777" w:rsidR="00767691" w:rsidRPr="004E65AA" w:rsidRDefault="00767691">
            <w:pPr>
              <w:keepNext/>
              <w:spacing w:before="60" w:after="60"/>
              <w:jc w:val="center"/>
              <w:rPr>
                <w:ins w:id="670" w:author="Yasser Syed" w:date="2019-06-24T23:54:00Z"/>
                <w:sz w:val="18"/>
                <w:szCs w:val="18"/>
              </w:rPr>
              <w:pPrChange w:id="671" w:author="Yasser Syed" w:date="2019-06-25T18:23:00Z">
                <w:pPr>
                  <w:keepNext/>
                  <w:spacing w:before="0"/>
                  <w:jc w:val="center"/>
                </w:pPr>
              </w:pPrChange>
            </w:pPr>
            <w:ins w:id="672" w:author="Yasser Syed" w:date="2019-06-24T23:54:00Z">
              <w:r w:rsidRPr="004E65AA">
                <w:rPr>
                  <w:sz w:val="18"/>
                  <w:szCs w:val="18"/>
                </w:rPr>
                <w:sym w:font="Symbol" w:char="F0D6"/>
              </w:r>
            </w:ins>
          </w:p>
        </w:tc>
        <w:tc>
          <w:tcPr>
            <w:tcW w:w="900" w:type="dxa"/>
            <w:shd w:val="clear" w:color="auto" w:fill="DBDBDB" w:themeFill="accent3" w:themeFillTint="66"/>
          </w:tcPr>
          <w:p w14:paraId="22D60AE3" w14:textId="77777777" w:rsidR="00767691" w:rsidRPr="004E65AA" w:rsidRDefault="00767691">
            <w:pPr>
              <w:keepNext/>
              <w:spacing w:before="60" w:after="60"/>
              <w:jc w:val="center"/>
              <w:rPr>
                <w:ins w:id="673" w:author="Yasser Syed" w:date="2019-06-24T23:54:00Z"/>
                <w:sz w:val="18"/>
                <w:szCs w:val="18"/>
              </w:rPr>
              <w:pPrChange w:id="674" w:author="Yasser Syed" w:date="2019-06-25T18:23:00Z">
                <w:pPr>
                  <w:keepNext/>
                  <w:spacing w:before="0"/>
                  <w:jc w:val="center"/>
                </w:pPr>
              </w:pPrChange>
            </w:pPr>
          </w:p>
        </w:tc>
        <w:tc>
          <w:tcPr>
            <w:tcW w:w="900" w:type="dxa"/>
            <w:shd w:val="clear" w:color="auto" w:fill="DBDBDB" w:themeFill="accent3" w:themeFillTint="66"/>
          </w:tcPr>
          <w:p w14:paraId="086C7A8A" w14:textId="77777777" w:rsidR="00767691" w:rsidRPr="000B2ED5" w:rsidRDefault="00767691">
            <w:pPr>
              <w:keepNext/>
              <w:spacing w:before="60" w:after="60"/>
              <w:jc w:val="center"/>
              <w:rPr>
                <w:ins w:id="675" w:author="Yasser Syed" w:date="2019-06-24T23:54:00Z"/>
                <w:sz w:val="18"/>
                <w:szCs w:val="18"/>
              </w:rPr>
              <w:pPrChange w:id="676" w:author="Yasser Syed" w:date="2019-06-25T18:23:00Z">
                <w:pPr>
                  <w:keepNext/>
                  <w:spacing w:before="0"/>
                  <w:jc w:val="center"/>
                </w:pPr>
              </w:pPrChange>
            </w:pPr>
          </w:p>
        </w:tc>
        <w:tc>
          <w:tcPr>
            <w:tcW w:w="895" w:type="dxa"/>
            <w:shd w:val="clear" w:color="auto" w:fill="DBDBDB" w:themeFill="accent3" w:themeFillTint="66"/>
          </w:tcPr>
          <w:p w14:paraId="44A5ABF7" w14:textId="77777777" w:rsidR="00767691" w:rsidRPr="000B2ED5" w:rsidRDefault="00767691">
            <w:pPr>
              <w:keepNext/>
              <w:spacing w:before="60" w:after="60"/>
              <w:jc w:val="center"/>
              <w:rPr>
                <w:ins w:id="677" w:author="Yasser Syed" w:date="2019-06-24T23:54:00Z"/>
                <w:sz w:val="18"/>
                <w:szCs w:val="18"/>
              </w:rPr>
              <w:pPrChange w:id="678" w:author="Yasser Syed" w:date="2019-06-25T18:23:00Z">
                <w:pPr>
                  <w:keepNext/>
                  <w:spacing w:before="0"/>
                  <w:jc w:val="center"/>
                </w:pPr>
              </w:pPrChange>
            </w:pPr>
          </w:p>
        </w:tc>
      </w:tr>
      <w:tr w:rsidR="00767691" w:rsidRPr="004E65AA" w14:paraId="49E661B0" w14:textId="77777777" w:rsidTr="00767691">
        <w:trPr>
          <w:trHeight w:val="101"/>
          <w:jc w:val="center"/>
          <w:ins w:id="679" w:author="Yasser Syed" w:date="2019-06-24T23:54:00Z"/>
        </w:trPr>
        <w:tc>
          <w:tcPr>
            <w:tcW w:w="2965" w:type="dxa"/>
            <w:shd w:val="clear" w:color="auto" w:fill="auto"/>
          </w:tcPr>
          <w:p w14:paraId="2EDE8D83" w14:textId="77777777" w:rsidR="00767691" w:rsidRPr="004E65AA" w:rsidRDefault="00767691">
            <w:pPr>
              <w:keepNext/>
              <w:spacing w:before="60" w:after="60"/>
              <w:jc w:val="left"/>
              <w:rPr>
                <w:ins w:id="680" w:author="Yasser Syed" w:date="2019-06-24T23:54:00Z"/>
                <w:sz w:val="18"/>
                <w:szCs w:val="18"/>
              </w:rPr>
              <w:pPrChange w:id="681" w:author="Yasser Syed" w:date="2019-06-25T18:23:00Z">
                <w:pPr>
                  <w:keepNext/>
                  <w:spacing w:before="0"/>
                  <w:jc w:val="left"/>
                </w:pPr>
              </w:pPrChange>
            </w:pPr>
            <w:ins w:id="682" w:author="Yasser Syed" w:date="2019-06-24T23:54:00Z">
              <w:r w:rsidRPr="004E65AA">
                <w:rPr>
                  <w:sz w:val="18"/>
                  <w:szCs w:val="18"/>
                </w:rPr>
                <w:t>BT 1120-9 (12/2017) (Dual link HD-SDI/3G-SDI)</w:t>
              </w:r>
            </w:ins>
          </w:p>
        </w:tc>
        <w:tc>
          <w:tcPr>
            <w:tcW w:w="810" w:type="dxa"/>
            <w:shd w:val="clear" w:color="auto" w:fill="DBDBDB" w:themeFill="accent3" w:themeFillTint="66"/>
          </w:tcPr>
          <w:p w14:paraId="2AE7A8F7" w14:textId="77777777" w:rsidR="00767691" w:rsidRPr="004E65AA" w:rsidRDefault="00767691">
            <w:pPr>
              <w:keepNext/>
              <w:spacing w:before="60" w:after="60"/>
              <w:jc w:val="center"/>
              <w:rPr>
                <w:ins w:id="683" w:author="Yasser Syed" w:date="2019-06-24T23:54:00Z"/>
                <w:sz w:val="18"/>
                <w:szCs w:val="18"/>
              </w:rPr>
              <w:pPrChange w:id="684" w:author="Yasser Syed" w:date="2019-06-25T18:23:00Z">
                <w:pPr>
                  <w:keepNext/>
                  <w:spacing w:before="0"/>
                  <w:jc w:val="center"/>
                </w:pPr>
              </w:pPrChange>
            </w:pPr>
          </w:p>
        </w:tc>
        <w:tc>
          <w:tcPr>
            <w:tcW w:w="810" w:type="dxa"/>
            <w:shd w:val="clear" w:color="auto" w:fill="DBDBDB" w:themeFill="accent3" w:themeFillTint="66"/>
          </w:tcPr>
          <w:p w14:paraId="1449E56C" w14:textId="77777777" w:rsidR="00767691" w:rsidRPr="000B2ED5" w:rsidRDefault="00767691">
            <w:pPr>
              <w:keepNext/>
              <w:spacing w:before="60" w:after="60"/>
              <w:jc w:val="center"/>
              <w:rPr>
                <w:ins w:id="685" w:author="Yasser Syed" w:date="2019-06-24T23:54:00Z"/>
                <w:sz w:val="18"/>
                <w:szCs w:val="18"/>
              </w:rPr>
              <w:pPrChange w:id="686" w:author="Yasser Syed" w:date="2019-06-25T18:23:00Z">
                <w:pPr>
                  <w:keepNext/>
                  <w:spacing w:before="0"/>
                  <w:jc w:val="center"/>
                </w:pPr>
              </w:pPrChange>
            </w:pPr>
          </w:p>
        </w:tc>
        <w:tc>
          <w:tcPr>
            <w:tcW w:w="900" w:type="dxa"/>
            <w:shd w:val="clear" w:color="auto" w:fill="DBDBDB" w:themeFill="accent3" w:themeFillTint="66"/>
          </w:tcPr>
          <w:p w14:paraId="71F323F8" w14:textId="77777777" w:rsidR="00767691" w:rsidRPr="000B2ED5" w:rsidRDefault="00767691">
            <w:pPr>
              <w:keepNext/>
              <w:spacing w:before="60" w:after="60"/>
              <w:jc w:val="center"/>
              <w:rPr>
                <w:ins w:id="687" w:author="Yasser Syed" w:date="2019-06-24T23:54:00Z"/>
                <w:sz w:val="18"/>
                <w:szCs w:val="18"/>
              </w:rPr>
              <w:pPrChange w:id="688" w:author="Yasser Syed" w:date="2019-06-25T18:23:00Z">
                <w:pPr>
                  <w:keepNext/>
                  <w:spacing w:before="0"/>
                  <w:jc w:val="center"/>
                </w:pPr>
              </w:pPrChange>
            </w:pPr>
          </w:p>
        </w:tc>
        <w:tc>
          <w:tcPr>
            <w:tcW w:w="900" w:type="dxa"/>
            <w:shd w:val="clear" w:color="auto" w:fill="auto"/>
          </w:tcPr>
          <w:p w14:paraId="17B7C2BA" w14:textId="77777777" w:rsidR="00767691" w:rsidRPr="004E65AA" w:rsidRDefault="00767691">
            <w:pPr>
              <w:keepNext/>
              <w:spacing w:before="60" w:after="60"/>
              <w:jc w:val="center"/>
              <w:rPr>
                <w:ins w:id="689" w:author="Yasser Syed" w:date="2019-06-24T23:54:00Z"/>
                <w:sz w:val="18"/>
                <w:szCs w:val="18"/>
              </w:rPr>
              <w:pPrChange w:id="690" w:author="Yasser Syed" w:date="2019-06-25T18:23:00Z">
                <w:pPr>
                  <w:keepNext/>
                  <w:spacing w:before="0"/>
                  <w:jc w:val="center"/>
                </w:pPr>
              </w:pPrChange>
            </w:pPr>
            <w:ins w:id="691" w:author="Yasser Syed" w:date="2019-06-24T23:54:00Z">
              <w:r w:rsidRPr="004E65AA">
                <w:rPr>
                  <w:sz w:val="18"/>
                  <w:szCs w:val="18"/>
                </w:rPr>
                <w:sym w:font="Symbol" w:char="F0D6"/>
              </w:r>
            </w:ins>
          </w:p>
        </w:tc>
        <w:tc>
          <w:tcPr>
            <w:tcW w:w="900" w:type="dxa"/>
            <w:shd w:val="clear" w:color="auto" w:fill="DBDBDB" w:themeFill="accent3" w:themeFillTint="66"/>
          </w:tcPr>
          <w:p w14:paraId="7FB6271E" w14:textId="77777777" w:rsidR="00767691" w:rsidRPr="004E65AA" w:rsidRDefault="00767691">
            <w:pPr>
              <w:keepNext/>
              <w:spacing w:before="60" w:after="60"/>
              <w:jc w:val="center"/>
              <w:rPr>
                <w:ins w:id="692" w:author="Yasser Syed" w:date="2019-06-24T23:54:00Z"/>
                <w:sz w:val="18"/>
                <w:szCs w:val="18"/>
              </w:rPr>
              <w:pPrChange w:id="693" w:author="Yasser Syed" w:date="2019-06-25T18:23:00Z">
                <w:pPr>
                  <w:keepNext/>
                  <w:spacing w:before="0"/>
                  <w:jc w:val="center"/>
                </w:pPr>
              </w:pPrChange>
            </w:pPr>
          </w:p>
        </w:tc>
        <w:tc>
          <w:tcPr>
            <w:tcW w:w="900" w:type="dxa"/>
            <w:shd w:val="clear" w:color="auto" w:fill="DBDBDB" w:themeFill="accent3" w:themeFillTint="66"/>
          </w:tcPr>
          <w:p w14:paraId="0A07AA08" w14:textId="77777777" w:rsidR="00767691" w:rsidRPr="000B2ED5" w:rsidRDefault="00767691">
            <w:pPr>
              <w:keepNext/>
              <w:spacing w:before="60" w:after="60"/>
              <w:jc w:val="center"/>
              <w:rPr>
                <w:ins w:id="694" w:author="Yasser Syed" w:date="2019-06-24T23:54:00Z"/>
                <w:sz w:val="18"/>
                <w:szCs w:val="18"/>
              </w:rPr>
              <w:pPrChange w:id="695" w:author="Yasser Syed" w:date="2019-06-25T18:23:00Z">
                <w:pPr>
                  <w:keepNext/>
                  <w:spacing w:before="0"/>
                  <w:jc w:val="center"/>
                </w:pPr>
              </w:pPrChange>
            </w:pPr>
          </w:p>
        </w:tc>
        <w:tc>
          <w:tcPr>
            <w:tcW w:w="900" w:type="dxa"/>
            <w:shd w:val="clear" w:color="auto" w:fill="DBDBDB" w:themeFill="accent3" w:themeFillTint="66"/>
          </w:tcPr>
          <w:p w14:paraId="63129965" w14:textId="77777777" w:rsidR="00767691" w:rsidRPr="000B2ED5" w:rsidRDefault="00767691">
            <w:pPr>
              <w:keepNext/>
              <w:spacing w:before="60" w:after="60"/>
              <w:jc w:val="center"/>
              <w:rPr>
                <w:ins w:id="696" w:author="Yasser Syed" w:date="2019-06-24T23:54:00Z"/>
                <w:sz w:val="18"/>
                <w:szCs w:val="18"/>
              </w:rPr>
              <w:pPrChange w:id="697" w:author="Yasser Syed" w:date="2019-06-25T18:23:00Z">
                <w:pPr>
                  <w:keepNext/>
                  <w:spacing w:before="0"/>
                  <w:jc w:val="center"/>
                </w:pPr>
              </w:pPrChange>
            </w:pPr>
          </w:p>
        </w:tc>
        <w:tc>
          <w:tcPr>
            <w:tcW w:w="895" w:type="dxa"/>
            <w:shd w:val="clear" w:color="auto" w:fill="DBDBDB" w:themeFill="accent3" w:themeFillTint="66"/>
          </w:tcPr>
          <w:p w14:paraId="5B93A323" w14:textId="77777777" w:rsidR="00767691" w:rsidRPr="000B2ED5" w:rsidRDefault="00767691">
            <w:pPr>
              <w:keepNext/>
              <w:spacing w:before="60" w:after="60"/>
              <w:jc w:val="center"/>
              <w:rPr>
                <w:ins w:id="698" w:author="Yasser Syed" w:date="2019-06-24T23:54:00Z"/>
                <w:sz w:val="18"/>
                <w:szCs w:val="18"/>
              </w:rPr>
              <w:pPrChange w:id="699" w:author="Yasser Syed" w:date="2019-06-25T18:23:00Z">
                <w:pPr>
                  <w:keepNext/>
                  <w:spacing w:before="0"/>
                  <w:jc w:val="center"/>
                </w:pPr>
              </w:pPrChange>
            </w:pPr>
          </w:p>
        </w:tc>
      </w:tr>
      <w:tr w:rsidR="00767691" w:rsidRPr="004E65AA" w14:paraId="19C9E983" w14:textId="77777777" w:rsidTr="00767691">
        <w:trPr>
          <w:trHeight w:val="183"/>
          <w:jc w:val="center"/>
          <w:ins w:id="700" w:author="Yasser Syed" w:date="2019-06-24T23:54:00Z"/>
        </w:trPr>
        <w:tc>
          <w:tcPr>
            <w:tcW w:w="2965" w:type="dxa"/>
            <w:shd w:val="clear" w:color="auto" w:fill="auto"/>
          </w:tcPr>
          <w:p w14:paraId="263E6CF6" w14:textId="77777777" w:rsidR="00767691" w:rsidRPr="004E65AA" w:rsidRDefault="00767691">
            <w:pPr>
              <w:keepNext/>
              <w:spacing w:before="60" w:after="60"/>
              <w:jc w:val="left"/>
              <w:rPr>
                <w:ins w:id="701" w:author="Yasser Syed" w:date="2019-06-24T23:54:00Z"/>
                <w:sz w:val="18"/>
                <w:szCs w:val="18"/>
              </w:rPr>
              <w:pPrChange w:id="702" w:author="Yasser Syed" w:date="2019-06-25T18:23:00Z">
                <w:pPr>
                  <w:keepNext/>
                  <w:spacing w:before="0"/>
                  <w:jc w:val="left"/>
                </w:pPr>
              </w:pPrChange>
            </w:pPr>
            <w:ins w:id="703" w:author="Yasser Syed" w:date="2019-06-24T23:54:00Z">
              <w:r w:rsidRPr="004E65AA">
                <w:rPr>
                  <w:sz w:val="18"/>
                  <w:szCs w:val="18"/>
                </w:rPr>
                <w:t>ST 425-5:2015 (Quad link 3G-SDI)</w:t>
              </w:r>
            </w:ins>
          </w:p>
        </w:tc>
        <w:tc>
          <w:tcPr>
            <w:tcW w:w="810" w:type="dxa"/>
            <w:shd w:val="clear" w:color="auto" w:fill="DBDBDB" w:themeFill="accent3" w:themeFillTint="66"/>
          </w:tcPr>
          <w:p w14:paraId="43E6F2E8" w14:textId="77777777" w:rsidR="00767691" w:rsidRPr="004E65AA" w:rsidRDefault="00767691">
            <w:pPr>
              <w:keepNext/>
              <w:spacing w:before="60" w:after="60"/>
              <w:jc w:val="center"/>
              <w:rPr>
                <w:ins w:id="704" w:author="Yasser Syed" w:date="2019-06-24T23:54:00Z"/>
                <w:sz w:val="18"/>
                <w:szCs w:val="18"/>
              </w:rPr>
              <w:pPrChange w:id="705" w:author="Yasser Syed" w:date="2019-06-25T18:23:00Z">
                <w:pPr>
                  <w:keepNext/>
                  <w:spacing w:before="0"/>
                  <w:jc w:val="center"/>
                </w:pPr>
              </w:pPrChange>
            </w:pPr>
          </w:p>
        </w:tc>
        <w:tc>
          <w:tcPr>
            <w:tcW w:w="810" w:type="dxa"/>
            <w:shd w:val="clear" w:color="auto" w:fill="DBDBDB" w:themeFill="accent3" w:themeFillTint="66"/>
          </w:tcPr>
          <w:p w14:paraId="0E018A72" w14:textId="77777777" w:rsidR="00767691" w:rsidRPr="000B2ED5" w:rsidRDefault="00767691">
            <w:pPr>
              <w:keepNext/>
              <w:spacing w:before="60" w:after="60"/>
              <w:jc w:val="center"/>
              <w:rPr>
                <w:ins w:id="706" w:author="Yasser Syed" w:date="2019-06-24T23:54:00Z"/>
                <w:sz w:val="18"/>
                <w:szCs w:val="18"/>
              </w:rPr>
              <w:pPrChange w:id="707" w:author="Yasser Syed" w:date="2019-06-25T18:23:00Z">
                <w:pPr>
                  <w:keepNext/>
                  <w:spacing w:before="0"/>
                  <w:jc w:val="center"/>
                </w:pPr>
              </w:pPrChange>
            </w:pPr>
          </w:p>
        </w:tc>
        <w:tc>
          <w:tcPr>
            <w:tcW w:w="900" w:type="dxa"/>
            <w:shd w:val="clear" w:color="auto" w:fill="DBDBDB" w:themeFill="accent3" w:themeFillTint="66"/>
          </w:tcPr>
          <w:p w14:paraId="6C28FAEC" w14:textId="77777777" w:rsidR="00767691" w:rsidRPr="000B2ED5" w:rsidRDefault="00767691">
            <w:pPr>
              <w:keepNext/>
              <w:spacing w:before="60" w:after="60"/>
              <w:jc w:val="center"/>
              <w:rPr>
                <w:ins w:id="708" w:author="Yasser Syed" w:date="2019-06-24T23:54:00Z"/>
                <w:sz w:val="18"/>
                <w:szCs w:val="18"/>
              </w:rPr>
              <w:pPrChange w:id="709" w:author="Yasser Syed" w:date="2019-06-25T18:23:00Z">
                <w:pPr>
                  <w:keepNext/>
                  <w:spacing w:before="0"/>
                  <w:jc w:val="center"/>
                </w:pPr>
              </w:pPrChange>
            </w:pPr>
          </w:p>
        </w:tc>
        <w:tc>
          <w:tcPr>
            <w:tcW w:w="900" w:type="dxa"/>
            <w:shd w:val="clear" w:color="auto" w:fill="DBDBDB" w:themeFill="accent3" w:themeFillTint="66"/>
          </w:tcPr>
          <w:p w14:paraId="7B2F22D2" w14:textId="77777777" w:rsidR="00767691" w:rsidRPr="000B2ED5" w:rsidRDefault="00767691">
            <w:pPr>
              <w:keepNext/>
              <w:spacing w:before="60" w:after="60"/>
              <w:jc w:val="center"/>
              <w:rPr>
                <w:ins w:id="710" w:author="Yasser Syed" w:date="2019-06-24T23:54:00Z"/>
                <w:sz w:val="18"/>
                <w:szCs w:val="18"/>
              </w:rPr>
              <w:pPrChange w:id="711" w:author="Yasser Syed" w:date="2019-06-25T18:23:00Z">
                <w:pPr>
                  <w:keepNext/>
                  <w:spacing w:before="0"/>
                  <w:jc w:val="center"/>
                </w:pPr>
              </w:pPrChange>
            </w:pPr>
          </w:p>
        </w:tc>
        <w:tc>
          <w:tcPr>
            <w:tcW w:w="900" w:type="dxa"/>
            <w:shd w:val="clear" w:color="auto" w:fill="DBDBDB" w:themeFill="accent3" w:themeFillTint="66"/>
          </w:tcPr>
          <w:p w14:paraId="5A57D27D" w14:textId="77777777" w:rsidR="00767691" w:rsidRPr="000B2ED5" w:rsidRDefault="00767691">
            <w:pPr>
              <w:keepNext/>
              <w:spacing w:before="60" w:after="60"/>
              <w:jc w:val="center"/>
              <w:rPr>
                <w:ins w:id="712" w:author="Yasser Syed" w:date="2019-06-24T23:54:00Z"/>
                <w:sz w:val="18"/>
                <w:szCs w:val="18"/>
              </w:rPr>
              <w:pPrChange w:id="713" w:author="Yasser Syed" w:date="2019-06-25T18:23:00Z">
                <w:pPr>
                  <w:keepNext/>
                  <w:spacing w:before="0"/>
                  <w:jc w:val="center"/>
                </w:pPr>
              </w:pPrChange>
            </w:pPr>
          </w:p>
        </w:tc>
        <w:tc>
          <w:tcPr>
            <w:tcW w:w="900" w:type="dxa"/>
            <w:shd w:val="clear" w:color="auto" w:fill="auto"/>
          </w:tcPr>
          <w:p w14:paraId="7632FD84" w14:textId="77777777" w:rsidR="00767691" w:rsidRPr="004E65AA" w:rsidRDefault="00767691">
            <w:pPr>
              <w:keepNext/>
              <w:spacing w:before="60" w:after="60"/>
              <w:jc w:val="center"/>
              <w:rPr>
                <w:ins w:id="714" w:author="Yasser Syed" w:date="2019-06-24T23:54:00Z"/>
                <w:sz w:val="18"/>
                <w:szCs w:val="18"/>
              </w:rPr>
              <w:pPrChange w:id="715" w:author="Yasser Syed" w:date="2019-06-25T18:23:00Z">
                <w:pPr>
                  <w:keepNext/>
                  <w:spacing w:before="0"/>
                  <w:jc w:val="center"/>
                </w:pPr>
              </w:pPrChange>
            </w:pPr>
            <w:ins w:id="716" w:author="Yasser Syed" w:date="2019-06-24T23:54:00Z">
              <w:r w:rsidRPr="004E65AA">
                <w:rPr>
                  <w:sz w:val="18"/>
                  <w:szCs w:val="18"/>
                </w:rPr>
                <w:sym w:font="Symbol" w:char="F0D6"/>
              </w:r>
            </w:ins>
          </w:p>
        </w:tc>
        <w:tc>
          <w:tcPr>
            <w:tcW w:w="900" w:type="dxa"/>
            <w:shd w:val="clear" w:color="auto" w:fill="auto"/>
          </w:tcPr>
          <w:p w14:paraId="1D34B7AD" w14:textId="77777777" w:rsidR="00767691" w:rsidRPr="004E65AA" w:rsidRDefault="00767691">
            <w:pPr>
              <w:keepNext/>
              <w:spacing w:before="60" w:after="60"/>
              <w:jc w:val="center"/>
              <w:rPr>
                <w:ins w:id="717" w:author="Yasser Syed" w:date="2019-06-24T23:54:00Z"/>
                <w:sz w:val="18"/>
                <w:szCs w:val="18"/>
              </w:rPr>
              <w:pPrChange w:id="718" w:author="Yasser Syed" w:date="2019-06-25T18:23:00Z">
                <w:pPr>
                  <w:keepNext/>
                  <w:spacing w:before="0"/>
                  <w:jc w:val="center"/>
                </w:pPr>
              </w:pPrChange>
            </w:pPr>
            <w:ins w:id="719" w:author="Yasser Syed" w:date="2019-06-24T23:54:00Z">
              <w:r w:rsidRPr="004E65AA">
                <w:rPr>
                  <w:sz w:val="18"/>
                  <w:szCs w:val="18"/>
                </w:rPr>
                <w:sym w:font="Symbol" w:char="F0D6"/>
              </w:r>
            </w:ins>
          </w:p>
        </w:tc>
        <w:tc>
          <w:tcPr>
            <w:tcW w:w="895" w:type="dxa"/>
            <w:shd w:val="clear" w:color="auto" w:fill="DBDBDB" w:themeFill="accent3" w:themeFillTint="66"/>
          </w:tcPr>
          <w:p w14:paraId="0A77321B" w14:textId="77777777" w:rsidR="00767691" w:rsidRPr="004E65AA" w:rsidRDefault="00767691">
            <w:pPr>
              <w:keepNext/>
              <w:spacing w:before="60" w:after="60"/>
              <w:jc w:val="center"/>
              <w:rPr>
                <w:ins w:id="720" w:author="Yasser Syed" w:date="2019-06-24T23:54:00Z"/>
                <w:sz w:val="18"/>
                <w:szCs w:val="18"/>
              </w:rPr>
              <w:pPrChange w:id="721" w:author="Yasser Syed" w:date="2019-06-25T18:23:00Z">
                <w:pPr>
                  <w:keepNext/>
                  <w:spacing w:before="0"/>
                  <w:jc w:val="center"/>
                </w:pPr>
              </w:pPrChange>
            </w:pPr>
          </w:p>
        </w:tc>
      </w:tr>
      <w:tr w:rsidR="00767691" w:rsidRPr="004E65AA" w14:paraId="2D7DD582" w14:textId="77777777" w:rsidTr="00767691">
        <w:trPr>
          <w:trHeight w:val="49"/>
          <w:jc w:val="center"/>
          <w:ins w:id="722" w:author="Yasser Syed" w:date="2019-06-24T23:54:00Z"/>
        </w:trPr>
        <w:tc>
          <w:tcPr>
            <w:tcW w:w="2965" w:type="dxa"/>
            <w:shd w:val="clear" w:color="auto" w:fill="auto"/>
          </w:tcPr>
          <w:p w14:paraId="721006CD" w14:textId="77777777" w:rsidR="00767691" w:rsidRPr="004E65AA" w:rsidRDefault="00767691">
            <w:pPr>
              <w:keepNext/>
              <w:spacing w:before="60" w:after="60"/>
              <w:jc w:val="left"/>
              <w:rPr>
                <w:ins w:id="723" w:author="Yasser Syed" w:date="2019-06-24T23:54:00Z"/>
                <w:sz w:val="18"/>
                <w:szCs w:val="18"/>
              </w:rPr>
              <w:pPrChange w:id="724" w:author="Yasser Syed" w:date="2019-06-25T18:23:00Z">
                <w:pPr>
                  <w:keepNext/>
                  <w:spacing w:before="0"/>
                  <w:jc w:val="left"/>
                </w:pPr>
              </w:pPrChange>
            </w:pPr>
            <w:ins w:id="725" w:author="Yasser Syed" w:date="2019-06-24T23:54:00Z">
              <w:r w:rsidRPr="004E65AA">
                <w:rPr>
                  <w:sz w:val="18"/>
                  <w:szCs w:val="18"/>
                </w:rPr>
                <w:t>ST 2081-10:2018 (6G-SDI)</w:t>
              </w:r>
            </w:ins>
          </w:p>
        </w:tc>
        <w:tc>
          <w:tcPr>
            <w:tcW w:w="810" w:type="dxa"/>
            <w:shd w:val="clear" w:color="auto" w:fill="DBDBDB" w:themeFill="accent3" w:themeFillTint="66"/>
          </w:tcPr>
          <w:p w14:paraId="6BE1D9DC" w14:textId="77777777" w:rsidR="00767691" w:rsidRPr="004E65AA" w:rsidRDefault="00767691">
            <w:pPr>
              <w:keepNext/>
              <w:spacing w:before="60" w:after="60"/>
              <w:jc w:val="center"/>
              <w:rPr>
                <w:ins w:id="726" w:author="Yasser Syed" w:date="2019-06-24T23:54:00Z"/>
                <w:sz w:val="18"/>
                <w:szCs w:val="18"/>
              </w:rPr>
              <w:pPrChange w:id="727" w:author="Yasser Syed" w:date="2019-06-25T18:23:00Z">
                <w:pPr>
                  <w:keepNext/>
                  <w:spacing w:before="0"/>
                  <w:jc w:val="center"/>
                </w:pPr>
              </w:pPrChange>
            </w:pPr>
          </w:p>
        </w:tc>
        <w:tc>
          <w:tcPr>
            <w:tcW w:w="810" w:type="dxa"/>
            <w:shd w:val="clear" w:color="auto" w:fill="DBDBDB" w:themeFill="accent3" w:themeFillTint="66"/>
          </w:tcPr>
          <w:p w14:paraId="526FC2A2" w14:textId="77777777" w:rsidR="00767691" w:rsidRPr="000B2ED5" w:rsidRDefault="00767691">
            <w:pPr>
              <w:keepNext/>
              <w:spacing w:before="60" w:after="60"/>
              <w:jc w:val="center"/>
              <w:rPr>
                <w:ins w:id="728" w:author="Yasser Syed" w:date="2019-06-24T23:54:00Z"/>
                <w:sz w:val="18"/>
                <w:szCs w:val="18"/>
              </w:rPr>
              <w:pPrChange w:id="729" w:author="Yasser Syed" w:date="2019-06-25T18:23:00Z">
                <w:pPr>
                  <w:keepNext/>
                  <w:spacing w:before="0"/>
                  <w:jc w:val="center"/>
                </w:pPr>
              </w:pPrChange>
            </w:pPr>
          </w:p>
        </w:tc>
        <w:tc>
          <w:tcPr>
            <w:tcW w:w="900" w:type="dxa"/>
            <w:shd w:val="clear" w:color="auto" w:fill="DBDBDB" w:themeFill="accent3" w:themeFillTint="66"/>
          </w:tcPr>
          <w:p w14:paraId="248AA87B" w14:textId="77777777" w:rsidR="00767691" w:rsidRPr="000B2ED5" w:rsidRDefault="00767691">
            <w:pPr>
              <w:keepNext/>
              <w:spacing w:before="60" w:after="60"/>
              <w:jc w:val="center"/>
              <w:rPr>
                <w:ins w:id="730" w:author="Yasser Syed" w:date="2019-06-24T23:54:00Z"/>
                <w:sz w:val="18"/>
                <w:szCs w:val="18"/>
              </w:rPr>
              <w:pPrChange w:id="731" w:author="Yasser Syed" w:date="2019-06-25T18:23:00Z">
                <w:pPr>
                  <w:keepNext/>
                  <w:spacing w:before="0"/>
                  <w:jc w:val="center"/>
                </w:pPr>
              </w:pPrChange>
            </w:pPr>
          </w:p>
        </w:tc>
        <w:tc>
          <w:tcPr>
            <w:tcW w:w="900" w:type="dxa"/>
            <w:shd w:val="clear" w:color="auto" w:fill="auto"/>
          </w:tcPr>
          <w:p w14:paraId="766E322C" w14:textId="77777777" w:rsidR="00767691" w:rsidRPr="004E65AA" w:rsidRDefault="00767691">
            <w:pPr>
              <w:keepNext/>
              <w:spacing w:before="60" w:after="60"/>
              <w:jc w:val="center"/>
              <w:rPr>
                <w:ins w:id="732" w:author="Yasser Syed" w:date="2019-06-24T23:54:00Z"/>
                <w:sz w:val="18"/>
                <w:szCs w:val="18"/>
              </w:rPr>
              <w:pPrChange w:id="733" w:author="Yasser Syed" w:date="2019-06-25T18:23:00Z">
                <w:pPr>
                  <w:keepNext/>
                  <w:spacing w:before="0"/>
                  <w:jc w:val="center"/>
                </w:pPr>
              </w:pPrChange>
            </w:pPr>
            <w:ins w:id="734" w:author="Yasser Syed" w:date="2019-06-24T23:54:00Z">
              <w:r w:rsidRPr="004E65AA">
                <w:rPr>
                  <w:sz w:val="18"/>
                  <w:szCs w:val="18"/>
                </w:rPr>
                <w:sym w:font="Symbol" w:char="F0D6"/>
              </w:r>
            </w:ins>
          </w:p>
        </w:tc>
        <w:tc>
          <w:tcPr>
            <w:tcW w:w="900" w:type="dxa"/>
            <w:shd w:val="clear" w:color="auto" w:fill="auto"/>
          </w:tcPr>
          <w:p w14:paraId="7C87CABA" w14:textId="77777777" w:rsidR="00767691" w:rsidRPr="004E65AA" w:rsidRDefault="00767691">
            <w:pPr>
              <w:keepNext/>
              <w:spacing w:before="60" w:after="60"/>
              <w:jc w:val="center"/>
              <w:rPr>
                <w:ins w:id="735" w:author="Yasser Syed" w:date="2019-06-24T23:54:00Z"/>
                <w:sz w:val="18"/>
                <w:szCs w:val="18"/>
              </w:rPr>
              <w:pPrChange w:id="736" w:author="Yasser Syed" w:date="2019-06-25T18:23:00Z">
                <w:pPr>
                  <w:keepNext/>
                  <w:spacing w:before="0"/>
                  <w:jc w:val="center"/>
                </w:pPr>
              </w:pPrChange>
            </w:pPr>
            <w:ins w:id="737" w:author="Yasser Syed" w:date="2019-06-24T23:54:00Z">
              <w:r w:rsidRPr="004E65AA">
                <w:rPr>
                  <w:sz w:val="18"/>
                  <w:szCs w:val="18"/>
                </w:rPr>
                <w:sym w:font="Symbol" w:char="F0D6"/>
              </w:r>
            </w:ins>
          </w:p>
        </w:tc>
        <w:tc>
          <w:tcPr>
            <w:tcW w:w="900" w:type="dxa"/>
            <w:shd w:val="clear" w:color="auto" w:fill="auto"/>
          </w:tcPr>
          <w:p w14:paraId="00792E72" w14:textId="77777777" w:rsidR="00767691" w:rsidRPr="004E65AA" w:rsidRDefault="00767691">
            <w:pPr>
              <w:keepNext/>
              <w:spacing w:before="60" w:after="60"/>
              <w:jc w:val="center"/>
              <w:rPr>
                <w:ins w:id="738" w:author="Yasser Syed" w:date="2019-06-24T23:54:00Z"/>
                <w:sz w:val="18"/>
                <w:szCs w:val="18"/>
              </w:rPr>
              <w:pPrChange w:id="739" w:author="Yasser Syed" w:date="2019-06-25T18:23:00Z">
                <w:pPr>
                  <w:keepNext/>
                  <w:spacing w:before="0"/>
                  <w:jc w:val="center"/>
                </w:pPr>
              </w:pPrChange>
            </w:pPr>
            <w:ins w:id="740" w:author="Yasser Syed" w:date="2019-06-24T23:54:00Z">
              <w:r w:rsidRPr="004E65AA">
                <w:rPr>
                  <w:sz w:val="18"/>
                  <w:szCs w:val="18"/>
                </w:rPr>
                <w:sym w:font="Symbol" w:char="F0D6"/>
              </w:r>
            </w:ins>
          </w:p>
        </w:tc>
        <w:tc>
          <w:tcPr>
            <w:tcW w:w="900" w:type="dxa"/>
            <w:shd w:val="clear" w:color="auto" w:fill="auto"/>
          </w:tcPr>
          <w:p w14:paraId="43F77C0B" w14:textId="77777777" w:rsidR="00767691" w:rsidRPr="004E65AA" w:rsidRDefault="00767691">
            <w:pPr>
              <w:keepNext/>
              <w:spacing w:before="60" w:after="60"/>
              <w:jc w:val="center"/>
              <w:rPr>
                <w:ins w:id="741" w:author="Yasser Syed" w:date="2019-06-24T23:54:00Z"/>
                <w:sz w:val="18"/>
                <w:szCs w:val="18"/>
              </w:rPr>
              <w:pPrChange w:id="742" w:author="Yasser Syed" w:date="2019-06-25T18:23:00Z">
                <w:pPr>
                  <w:keepNext/>
                  <w:spacing w:before="0"/>
                  <w:jc w:val="center"/>
                </w:pPr>
              </w:pPrChange>
            </w:pPr>
            <w:ins w:id="743" w:author="Yasser Syed" w:date="2019-06-24T23:54:00Z">
              <w:r w:rsidRPr="004E65AA">
                <w:rPr>
                  <w:sz w:val="18"/>
                  <w:szCs w:val="18"/>
                </w:rPr>
                <w:sym w:font="Symbol" w:char="F0D6"/>
              </w:r>
            </w:ins>
          </w:p>
        </w:tc>
        <w:tc>
          <w:tcPr>
            <w:tcW w:w="895" w:type="dxa"/>
            <w:shd w:val="clear" w:color="auto" w:fill="DBDBDB" w:themeFill="accent3" w:themeFillTint="66"/>
          </w:tcPr>
          <w:p w14:paraId="085E876B" w14:textId="77777777" w:rsidR="00767691" w:rsidRPr="004E65AA" w:rsidRDefault="00767691">
            <w:pPr>
              <w:keepNext/>
              <w:spacing w:before="60" w:after="60"/>
              <w:jc w:val="center"/>
              <w:rPr>
                <w:ins w:id="744" w:author="Yasser Syed" w:date="2019-06-24T23:54:00Z"/>
                <w:sz w:val="18"/>
                <w:szCs w:val="18"/>
              </w:rPr>
              <w:pPrChange w:id="745" w:author="Yasser Syed" w:date="2019-06-25T18:23:00Z">
                <w:pPr>
                  <w:keepNext/>
                  <w:spacing w:before="0"/>
                  <w:jc w:val="center"/>
                </w:pPr>
              </w:pPrChange>
            </w:pPr>
          </w:p>
        </w:tc>
      </w:tr>
      <w:tr w:rsidR="00767691" w:rsidRPr="004E65AA" w14:paraId="56343F80" w14:textId="77777777" w:rsidTr="00767691">
        <w:trPr>
          <w:trHeight w:val="183"/>
          <w:jc w:val="center"/>
          <w:ins w:id="746" w:author="Yasser Syed" w:date="2019-06-24T23:54:00Z"/>
        </w:trPr>
        <w:tc>
          <w:tcPr>
            <w:tcW w:w="2965" w:type="dxa"/>
            <w:shd w:val="clear" w:color="auto" w:fill="auto"/>
          </w:tcPr>
          <w:p w14:paraId="4F74BA90" w14:textId="77777777" w:rsidR="00767691" w:rsidRPr="004E65AA" w:rsidRDefault="00767691">
            <w:pPr>
              <w:keepNext/>
              <w:spacing w:before="60" w:after="60"/>
              <w:jc w:val="left"/>
              <w:rPr>
                <w:ins w:id="747" w:author="Yasser Syed" w:date="2019-06-24T23:54:00Z"/>
                <w:sz w:val="18"/>
                <w:szCs w:val="18"/>
              </w:rPr>
              <w:pPrChange w:id="748" w:author="Yasser Syed" w:date="2019-06-25T18:23:00Z">
                <w:pPr>
                  <w:keepNext/>
                  <w:spacing w:before="0"/>
                  <w:jc w:val="left"/>
                </w:pPr>
              </w:pPrChange>
            </w:pPr>
            <w:ins w:id="749" w:author="Yasser Syed" w:date="2019-06-24T23:54:00Z">
              <w:r w:rsidRPr="004E65AA">
                <w:rPr>
                  <w:sz w:val="18"/>
                  <w:szCs w:val="18"/>
                </w:rPr>
                <w:t>ST 2082-10:2018 (12G-SDI)</w:t>
              </w:r>
            </w:ins>
          </w:p>
        </w:tc>
        <w:tc>
          <w:tcPr>
            <w:tcW w:w="810" w:type="dxa"/>
            <w:shd w:val="clear" w:color="auto" w:fill="DBDBDB" w:themeFill="accent3" w:themeFillTint="66"/>
          </w:tcPr>
          <w:p w14:paraId="4C25F416" w14:textId="77777777" w:rsidR="00767691" w:rsidRPr="004E65AA" w:rsidRDefault="00767691">
            <w:pPr>
              <w:keepNext/>
              <w:spacing w:before="60" w:after="60"/>
              <w:jc w:val="center"/>
              <w:rPr>
                <w:ins w:id="750" w:author="Yasser Syed" w:date="2019-06-24T23:54:00Z"/>
                <w:sz w:val="18"/>
                <w:szCs w:val="18"/>
              </w:rPr>
              <w:pPrChange w:id="751" w:author="Yasser Syed" w:date="2019-06-25T18:23:00Z">
                <w:pPr>
                  <w:keepNext/>
                  <w:spacing w:before="0"/>
                  <w:jc w:val="center"/>
                </w:pPr>
              </w:pPrChange>
            </w:pPr>
          </w:p>
        </w:tc>
        <w:tc>
          <w:tcPr>
            <w:tcW w:w="810" w:type="dxa"/>
            <w:shd w:val="clear" w:color="auto" w:fill="DBDBDB" w:themeFill="accent3" w:themeFillTint="66"/>
          </w:tcPr>
          <w:p w14:paraId="6711DEA9" w14:textId="77777777" w:rsidR="00767691" w:rsidRPr="000B2ED5" w:rsidRDefault="00767691">
            <w:pPr>
              <w:keepNext/>
              <w:spacing w:before="60" w:after="60"/>
              <w:jc w:val="center"/>
              <w:rPr>
                <w:ins w:id="752" w:author="Yasser Syed" w:date="2019-06-24T23:54:00Z"/>
                <w:sz w:val="18"/>
                <w:szCs w:val="18"/>
              </w:rPr>
              <w:pPrChange w:id="753" w:author="Yasser Syed" w:date="2019-06-25T18:23:00Z">
                <w:pPr>
                  <w:keepNext/>
                  <w:spacing w:before="0"/>
                  <w:jc w:val="center"/>
                </w:pPr>
              </w:pPrChange>
            </w:pPr>
          </w:p>
        </w:tc>
        <w:tc>
          <w:tcPr>
            <w:tcW w:w="900" w:type="dxa"/>
            <w:shd w:val="clear" w:color="auto" w:fill="DBDBDB" w:themeFill="accent3" w:themeFillTint="66"/>
          </w:tcPr>
          <w:p w14:paraId="3397DE19" w14:textId="77777777" w:rsidR="00767691" w:rsidRPr="000B2ED5" w:rsidRDefault="00767691">
            <w:pPr>
              <w:keepNext/>
              <w:spacing w:before="60" w:after="60"/>
              <w:jc w:val="center"/>
              <w:rPr>
                <w:ins w:id="754" w:author="Yasser Syed" w:date="2019-06-24T23:54:00Z"/>
                <w:sz w:val="18"/>
                <w:szCs w:val="18"/>
              </w:rPr>
              <w:pPrChange w:id="755" w:author="Yasser Syed" w:date="2019-06-25T18:23:00Z">
                <w:pPr>
                  <w:keepNext/>
                  <w:spacing w:before="0"/>
                  <w:jc w:val="center"/>
                </w:pPr>
              </w:pPrChange>
            </w:pPr>
          </w:p>
        </w:tc>
        <w:tc>
          <w:tcPr>
            <w:tcW w:w="900" w:type="dxa"/>
            <w:shd w:val="clear" w:color="auto" w:fill="DBDBDB" w:themeFill="accent3" w:themeFillTint="66"/>
          </w:tcPr>
          <w:p w14:paraId="643043B7" w14:textId="77777777" w:rsidR="00767691" w:rsidRPr="000B2ED5" w:rsidRDefault="00767691">
            <w:pPr>
              <w:keepNext/>
              <w:spacing w:before="60" w:after="60"/>
              <w:jc w:val="center"/>
              <w:rPr>
                <w:ins w:id="756" w:author="Yasser Syed" w:date="2019-06-24T23:54:00Z"/>
                <w:sz w:val="18"/>
                <w:szCs w:val="18"/>
              </w:rPr>
              <w:pPrChange w:id="757" w:author="Yasser Syed" w:date="2019-06-25T18:23:00Z">
                <w:pPr>
                  <w:keepNext/>
                  <w:spacing w:before="0"/>
                  <w:jc w:val="center"/>
                </w:pPr>
              </w:pPrChange>
            </w:pPr>
          </w:p>
        </w:tc>
        <w:tc>
          <w:tcPr>
            <w:tcW w:w="900" w:type="dxa"/>
            <w:shd w:val="clear" w:color="auto" w:fill="DBDBDB" w:themeFill="accent3" w:themeFillTint="66"/>
          </w:tcPr>
          <w:p w14:paraId="2AA2AD22" w14:textId="77777777" w:rsidR="00767691" w:rsidRPr="000B2ED5" w:rsidRDefault="00767691">
            <w:pPr>
              <w:keepNext/>
              <w:spacing w:before="60" w:after="60"/>
              <w:jc w:val="center"/>
              <w:rPr>
                <w:ins w:id="758" w:author="Yasser Syed" w:date="2019-06-24T23:54:00Z"/>
                <w:sz w:val="18"/>
                <w:szCs w:val="18"/>
              </w:rPr>
              <w:pPrChange w:id="759" w:author="Yasser Syed" w:date="2019-06-25T18:23:00Z">
                <w:pPr>
                  <w:keepNext/>
                  <w:spacing w:before="0"/>
                  <w:jc w:val="center"/>
                </w:pPr>
              </w:pPrChange>
            </w:pPr>
          </w:p>
        </w:tc>
        <w:tc>
          <w:tcPr>
            <w:tcW w:w="900" w:type="dxa"/>
            <w:shd w:val="clear" w:color="auto" w:fill="auto"/>
          </w:tcPr>
          <w:p w14:paraId="3DD8A92C" w14:textId="77777777" w:rsidR="00767691" w:rsidRPr="004E65AA" w:rsidRDefault="00767691">
            <w:pPr>
              <w:keepNext/>
              <w:spacing w:before="60" w:after="60"/>
              <w:jc w:val="center"/>
              <w:rPr>
                <w:ins w:id="760" w:author="Yasser Syed" w:date="2019-06-24T23:54:00Z"/>
                <w:sz w:val="18"/>
                <w:szCs w:val="18"/>
              </w:rPr>
              <w:pPrChange w:id="761" w:author="Yasser Syed" w:date="2019-06-25T18:23:00Z">
                <w:pPr>
                  <w:keepNext/>
                  <w:spacing w:before="0"/>
                  <w:jc w:val="center"/>
                </w:pPr>
              </w:pPrChange>
            </w:pPr>
            <w:ins w:id="762" w:author="Yasser Syed" w:date="2019-06-24T23:54:00Z">
              <w:r w:rsidRPr="004E65AA">
                <w:rPr>
                  <w:sz w:val="18"/>
                  <w:szCs w:val="18"/>
                </w:rPr>
                <w:sym w:font="Symbol" w:char="F0D6"/>
              </w:r>
            </w:ins>
          </w:p>
        </w:tc>
        <w:tc>
          <w:tcPr>
            <w:tcW w:w="900" w:type="dxa"/>
            <w:shd w:val="clear" w:color="auto" w:fill="auto"/>
          </w:tcPr>
          <w:p w14:paraId="3BDEE330" w14:textId="77777777" w:rsidR="00767691" w:rsidRPr="004E65AA" w:rsidRDefault="00767691">
            <w:pPr>
              <w:keepNext/>
              <w:spacing w:before="60" w:after="60"/>
              <w:jc w:val="center"/>
              <w:rPr>
                <w:ins w:id="763" w:author="Yasser Syed" w:date="2019-06-24T23:54:00Z"/>
                <w:sz w:val="18"/>
                <w:szCs w:val="18"/>
              </w:rPr>
              <w:pPrChange w:id="764" w:author="Yasser Syed" w:date="2019-06-25T18:23:00Z">
                <w:pPr>
                  <w:keepNext/>
                  <w:spacing w:before="0"/>
                  <w:jc w:val="center"/>
                </w:pPr>
              </w:pPrChange>
            </w:pPr>
            <w:ins w:id="765" w:author="Yasser Syed" w:date="2019-06-24T23:54:00Z">
              <w:r w:rsidRPr="004E65AA">
                <w:rPr>
                  <w:sz w:val="18"/>
                  <w:szCs w:val="18"/>
                </w:rPr>
                <w:sym w:font="Symbol" w:char="F0D6"/>
              </w:r>
            </w:ins>
          </w:p>
        </w:tc>
        <w:tc>
          <w:tcPr>
            <w:tcW w:w="895" w:type="dxa"/>
            <w:shd w:val="clear" w:color="auto" w:fill="DBDBDB" w:themeFill="accent3" w:themeFillTint="66"/>
          </w:tcPr>
          <w:p w14:paraId="70BE78FC" w14:textId="77777777" w:rsidR="00767691" w:rsidRPr="004E65AA" w:rsidRDefault="00767691">
            <w:pPr>
              <w:keepNext/>
              <w:spacing w:before="60" w:after="60"/>
              <w:jc w:val="center"/>
              <w:rPr>
                <w:ins w:id="766" w:author="Yasser Syed" w:date="2019-06-24T23:54:00Z"/>
                <w:sz w:val="18"/>
                <w:szCs w:val="18"/>
              </w:rPr>
              <w:pPrChange w:id="767" w:author="Yasser Syed" w:date="2019-06-25T18:23:00Z">
                <w:pPr>
                  <w:keepNext/>
                  <w:spacing w:before="0"/>
                  <w:jc w:val="center"/>
                </w:pPr>
              </w:pPrChange>
            </w:pPr>
          </w:p>
        </w:tc>
      </w:tr>
      <w:tr w:rsidR="00767691" w:rsidRPr="004E65AA" w14:paraId="2D627261" w14:textId="77777777" w:rsidTr="00767691">
        <w:trPr>
          <w:trHeight w:val="201"/>
          <w:jc w:val="center"/>
          <w:ins w:id="768" w:author="Yasser Syed" w:date="2019-06-24T23:54:00Z"/>
        </w:trPr>
        <w:tc>
          <w:tcPr>
            <w:tcW w:w="2965" w:type="dxa"/>
            <w:shd w:val="clear" w:color="auto" w:fill="auto"/>
          </w:tcPr>
          <w:p w14:paraId="2D74F754" w14:textId="77777777" w:rsidR="00767691" w:rsidRPr="004E65AA" w:rsidRDefault="00767691">
            <w:pPr>
              <w:keepNext/>
              <w:spacing w:before="60" w:after="60"/>
              <w:jc w:val="left"/>
              <w:rPr>
                <w:ins w:id="769" w:author="Yasser Syed" w:date="2019-06-24T23:54:00Z"/>
                <w:sz w:val="18"/>
                <w:szCs w:val="18"/>
              </w:rPr>
              <w:pPrChange w:id="770" w:author="Yasser Syed" w:date="2019-06-25T18:23:00Z">
                <w:pPr>
                  <w:keepNext/>
                  <w:spacing w:before="0"/>
                  <w:jc w:val="left"/>
                </w:pPr>
              </w:pPrChange>
            </w:pPr>
            <w:ins w:id="771" w:author="Yasser Syed" w:date="2019-06-24T23:54:00Z">
              <w:r w:rsidRPr="004E65AA">
                <w:rPr>
                  <w:sz w:val="18"/>
                  <w:szCs w:val="18"/>
                </w:rPr>
                <w:t>ST 2082-12:2016 (Quad link 12G-SDI)</w:t>
              </w:r>
            </w:ins>
          </w:p>
        </w:tc>
        <w:tc>
          <w:tcPr>
            <w:tcW w:w="810" w:type="dxa"/>
            <w:shd w:val="clear" w:color="auto" w:fill="DBDBDB" w:themeFill="accent3" w:themeFillTint="66"/>
          </w:tcPr>
          <w:p w14:paraId="7B412595" w14:textId="77777777" w:rsidR="00767691" w:rsidRPr="004E65AA" w:rsidRDefault="00767691">
            <w:pPr>
              <w:keepNext/>
              <w:spacing w:before="60" w:after="60"/>
              <w:jc w:val="center"/>
              <w:rPr>
                <w:ins w:id="772" w:author="Yasser Syed" w:date="2019-06-24T23:54:00Z"/>
                <w:sz w:val="18"/>
                <w:szCs w:val="18"/>
              </w:rPr>
              <w:pPrChange w:id="773" w:author="Yasser Syed" w:date="2019-06-25T18:23:00Z">
                <w:pPr>
                  <w:keepNext/>
                  <w:spacing w:before="0"/>
                  <w:jc w:val="center"/>
                </w:pPr>
              </w:pPrChange>
            </w:pPr>
          </w:p>
        </w:tc>
        <w:tc>
          <w:tcPr>
            <w:tcW w:w="810" w:type="dxa"/>
            <w:shd w:val="clear" w:color="auto" w:fill="DBDBDB" w:themeFill="accent3" w:themeFillTint="66"/>
          </w:tcPr>
          <w:p w14:paraId="0D4BBDB1" w14:textId="77777777" w:rsidR="00767691" w:rsidRPr="000B2ED5" w:rsidRDefault="00767691">
            <w:pPr>
              <w:keepNext/>
              <w:spacing w:before="60" w:after="60"/>
              <w:jc w:val="center"/>
              <w:rPr>
                <w:ins w:id="774" w:author="Yasser Syed" w:date="2019-06-24T23:54:00Z"/>
                <w:sz w:val="18"/>
                <w:szCs w:val="18"/>
              </w:rPr>
              <w:pPrChange w:id="775" w:author="Yasser Syed" w:date="2019-06-25T18:23:00Z">
                <w:pPr>
                  <w:keepNext/>
                  <w:spacing w:before="0"/>
                  <w:jc w:val="center"/>
                </w:pPr>
              </w:pPrChange>
            </w:pPr>
          </w:p>
        </w:tc>
        <w:tc>
          <w:tcPr>
            <w:tcW w:w="900" w:type="dxa"/>
            <w:shd w:val="clear" w:color="auto" w:fill="DBDBDB" w:themeFill="accent3" w:themeFillTint="66"/>
          </w:tcPr>
          <w:p w14:paraId="2DB8ECD1" w14:textId="77777777" w:rsidR="00767691" w:rsidRPr="000B2ED5" w:rsidRDefault="00767691">
            <w:pPr>
              <w:keepNext/>
              <w:spacing w:before="60" w:after="60"/>
              <w:jc w:val="center"/>
              <w:rPr>
                <w:ins w:id="776" w:author="Yasser Syed" w:date="2019-06-24T23:54:00Z"/>
                <w:sz w:val="18"/>
                <w:szCs w:val="18"/>
              </w:rPr>
              <w:pPrChange w:id="777" w:author="Yasser Syed" w:date="2019-06-25T18:23:00Z">
                <w:pPr>
                  <w:keepNext/>
                  <w:spacing w:before="0"/>
                  <w:jc w:val="center"/>
                </w:pPr>
              </w:pPrChange>
            </w:pPr>
          </w:p>
        </w:tc>
        <w:tc>
          <w:tcPr>
            <w:tcW w:w="900" w:type="dxa"/>
            <w:shd w:val="clear" w:color="auto" w:fill="DBDBDB" w:themeFill="accent3" w:themeFillTint="66"/>
          </w:tcPr>
          <w:p w14:paraId="2A61ECA3" w14:textId="77777777" w:rsidR="00767691" w:rsidRPr="000B2ED5" w:rsidRDefault="00767691">
            <w:pPr>
              <w:keepNext/>
              <w:spacing w:before="60" w:after="60"/>
              <w:jc w:val="center"/>
              <w:rPr>
                <w:ins w:id="778" w:author="Yasser Syed" w:date="2019-06-24T23:54:00Z"/>
                <w:sz w:val="18"/>
                <w:szCs w:val="18"/>
              </w:rPr>
              <w:pPrChange w:id="779" w:author="Yasser Syed" w:date="2019-06-25T18:23:00Z">
                <w:pPr>
                  <w:keepNext/>
                  <w:spacing w:before="0"/>
                  <w:jc w:val="center"/>
                </w:pPr>
              </w:pPrChange>
            </w:pPr>
          </w:p>
        </w:tc>
        <w:tc>
          <w:tcPr>
            <w:tcW w:w="900" w:type="dxa"/>
            <w:shd w:val="clear" w:color="auto" w:fill="DBDBDB" w:themeFill="accent3" w:themeFillTint="66"/>
          </w:tcPr>
          <w:p w14:paraId="09BFF379" w14:textId="77777777" w:rsidR="00767691" w:rsidRPr="000B2ED5" w:rsidRDefault="00767691">
            <w:pPr>
              <w:keepNext/>
              <w:spacing w:before="60" w:after="60"/>
              <w:jc w:val="center"/>
              <w:rPr>
                <w:ins w:id="780" w:author="Yasser Syed" w:date="2019-06-24T23:54:00Z"/>
                <w:sz w:val="18"/>
                <w:szCs w:val="18"/>
              </w:rPr>
              <w:pPrChange w:id="781" w:author="Yasser Syed" w:date="2019-06-25T18:23:00Z">
                <w:pPr>
                  <w:keepNext/>
                  <w:spacing w:before="0"/>
                  <w:jc w:val="center"/>
                </w:pPr>
              </w:pPrChange>
            </w:pPr>
          </w:p>
        </w:tc>
        <w:tc>
          <w:tcPr>
            <w:tcW w:w="900" w:type="dxa"/>
            <w:shd w:val="clear" w:color="auto" w:fill="auto"/>
          </w:tcPr>
          <w:p w14:paraId="23EC1CA9" w14:textId="77777777" w:rsidR="00767691" w:rsidRPr="004E65AA" w:rsidRDefault="00767691">
            <w:pPr>
              <w:keepNext/>
              <w:spacing w:before="60" w:after="60"/>
              <w:jc w:val="center"/>
              <w:rPr>
                <w:ins w:id="782" w:author="Yasser Syed" w:date="2019-06-24T23:54:00Z"/>
                <w:sz w:val="18"/>
                <w:szCs w:val="18"/>
              </w:rPr>
              <w:pPrChange w:id="783" w:author="Yasser Syed" w:date="2019-06-25T18:23:00Z">
                <w:pPr>
                  <w:keepNext/>
                  <w:spacing w:before="0"/>
                  <w:jc w:val="center"/>
                </w:pPr>
              </w:pPrChange>
            </w:pPr>
            <w:ins w:id="784" w:author="Yasser Syed" w:date="2019-06-24T23:54:00Z">
              <w:r w:rsidRPr="004E65AA">
                <w:rPr>
                  <w:sz w:val="18"/>
                  <w:szCs w:val="18"/>
                </w:rPr>
                <w:sym w:font="Symbol" w:char="F0D6"/>
              </w:r>
            </w:ins>
          </w:p>
        </w:tc>
        <w:tc>
          <w:tcPr>
            <w:tcW w:w="900" w:type="dxa"/>
            <w:shd w:val="clear" w:color="auto" w:fill="auto"/>
          </w:tcPr>
          <w:p w14:paraId="34143F9C" w14:textId="77777777" w:rsidR="00767691" w:rsidRPr="004E65AA" w:rsidRDefault="00767691">
            <w:pPr>
              <w:keepNext/>
              <w:spacing w:before="60" w:after="60"/>
              <w:jc w:val="center"/>
              <w:rPr>
                <w:ins w:id="785" w:author="Yasser Syed" w:date="2019-06-24T23:54:00Z"/>
                <w:sz w:val="18"/>
                <w:szCs w:val="18"/>
              </w:rPr>
              <w:pPrChange w:id="786" w:author="Yasser Syed" w:date="2019-06-25T18:23:00Z">
                <w:pPr>
                  <w:keepNext/>
                  <w:spacing w:before="0"/>
                  <w:jc w:val="center"/>
                </w:pPr>
              </w:pPrChange>
            </w:pPr>
            <w:ins w:id="787" w:author="Yasser Syed" w:date="2019-06-24T23:54:00Z">
              <w:r w:rsidRPr="004E65AA">
                <w:rPr>
                  <w:sz w:val="18"/>
                  <w:szCs w:val="18"/>
                </w:rPr>
                <w:sym w:font="Symbol" w:char="F0D6"/>
              </w:r>
            </w:ins>
          </w:p>
        </w:tc>
        <w:tc>
          <w:tcPr>
            <w:tcW w:w="895" w:type="dxa"/>
            <w:shd w:val="clear" w:color="auto" w:fill="auto"/>
          </w:tcPr>
          <w:p w14:paraId="07D910B4" w14:textId="77777777" w:rsidR="00767691" w:rsidRPr="004E65AA" w:rsidRDefault="00767691">
            <w:pPr>
              <w:keepNext/>
              <w:spacing w:before="60" w:after="60"/>
              <w:jc w:val="center"/>
              <w:rPr>
                <w:ins w:id="788" w:author="Yasser Syed" w:date="2019-06-24T23:54:00Z"/>
                <w:sz w:val="18"/>
                <w:szCs w:val="18"/>
              </w:rPr>
              <w:pPrChange w:id="789" w:author="Yasser Syed" w:date="2019-06-25T18:23:00Z">
                <w:pPr>
                  <w:keepNext/>
                  <w:spacing w:before="0"/>
                  <w:jc w:val="center"/>
                </w:pPr>
              </w:pPrChange>
            </w:pPr>
            <w:ins w:id="790" w:author="Yasser Syed" w:date="2019-06-24T23:54:00Z">
              <w:r w:rsidRPr="004E65AA">
                <w:rPr>
                  <w:sz w:val="18"/>
                  <w:szCs w:val="18"/>
                </w:rPr>
                <w:sym w:font="Symbol" w:char="F0D6"/>
              </w:r>
            </w:ins>
          </w:p>
        </w:tc>
      </w:tr>
      <w:tr w:rsidR="00767691" w:rsidRPr="004E65AA" w14:paraId="5C4A8F08" w14:textId="77777777" w:rsidTr="00767691">
        <w:trPr>
          <w:trHeight w:val="210"/>
          <w:jc w:val="center"/>
          <w:ins w:id="791" w:author="Yasser Syed" w:date="2019-06-24T23:54:00Z"/>
        </w:trPr>
        <w:tc>
          <w:tcPr>
            <w:tcW w:w="2965" w:type="dxa"/>
            <w:shd w:val="clear" w:color="auto" w:fill="auto"/>
          </w:tcPr>
          <w:p w14:paraId="34CAB46D" w14:textId="77777777" w:rsidR="00767691" w:rsidRPr="004E65AA" w:rsidRDefault="00767691">
            <w:pPr>
              <w:keepNext/>
              <w:spacing w:before="60" w:after="60"/>
              <w:jc w:val="left"/>
              <w:rPr>
                <w:ins w:id="792" w:author="Yasser Syed" w:date="2019-06-24T23:54:00Z"/>
                <w:sz w:val="18"/>
                <w:szCs w:val="18"/>
              </w:rPr>
              <w:pPrChange w:id="793" w:author="Yasser Syed" w:date="2019-06-25T18:23:00Z">
                <w:pPr>
                  <w:keepNext/>
                  <w:spacing w:before="0"/>
                  <w:jc w:val="left"/>
                </w:pPr>
              </w:pPrChange>
            </w:pPr>
            <w:ins w:id="794" w:author="Yasser Syed" w:date="2019-06-24T23:54:00Z">
              <w:r w:rsidRPr="004E65AA">
                <w:rPr>
                  <w:sz w:val="18"/>
                  <w:szCs w:val="18"/>
                </w:rPr>
                <w:t>ST 2036-3:2018:2018 (Single/multi link 10G-SDI)</w:t>
              </w:r>
            </w:ins>
          </w:p>
        </w:tc>
        <w:tc>
          <w:tcPr>
            <w:tcW w:w="810" w:type="dxa"/>
            <w:shd w:val="clear" w:color="auto" w:fill="DBDBDB" w:themeFill="accent3" w:themeFillTint="66"/>
          </w:tcPr>
          <w:p w14:paraId="5F78947C" w14:textId="77777777" w:rsidR="00767691" w:rsidRPr="000B2ED5" w:rsidRDefault="00767691">
            <w:pPr>
              <w:keepNext/>
              <w:spacing w:before="60" w:after="60"/>
              <w:jc w:val="center"/>
              <w:rPr>
                <w:ins w:id="795" w:author="Yasser Syed" w:date="2019-06-24T23:54:00Z"/>
                <w:sz w:val="18"/>
                <w:szCs w:val="18"/>
              </w:rPr>
              <w:pPrChange w:id="796" w:author="Yasser Syed" w:date="2019-06-25T18:23:00Z">
                <w:pPr>
                  <w:keepNext/>
                  <w:spacing w:before="0"/>
                  <w:jc w:val="center"/>
                </w:pPr>
              </w:pPrChange>
            </w:pPr>
          </w:p>
        </w:tc>
        <w:tc>
          <w:tcPr>
            <w:tcW w:w="810" w:type="dxa"/>
            <w:shd w:val="clear" w:color="auto" w:fill="DBDBDB" w:themeFill="accent3" w:themeFillTint="66"/>
          </w:tcPr>
          <w:p w14:paraId="2FE53F8D" w14:textId="77777777" w:rsidR="00767691" w:rsidRPr="000B2ED5" w:rsidRDefault="00767691">
            <w:pPr>
              <w:keepNext/>
              <w:spacing w:before="60" w:after="60"/>
              <w:jc w:val="center"/>
              <w:rPr>
                <w:ins w:id="797" w:author="Yasser Syed" w:date="2019-06-24T23:54:00Z"/>
                <w:sz w:val="18"/>
                <w:szCs w:val="18"/>
              </w:rPr>
              <w:pPrChange w:id="798" w:author="Yasser Syed" w:date="2019-06-25T18:23:00Z">
                <w:pPr>
                  <w:keepNext/>
                  <w:spacing w:before="0"/>
                  <w:jc w:val="center"/>
                </w:pPr>
              </w:pPrChange>
            </w:pPr>
          </w:p>
        </w:tc>
        <w:tc>
          <w:tcPr>
            <w:tcW w:w="900" w:type="dxa"/>
            <w:shd w:val="clear" w:color="auto" w:fill="DBDBDB" w:themeFill="accent3" w:themeFillTint="66"/>
          </w:tcPr>
          <w:p w14:paraId="08C3CA49" w14:textId="77777777" w:rsidR="00767691" w:rsidRPr="000B2ED5" w:rsidRDefault="00767691">
            <w:pPr>
              <w:keepNext/>
              <w:spacing w:before="60" w:after="60"/>
              <w:jc w:val="center"/>
              <w:rPr>
                <w:ins w:id="799" w:author="Yasser Syed" w:date="2019-06-24T23:54:00Z"/>
                <w:sz w:val="18"/>
                <w:szCs w:val="18"/>
              </w:rPr>
              <w:pPrChange w:id="800" w:author="Yasser Syed" w:date="2019-06-25T18:23:00Z">
                <w:pPr>
                  <w:keepNext/>
                  <w:spacing w:before="0"/>
                  <w:jc w:val="center"/>
                </w:pPr>
              </w:pPrChange>
            </w:pPr>
          </w:p>
        </w:tc>
        <w:tc>
          <w:tcPr>
            <w:tcW w:w="900" w:type="dxa"/>
            <w:shd w:val="clear" w:color="auto" w:fill="DBDBDB" w:themeFill="accent3" w:themeFillTint="66"/>
          </w:tcPr>
          <w:p w14:paraId="5A33FFA0" w14:textId="77777777" w:rsidR="00767691" w:rsidRPr="000B2ED5" w:rsidRDefault="00767691">
            <w:pPr>
              <w:keepNext/>
              <w:spacing w:before="60" w:after="60"/>
              <w:jc w:val="center"/>
              <w:rPr>
                <w:ins w:id="801" w:author="Yasser Syed" w:date="2019-06-24T23:54:00Z"/>
                <w:sz w:val="18"/>
                <w:szCs w:val="18"/>
              </w:rPr>
              <w:pPrChange w:id="802" w:author="Yasser Syed" w:date="2019-06-25T18:23:00Z">
                <w:pPr>
                  <w:keepNext/>
                  <w:spacing w:before="0"/>
                  <w:jc w:val="center"/>
                </w:pPr>
              </w:pPrChange>
            </w:pPr>
          </w:p>
        </w:tc>
        <w:tc>
          <w:tcPr>
            <w:tcW w:w="900" w:type="dxa"/>
            <w:shd w:val="clear" w:color="auto" w:fill="DBDBDB" w:themeFill="accent3" w:themeFillTint="66"/>
          </w:tcPr>
          <w:p w14:paraId="17E2844E" w14:textId="77777777" w:rsidR="00767691" w:rsidRPr="000B2ED5" w:rsidRDefault="00767691">
            <w:pPr>
              <w:keepNext/>
              <w:spacing w:before="60" w:after="60"/>
              <w:jc w:val="center"/>
              <w:rPr>
                <w:ins w:id="803" w:author="Yasser Syed" w:date="2019-06-24T23:54:00Z"/>
                <w:sz w:val="18"/>
                <w:szCs w:val="18"/>
              </w:rPr>
              <w:pPrChange w:id="804" w:author="Yasser Syed" w:date="2019-06-25T18:23:00Z">
                <w:pPr>
                  <w:keepNext/>
                  <w:spacing w:before="0"/>
                  <w:jc w:val="center"/>
                </w:pPr>
              </w:pPrChange>
            </w:pPr>
          </w:p>
        </w:tc>
        <w:tc>
          <w:tcPr>
            <w:tcW w:w="900" w:type="dxa"/>
            <w:shd w:val="clear" w:color="auto" w:fill="auto"/>
          </w:tcPr>
          <w:p w14:paraId="67FA5C61" w14:textId="77777777" w:rsidR="00767691" w:rsidRPr="004E65AA" w:rsidRDefault="00767691">
            <w:pPr>
              <w:keepNext/>
              <w:spacing w:before="60" w:after="60"/>
              <w:jc w:val="center"/>
              <w:rPr>
                <w:ins w:id="805" w:author="Yasser Syed" w:date="2019-06-24T23:54:00Z"/>
                <w:sz w:val="18"/>
                <w:szCs w:val="18"/>
              </w:rPr>
              <w:pPrChange w:id="806" w:author="Yasser Syed" w:date="2019-06-25T18:23:00Z">
                <w:pPr>
                  <w:keepNext/>
                  <w:spacing w:before="0"/>
                  <w:jc w:val="center"/>
                </w:pPr>
              </w:pPrChange>
            </w:pPr>
            <w:ins w:id="807" w:author="Yasser Syed" w:date="2019-06-24T23:54:00Z">
              <w:r w:rsidRPr="004E65AA">
                <w:rPr>
                  <w:sz w:val="18"/>
                  <w:szCs w:val="18"/>
                </w:rPr>
                <w:sym w:font="Symbol" w:char="F0D6"/>
              </w:r>
            </w:ins>
          </w:p>
        </w:tc>
        <w:tc>
          <w:tcPr>
            <w:tcW w:w="900" w:type="dxa"/>
            <w:shd w:val="clear" w:color="auto" w:fill="DBDBDB" w:themeFill="accent3" w:themeFillTint="66"/>
          </w:tcPr>
          <w:p w14:paraId="0AB6F059" w14:textId="77777777" w:rsidR="00767691" w:rsidRPr="004E65AA" w:rsidRDefault="00767691">
            <w:pPr>
              <w:keepNext/>
              <w:spacing w:before="60" w:after="60"/>
              <w:jc w:val="center"/>
              <w:rPr>
                <w:ins w:id="808" w:author="Yasser Syed" w:date="2019-06-24T23:54:00Z"/>
                <w:sz w:val="18"/>
                <w:szCs w:val="18"/>
              </w:rPr>
              <w:pPrChange w:id="809" w:author="Yasser Syed" w:date="2019-06-25T18:23:00Z">
                <w:pPr>
                  <w:keepNext/>
                  <w:spacing w:before="0"/>
                  <w:jc w:val="center"/>
                </w:pPr>
              </w:pPrChange>
            </w:pPr>
          </w:p>
        </w:tc>
        <w:tc>
          <w:tcPr>
            <w:tcW w:w="895" w:type="dxa"/>
            <w:shd w:val="clear" w:color="auto" w:fill="auto"/>
          </w:tcPr>
          <w:p w14:paraId="272F4A85" w14:textId="77777777" w:rsidR="00767691" w:rsidRPr="004E65AA" w:rsidRDefault="00767691">
            <w:pPr>
              <w:keepNext/>
              <w:spacing w:before="60" w:after="60"/>
              <w:jc w:val="center"/>
              <w:rPr>
                <w:ins w:id="810" w:author="Yasser Syed" w:date="2019-06-24T23:54:00Z"/>
                <w:sz w:val="18"/>
                <w:szCs w:val="18"/>
              </w:rPr>
              <w:pPrChange w:id="811" w:author="Yasser Syed" w:date="2019-06-25T18:23:00Z">
                <w:pPr>
                  <w:keepNext/>
                  <w:spacing w:before="0"/>
                  <w:jc w:val="center"/>
                </w:pPr>
              </w:pPrChange>
            </w:pPr>
            <w:ins w:id="812" w:author="Yasser Syed" w:date="2019-06-24T23:54:00Z">
              <w:r w:rsidRPr="004E65AA">
                <w:rPr>
                  <w:sz w:val="18"/>
                  <w:szCs w:val="18"/>
                </w:rPr>
                <w:sym w:font="Symbol" w:char="F0D6"/>
              </w:r>
            </w:ins>
          </w:p>
        </w:tc>
      </w:tr>
      <w:tr w:rsidR="00767691" w:rsidRPr="004E65AA" w14:paraId="105173EE" w14:textId="77777777" w:rsidTr="00767691">
        <w:trPr>
          <w:trHeight w:val="165"/>
          <w:jc w:val="center"/>
          <w:ins w:id="813" w:author="Yasser Syed" w:date="2019-06-24T23:54:00Z"/>
        </w:trPr>
        <w:tc>
          <w:tcPr>
            <w:tcW w:w="2965" w:type="dxa"/>
            <w:shd w:val="clear" w:color="auto" w:fill="auto"/>
          </w:tcPr>
          <w:p w14:paraId="335E0105" w14:textId="77777777" w:rsidR="00767691" w:rsidRPr="004E65AA" w:rsidRDefault="00767691">
            <w:pPr>
              <w:spacing w:before="60" w:after="60"/>
              <w:jc w:val="left"/>
              <w:rPr>
                <w:ins w:id="814" w:author="Yasser Syed" w:date="2019-06-24T23:54:00Z"/>
                <w:sz w:val="18"/>
                <w:szCs w:val="18"/>
              </w:rPr>
              <w:pPrChange w:id="815" w:author="Yasser Syed" w:date="2019-06-25T18:26:00Z">
                <w:pPr>
                  <w:keepNext/>
                  <w:spacing w:before="0"/>
                  <w:jc w:val="left"/>
                </w:pPr>
              </w:pPrChange>
            </w:pPr>
            <w:ins w:id="816" w:author="Yasser Syed" w:date="2019-06-24T23:54:00Z">
              <w:r w:rsidRPr="004E65AA">
                <w:rPr>
                  <w:sz w:val="18"/>
                  <w:szCs w:val="18"/>
                </w:rPr>
                <w:t>BT 2077-2 (U-SDI)</w:t>
              </w:r>
            </w:ins>
          </w:p>
        </w:tc>
        <w:tc>
          <w:tcPr>
            <w:tcW w:w="810" w:type="dxa"/>
            <w:shd w:val="clear" w:color="auto" w:fill="DBDBDB" w:themeFill="accent3" w:themeFillTint="66"/>
          </w:tcPr>
          <w:p w14:paraId="3859F1DC" w14:textId="77777777" w:rsidR="00767691" w:rsidRPr="004E65AA" w:rsidRDefault="00767691">
            <w:pPr>
              <w:spacing w:before="60" w:after="60"/>
              <w:jc w:val="center"/>
              <w:rPr>
                <w:ins w:id="817" w:author="Yasser Syed" w:date="2019-06-24T23:54:00Z"/>
                <w:sz w:val="18"/>
                <w:szCs w:val="18"/>
              </w:rPr>
              <w:pPrChange w:id="818" w:author="Yasser Syed" w:date="2019-06-25T18:26:00Z">
                <w:pPr>
                  <w:keepNext/>
                  <w:spacing w:before="0"/>
                  <w:jc w:val="center"/>
                </w:pPr>
              </w:pPrChange>
            </w:pPr>
          </w:p>
        </w:tc>
        <w:tc>
          <w:tcPr>
            <w:tcW w:w="810" w:type="dxa"/>
            <w:shd w:val="clear" w:color="auto" w:fill="DBDBDB" w:themeFill="accent3" w:themeFillTint="66"/>
          </w:tcPr>
          <w:p w14:paraId="6DA064FA" w14:textId="77777777" w:rsidR="00767691" w:rsidRPr="004E65AA" w:rsidRDefault="00767691">
            <w:pPr>
              <w:spacing w:before="60" w:after="60"/>
              <w:jc w:val="center"/>
              <w:rPr>
                <w:ins w:id="819" w:author="Yasser Syed" w:date="2019-06-24T23:54:00Z"/>
                <w:sz w:val="18"/>
                <w:szCs w:val="18"/>
              </w:rPr>
              <w:pPrChange w:id="820" w:author="Yasser Syed" w:date="2019-06-25T18:26:00Z">
                <w:pPr>
                  <w:keepNext/>
                  <w:spacing w:before="0"/>
                  <w:jc w:val="center"/>
                </w:pPr>
              </w:pPrChange>
            </w:pPr>
          </w:p>
        </w:tc>
        <w:tc>
          <w:tcPr>
            <w:tcW w:w="900" w:type="dxa"/>
            <w:shd w:val="clear" w:color="auto" w:fill="DBDBDB" w:themeFill="accent3" w:themeFillTint="66"/>
          </w:tcPr>
          <w:p w14:paraId="3D4EC5C7" w14:textId="77777777" w:rsidR="00767691" w:rsidRPr="000B2ED5" w:rsidRDefault="00767691">
            <w:pPr>
              <w:spacing w:before="60" w:after="60"/>
              <w:jc w:val="center"/>
              <w:rPr>
                <w:ins w:id="821" w:author="Yasser Syed" w:date="2019-06-24T23:54:00Z"/>
                <w:sz w:val="18"/>
                <w:szCs w:val="18"/>
              </w:rPr>
              <w:pPrChange w:id="822" w:author="Yasser Syed" w:date="2019-06-25T18:26:00Z">
                <w:pPr>
                  <w:keepNext/>
                  <w:spacing w:before="0"/>
                  <w:jc w:val="center"/>
                </w:pPr>
              </w:pPrChange>
            </w:pPr>
          </w:p>
        </w:tc>
        <w:tc>
          <w:tcPr>
            <w:tcW w:w="900" w:type="dxa"/>
            <w:shd w:val="clear" w:color="auto" w:fill="DBDBDB" w:themeFill="accent3" w:themeFillTint="66"/>
          </w:tcPr>
          <w:p w14:paraId="12063FFB" w14:textId="77777777" w:rsidR="00767691" w:rsidRPr="000B2ED5" w:rsidRDefault="00767691">
            <w:pPr>
              <w:spacing w:before="60" w:after="60"/>
              <w:jc w:val="center"/>
              <w:rPr>
                <w:ins w:id="823" w:author="Yasser Syed" w:date="2019-06-24T23:54:00Z"/>
                <w:sz w:val="18"/>
                <w:szCs w:val="18"/>
              </w:rPr>
              <w:pPrChange w:id="824" w:author="Yasser Syed" w:date="2019-06-25T18:26:00Z">
                <w:pPr>
                  <w:keepNext/>
                  <w:spacing w:before="0"/>
                  <w:jc w:val="center"/>
                </w:pPr>
              </w:pPrChange>
            </w:pPr>
          </w:p>
        </w:tc>
        <w:tc>
          <w:tcPr>
            <w:tcW w:w="900" w:type="dxa"/>
            <w:shd w:val="clear" w:color="auto" w:fill="DBDBDB" w:themeFill="accent3" w:themeFillTint="66"/>
          </w:tcPr>
          <w:p w14:paraId="14D14E1D" w14:textId="77777777" w:rsidR="00767691" w:rsidRPr="000B2ED5" w:rsidRDefault="00767691">
            <w:pPr>
              <w:spacing w:before="60" w:after="60"/>
              <w:jc w:val="center"/>
              <w:rPr>
                <w:ins w:id="825" w:author="Yasser Syed" w:date="2019-06-24T23:54:00Z"/>
                <w:sz w:val="18"/>
                <w:szCs w:val="18"/>
              </w:rPr>
              <w:pPrChange w:id="826" w:author="Yasser Syed" w:date="2019-06-25T18:26:00Z">
                <w:pPr>
                  <w:keepNext/>
                  <w:spacing w:before="0"/>
                  <w:jc w:val="center"/>
                </w:pPr>
              </w:pPrChange>
            </w:pPr>
          </w:p>
        </w:tc>
        <w:tc>
          <w:tcPr>
            <w:tcW w:w="900" w:type="dxa"/>
            <w:shd w:val="clear" w:color="auto" w:fill="auto"/>
          </w:tcPr>
          <w:p w14:paraId="3CAE5E6A" w14:textId="77777777" w:rsidR="00767691" w:rsidRPr="004E65AA" w:rsidRDefault="00767691">
            <w:pPr>
              <w:spacing w:before="60" w:after="60"/>
              <w:jc w:val="center"/>
              <w:rPr>
                <w:ins w:id="827" w:author="Yasser Syed" w:date="2019-06-24T23:54:00Z"/>
                <w:sz w:val="18"/>
                <w:szCs w:val="18"/>
              </w:rPr>
              <w:pPrChange w:id="828" w:author="Yasser Syed" w:date="2019-06-25T18:26:00Z">
                <w:pPr>
                  <w:keepNext/>
                  <w:spacing w:before="0"/>
                  <w:jc w:val="center"/>
                </w:pPr>
              </w:pPrChange>
            </w:pPr>
            <w:ins w:id="829" w:author="Yasser Syed" w:date="2019-06-24T23:54:00Z">
              <w:r w:rsidRPr="004E65AA">
                <w:rPr>
                  <w:sz w:val="18"/>
                  <w:szCs w:val="18"/>
                </w:rPr>
                <w:sym w:font="Symbol" w:char="F0D6"/>
              </w:r>
            </w:ins>
          </w:p>
        </w:tc>
        <w:tc>
          <w:tcPr>
            <w:tcW w:w="900" w:type="dxa"/>
            <w:shd w:val="clear" w:color="auto" w:fill="DBDBDB" w:themeFill="accent3" w:themeFillTint="66"/>
          </w:tcPr>
          <w:p w14:paraId="0868E4F9" w14:textId="77777777" w:rsidR="00767691" w:rsidRPr="004E65AA" w:rsidRDefault="00767691">
            <w:pPr>
              <w:spacing w:before="60" w:after="60"/>
              <w:jc w:val="center"/>
              <w:rPr>
                <w:ins w:id="830" w:author="Yasser Syed" w:date="2019-06-24T23:54:00Z"/>
                <w:sz w:val="18"/>
                <w:szCs w:val="18"/>
              </w:rPr>
              <w:pPrChange w:id="831" w:author="Yasser Syed" w:date="2019-06-25T18:26:00Z">
                <w:pPr>
                  <w:keepNext/>
                  <w:spacing w:before="0"/>
                  <w:jc w:val="center"/>
                </w:pPr>
              </w:pPrChange>
            </w:pPr>
          </w:p>
        </w:tc>
        <w:tc>
          <w:tcPr>
            <w:tcW w:w="895" w:type="dxa"/>
            <w:shd w:val="clear" w:color="auto" w:fill="auto"/>
          </w:tcPr>
          <w:p w14:paraId="3B24DD7A" w14:textId="77777777" w:rsidR="00767691" w:rsidRPr="004E65AA" w:rsidRDefault="00767691">
            <w:pPr>
              <w:spacing w:before="60" w:after="60"/>
              <w:jc w:val="center"/>
              <w:rPr>
                <w:ins w:id="832" w:author="Yasser Syed" w:date="2019-06-24T23:54:00Z"/>
                <w:sz w:val="18"/>
                <w:szCs w:val="18"/>
              </w:rPr>
              <w:pPrChange w:id="833" w:author="Yasser Syed" w:date="2019-06-25T18:26:00Z">
                <w:pPr>
                  <w:keepNext/>
                  <w:spacing w:before="0"/>
                  <w:jc w:val="center"/>
                </w:pPr>
              </w:pPrChange>
            </w:pPr>
            <w:ins w:id="834" w:author="Yasser Syed" w:date="2019-06-24T23:54:00Z">
              <w:r w:rsidRPr="004E65AA">
                <w:rPr>
                  <w:sz w:val="18"/>
                  <w:szCs w:val="18"/>
                </w:rPr>
                <w:sym w:font="Symbol" w:char="F0D6"/>
              </w:r>
            </w:ins>
          </w:p>
        </w:tc>
      </w:tr>
    </w:tbl>
    <w:p w14:paraId="1FD92670" w14:textId="77777777" w:rsidR="00767691" w:rsidRDefault="00767691" w:rsidP="00767691">
      <w:pPr>
        <w:rPr>
          <w:ins w:id="835" w:author="Yasser Syed" w:date="2019-06-24T23:54:00Z"/>
        </w:rPr>
      </w:pPr>
      <w:ins w:id="836" w:author="Yasser Syed" w:date="2019-06-24T23:54:00Z">
        <w:r>
          <w:t>In this table, cells with check marks (</w:t>
        </w:r>
        <w:r w:rsidRPr="0058106C">
          <w:rPr>
            <w:sz w:val="18"/>
            <w:szCs w:val="13"/>
          </w:rPr>
          <w:sym w:font="Symbol" w:char="F0D6"/>
        </w:r>
        <w:r>
          <w:rPr>
            <w:sz w:val="18"/>
            <w:szCs w:val="13"/>
          </w:rPr>
          <w:t>)</w:t>
        </w:r>
        <w:r>
          <w:t xml:space="preserve"> indicate “used combinations”; cells without check marks indicate “not used combinations”.</w:t>
        </w:r>
      </w:ins>
    </w:p>
    <w:p w14:paraId="2E2109C8" w14:textId="77777777" w:rsidR="00767691" w:rsidRPr="00374CBE" w:rsidRDefault="00767691" w:rsidP="00D947BC"/>
    <w:p w14:paraId="4A80E8FE" w14:textId="1CA43E3F" w:rsidR="00062832" w:rsidRPr="00374CBE" w:rsidRDefault="007F5C12" w:rsidP="00A428C3">
      <w:pPr>
        <w:pStyle w:val="Heading3"/>
      </w:pPr>
      <w:r w:rsidRPr="00374CBE">
        <w:t>7.2.2</w:t>
      </w:r>
      <w:r w:rsidRPr="00374CBE">
        <w:tab/>
      </w:r>
      <w:r w:rsidR="00EB62A5" w:rsidRPr="00374CBE">
        <w:t>Colour properties</w:t>
      </w:r>
    </w:p>
    <w:p w14:paraId="6353D852" w14:textId="3A1B7D48" w:rsidR="00767691" w:rsidRDefault="006E5D9F" w:rsidP="00F47A7C">
      <w:pPr>
        <w:rPr>
          <w:ins w:id="837" w:author="Yasser Syed" w:date="2019-06-24T23:57:00Z"/>
        </w:rPr>
      </w:pPr>
      <w:r w:rsidRPr="00374CBE">
        <w:t xml:space="preserve">For colorimetry and range </w:t>
      </w:r>
      <w:r w:rsidR="00AC4A1F" w:rsidRPr="00374CBE">
        <w:t>scaling</w:t>
      </w:r>
      <w:r w:rsidRPr="00374CBE">
        <w:t xml:space="preserve"> descriptions, the video properties </w:t>
      </w:r>
      <w:r w:rsidR="003A776B" w:rsidRPr="00374CBE">
        <w:t>described in Table 2 ordinarily</w:t>
      </w:r>
      <w:r w:rsidR="00AC4A1F" w:rsidRPr="00374CBE">
        <w:t xml:space="preserve"> apply. </w:t>
      </w:r>
      <w:r w:rsidR="003A776B" w:rsidRPr="00374CBE">
        <w:t xml:space="preserve">Remarks on common usage are included in the </w:t>
      </w:r>
      <w:ins w:id="838" w:author="Yasser Syed" w:date="2019-06-24T23:56:00Z">
        <w:r w:rsidR="00767691">
          <w:t>T</w:t>
        </w:r>
      </w:ins>
      <w:del w:id="839" w:author="Yasser Syed" w:date="2019-06-24T23:56:00Z">
        <w:r w:rsidR="003A776B" w:rsidRPr="00374CBE" w:rsidDel="00767691">
          <w:delText>t</w:delText>
        </w:r>
      </w:del>
      <w:r w:rsidR="003A776B" w:rsidRPr="00374CBE">
        <w:t>able</w:t>
      </w:r>
      <w:ins w:id="840" w:author="Yasser Syed" w:date="2019-06-24T23:56:00Z">
        <w:r w:rsidR="00767691">
          <w:t xml:space="preserve"> 3</w:t>
        </w:r>
      </w:ins>
      <w:r w:rsidRPr="00374CBE">
        <w:t>.</w:t>
      </w:r>
    </w:p>
    <w:p w14:paraId="1D64B062" w14:textId="77777777" w:rsidR="00767691" w:rsidRDefault="00767691" w:rsidP="00767691">
      <w:pPr>
        <w:keepNext/>
        <w:tabs>
          <w:tab w:val="left" w:pos="4853"/>
          <w:tab w:val="right" w:pos="9691"/>
        </w:tabs>
        <w:overflowPunct/>
        <w:autoSpaceDE/>
        <w:autoSpaceDN/>
        <w:adjustRightInd/>
        <w:spacing w:before="120" w:after="120"/>
        <w:jc w:val="center"/>
        <w:textAlignment w:val="auto"/>
        <w:rPr>
          <w:ins w:id="841" w:author="Yasser Syed" w:date="2019-06-24T23:58:00Z"/>
          <w:rFonts w:eastAsia="SimSun"/>
          <w:b/>
          <w:bCs/>
          <w:szCs w:val="24"/>
          <w:lang w:eastAsia="ja-JP"/>
        </w:rPr>
      </w:pPr>
      <w:ins w:id="842" w:author="Yasser Syed" w:date="2019-06-24T23:58:00Z">
        <w:r w:rsidRPr="000456B4">
          <w:rPr>
            <w:rFonts w:eastAsia="SimSun"/>
            <w:b/>
            <w:bCs/>
            <w:szCs w:val="24"/>
            <w:lang w:eastAsia="ja-JP"/>
          </w:rPr>
          <w:t xml:space="preserve">Table </w:t>
        </w:r>
        <w:r w:rsidRPr="000456B4">
          <w:rPr>
            <w:rFonts w:eastAsia="SimSun"/>
            <w:szCs w:val="24"/>
            <w:lang w:eastAsia="ja-JP"/>
          </w:rPr>
          <w:fldChar w:fldCharType="begin"/>
        </w:r>
        <w:r w:rsidRPr="000456B4">
          <w:rPr>
            <w:rFonts w:eastAsia="SimSun"/>
            <w:b/>
            <w:bCs/>
            <w:szCs w:val="24"/>
            <w:lang w:eastAsia="ja-JP"/>
          </w:rPr>
          <w:instrText xml:space="preserve"> SEQ Table \* ARABIC </w:instrText>
        </w:r>
        <w:r w:rsidRPr="000456B4">
          <w:rPr>
            <w:rFonts w:eastAsia="SimSun"/>
            <w:szCs w:val="24"/>
            <w:lang w:eastAsia="ja-JP"/>
          </w:rPr>
          <w:fldChar w:fldCharType="separate"/>
        </w:r>
        <w:r>
          <w:rPr>
            <w:rFonts w:eastAsia="SimSun"/>
            <w:b/>
            <w:bCs/>
            <w:noProof/>
            <w:szCs w:val="24"/>
            <w:lang w:eastAsia="ja-JP"/>
          </w:rPr>
          <w:t>3</w:t>
        </w:r>
        <w:r w:rsidRPr="000456B4">
          <w:rPr>
            <w:rFonts w:eastAsia="SimSun"/>
            <w:szCs w:val="24"/>
            <w:lang w:eastAsia="ja-JP"/>
          </w:rPr>
          <w:fldChar w:fldCharType="end"/>
        </w:r>
        <w:r w:rsidRPr="000456B4">
          <w:rPr>
            <w:rFonts w:eastAsia="SimSun"/>
            <w:b/>
            <w:bCs/>
            <w:szCs w:val="24"/>
            <w:lang w:eastAsia="ja-JP"/>
          </w:rPr>
          <w:t xml:space="preserve"> – Video colour description properties and their common usage</w:t>
        </w:r>
      </w:ins>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05"/>
        <w:gridCol w:w="1890"/>
        <w:gridCol w:w="4045"/>
      </w:tblGrid>
      <w:tr w:rsidR="00767691" w:rsidRPr="000456B4" w14:paraId="2841969B" w14:textId="77777777" w:rsidTr="00767691">
        <w:trPr>
          <w:jc w:val="center"/>
          <w:ins w:id="843" w:author="Yasser Syed" w:date="2019-06-24T23:58:00Z"/>
        </w:trPr>
        <w:tc>
          <w:tcPr>
            <w:tcW w:w="3505" w:type="dxa"/>
            <w:shd w:val="clear" w:color="auto" w:fill="auto"/>
          </w:tcPr>
          <w:p w14:paraId="3ACF691B" w14:textId="77777777" w:rsidR="00767691" w:rsidRPr="000456B4" w:rsidRDefault="00767691" w:rsidP="00767691">
            <w:pPr>
              <w:keepNext/>
              <w:jc w:val="left"/>
              <w:rPr>
                <w:ins w:id="844" w:author="Yasser Syed" w:date="2019-06-24T23:58:00Z"/>
                <w:b/>
                <w:sz w:val="18"/>
                <w:szCs w:val="18"/>
              </w:rPr>
            </w:pPr>
            <w:ins w:id="845" w:author="Yasser Syed" w:date="2019-06-24T23:58:00Z">
              <w:r w:rsidRPr="000456B4">
                <w:rPr>
                  <w:b/>
                  <w:sz w:val="18"/>
                  <w:szCs w:val="18"/>
                </w:rPr>
                <w:t>Carriage parameter names</w:t>
              </w:r>
            </w:ins>
          </w:p>
        </w:tc>
        <w:tc>
          <w:tcPr>
            <w:tcW w:w="1890" w:type="dxa"/>
            <w:shd w:val="clear" w:color="auto" w:fill="auto"/>
          </w:tcPr>
          <w:p w14:paraId="420011EA" w14:textId="77777777" w:rsidR="00767691" w:rsidRPr="000456B4" w:rsidRDefault="00767691" w:rsidP="00767691">
            <w:pPr>
              <w:keepNext/>
              <w:jc w:val="left"/>
              <w:rPr>
                <w:ins w:id="846" w:author="Yasser Syed" w:date="2019-06-24T23:58:00Z"/>
                <w:b/>
                <w:sz w:val="18"/>
                <w:szCs w:val="18"/>
              </w:rPr>
            </w:pPr>
            <w:ins w:id="847" w:author="Yasser Syed" w:date="2019-06-24T23:58:00Z">
              <w:r w:rsidRPr="000456B4">
                <w:rPr>
                  <w:b/>
                  <w:sz w:val="18"/>
                  <w:szCs w:val="18"/>
                </w:rPr>
                <w:t>Colloquial names</w:t>
              </w:r>
            </w:ins>
          </w:p>
        </w:tc>
        <w:tc>
          <w:tcPr>
            <w:tcW w:w="4045" w:type="dxa"/>
            <w:shd w:val="clear" w:color="auto" w:fill="auto"/>
          </w:tcPr>
          <w:p w14:paraId="17BC276F" w14:textId="77777777" w:rsidR="00767691" w:rsidRPr="000456B4" w:rsidRDefault="00767691" w:rsidP="00767691">
            <w:pPr>
              <w:keepNext/>
              <w:jc w:val="left"/>
              <w:rPr>
                <w:ins w:id="848" w:author="Yasser Syed" w:date="2019-06-24T23:58:00Z"/>
                <w:b/>
                <w:sz w:val="18"/>
                <w:szCs w:val="18"/>
              </w:rPr>
            </w:pPr>
            <w:ins w:id="849" w:author="Yasser Syed" w:date="2019-06-24T23:58:00Z">
              <w:r w:rsidRPr="000456B4">
                <w:rPr>
                  <w:b/>
                  <w:sz w:val="18"/>
                  <w:szCs w:val="18"/>
                </w:rPr>
                <w:t>Common usage</w:t>
              </w:r>
            </w:ins>
          </w:p>
        </w:tc>
      </w:tr>
      <w:tr w:rsidR="00767691" w:rsidRPr="000456B4" w14:paraId="01F69937" w14:textId="77777777" w:rsidTr="00767691">
        <w:trPr>
          <w:jc w:val="center"/>
          <w:ins w:id="850" w:author="Yasser Syed" w:date="2019-06-24T23:58:00Z"/>
        </w:trPr>
        <w:tc>
          <w:tcPr>
            <w:tcW w:w="3505" w:type="dxa"/>
            <w:shd w:val="clear" w:color="auto" w:fill="auto"/>
          </w:tcPr>
          <w:p w14:paraId="773B8482" w14:textId="77777777" w:rsidR="00767691" w:rsidRPr="000456B4" w:rsidRDefault="00767691" w:rsidP="00767691">
            <w:pPr>
              <w:keepNext/>
              <w:jc w:val="left"/>
              <w:rPr>
                <w:ins w:id="851" w:author="Yasser Syed" w:date="2019-06-24T23:58:00Z"/>
                <w:sz w:val="18"/>
                <w:szCs w:val="18"/>
              </w:rPr>
            </w:pPr>
            <w:ins w:id="852" w:author="Yasser Syed" w:date="2019-06-24T23:58:00Z">
              <w:r w:rsidRPr="000456B4">
                <w:rPr>
                  <w:sz w:val="18"/>
                  <w:szCs w:val="18"/>
                </w:rPr>
                <w:t>ColourPrimaries [CICP]</w:t>
              </w:r>
            </w:ins>
          </w:p>
          <w:p w14:paraId="41576504" w14:textId="77777777" w:rsidR="00767691" w:rsidRPr="000456B4" w:rsidRDefault="00767691" w:rsidP="00767691">
            <w:pPr>
              <w:keepNext/>
              <w:jc w:val="left"/>
              <w:rPr>
                <w:ins w:id="853" w:author="Yasser Syed" w:date="2019-06-24T23:58:00Z"/>
                <w:sz w:val="18"/>
                <w:szCs w:val="18"/>
              </w:rPr>
            </w:pPr>
            <w:ins w:id="854" w:author="Yasser Syed" w:date="2019-06-24T23:58:00Z">
              <w:r w:rsidRPr="000456B4">
                <w:rPr>
                  <w:sz w:val="18"/>
                  <w:szCs w:val="18"/>
                </w:rPr>
                <w:t>colour_primaries [HEVC or AVC]</w:t>
              </w:r>
            </w:ins>
          </w:p>
          <w:p w14:paraId="50CB129C" w14:textId="77777777" w:rsidR="00767691" w:rsidRPr="000456B4" w:rsidRDefault="00767691" w:rsidP="00767691">
            <w:pPr>
              <w:keepNext/>
              <w:jc w:val="left"/>
              <w:rPr>
                <w:ins w:id="855" w:author="Yasser Syed" w:date="2019-06-24T23:58:00Z"/>
                <w:sz w:val="18"/>
                <w:szCs w:val="18"/>
              </w:rPr>
            </w:pPr>
            <w:ins w:id="856" w:author="Yasser Syed" w:date="2019-06-24T23:58:00Z">
              <w:r w:rsidRPr="000456B4">
                <w:rPr>
                  <w:sz w:val="18"/>
                  <w:szCs w:val="18"/>
                </w:rPr>
                <w:t xml:space="preserve">colour primaries [MXF] </w:t>
              </w:r>
            </w:ins>
          </w:p>
        </w:tc>
        <w:tc>
          <w:tcPr>
            <w:tcW w:w="1890" w:type="dxa"/>
            <w:shd w:val="clear" w:color="auto" w:fill="auto"/>
          </w:tcPr>
          <w:p w14:paraId="1995C171" w14:textId="77777777" w:rsidR="00767691" w:rsidRPr="000456B4" w:rsidRDefault="00767691" w:rsidP="00767691">
            <w:pPr>
              <w:keepNext/>
              <w:jc w:val="left"/>
              <w:rPr>
                <w:ins w:id="857" w:author="Yasser Syed" w:date="2019-06-24T23:58:00Z"/>
                <w:sz w:val="18"/>
                <w:szCs w:val="18"/>
              </w:rPr>
            </w:pPr>
            <w:ins w:id="858" w:author="Yasser Syed" w:date="2019-06-24T23:58:00Z">
              <w:r w:rsidRPr="000456B4">
                <w:rPr>
                  <w:sz w:val="18"/>
                  <w:szCs w:val="18"/>
                </w:rPr>
                <w:t>Colour space, colour gamut</w:t>
              </w:r>
            </w:ins>
          </w:p>
        </w:tc>
        <w:tc>
          <w:tcPr>
            <w:tcW w:w="4045" w:type="dxa"/>
            <w:shd w:val="clear" w:color="auto" w:fill="auto"/>
          </w:tcPr>
          <w:p w14:paraId="212ACC91" w14:textId="77777777" w:rsidR="00767691" w:rsidRPr="000456B4" w:rsidRDefault="00767691" w:rsidP="00767691">
            <w:pPr>
              <w:keepNext/>
              <w:jc w:val="left"/>
              <w:rPr>
                <w:ins w:id="859" w:author="Yasser Syed" w:date="2019-06-24T23:58:00Z"/>
                <w:sz w:val="18"/>
                <w:szCs w:val="18"/>
              </w:rPr>
            </w:pPr>
            <w:ins w:id="860" w:author="Yasser Syed" w:date="2019-06-24T23:58:00Z">
              <w:r w:rsidRPr="000456B4">
                <w:rPr>
                  <w:sz w:val="18"/>
                  <w:szCs w:val="18"/>
                </w:rPr>
                <w:t>SDR video uses a Rec. ITU-R BT.709 colour representation. WCG video may restrict colour to the P3D65 gamut (SMPTE ST 2</w:t>
              </w:r>
              <w:r>
                <w:rPr>
                  <w:sz w:val="18"/>
                  <w:szCs w:val="18"/>
                </w:rPr>
                <w:t>113</w:t>
              </w:r>
              <w:r w:rsidRPr="000456B4">
                <w:rPr>
                  <w:sz w:val="18"/>
                  <w:szCs w:val="18"/>
                </w:rPr>
                <w:t>) but in a Rec. ITU-R BT.2020 colour space container. HDR over time is expected to exhibit a more complete coverage of the Rec. ITU-R BT.2020 colour representation.</w:t>
              </w:r>
            </w:ins>
          </w:p>
        </w:tc>
      </w:tr>
      <w:tr w:rsidR="00767691" w:rsidRPr="000456B4" w14:paraId="2284938E" w14:textId="77777777" w:rsidTr="00767691">
        <w:trPr>
          <w:jc w:val="center"/>
          <w:ins w:id="861" w:author="Yasser Syed" w:date="2019-06-24T23:58:00Z"/>
        </w:trPr>
        <w:tc>
          <w:tcPr>
            <w:tcW w:w="3505" w:type="dxa"/>
            <w:shd w:val="clear" w:color="auto" w:fill="auto"/>
          </w:tcPr>
          <w:p w14:paraId="6C6091D8" w14:textId="77777777" w:rsidR="00767691" w:rsidRPr="000456B4" w:rsidRDefault="00767691" w:rsidP="00767691">
            <w:pPr>
              <w:keepNext/>
              <w:jc w:val="left"/>
              <w:rPr>
                <w:ins w:id="862" w:author="Yasser Syed" w:date="2019-06-24T23:58:00Z"/>
                <w:sz w:val="18"/>
                <w:szCs w:val="18"/>
              </w:rPr>
            </w:pPr>
            <w:ins w:id="863" w:author="Yasser Syed" w:date="2019-06-24T23:58:00Z">
              <w:r w:rsidRPr="000456B4">
                <w:rPr>
                  <w:sz w:val="18"/>
                  <w:szCs w:val="18"/>
                </w:rPr>
                <w:t>TransferCharacteristics [CICP]</w:t>
              </w:r>
            </w:ins>
          </w:p>
          <w:p w14:paraId="4FC7F485" w14:textId="77777777" w:rsidR="00767691" w:rsidRPr="000456B4" w:rsidRDefault="00767691" w:rsidP="00767691">
            <w:pPr>
              <w:keepNext/>
              <w:jc w:val="left"/>
              <w:rPr>
                <w:ins w:id="864" w:author="Yasser Syed" w:date="2019-06-24T23:58:00Z"/>
                <w:sz w:val="18"/>
                <w:szCs w:val="18"/>
              </w:rPr>
            </w:pPr>
            <w:ins w:id="865" w:author="Yasser Syed" w:date="2019-06-24T23:58:00Z">
              <w:r w:rsidRPr="000456B4">
                <w:rPr>
                  <w:sz w:val="18"/>
                  <w:szCs w:val="18"/>
                </w:rPr>
                <w:t>transfer_characteristics [HEVC or AVC]</w:t>
              </w:r>
            </w:ins>
          </w:p>
          <w:p w14:paraId="44FC7632" w14:textId="77777777" w:rsidR="00767691" w:rsidRPr="000456B4" w:rsidRDefault="00767691" w:rsidP="00767691">
            <w:pPr>
              <w:keepNext/>
              <w:jc w:val="left"/>
              <w:rPr>
                <w:ins w:id="866" w:author="Yasser Syed" w:date="2019-06-24T23:58:00Z"/>
                <w:sz w:val="18"/>
                <w:szCs w:val="18"/>
              </w:rPr>
            </w:pPr>
            <w:ins w:id="867" w:author="Yasser Syed" w:date="2019-06-24T23:58:00Z">
              <w:r w:rsidRPr="000456B4">
                <w:rPr>
                  <w:sz w:val="18"/>
                  <w:szCs w:val="18"/>
                </w:rPr>
                <w:t xml:space="preserve">transfer characteristic [MXF] </w:t>
              </w:r>
            </w:ins>
          </w:p>
        </w:tc>
        <w:tc>
          <w:tcPr>
            <w:tcW w:w="1890" w:type="dxa"/>
            <w:shd w:val="clear" w:color="auto" w:fill="auto"/>
          </w:tcPr>
          <w:p w14:paraId="244F3AE0" w14:textId="77777777" w:rsidR="00767691" w:rsidRPr="000456B4" w:rsidRDefault="00767691" w:rsidP="00767691">
            <w:pPr>
              <w:keepNext/>
              <w:jc w:val="left"/>
              <w:rPr>
                <w:ins w:id="868" w:author="Yasser Syed" w:date="2019-06-24T23:58:00Z"/>
                <w:sz w:val="18"/>
                <w:szCs w:val="18"/>
              </w:rPr>
            </w:pPr>
            <w:ins w:id="869" w:author="Yasser Syed" w:date="2019-06-24T23:58:00Z">
              <w:r w:rsidRPr="000456B4">
                <w:rPr>
                  <w:sz w:val="18"/>
                  <w:szCs w:val="18"/>
                </w:rPr>
                <w:t>Transfer curves, log curves, gamma curves</w:t>
              </w:r>
            </w:ins>
          </w:p>
        </w:tc>
        <w:tc>
          <w:tcPr>
            <w:tcW w:w="4045" w:type="dxa"/>
            <w:shd w:val="clear" w:color="auto" w:fill="auto"/>
          </w:tcPr>
          <w:p w14:paraId="0E926DA2" w14:textId="77777777" w:rsidR="00767691" w:rsidRPr="000456B4" w:rsidRDefault="00767691" w:rsidP="00767691">
            <w:pPr>
              <w:keepNext/>
              <w:jc w:val="left"/>
              <w:rPr>
                <w:ins w:id="870" w:author="Yasser Syed" w:date="2019-06-24T23:58:00Z"/>
                <w:sz w:val="18"/>
                <w:szCs w:val="18"/>
              </w:rPr>
            </w:pPr>
            <w:ins w:id="871" w:author="Yasser Syed" w:date="2019-06-24T23:58:00Z">
              <w:r w:rsidRPr="000456B4">
                <w:rPr>
                  <w:sz w:val="18"/>
                  <w:szCs w:val="18"/>
                </w:rPr>
                <w:t>HDR video uses either PQ or HLG. SDR video typically uses the transfer characteristic for Rec. ITU-R BT.709, assuming a display characteristic corresponding to Rec. ITU-R BT.1886.</w:t>
              </w:r>
            </w:ins>
          </w:p>
        </w:tc>
      </w:tr>
      <w:tr w:rsidR="00767691" w:rsidRPr="000456B4" w14:paraId="740309FE" w14:textId="77777777" w:rsidTr="00767691">
        <w:trPr>
          <w:jc w:val="center"/>
          <w:ins w:id="872" w:author="Yasser Syed" w:date="2019-06-24T23:58:00Z"/>
        </w:trPr>
        <w:tc>
          <w:tcPr>
            <w:tcW w:w="3505" w:type="dxa"/>
            <w:shd w:val="clear" w:color="auto" w:fill="auto"/>
          </w:tcPr>
          <w:p w14:paraId="531D6ECC" w14:textId="77777777" w:rsidR="00767691" w:rsidRPr="000456B4" w:rsidRDefault="00767691" w:rsidP="00767691">
            <w:pPr>
              <w:keepNext/>
              <w:jc w:val="left"/>
              <w:rPr>
                <w:ins w:id="873" w:author="Yasser Syed" w:date="2019-06-24T23:58:00Z"/>
                <w:sz w:val="18"/>
                <w:szCs w:val="18"/>
              </w:rPr>
            </w:pPr>
            <w:ins w:id="874" w:author="Yasser Syed" w:date="2019-06-24T23:58:00Z">
              <w:r w:rsidRPr="000456B4">
                <w:rPr>
                  <w:sz w:val="18"/>
                  <w:szCs w:val="18"/>
                </w:rPr>
                <w:t>MatrixCoefficients [CICP]</w:t>
              </w:r>
            </w:ins>
          </w:p>
          <w:p w14:paraId="2B307B80" w14:textId="77777777" w:rsidR="00767691" w:rsidRPr="000456B4" w:rsidRDefault="00767691" w:rsidP="00767691">
            <w:pPr>
              <w:keepNext/>
              <w:jc w:val="left"/>
              <w:rPr>
                <w:ins w:id="875" w:author="Yasser Syed" w:date="2019-06-24T23:58:00Z"/>
                <w:sz w:val="18"/>
                <w:szCs w:val="18"/>
              </w:rPr>
            </w:pPr>
            <w:ins w:id="876" w:author="Yasser Syed" w:date="2019-06-24T23:58:00Z">
              <w:r w:rsidRPr="000456B4">
                <w:rPr>
                  <w:sz w:val="18"/>
                  <w:szCs w:val="18"/>
                </w:rPr>
                <w:t>matrix_coeffs [HEVC]</w:t>
              </w:r>
            </w:ins>
          </w:p>
          <w:p w14:paraId="7DFEACD8" w14:textId="77777777" w:rsidR="00767691" w:rsidRPr="000456B4" w:rsidRDefault="00767691" w:rsidP="00767691">
            <w:pPr>
              <w:keepNext/>
              <w:jc w:val="left"/>
              <w:rPr>
                <w:ins w:id="877" w:author="Yasser Syed" w:date="2019-06-24T23:58:00Z"/>
                <w:sz w:val="18"/>
                <w:szCs w:val="18"/>
              </w:rPr>
            </w:pPr>
            <w:ins w:id="878" w:author="Yasser Syed" w:date="2019-06-24T23:58:00Z">
              <w:r w:rsidRPr="000456B4">
                <w:rPr>
                  <w:sz w:val="18"/>
                  <w:szCs w:val="18"/>
                </w:rPr>
                <w:t>matrix_coefficients [AVC]</w:t>
              </w:r>
            </w:ins>
          </w:p>
          <w:p w14:paraId="2E39E862" w14:textId="77777777" w:rsidR="00767691" w:rsidRPr="000456B4" w:rsidRDefault="00767691" w:rsidP="00767691">
            <w:pPr>
              <w:keepNext/>
              <w:jc w:val="left"/>
              <w:rPr>
                <w:ins w:id="879" w:author="Yasser Syed" w:date="2019-06-24T23:58:00Z"/>
                <w:sz w:val="18"/>
                <w:szCs w:val="18"/>
              </w:rPr>
            </w:pPr>
            <w:ins w:id="880" w:author="Yasser Syed" w:date="2019-06-24T23:58:00Z">
              <w:r w:rsidRPr="000456B4">
                <w:rPr>
                  <w:sz w:val="18"/>
                  <w:szCs w:val="18"/>
                </w:rPr>
                <w:t>coding equations [MXF]</w:t>
              </w:r>
            </w:ins>
          </w:p>
        </w:tc>
        <w:tc>
          <w:tcPr>
            <w:tcW w:w="1890" w:type="dxa"/>
            <w:shd w:val="clear" w:color="auto" w:fill="auto"/>
          </w:tcPr>
          <w:p w14:paraId="7E94D2A3" w14:textId="77777777" w:rsidR="00767691" w:rsidRPr="000456B4" w:rsidRDefault="00767691" w:rsidP="00767691">
            <w:pPr>
              <w:keepNext/>
              <w:jc w:val="left"/>
              <w:rPr>
                <w:ins w:id="881" w:author="Yasser Syed" w:date="2019-06-24T23:58:00Z"/>
                <w:sz w:val="18"/>
                <w:szCs w:val="18"/>
              </w:rPr>
            </w:pPr>
            <w:ins w:id="882" w:author="Yasser Syed" w:date="2019-06-24T23:58:00Z">
              <w:r w:rsidRPr="000456B4">
                <w:rPr>
                  <w:sz w:val="18"/>
                  <w:szCs w:val="18"/>
                </w:rPr>
                <w:t xml:space="preserve">Colour representation, GBR, NCL, YCC, </w:t>
              </w:r>
              <w:r>
                <w:rPr>
                  <w:sz w:val="18"/>
                  <w:szCs w:val="18"/>
                </w:rPr>
                <w:t>IC</w:t>
              </w:r>
              <w:r w:rsidRPr="0058106C">
                <w:rPr>
                  <w:sz w:val="18"/>
                  <w:szCs w:val="18"/>
                  <w:vertAlign w:val="subscript"/>
                </w:rPr>
                <w:t>T</w:t>
              </w:r>
              <w:r>
                <w:rPr>
                  <w:sz w:val="18"/>
                  <w:szCs w:val="18"/>
                </w:rPr>
                <w:t>C</w:t>
              </w:r>
              <w:r w:rsidRPr="0058106C">
                <w:rPr>
                  <w:sz w:val="18"/>
                  <w:szCs w:val="18"/>
                  <w:vertAlign w:val="subscript"/>
                </w:rPr>
                <w:t>P</w:t>
              </w:r>
              <w:r>
                <w:rPr>
                  <w:sz w:val="18"/>
                  <w:szCs w:val="18"/>
                </w:rPr>
                <w:t xml:space="preserve">, </w:t>
              </w:r>
              <w:r w:rsidRPr="000456B4">
                <w:rPr>
                  <w:sz w:val="18"/>
                  <w:szCs w:val="18"/>
                </w:rPr>
                <w:t>YUV, Y′UV, R′G′B′</w:t>
              </w:r>
            </w:ins>
          </w:p>
        </w:tc>
        <w:tc>
          <w:tcPr>
            <w:tcW w:w="4045" w:type="dxa"/>
            <w:shd w:val="clear" w:color="auto" w:fill="auto"/>
          </w:tcPr>
          <w:p w14:paraId="2E61ABA8" w14:textId="77777777" w:rsidR="00767691" w:rsidRPr="000456B4" w:rsidRDefault="00767691" w:rsidP="00767691">
            <w:pPr>
              <w:keepNext/>
              <w:jc w:val="left"/>
              <w:rPr>
                <w:ins w:id="883" w:author="Yasser Syed" w:date="2019-06-24T23:58:00Z"/>
                <w:sz w:val="18"/>
                <w:szCs w:val="18"/>
              </w:rPr>
            </w:pPr>
            <w:ins w:id="884" w:author="Yasser Syed" w:date="2019-06-24T23:58:00Z">
              <w:r w:rsidRPr="000456B4">
                <w:rPr>
                  <w:sz w:val="18"/>
                  <w:szCs w:val="18"/>
                </w:rPr>
                <w:t>Specifies the encoding equations to convert RGB image components to component colour difference image components.</w:t>
              </w:r>
              <w:r w:rsidRPr="000456B4" w:rsidDel="00686FD8">
                <w:rPr>
                  <w:sz w:val="18"/>
                  <w:szCs w:val="18"/>
                </w:rPr>
                <w:t xml:space="preserve"> </w:t>
              </w:r>
              <w:r w:rsidRPr="000456B4">
                <w:rPr>
                  <w:sz w:val="18"/>
                  <w:szCs w:val="18"/>
                </w:rPr>
                <w:t>For R′G′B′ representations, no matrix applies, which is typically indicated by the value 0. (</w:t>
              </w:r>
              <w:r w:rsidRPr="000456B4">
                <w:rPr>
                  <w:rFonts w:eastAsia="Yu Mincho"/>
                  <w:sz w:val="18"/>
                  <w:szCs w:val="18"/>
                  <w:lang w:eastAsia="zh-CN"/>
                </w:rPr>
                <w:t>The colour representation notation does not indicate the media component order in a coded representation.)</w:t>
              </w:r>
            </w:ins>
          </w:p>
        </w:tc>
      </w:tr>
      <w:tr w:rsidR="00767691" w:rsidRPr="000456B4" w14:paraId="22DF402D" w14:textId="77777777" w:rsidTr="00767691">
        <w:trPr>
          <w:jc w:val="center"/>
          <w:ins w:id="885" w:author="Yasser Syed" w:date="2019-06-24T23:58:00Z"/>
        </w:trPr>
        <w:tc>
          <w:tcPr>
            <w:tcW w:w="3505" w:type="dxa"/>
            <w:shd w:val="clear" w:color="auto" w:fill="auto"/>
          </w:tcPr>
          <w:p w14:paraId="33A35DCB" w14:textId="77777777" w:rsidR="00767691" w:rsidRPr="000456B4" w:rsidRDefault="00767691" w:rsidP="00767691">
            <w:pPr>
              <w:jc w:val="left"/>
              <w:rPr>
                <w:ins w:id="886" w:author="Yasser Syed" w:date="2019-06-24T23:58:00Z"/>
                <w:sz w:val="18"/>
                <w:szCs w:val="18"/>
              </w:rPr>
            </w:pPr>
            <w:ins w:id="887" w:author="Yasser Syed" w:date="2019-06-24T23:58:00Z">
              <w:r w:rsidRPr="000456B4">
                <w:rPr>
                  <w:sz w:val="18"/>
                  <w:szCs w:val="18"/>
                </w:rPr>
                <w:t>VideoFullRangeFlag [CICP]</w:t>
              </w:r>
            </w:ins>
          </w:p>
          <w:p w14:paraId="1D520CCA" w14:textId="77777777" w:rsidR="00767691" w:rsidRPr="000456B4" w:rsidRDefault="00767691" w:rsidP="00767691">
            <w:pPr>
              <w:jc w:val="left"/>
              <w:rPr>
                <w:ins w:id="888" w:author="Yasser Syed" w:date="2019-06-24T23:58:00Z"/>
                <w:sz w:val="18"/>
                <w:szCs w:val="18"/>
              </w:rPr>
            </w:pPr>
            <w:ins w:id="889" w:author="Yasser Syed" w:date="2019-06-24T23:58:00Z">
              <w:r w:rsidRPr="000456B4">
                <w:rPr>
                  <w:sz w:val="18"/>
                  <w:szCs w:val="18"/>
                </w:rPr>
                <w:t>video_full_range_flag [HEVC or AVC]</w:t>
              </w:r>
            </w:ins>
          </w:p>
          <w:p w14:paraId="6FC16544" w14:textId="77777777" w:rsidR="00767691" w:rsidRPr="000456B4" w:rsidRDefault="00767691" w:rsidP="00767691">
            <w:pPr>
              <w:jc w:val="left"/>
              <w:rPr>
                <w:ins w:id="890" w:author="Yasser Syed" w:date="2019-06-24T23:58:00Z"/>
                <w:sz w:val="18"/>
                <w:szCs w:val="18"/>
              </w:rPr>
            </w:pPr>
            <w:ins w:id="891" w:author="Yasser Syed" w:date="2019-06-24T23:58:00Z">
              <w:r>
                <w:rPr>
                  <w:sz w:val="18"/>
                  <w:szCs w:val="18"/>
                </w:rPr>
                <w:t>N/A</w:t>
              </w:r>
              <w:r w:rsidRPr="000456B4">
                <w:rPr>
                  <w:sz w:val="18"/>
                  <w:szCs w:val="18"/>
                </w:rPr>
                <w:t xml:space="preserve"> [MXF]</w:t>
              </w:r>
            </w:ins>
          </w:p>
        </w:tc>
        <w:tc>
          <w:tcPr>
            <w:tcW w:w="1890" w:type="dxa"/>
            <w:shd w:val="clear" w:color="auto" w:fill="auto"/>
          </w:tcPr>
          <w:p w14:paraId="6956D145" w14:textId="77777777" w:rsidR="00767691" w:rsidRPr="000456B4" w:rsidRDefault="00767691" w:rsidP="00767691">
            <w:pPr>
              <w:jc w:val="left"/>
              <w:rPr>
                <w:ins w:id="892" w:author="Yasser Syed" w:date="2019-06-24T23:58:00Z"/>
                <w:sz w:val="18"/>
                <w:szCs w:val="18"/>
              </w:rPr>
            </w:pPr>
            <w:ins w:id="893" w:author="Yasser Syed" w:date="2019-06-24T23:58:00Z">
              <w:r w:rsidRPr="000456B4">
                <w:rPr>
                  <w:sz w:val="18"/>
                  <w:szCs w:val="18"/>
                </w:rPr>
                <w:t>Full range, narrow range, headroom, footroom, legal range, SMPTE range, QE.1, QE.2</w:t>
              </w:r>
            </w:ins>
          </w:p>
        </w:tc>
        <w:tc>
          <w:tcPr>
            <w:tcW w:w="4045" w:type="dxa"/>
            <w:shd w:val="clear" w:color="auto" w:fill="auto"/>
          </w:tcPr>
          <w:p w14:paraId="42A72FBD" w14:textId="77777777" w:rsidR="00767691" w:rsidRPr="000456B4" w:rsidRDefault="00767691" w:rsidP="00767691">
            <w:pPr>
              <w:jc w:val="left"/>
              <w:rPr>
                <w:ins w:id="894" w:author="Yasser Syed" w:date="2019-06-24T23:58:00Z"/>
                <w:sz w:val="18"/>
                <w:szCs w:val="18"/>
              </w:rPr>
            </w:pPr>
            <w:ins w:id="895" w:author="Yasser Syed" w:date="2019-06-24T23:58:00Z">
              <w:r>
                <w:rPr>
                  <w:sz w:val="18"/>
                  <w:szCs w:val="18"/>
                </w:rPr>
                <w:t xml:space="preserve">Y′CbCr </w:t>
              </w:r>
              <w:r w:rsidRPr="000456B4">
                <w:rPr>
                  <w:sz w:val="18"/>
                  <w:szCs w:val="18"/>
                </w:rPr>
                <w:t>colour representations ordinarily use narrow range scaling for video.</w:t>
              </w:r>
            </w:ins>
          </w:p>
        </w:tc>
      </w:tr>
      <w:tr w:rsidR="00767691" w:rsidRPr="000456B4" w14:paraId="4872FD23" w14:textId="77777777" w:rsidTr="00767691">
        <w:trPr>
          <w:jc w:val="center"/>
          <w:ins w:id="896" w:author="Yasser Syed" w:date="2019-06-24T23:58:00Z"/>
        </w:trPr>
        <w:tc>
          <w:tcPr>
            <w:tcW w:w="3505" w:type="dxa"/>
            <w:shd w:val="clear" w:color="auto" w:fill="auto"/>
          </w:tcPr>
          <w:p w14:paraId="69ADC201" w14:textId="77777777" w:rsidR="00767691" w:rsidRPr="000456B4" w:rsidRDefault="00767691" w:rsidP="00767691">
            <w:pPr>
              <w:jc w:val="left"/>
              <w:rPr>
                <w:ins w:id="897" w:author="Yasser Syed" w:date="2019-06-24T23:58:00Z"/>
                <w:sz w:val="18"/>
                <w:szCs w:val="18"/>
              </w:rPr>
            </w:pPr>
            <w:ins w:id="898" w:author="Yasser Syed" w:date="2019-06-24T23:58:00Z">
              <w:r w:rsidRPr="000456B4">
                <w:rPr>
                  <w:sz w:val="18"/>
                  <w:szCs w:val="18"/>
                </w:rPr>
                <w:lastRenderedPageBreak/>
                <w:t>ChromaLocType [HEVC]</w:t>
              </w:r>
            </w:ins>
          </w:p>
          <w:p w14:paraId="49F8A164" w14:textId="77777777" w:rsidR="00767691" w:rsidRPr="000456B4" w:rsidRDefault="00767691" w:rsidP="00767691">
            <w:pPr>
              <w:jc w:val="left"/>
              <w:rPr>
                <w:ins w:id="899" w:author="Yasser Syed" w:date="2019-06-24T23:58:00Z"/>
                <w:sz w:val="18"/>
                <w:szCs w:val="18"/>
              </w:rPr>
            </w:pPr>
            <w:ins w:id="900" w:author="Yasser Syed" w:date="2019-06-24T23:58:00Z">
              <w:r w:rsidRPr="000456B4">
                <w:rPr>
                  <w:sz w:val="18"/>
                  <w:szCs w:val="18"/>
                </w:rPr>
                <w:t>chroma_sample_loc_type_top_field and chroma_sample_loc_type_bottom_field [AVC or HEVC]</w:t>
              </w:r>
            </w:ins>
          </w:p>
          <w:p w14:paraId="62544AEC" w14:textId="77777777" w:rsidR="00767691" w:rsidRPr="000456B4" w:rsidRDefault="00767691" w:rsidP="00767691">
            <w:pPr>
              <w:jc w:val="left"/>
              <w:rPr>
                <w:ins w:id="901" w:author="Yasser Syed" w:date="2019-06-24T23:58:00Z"/>
                <w:sz w:val="18"/>
                <w:szCs w:val="18"/>
              </w:rPr>
            </w:pPr>
            <w:ins w:id="902" w:author="Yasser Syed" w:date="2019-06-24T23:58:00Z">
              <w:r>
                <w:rPr>
                  <w:sz w:val="18"/>
                  <w:szCs w:val="18"/>
                </w:rPr>
                <w:t>N/A</w:t>
              </w:r>
              <w:r w:rsidRPr="000456B4">
                <w:rPr>
                  <w:sz w:val="18"/>
                  <w:szCs w:val="18"/>
                </w:rPr>
                <w:t xml:space="preserve"> [CICP or MXF]</w:t>
              </w:r>
            </w:ins>
          </w:p>
        </w:tc>
        <w:tc>
          <w:tcPr>
            <w:tcW w:w="1890" w:type="dxa"/>
            <w:shd w:val="clear" w:color="auto" w:fill="auto"/>
          </w:tcPr>
          <w:p w14:paraId="56CB3885" w14:textId="77777777" w:rsidR="00767691" w:rsidRPr="000456B4" w:rsidRDefault="00767691" w:rsidP="00767691">
            <w:pPr>
              <w:jc w:val="left"/>
              <w:rPr>
                <w:ins w:id="903" w:author="Yasser Syed" w:date="2019-06-24T23:58:00Z"/>
                <w:sz w:val="18"/>
                <w:szCs w:val="18"/>
              </w:rPr>
            </w:pPr>
            <w:ins w:id="904" w:author="Yasser Syed" w:date="2019-06-24T23:58:00Z">
              <w:r w:rsidRPr="000456B4">
                <w:rPr>
                  <w:sz w:val="18"/>
                  <w:szCs w:val="18"/>
                </w:rPr>
                <w:t>4:2:0 subsampled chroma location type</w:t>
              </w:r>
            </w:ins>
          </w:p>
        </w:tc>
        <w:tc>
          <w:tcPr>
            <w:tcW w:w="4045" w:type="dxa"/>
            <w:shd w:val="clear" w:color="auto" w:fill="auto"/>
          </w:tcPr>
          <w:p w14:paraId="4D4418AA" w14:textId="77777777" w:rsidR="00767691" w:rsidRPr="000456B4" w:rsidRDefault="00767691" w:rsidP="00767691">
            <w:pPr>
              <w:jc w:val="left"/>
              <w:rPr>
                <w:ins w:id="905" w:author="Yasser Syed" w:date="2019-06-24T23:58:00Z"/>
                <w:sz w:val="18"/>
                <w:szCs w:val="18"/>
              </w:rPr>
            </w:pPr>
            <w:ins w:id="906" w:author="Yasser Syed" w:date="2019-06-24T23:58:00Z">
              <w:r w:rsidRPr="000456B4">
                <w:rPr>
                  <w:sz w:val="18"/>
                  <w:szCs w:val="18"/>
                </w:rPr>
                <w:t xml:space="preserve">Indicates the horizontal and vertical positions of chroma samples </w:t>
              </w:r>
              <w:r w:rsidRPr="00DD3772">
                <w:rPr>
                  <w:sz w:val="18"/>
                  <w:szCs w:val="18"/>
                  <w:rPrChange w:id="907" w:author="Yasser Syed" w:date="2019-06-25T16:59:00Z">
                    <w:rPr>
                      <w:sz w:val="18"/>
                      <w:szCs w:val="18"/>
                      <w:highlight w:val="yellow"/>
                    </w:rPr>
                  </w:rPrChange>
                </w:rPr>
                <w:t>(Cb</w:t>
              </w:r>
              <w:r w:rsidRPr="00767691">
                <w:rPr>
                  <w:sz w:val="18"/>
                  <w:szCs w:val="18"/>
                  <w:rPrChange w:id="908" w:author="Yasser Syed" w:date="2019-06-24T23:58:00Z">
                    <w:rPr>
                      <w:sz w:val="18"/>
                      <w:szCs w:val="18"/>
                      <w:highlight w:val="yellow"/>
                    </w:rPr>
                  </w:rPrChange>
                </w:rPr>
                <w:t>, Cr,</w:t>
              </w:r>
              <w:r>
                <w:rPr>
                  <w:sz w:val="18"/>
                  <w:szCs w:val="18"/>
                </w:rPr>
                <w:t xml:space="preserve"> C</w:t>
              </w:r>
              <w:r>
                <w:rPr>
                  <w:sz w:val="18"/>
                  <w:szCs w:val="18"/>
                  <w:vertAlign w:val="subscript"/>
                </w:rPr>
                <w:t>T</w:t>
              </w:r>
              <w:r>
                <w:rPr>
                  <w:sz w:val="18"/>
                  <w:szCs w:val="18"/>
                </w:rPr>
                <w:t>, C</w:t>
              </w:r>
              <w:r>
                <w:rPr>
                  <w:sz w:val="18"/>
                  <w:szCs w:val="18"/>
                  <w:vertAlign w:val="subscript"/>
                </w:rPr>
                <w:t>P</w:t>
              </w:r>
              <w:r w:rsidRPr="000456B4">
                <w:rPr>
                  <w:sz w:val="18"/>
                  <w:szCs w:val="18"/>
                </w:rPr>
                <w:t>) with respect to luma samples with subsample position accuracy. The alignment is typically horizontally co-sited with even-numbered columns of luma samples (indexed starting from 0). For SD and HD video, the alignment is typically vertically interstitial between rows of luma samples (ChromaLocType = 0). For UHD video, the alignment is typically vertically co-sited with even-numbered rows of luma samples (ChromaLocType = 0).</w:t>
              </w:r>
            </w:ins>
          </w:p>
        </w:tc>
      </w:tr>
    </w:tbl>
    <w:p w14:paraId="3A95BC47" w14:textId="77777777" w:rsidR="00767691" w:rsidRPr="00374CBE" w:rsidRDefault="00767691" w:rsidP="00F47A7C"/>
    <w:tbl>
      <w:tblPr>
        <w:tblW w:w="9639" w:type="dxa"/>
        <w:jc w:val="center"/>
        <w:tblLook w:val="04A0" w:firstRow="1" w:lastRow="0" w:firstColumn="1" w:lastColumn="0" w:noHBand="0" w:noVBand="1"/>
      </w:tblPr>
      <w:tblGrid>
        <w:gridCol w:w="3579"/>
        <w:gridCol w:w="1930"/>
        <w:gridCol w:w="4130"/>
      </w:tblGrid>
      <w:tr w:rsidR="00F47A7C" w:rsidRPr="00374CBE" w:rsidDel="00767691" w14:paraId="4C80A509" w14:textId="5B5D57F4" w:rsidTr="00F47A7C">
        <w:trPr>
          <w:tblHeader/>
          <w:jc w:val="center"/>
          <w:del w:id="909" w:author="Yasser Syed" w:date="2019-06-24T23:58:00Z"/>
        </w:trPr>
        <w:tc>
          <w:tcPr>
            <w:tcW w:w="9639" w:type="dxa"/>
            <w:gridSpan w:val="3"/>
            <w:shd w:val="clear" w:color="auto" w:fill="auto"/>
          </w:tcPr>
          <w:p w14:paraId="4C53F8E7" w14:textId="19EE05B3" w:rsidR="00F47A7C" w:rsidRPr="00374CBE" w:rsidDel="00767691" w:rsidRDefault="00F47A7C" w:rsidP="00A428C3">
            <w:pPr>
              <w:pStyle w:val="TableNoTitle"/>
              <w:spacing w:before="240"/>
              <w:rPr>
                <w:del w:id="910" w:author="Yasser Syed" w:date="2019-06-24T23:58:00Z"/>
              </w:rPr>
            </w:pPr>
            <w:del w:id="911" w:author="Yasser Syed" w:date="2019-06-24T23:58:00Z">
              <w:r w:rsidRPr="00374CBE" w:rsidDel="00767691">
                <w:rPr>
                  <w:rFonts w:eastAsia="SimSun"/>
                </w:rPr>
                <w:delText xml:space="preserve">Table </w:delText>
              </w:r>
            </w:del>
            <w:del w:id="912" w:author="Yasser Syed" w:date="2019-06-24T23:56:00Z">
              <w:r w:rsidRPr="00374CBE" w:rsidDel="00767691">
                <w:rPr>
                  <w:rFonts w:eastAsia="SimSun"/>
                </w:rPr>
                <w:delText>2</w:delText>
              </w:r>
            </w:del>
            <w:del w:id="913" w:author="Yasser Syed" w:date="2019-06-24T23:58:00Z">
              <w:r w:rsidRPr="00374CBE" w:rsidDel="00767691">
                <w:rPr>
                  <w:rFonts w:eastAsia="SimSun"/>
                </w:rPr>
                <w:delText xml:space="preserve"> – Video colour description properties and their common usage</w:delText>
              </w:r>
            </w:del>
          </w:p>
        </w:tc>
      </w:tr>
      <w:tr w:rsidR="006E5D9F" w:rsidRPr="00374CBE" w:rsidDel="00767691" w14:paraId="4AEF97AC" w14:textId="429CE736" w:rsidTr="00F47A7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blHeader/>
          <w:jc w:val="center"/>
          <w:del w:id="914" w:author="Yasser Syed" w:date="2019-06-24T23:58:00Z"/>
        </w:trPr>
        <w:tc>
          <w:tcPr>
            <w:tcW w:w="3579" w:type="dxa"/>
            <w:shd w:val="clear" w:color="auto" w:fill="auto"/>
          </w:tcPr>
          <w:p w14:paraId="020407B8" w14:textId="5F9DF980" w:rsidR="006E5D9F" w:rsidRPr="00374CBE" w:rsidDel="00767691" w:rsidRDefault="006E5D9F" w:rsidP="007F5C12">
            <w:pPr>
              <w:pStyle w:val="Tablehead"/>
              <w:rPr>
                <w:del w:id="915" w:author="Yasser Syed" w:date="2019-06-24T23:58:00Z"/>
              </w:rPr>
            </w:pPr>
            <w:del w:id="916" w:author="Yasser Syed" w:date="2019-06-24T23:58:00Z">
              <w:r w:rsidRPr="00374CBE" w:rsidDel="00767691">
                <w:delText>Carriage parameter names</w:delText>
              </w:r>
            </w:del>
          </w:p>
        </w:tc>
        <w:tc>
          <w:tcPr>
            <w:tcW w:w="1930" w:type="dxa"/>
            <w:shd w:val="clear" w:color="auto" w:fill="auto"/>
          </w:tcPr>
          <w:p w14:paraId="6FA8C361" w14:textId="6C1C44DE" w:rsidR="006E5D9F" w:rsidRPr="00374CBE" w:rsidDel="00767691" w:rsidRDefault="006E5D9F" w:rsidP="007F5C12">
            <w:pPr>
              <w:pStyle w:val="Tablehead"/>
              <w:rPr>
                <w:del w:id="917" w:author="Yasser Syed" w:date="2019-06-24T23:58:00Z"/>
              </w:rPr>
            </w:pPr>
            <w:del w:id="918" w:author="Yasser Syed" w:date="2019-06-24T23:58:00Z">
              <w:r w:rsidRPr="00374CBE" w:rsidDel="00767691">
                <w:delText>Colloquial</w:delText>
              </w:r>
              <w:r w:rsidR="0031173B" w:rsidRPr="00374CBE" w:rsidDel="00767691">
                <w:delText xml:space="preserve"> names</w:delText>
              </w:r>
            </w:del>
          </w:p>
        </w:tc>
        <w:tc>
          <w:tcPr>
            <w:tcW w:w="4130" w:type="dxa"/>
            <w:shd w:val="clear" w:color="auto" w:fill="auto"/>
          </w:tcPr>
          <w:p w14:paraId="385C6085" w14:textId="5277379A" w:rsidR="006E5D9F" w:rsidRPr="00374CBE" w:rsidDel="00767691" w:rsidRDefault="00AC4A1F" w:rsidP="007F5C12">
            <w:pPr>
              <w:pStyle w:val="Tablehead"/>
              <w:rPr>
                <w:del w:id="919" w:author="Yasser Syed" w:date="2019-06-24T23:58:00Z"/>
              </w:rPr>
            </w:pPr>
            <w:del w:id="920" w:author="Yasser Syed" w:date="2019-06-24T23:58:00Z">
              <w:r w:rsidRPr="00374CBE" w:rsidDel="00767691">
                <w:delText>Common usage</w:delText>
              </w:r>
            </w:del>
          </w:p>
        </w:tc>
      </w:tr>
      <w:tr w:rsidR="006E5D9F" w:rsidRPr="00374CBE" w:rsidDel="00767691" w14:paraId="2CCDD22C" w14:textId="3A7599F4" w:rsidTr="00F47A7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del w:id="921" w:author="Yasser Syed" w:date="2019-06-24T23:58:00Z"/>
        </w:trPr>
        <w:tc>
          <w:tcPr>
            <w:tcW w:w="3579" w:type="dxa"/>
            <w:shd w:val="clear" w:color="auto" w:fill="auto"/>
          </w:tcPr>
          <w:p w14:paraId="649A74A7" w14:textId="0A1407FD" w:rsidR="00FE5CFF" w:rsidRPr="00374CBE" w:rsidDel="00767691" w:rsidRDefault="00FE5CFF" w:rsidP="007F5C12">
            <w:pPr>
              <w:pStyle w:val="Tabletext0"/>
              <w:rPr>
                <w:del w:id="922" w:author="Yasser Syed" w:date="2019-06-24T23:58:00Z"/>
              </w:rPr>
            </w:pPr>
            <w:del w:id="923" w:author="Yasser Syed" w:date="2019-06-24T23:58:00Z">
              <w:r w:rsidRPr="00374CBE" w:rsidDel="00767691">
                <w:delText>ColourPrimaries [CICP]</w:delText>
              </w:r>
            </w:del>
          </w:p>
          <w:p w14:paraId="147A1C56" w14:textId="2E0250B5" w:rsidR="006E5D9F" w:rsidRPr="00374CBE" w:rsidDel="00767691" w:rsidRDefault="006E5D9F" w:rsidP="007F5C12">
            <w:pPr>
              <w:pStyle w:val="Tabletext0"/>
              <w:rPr>
                <w:del w:id="924" w:author="Yasser Syed" w:date="2019-06-24T23:58:00Z"/>
              </w:rPr>
            </w:pPr>
            <w:del w:id="925" w:author="Yasser Syed" w:date="2019-06-24T23:58:00Z">
              <w:r w:rsidRPr="00374CBE" w:rsidDel="00767691">
                <w:delText>colour_primaries [HEVC</w:delText>
              </w:r>
              <w:r w:rsidR="00727AAA" w:rsidRPr="00374CBE" w:rsidDel="00767691">
                <w:delText xml:space="preserve"> or </w:delText>
              </w:r>
              <w:r w:rsidRPr="00374CBE" w:rsidDel="00767691">
                <w:delText>AVC]</w:delText>
              </w:r>
            </w:del>
          </w:p>
          <w:p w14:paraId="2B9DD7C6" w14:textId="6AAB52F8" w:rsidR="006E5D9F" w:rsidRPr="00374CBE" w:rsidDel="00767691" w:rsidRDefault="006E5D9F" w:rsidP="007F5C12">
            <w:pPr>
              <w:pStyle w:val="Tabletext0"/>
              <w:rPr>
                <w:del w:id="926" w:author="Yasser Syed" w:date="2019-06-24T23:58:00Z"/>
              </w:rPr>
            </w:pPr>
            <w:del w:id="927" w:author="Yasser Syed" w:date="2019-06-24T23:58:00Z">
              <w:r w:rsidRPr="00374CBE" w:rsidDel="00767691">
                <w:delText xml:space="preserve">colour primaries [MXF] </w:delText>
              </w:r>
            </w:del>
          </w:p>
        </w:tc>
        <w:tc>
          <w:tcPr>
            <w:tcW w:w="1930" w:type="dxa"/>
            <w:shd w:val="clear" w:color="auto" w:fill="auto"/>
          </w:tcPr>
          <w:p w14:paraId="616B9A2C" w14:textId="2A663654" w:rsidR="006E5D9F" w:rsidRPr="00374CBE" w:rsidDel="00767691" w:rsidRDefault="0031173B" w:rsidP="007F5C12">
            <w:pPr>
              <w:pStyle w:val="Tabletext0"/>
              <w:rPr>
                <w:del w:id="928" w:author="Yasser Syed" w:date="2019-06-24T23:58:00Z"/>
              </w:rPr>
            </w:pPr>
            <w:del w:id="929" w:author="Yasser Syed" w:date="2019-06-24T23:58:00Z">
              <w:r w:rsidRPr="00374CBE" w:rsidDel="00767691">
                <w:delText>C</w:delText>
              </w:r>
              <w:r w:rsidR="006E5D9F" w:rsidRPr="00374CBE" w:rsidDel="00767691">
                <w:delText>olo</w:delText>
              </w:r>
              <w:r w:rsidRPr="00374CBE" w:rsidDel="00767691">
                <w:delText>u</w:delText>
              </w:r>
              <w:r w:rsidR="006E5D9F" w:rsidRPr="00374CBE" w:rsidDel="00767691">
                <w:delText>r</w:delText>
              </w:r>
              <w:r w:rsidRPr="00374CBE" w:rsidDel="00767691">
                <w:delText xml:space="preserve"> </w:delText>
              </w:r>
              <w:r w:rsidR="006E5D9F" w:rsidRPr="00374CBE" w:rsidDel="00767691">
                <w:delText>space, colo</w:delText>
              </w:r>
              <w:r w:rsidRPr="00374CBE" w:rsidDel="00767691">
                <w:delText>u</w:delText>
              </w:r>
              <w:r w:rsidR="006E5D9F" w:rsidRPr="00374CBE" w:rsidDel="00767691">
                <w:delText>r gamut</w:delText>
              </w:r>
            </w:del>
          </w:p>
        </w:tc>
        <w:tc>
          <w:tcPr>
            <w:tcW w:w="4130" w:type="dxa"/>
            <w:shd w:val="clear" w:color="auto" w:fill="auto"/>
          </w:tcPr>
          <w:p w14:paraId="7806829E" w14:textId="0C51D56E" w:rsidR="006E5D9F" w:rsidRPr="00374CBE" w:rsidDel="00767691" w:rsidRDefault="006E5D9F" w:rsidP="00B33EDD">
            <w:pPr>
              <w:pStyle w:val="Tabletext0"/>
              <w:rPr>
                <w:del w:id="930" w:author="Yasser Syed" w:date="2019-06-24T23:58:00Z"/>
              </w:rPr>
            </w:pPr>
            <w:del w:id="931" w:author="Yasser Syed" w:date="2019-06-24T23:58:00Z">
              <w:r w:rsidRPr="00374CBE" w:rsidDel="00767691">
                <w:delText xml:space="preserve">SDR </w:delText>
              </w:r>
              <w:r w:rsidR="00AC4A1F" w:rsidRPr="00374CBE" w:rsidDel="00767691">
                <w:delText xml:space="preserve">video </w:delText>
              </w:r>
              <w:r w:rsidRPr="00374CBE" w:rsidDel="00767691">
                <w:delText xml:space="preserve">uses a </w:delText>
              </w:r>
              <w:r w:rsidR="00AC4A1F" w:rsidRPr="00374CBE" w:rsidDel="00767691">
                <w:delText xml:space="preserve">Rec. </w:delText>
              </w:r>
              <w:r w:rsidR="00AC4A1F" w:rsidRPr="009C4C03" w:rsidDel="00767691">
                <w:rPr>
                  <w:lang w:val="fr-CH"/>
                </w:rPr>
                <w:delText xml:space="preserve">ITU-R </w:delText>
              </w:r>
              <w:r w:rsidRPr="009C4C03" w:rsidDel="00767691">
                <w:rPr>
                  <w:lang w:val="fr-CH"/>
                </w:rPr>
                <w:delText>BT.709 colour representation</w:delText>
              </w:r>
              <w:r w:rsidR="00AC4A1F" w:rsidRPr="009C4C03" w:rsidDel="00767691">
                <w:rPr>
                  <w:lang w:val="fr-CH"/>
                </w:rPr>
                <w:delText>.</w:delText>
              </w:r>
              <w:r w:rsidRPr="009C4C03" w:rsidDel="00767691">
                <w:rPr>
                  <w:lang w:val="fr-CH"/>
                </w:rPr>
                <w:delText xml:space="preserve"> </w:delText>
              </w:r>
              <w:r w:rsidRPr="00374CBE" w:rsidDel="00767691">
                <w:delText xml:space="preserve">WCG </w:delText>
              </w:r>
              <w:r w:rsidR="00AC4A1F" w:rsidRPr="00374CBE" w:rsidDel="00767691">
                <w:delText xml:space="preserve">video </w:delText>
              </w:r>
              <w:r w:rsidRPr="00374CBE" w:rsidDel="00767691">
                <w:delText xml:space="preserve">may restrict colour to </w:delText>
              </w:r>
              <w:r w:rsidR="00B11DFE" w:rsidRPr="00374CBE" w:rsidDel="00767691">
                <w:delText xml:space="preserve">the </w:delText>
              </w:r>
              <w:r w:rsidRPr="00374CBE" w:rsidDel="00767691">
                <w:delText xml:space="preserve">P3D65 </w:delText>
              </w:r>
              <w:r w:rsidR="00B11DFE" w:rsidRPr="00374CBE" w:rsidDel="00767691">
                <w:delText>gamut</w:delText>
              </w:r>
              <w:r w:rsidRPr="00374CBE" w:rsidDel="00767691">
                <w:delText xml:space="preserve"> (SMPTE ST 2</w:delText>
              </w:r>
              <w:r w:rsidR="00091E1F" w:rsidRPr="00374CBE" w:rsidDel="00767691">
                <w:delText>113</w:delText>
              </w:r>
              <w:r w:rsidRPr="00374CBE" w:rsidDel="00767691">
                <w:delText xml:space="preserve">) but in a </w:delText>
              </w:r>
              <w:r w:rsidR="00AC4A1F" w:rsidRPr="00374CBE" w:rsidDel="00767691">
                <w:delText>Rec. ITU</w:delText>
              </w:r>
              <w:r w:rsidR="00B33EDD" w:rsidRPr="00374CBE" w:rsidDel="00767691">
                <w:noBreakHyphen/>
              </w:r>
              <w:r w:rsidR="00AC4A1F" w:rsidRPr="00374CBE" w:rsidDel="00767691">
                <w:delText xml:space="preserve">R </w:delText>
              </w:r>
              <w:r w:rsidR="0031173B" w:rsidRPr="00374CBE" w:rsidDel="00767691">
                <w:delText>BT.</w:delText>
              </w:r>
              <w:r w:rsidRPr="00374CBE" w:rsidDel="00767691">
                <w:delText>2020 colour</w:delText>
              </w:r>
              <w:r w:rsidR="0031173B" w:rsidRPr="00374CBE" w:rsidDel="00767691">
                <w:delText xml:space="preserve"> </w:delText>
              </w:r>
              <w:r w:rsidRPr="00374CBE" w:rsidDel="00767691">
                <w:delText>space container</w:delText>
              </w:r>
              <w:r w:rsidR="00AC4A1F" w:rsidRPr="00374CBE" w:rsidDel="00767691">
                <w:delText>.</w:delText>
              </w:r>
              <w:r w:rsidRPr="00374CBE" w:rsidDel="00767691">
                <w:delText xml:space="preserve"> HDR over time </w:delText>
              </w:r>
              <w:r w:rsidR="00AC4A1F" w:rsidRPr="00374CBE" w:rsidDel="00767691">
                <w:delText>is expected to</w:delText>
              </w:r>
              <w:r w:rsidRPr="00374CBE" w:rsidDel="00767691">
                <w:delText xml:space="preserve"> </w:delText>
              </w:r>
              <w:r w:rsidR="00AC4A1F" w:rsidRPr="00374CBE" w:rsidDel="00767691">
                <w:delText>exhibit</w:delText>
              </w:r>
              <w:r w:rsidRPr="00374CBE" w:rsidDel="00767691">
                <w:delText xml:space="preserve"> </w:delText>
              </w:r>
              <w:r w:rsidR="0031173B" w:rsidRPr="00374CBE" w:rsidDel="00767691">
                <w:delText xml:space="preserve">a more </w:delText>
              </w:r>
              <w:r w:rsidRPr="00374CBE" w:rsidDel="00767691">
                <w:delText xml:space="preserve">complete </w:delText>
              </w:r>
              <w:r w:rsidR="00AC4A1F" w:rsidRPr="00374CBE" w:rsidDel="00767691">
                <w:delText xml:space="preserve">coverage of the Rec. ITU-R </w:delText>
              </w:r>
              <w:r w:rsidRPr="00374CBE" w:rsidDel="00767691">
                <w:delText>BT.2020 colour representation.</w:delText>
              </w:r>
            </w:del>
          </w:p>
        </w:tc>
      </w:tr>
      <w:tr w:rsidR="00AC4A1F" w:rsidRPr="00374CBE" w:rsidDel="00767691" w14:paraId="2A5B1CC2" w14:textId="64A86EE8" w:rsidTr="00F47A7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del w:id="932" w:author="Yasser Syed" w:date="2019-06-24T23:58:00Z"/>
        </w:trPr>
        <w:tc>
          <w:tcPr>
            <w:tcW w:w="3579" w:type="dxa"/>
            <w:shd w:val="clear" w:color="auto" w:fill="auto"/>
          </w:tcPr>
          <w:p w14:paraId="6F04B5AD" w14:textId="30442CED" w:rsidR="00AC4A1F" w:rsidRPr="00374CBE" w:rsidDel="00767691" w:rsidRDefault="00AC4A1F" w:rsidP="00A428C3">
            <w:pPr>
              <w:pStyle w:val="Tabletext0"/>
              <w:keepLines w:val="0"/>
              <w:rPr>
                <w:del w:id="933" w:author="Yasser Syed" w:date="2019-06-24T23:58:00Z"/>
              </w:rPr>
            </w:pPr>
            <w:del w:id="934" w:author="Yasser Syed" w:date="2019-06-24T23:58:00Z">
              <w:r w:rsidRPr="00374CBE" w:rsidDel="00767691">
                <w:delText>TransferCharacteristics [CICP]</w:delText>
              </w:r>
            </w:del>
          </w:p>
          <w:p w14:paraId="22BAA9EE" w14:textId="37372200" w:rsidR="00AC4A1F" w:rsidRPr="00374CBE" w:rsidDel="00767691" w:rsidRDefault="00AC4A1F" w:rsidP="00A428C3">
            <w:pPr>
              <w:pStyle w:val="Tabletext0"/>
              <w:keepLines w:val="0"/>
              <w:rPr>
                <w:del w:id="935" w:author="Yasser Syed" w:date="2019-06-24T23:58:00Z"/>
              </w:rPr>
            </w:pPr>
            <w:del w:id="936" w:author="Yasser Syed" w:date="2019-06-24T23:58:00Z">
              <w:r w:rsidRPr="00374CBE" w:rsidDel="00767691">
                <w:delText>transfer_characteristics [HEVC or AVC]</w:delText>
              </w:r>
            </w:del>
          </w:p>
          <w:p w14:paraId="6E15E181" w14:textId="40DF1B30" w:rsidR="00AC4A1F" w:rsidRPr="00374CBE" w:rsidDel="00767691" w:rsidRDefault="00AC4A1F" w:rsidP="00A428C3">
            <w:pPr>
              <w:pStyle w:val="Tabletext0"/>
              <w:keepLines w:val="0"/>
              <w:rPr>
                <w:del w:id="937" w:author="Yasser Syed" w:date="2019-06-24T23:58:00Z"/>
              </w:rPr>
            </w:pPr>
            <w:del w:id="938" w:author="Yasser Syed" w:date="2019-06-24T23:58:00Z">
              <w:r w:rsidRPr="00374CBE" w:rsidDel="00767691">
                <w:delText>transfer chara</w:delText>
              </w:r>
              <w:r w:rsidR="006B0A1D" w:rsidRPr="00374CBE" w:rsidDel="00767691">
                <w:delText>c</w:delText>
              </w:r>
              <w:r w:rsidRPr="00374CBE" w:rsidDel="00767691">
                <w:delText xml:space="preserve">teristic [MXF] </w:delText>
              </w:r>
            </w:del>
          </w:p>
        </w:tc>
        <w:tc>
          <w:tcPr>
            <w:tcW w:w="1930" w:type="dxa"/>
            <w:shd w:val="clear" w:color="auto" w:fill="auto"/>
          </w:tcPr>
          <w:p w14:paraId="58790E18" w14:textId="72F51AD4" w:rsidR="00AC4A1F" w:rsidRPr="00374CBE" w:rsidDel="00767691" w:rsidRDefault="00AC4A1F" w:rsidP="00A428C3">
            <w:pPr>
              <w:pStyle w:val="Tabletext0"/>
              <w:keepLines w:val="0"/>
              <w:rPr>
                <w:del w:id="939" w:author="Yasser Syed" w:date="2019-06-24T23:58:00Z"/>
              </w:rPr>
            </w:pPr>
            <w:del w:id="940" w:author="Yasser Syed" w:date="2019-06-24T23:58:00Z">
              <w:r w:rsidRPr="00374CBE" w:rsidDel="00767691">
                <w:delText>Transfer curves, log curves</w:delText>
              </w:r>
              <w:r w:rsidR="003A776B" w:rsidRPr="00374CBE" w:rsidDel="00767691">
                <w:delText>, gamma curves</w:delText>
              </w:r>
            </w:del>
          </w:p>
        </w:tc>
        <w:tc>
          <w:tcPr>
            <w:tcW w:w="4130" w:type="dxa"/>
            <w:shd w:val="clear" w:color="auto" w:fill="auto"/>
          </w:tcPr>
          <w:p w14:paraId="371E8EDA" w14:textId="76884412" w:rsidR="00AC4A1F" w:rsidRPr="00374CBE" w:rsidDel="00767691" w:rsidRDefault="00AC4A1F" w:rsidP="009C4C03">
            <w:pPr>
              <w:pStyle w:val="Tabletext0"/>
              <w:keepLines w:val="0"/>
              <w:rPr>
                <w:del w:id="941" w:author="Yasser Syed" w:date="2019-06-24T23:58:00Z"/>
              </w:rPr>
            </w:pPr>
            <w:del w:id="942" w:author="Yasser Syed" w:date="2019-06-24T23:58:00Z">
              <w:r w:rsidRPr="00374CBE" w:rsidDel="00767691">
                <w:delText>HDR video uses either PQ or HLG. SDR video typically uses the transfer characteristic for Rec. ITU</w:delText>
              </w:r>
              <w:r w:rsidR="009C4C03" w:rsidDel="00767691">
                <w:noBreakHyphen/>
              </w:r>
              <w:r w:rsidRPr="00374CBE" w:rsidDel="00767691">
                <w:delText>R BT.709</w:delText>
              </w:r>
              <w:r w:rsidR="00727AAA" w:rsidRPr="00374CBE" w:rsidDel="00767691">
                <w:delText>,</w:delText>
              </w:r>
              <w:r w:rsidRPr="00374CBE" w:rsidDel="00767691">
                <w:delText xml:space="preserve"> assuming a display characteristic corresponding to Rec. ITU-R BT.1886</w:delText>
              </w:r>
              <w:r w:rsidR="00727AAA" w:rsidRPr="00374CBE" w:rsidDel="00767691">
                <w:delText>.</w:delText>
              </w:r>
            </w:del>
          </w:p>
        </w:tc>
      </w:tr>
      <w:tr w:rsidR="00AC4A1F" w:rsidRPr="00374CBE" w:rsidDel="00767691" w14:paraId="24A9B561" w14:textId="2F630120" w:rsidTr="00F47A7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del w:id="943" w:author="Yasser Syed" w:date="2019-06-24T23:58:00Z"/>
        </w:trPr>
        <w:tc>
          <w:tcPr>
            <w:tcW w:w="3579" w:type="dxa"/>
            <w:shd w:val="clear" w:color="auto" w:fill="auto"/>
          </w:tcPr>
          <w:p w14:paraId="046B16F9" w14:textId="03A49424" w:rsidR="00727AAA" w:rsidRPr="009C4C03" w:rsidDel="00767691" w:rsidRDefault="00727AAA" w:rsidP="00A428C3">
            <w:pPr>
              <w:pStyle w:val="Tabletext0"/>
              <w:keepLines w:val="0"/>
              <w:rPr>
                <w:del w:id="944" w:author="Yasser Syed" w:date="2019-06-24T23:58:00Z"/>
                <w:lang w:val="fr-CH"/>
              </w:rPr>
            </w:pPr>
            <w:del w:id="945" w:author="Yasser Syed" w:date="2019-06-24T23:58:00Z">
              <w:r w:rsidRPr="009C4C03" w:rsidDel="00767691">
                <w:rPr>
                  <w:lang w:val="fr-CH"/>
                </w:rPr>
                <w:delText>MatrixCoefficients [CICP]</w:delText>
              </w:r>
            </w:del>
          </w:p>
          <w:p w14:paraId="1B5CEF6E" w14:textId="68625509" w:rsidR="00AC4A1F" w:rsidRPr="009C4C03" w:rsidDel="00767691" w:rsidRDefault="00AC4A1F" w:rsidP="00A428C3">
            <w:pPr>
              <w:pStyle w:val="Tabletext0"/>
              <w:keepLines w:val="0"/>
              <w:rPr>
                <w:del w:id="946" w:author="Yasser Syed" w:date="2019-06-24T23:58:00Z"/>
                <w:lang w:val="fr-CH"/>
              </w:rPr>
            </w:pPr>
            <w:del w:id="947" w:author="Yasser Syed" w:date="2019-06-24T23:58:00Z">
              <w:r w:rsidRPr="009C4C03" w:rsidDel="00767691">
                <w:rPr>
                  <w:lang w:val="fr-CH"/>
                </w:rPr>
                <w:delText>matrix_coeffs [HEVC]</w:delText>
              </w:r>
            </w:del>
          </w:p>
          <w:p w14:paraId="5759FF70" w14:textId="044B41A4" w:rsidR="00AC4A1F" w:rsidRPr="009C4C03" w:rsidDel="00767691" w:rsidRDefault="00AC4A1F" w:rsidP="00A428C3">
            <w:pPr>
              <w:pStyle w:val="Tabletext0"/>
              <w:keepLines w:val="0"/>
              <w:rPr>
                <w:del w:id="948" w:author="Yasser Syed" w:date="2019-06-24T23:58:00Z"/>
                <w:lang w:val="fr-CH"/>
              </w:rPr>
            </w:pPr>
            <w:del w:id="949" w:author="Yasser Syed" w:date="2019-06-24T23:58:00Z">
              <w:r w:rsidRPr="009C4C03" w:rsidDel="00767691">
                <w:rPr>
                  <w:lang w:val="fr-CH"/>
                </w:rPr>
                <w:delText>matrix_coefficients [AVC]</w:delText>
              </w:r>
            </w:del>
          </w:p>
          <w:p w14:paraId="32A95989" w14:textId="6C3F89E1" w:rsidR="00AC4A1F" w:rsidRPr="009C4C03" w:rsidDel="00767691" w:rsidRDefault="00AC4A1F" w:rsidP="00A428C3">
            <w:pPr>
              <w:pStyle w:val="Tabletext0"/>
              <w:keepLines w:val="0"/>
              <w:rPr>
                <w:del w:id="950" w:author="Yasser Syed" w:date="2019-06-24T23:58:00Z"/>
                <w:lang w:val="fr-CH"/>
              </w:rPr>
            </w:pPr>
            <w:del w:id="951" w:author="Yasser Syed" w:date="2019-06-24T23:58:00Z">
              <w:r w:rsidRPr="009C4C03" w:rsidDel="00767691">
                <w:rPr>
                  <w:lang w:val="fr-CH"/>
                </w:rPr>
                <w:delText>coding equations [MXF]</w:delText>
              </w:r>
            </w:del>
          </w:p>
        </w:tc>
        <w:tc>
          <w:tcPr>
            <w:tcW w:w="1930" w:type="dxa"/>
            <w:shd w:val="clear" w:color="auto" w:fill="auto"/>
          </w:tcPr>
          <w:p w14:paraId="25DC9B30" w14:textId="02E8AE84" w:rsidR="00AC4A1F" w:rsidRPr="009C4C03" w:rsidDel="00767691" w:rsidRDefault="00AC4A1F" w:rsidP="00A428C3">
            <w:pPr>
              <w:pStyle w:val="Tabletext0"/>
              <w:keepLines w:val="0"/>
              <w:rPr>
                <w:del w:id="952" w:author="Yasser Syed" w:date="2019-06-24T23:58:00Z"/>
                <w:lang w:val="fr-CH"/>
              </w:rPr>
            </w:pPr>
            <w:del w:id="953" w:author="Yasser Syed" w:date="2019-06-24T23:58:00Z">
              <w:r w:rsidRPr="009C4C03" w:rsidDel="00767691">
                <w:rPr>
                  <w:lang w:val="fr-CH"/>
                </w:rPr>
                <w:delText>Colour representation, GBR, NCL, YCC, YUV, Y′UV, R′G′B′</w:delText>
              </w:r>
            </w:del>
          </w:p>
        </w:tc>
        <w:tc>
          <w:tcPr>
            <w:tcW w:w="4130" w:type="dxa"/>
            <w:shd w:val="clear" w:color="auto" w:fill="auto"/>
          </w:tcPr>
          <w:p w14:paraId="1B3A3FAE" w14:textId="2A26D917" w:rsidR="00AC4A1F" w:rsidRPr="00374CBE" w:rsidDel="00767691" w:rsidRDefault="00AC4A1F" w:rsidP="00A428C3">
            <w:pPr>
              <w:pStyle w:val="Tabletext0"/>
              <w:keepLines w:val="0"/>
              <w:rPr>
                <w:del w:id="954" w:author="Yasser Syed" w:date="2019-06-24T23:58:00Z"/>
              </w:rPr>
            </w:pPr>
            <w:del w:id="955" w:author="Yasser Syed" w:date="2019-06-24T23:58:00Z">
              <w:r w:rsidRPr="00374CBE" w:rsidDel="00767691">
                <w:delText xml:space="preserve">Specifies the encoding equations to convert RGB image components to component colour difference image components. </w:delText>
              </w:r>
              <w:r w:rsidR="00727AAA" w:rsidRPr="00374CBE" w:rsidDel="00767691">
                <w:delText xml:space="preserve">For </w:delText>
              </w:r>
              <w:r w:rsidRPr="00374CBE" w:rsidDel="00767691">
                <w:delText>R′G′B′</w:delText>
              </w:r>
              <w:r w:rsidR="00727AAA" w:rsidRPr="00374CBE" w:rsidDel="00767691">
                <w:delText xml:space="preserve"> representations, no matrix applies, which is typically indicated by the value 0.</w:delText>
              </w:r>
              <w:r w:rsidR="00306FC1" w:rsidRPr="00374CBE" w:rsidDel="00767691">
                <w:delText xml:space="preserve"> (</w:delText>
              </w:r>
              <w:r w:rsidR="00306FC1" w:rsidRPr="00374CBE" w:rsidDel="00767691">
                <w:rPr>
                  <w:rFonts w:eastAsia="Yu Mincho"/>
                  <w:lang w:eastAsia="zh-CN"/>
                </w:rPr>
                <w:delText>The colour representation notation does not indicate the media component order in a coded representation.)</w:delText>
              </w:r>
            </w:del>
          </w:p>
        </w:tc>
      </w:tr>
      <w:tr w:rsidR="00306FC1" w:rsidRPr="00374CBE" w:rsidDel="00767691" w14:paraId="0358B288" w14:textId="7596CE72" w:rsidTr="00F47A7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del w:id="956" w:author="Yasser Syed" w:date="2019-06-24T23:58:00Z"/>
        </w:trPr>
        <w:tc>
          <w:tcPr>
            <w:tcW w:w="3579" w:type="dxa"/>
            <w:shd w:val="clear" w:color="auto" w:fill="auto"/>
          </w:tcPr>
          <w:p w14:paraId="1DA00270" w14:textId="1AC07DEE" w:rsidR="00306FC1" w:rsidRPr="00374CBE" w:rsidDel="00767691" w:rsidRDefault="00306FC1" w:rsidP="007F5C12">
            <w:pPr>
              <w:pStyle w:val="Tabletext0"/>
              <w:rPr>
                <w:del w:id="957" w:author="Yasser Syed" w:date="2019-06-24T23:58:00Z"/>
              </w:rPr>
            </w:pPr>
            <w:del w:id="958" w:author="Yasser Syed" w:date="2019-06-24T23:58:00Z">
              <w:r w:rsidRPr="00374CBE" w:rsidDel="00767691">
                <w:delText>VideoFullRangeFlag [CICP]</w:delText>
              </w:r>
            </w:del>
          </w:p>
          <w:p w14:paraId="1E8A3F02" w14:textId="0CF57497" w:rsidR="00306FC1" w:rsidRPr="00374CBE" w:rsidDel="00767691" w:rsidRDefault="00306FC1" w:rsidP="007F5C12">
            <w:pPr>
              <w:pStyle w:val="Tabletext0"/>
              <w:rPr>
                <w:del w:id="959" w:author="Yasser Syed" w:date="2019-06-24T23:58:00Z"/>
              </w:rPr>
            </w:pPr>
            <w:del w:id="960" w:author="Yasser Syed" w:date="2019-06-24T23:58:00Z">
              <w:r w:rsidRPr="00374CBE" w:rsidDel="00767691">
                <w:delText>video_full_range_flag [HEVC or AVC]</w:delText>
              </w:r>
            </w:del>
          </w:p>
          <w:p w14:paraId="389FEBAC" w14:textId="711B396B" w:rsidR="00306FC1" w:rsidRPr="00374CBE" w:rsidDel="00767691" w:rsidRDefault="00D148F4" w:rsidP="007F5C12">
            <w:pPr>
              <w:pStyle w:val="Tabletext0"/>
              <w:rPr>
                <w:del w:id="961" w:author="Yasser Syed" w:date="2019-06-24T23:58:00Z"/>
              </w:rPr>
            </w:pPr>
            <w:del w:id="962" w:author="Yasser Syed" w:date="2019-06-24T23:58:00Z">
              <w:r w:rsidRPr="00374CBE" w:rsidDel="00767691">
                <w:delText>N/A</w:delText>
              </w:r>
              <w:r w:rsidR="00306FC1" w:rsidRPr="00374CBE" w:rsidDel="00767691">
                <w:delText xml:space="preserve"> [MXF]</w:delText>
              </w:r>
            </w:del>
          </w:p>
        </w:tc>
        <w:tc>
          <w:tcPr>
            <w:tcW w:w="1930" w:type="dxa"/>
            <w:shd w:val="clear" w:color="auto" w:fill="auto"/>
          </w:tcPr>
          <w:p w14:paraId="6A20E4F2" w14:textId="50A49930" w:rsidR="00306FC1" w:rsidRPr="00374CBE" w:rsidDel="00767691" w:rsidRDefault="00306FC1" w:rsidP="007F5C12">
            <w:pPr>
              <w:pStyle w:val="Tabletext0"/>
              <w:rPr>
                <w:del w:id="963" w:author="Yasser Syed" w:date="2019-06-24T23:58:00Z"/>
              </w:rPr>
            </w:pPr>
            <w:del w:id="964" w:author="Yasser Syed" w:date="2019-06-24T23:58:00Z">
              <w:r w:rsidRPr="00374CBE" w:rsidDel="00767691">
                <w:delText>Full</w:delText>
              </w:r>
              <w:r w:rsidR="003A776B" w:rsidRPr="00374CBE" w:rsidDel="00767691">
                <w:delText xml:space="preserve"> range</w:delText>
              </w:r>
              <w:r w:rsidRPr="00374CBE" w:rsidDel="00767691">
                <w:delText>, narrow</w:delText>
              </w:r>
              <w:r w:rsidR="003A776B" w:rsidRPr="00374CBE" w:rsidDel="00767691">
                <w:delText xml:space="preserve"> range</w:delText>
              </w:r>
              <w:r w:rsidRPr="00374CBE" w:rsidDel="00767691">
                <w:delText>, head</w:delText>
              </w:r>
              <w:r w:rsidR="003A776B" w:rsidRPr="00374CBE" w:rsidDel="00767691">
                <w:delText>room</w:delText>
              </w:r>
              <w:r w:rsidRPr="00374CBE" w:rsidDel="00767691">
                <w:delText xml:space="preserve">, </w:delText>
              </w:r>
              <w:r w:rsidR="003A776B" w:rsidRPr="00374CBE" w:rsidDel="00767691">
                <w:delText xml:space="preserve">footroom, </w:delText>
              </w:r>
              <w:r w:rsidRPr="00374CBE" w:rsidDel="00767691">
                <w:delText>legal</w:delText>
              </w:r>
              <w:r w:rsidR="003A776B" w:rsidRPr="00374CBE" w:rsidDel="00767691">
                <w:delText xml:space="preserve"> range</w:delText>
              </w:r>
              <w:r w:rsidRPr="00374CBE" w:rsidDel="00767691">
                <w:delText>, SMPTE</w:delText>
              </w:r>
              <w:r w:rsidR="003A776B" w:rsidRPr="00374CBE" w:rsidDel="00767691">
                <w:delText xml:space="preserve"> range</w:delText>
              </w:r>
              <w:r w:rsidRPr="00374CBE" w:rsidDel="00767691">
                <w:delText>, QE.1, QE.2</w:delText>
              </w:r>
            </w:del>
          </w:p>
        </w:tc>
        <w:tc>
          <w:tcPr>
            <w:tcW w:w="4130" w:type="dxa"/>
            <w:shd w:val="clear" w:color="auto" w:fill="auto"/>
          </w:tcPr>
          <w:p w14:paraId="0AFC125A" w14:textId="6885F1B6" w:rsidR="00306FC1" w:rsidRPr="00374CBE" w:rsidDel="00767691" w:rsidRDefault="00306FC1" w:rsidP="007F5C12">
            <w:pPr>
              <w:pStyle w:val="Tabletext0"/>
              <w:rPr>
                <w:del w:id="965" w:author="Yasser Syed" w:date="2019-06-24T23:58:00Z"/>
              </w:rPr>
            </w:pPr>
            <w:del w:id="966" w:author="Yasser Syed" w:date="2019-06-24T23:58:00Z">
              <w:r w:rsidRPr="00374CBE" w:rsidDel="00767691">
                <w:delText>Y′CbCr colour representations ordinarily use narrow range scaling for video.</w:delText>
              </w:r>
            </w:del>
          </w:p>
        </w:tc>
      </w:tr>
      <w:tr w:rsidR="00306FC1" w:rsidRPr="00374CBE" w:rsidDel="00767691" w14:paraId="58A4B6FD" w14:textId="3E69788B" w:rsidTr="00F47A7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del w:id="967" w:author="Yasser Syed" w:date="2019-06-24T23:58:00Z"/>
        </w:trPr>
        <w:tc>
          <w:tcPr>
            <w:tcW w:w="3579" w:type="dxa"/>
            <w:shd w:val="clear" w:color="auto" w:fill="auto"/>
          </w:tcPr>
          <w:p w14:paraId="7CC5C8D8" w14:textId="47911F70" w:rsidR="00306FC1" w:rsidRPr="00374CBE" w:rsidDel="00767691" w:rsidRDefault="00306FC1" w:rsidP="007F5C12">
            <w:pPr>
              <w:pStyle w:val="Tabletext0"/>
              <w:rPr>
                <w:del w:id="968" w:author="Yasser Syed" w:date="2019-06-24T23:58:00Z"/>
              </w:rPr>
            </w:pPr>
            <w:del w:id="969" w:author="Yasser Syed" w:date="2019-06-24T23:58:00Z">
              <w:r w:rsidRPr="00374CBE" w:rsidDel="00767691">
                <w:delText>ChromaLocType [HEVC]</w:delText>
              </w:r>
            </w:del>
          </w:p>
          <w:p w14:paraId="4AB70493" w14:textId="522C8D8C" w:rsidR="00306FC1" w:rsidRPr="00374CBE" w:rsidDel="00767691" w:rsidRDefault="00306FC1" w:rsidP="007F5C12">
            <w:pPr>
              <w:pStyle w:val="Tabletext0"/>
              <w:rPr>
                <w:del w:id="970" w:author="Yasser Syed" w:date="2019-06-24T23:58:00Z"/>
              </w:rPr>
            </w:pPr>
            <w:del w:id="971" w:author="Yasser Syed" w:date="2019-06-24T23:58:00Z">
              <w:r w:rsidRPr="00374CBE" w:rsidDel="00767691">
                <w:delText>chroma_sample_loc_type_top_field and chroma_sample_loc_type_bottom_field [AVC or HEVC]</w:delText>
              </w:r>
            </w:del>
          </w:p>
          <w:p w14:paraId="6A3749DA" w14:textId="0EF12C0A" w:rsidR="00306FC1" w:rsidRPr="00374CBE" w:rsidDel="00767691" w:rsidRDefault="00D148F4" w:rsidP="007F5C12">
            <w:pPr>
              <w:pStyle w:val="Tabletext0"/>
              <w:rPr>
                <w:del w:id="972" w:author="Yasser Syed" w:date="2019-06-24T23:58:00Z"/>
              </w:rPr>
            </w:pPr>
            <w:del w:id="973" w:author="Yasser Syed" w:date="2019-06-24T23:58:00Z">
              <w:r w:rsidRPr="00374CBE" w:rsidDel="00767691">
                <w:delText>N/A</w:delText>
              </w:r>
              <w:r w:rsidR="00306FC1" w:rsidRPr="00374CBE" w:rsidDel="00767691">
                <w:delText xml:space="preserve"> [CICP or MXF]</w:delText>
              </w:r>
            </w:del>
          </w:p>
        </w:tc>
        <w:tc>
          <w:tcPr>
            <w:tcW w:w="1930" w:type="dxa"/>
            <w:shd w:val="clear" w:color="auto" w:fill="auto"/>
          </w:tcPr>
          <w:p w14:paraId="661910DA" w14:textId="7D1A19DD" w:rsidR="00306FC1" w:rsidRPr="00374CBE" w:rsidDel="00767691" w:rsidRDefault="00306FC1" w:rsidP="007F5C12">
            <w:pPr>
              <w:pStyle w:val="Tabletext0"/>
              <w:rPr>
                <w:del w:id="974" w:author="Yasser Syed" w:date="2019-06-24T23:58:00Z"/>
              </w:rPr>
            </w:pPr>
            <w:del w:id="975" w:author="Yasser Syed" w:date="2019-06-24T23:58:00Z">
              <w:r w:rsidRPr="00374CBE" w:rsidDel="00767691">
                <w:delText>4:2:0 subsampled chroma location type</w:delText>
              </w:r>
            </w:del>
          </w:p>
        </w:tc>
        <w:tc>
          <w:tcPr>
            <w:tcW w:w="4130" w:type="dxa"/>
            <w:shd w:val="clear" w:color="auto" w:fill="auto"/>
          </w:tcPr>
          <w:p w14:paraId="6AA8612C" w14:textId="7A8AEB15" w:rsidR="00306FC1" w:rsidRPr="00374CBE" w:rsidDel="00767691" w:rsidRDefault="00306FC1" w:rsidP="007F5C12">
            <w:pPr>
              <w:pStyle w:val="Tabletext0"/>
              <w:rPr>
                <w:del w:id="976" w:author="Yasser Syed" w:date="2019-06-24T23:58:00Z"/>
              </w:rPr>
            </w:pPr>
            <w:del w:id="977" w:author="Yasser Syed" w:date="2019-06-24T23:58:00Z">
              <w:r w:rsidRPr="00374CBE" w:rsidDel="00767691">
                <w:delText>Indicates the horizontal and vertical positions of chroma samples (Cb, Cr) with respect to luma samples with subsample position accuracy.</w:delText>
              </w:r>
              <w:r w:rsidR="009512B9" w:rsidRPr="00374CBE" w:rsidDel="00767691">
                <w:delText xml:space="preserve"> The alignment is typically horizontally co-sited with even-numbered columns of luma samples (indexed starting from 0). For SD and HD video, the alignment is typically vertically interstitial between rows of luma samples (ChromaLocType = 0). For UHD video, the alignment is typically vertically co-sited with even-numbered rows of luma samples</w:delText>
              </w:r>
              <w:r w:rsidR="003A776B" w:rsidRPr="00374CBE" w:rsidDel="00767691">
                <w:delText xml:space="preserve"> </w:delText>
              </w:r>
              <w:r w:rsidR="009C4C03" w:rsidDel="00767691">
                <w:br/>
              </w:r>
              <w:r w:rsidR="003A776B" w:rsidRPr="00374CBE" w:rsidDel="00767691">
                <w:delText>(ChromaLocType = 0)</w:delText>
              </w:r>
              <w:r w:rsidR="009512B9" w:rsidRPr="00374CBE" w:rsidDel="00767691">
                <w:delText>.</w:delText>
              </w:r>
            </w:del>
          </w:p>
        </w:tc>
      </w:tr>
    </w:tbl>
    <w:p w14:paraId="069BADA1" w14:textId="7702CD37" w:rsidR="00B615A3" w:rsidRDefault="00D063A3" w:rsidP="003E3C19">
      <w:pPr>
        <w:rPr>
          <w:ins w:id="978" w:author="Yasser Syed" w:date="2019-06-24T23:59:00Z"/>
        </w:rPr>
      </w:pPr>
      <w:r w:rsidRPr="00374CBE">
        <w:t xml:space="preserve">Table </w:t>
      </w:r>
      <w:ins w:id="979" w:author="Yasser Syed" w:date="2019-06-24T23:58:00Z">
        <w:r w:rsidR="00767691">
          <w:t>4</w:t>
        </w:r>
      </w:ins>
      <w:del w:id="980" w:author="Yasser Syed" w:date="2019-06-24T23:58:00Z">
        <w:r w:rsidRPr="00374CBE" w:rsidDel="00767691">
          <w:delText>3</w:delText>
        </w:r>
      </w:del>
      <w:r w:rsidRPr="00374CBE">
        <w:t xml:space="preserve"> </w:t>
      </w:r>
      <w:r w:rsidR="00B615A3" w:rsidRPr="00374CBE">
        <w:t>indicate</w:t>
      </w:r>
      <w:r w:rsidRPr="00374CBE">
        <w:t>s</w:t>
      </w:r>
      <w:r w:rsidR="00B615A3" w:rsidRPr="00374CBE">
        <w:t xml:space="preserve"> the code values for each property that are widely used for video content production and distribution </w:t>
      </w:r>
      <w:r w:rsidR="00B33EDD" w:rsidRPr="00374CBE">
        <w:t>s</w:t>
      </w:r>
      <w:r w:rsidR="00B615A3" w:rsidRPr="00374CBE">
        <w:t>ystems.</w:t>
      </w:r>
    </w:p>
    <w:p w14:paraId="0F37D011" w14:textId="77777777" w:rsidR="00767691" w:rsidRDefault="00767691" w:rsidP="00767691">
      <w:pPr>
        <w:keepNext/>
        <w:tabs>
          <w:tab w:val="left" w:pos="4853"/>
          <w:tab w:val="right" w:pos="9691"/>
        </w:tabs>
        <w:overflowPunct/>
        <w:autoSpaceDE/>
        <w:autoSpaceDN/>
        <w:adjustRightInd/>
        <w:spacing w:before="120" w:after="120"/>
        <w:jc w:val="center"/>
        <w:textAlignment w:val="auto"/>
        <w:rPr>
          <w:ins w:id="981" w:author="Yasser Syed" w:date="2019-06-24T23:59:00Z"/>
          <w:b/>
          <w:bCs/>
        </w:rPr>
      </w:pPr>
      <w:ins w:id="982" w:author="Yasser Syed" w:date="2019-06-24T23:59:00Z">
        <w:r w:rsidRPr="000456B4">
          <w:rPr>
            <w:b/>
            <w:bCs/>
          </w:rPr>
          <w:t xml:space="preserve">Table </w:t>
        </w:r>
        <w:r w:rsidRPr="000456B4">
          <w:rPr>
            <w:b/>
            <w:bCs/>
          </w:rPr>
          <w:fldChar w:fldCharType="begin"/>
        </w:r>
        <w:r w:rsidRPr="000456B4">
          <w:rPr>
            <w:b/>
            <w:bCs/>
          </w:rPr>
          <w:instrText xml:space="preserve"> SEQ Table \* ARABIC </w:instrText>
        </w:r>
        <w:r w:rsidRPr="000456B4">
          <w:rPr>
            <w:b/>
            <w:bCs/>
          </w:rPr>
          <w:fldChar w:fldCharType="separate"/>
        </w:r>
        <w:r>
          <w:rPr>
            <w:b/>
            <w:bCs/>
            <w:noProof/>
          </w:rPr>
          <w:t>4</w:t>
        </w:r>
        <w:r w:rsidRPr="000456B4">
          <w:fldChar w:fldCharType="end"/>
        </w:r>
        <w:r w:rsidRPr="000456B4">
          <w:rPr>
            <w:b/>
            <w:bCs/>
          </w:rPr>
          <w:t xml:space="preserve"> – Code point values widely used for colorimetry properties </w:t>
        </w:r>
      </w:ins>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16"/>
        <w:gridCol w:w="1584"/>
        <w:gridCol w:w="4608"/>
      </w:tblGrid>
      <w:tr w:rsidR="00767691" w:rsidRPr="000456B4" w14:paraId="22147525" w14:textId="77777777" w:rsidTr="00767691">
        <w:trPr>
          <w:tblHeader/>
          <w:jc w:val="center"/>
          <w:ins w:id="983" w:author="Yasser Syed" w:date="2019-06-24T23:59:00Z"/>
        </w:trPr>
        <w:tc>
          <w:tcPr>
            <w:tcW w:w="2016" w:type="dxa"/>
            <w:shd w:val="clear" w:color="auto" w:fill="auto"/>
          </w:tcPr>
          <w:p w14:paraId="6B35C516" w14:textId="77777777" w:rsidR="00767691" w:rsidRPr="000456B4" w:rsidRDefault="00767691" w:rsidP="00767691">
            <w:pPr>
              <w:keepNext/>
              <w:jc w:val="left"/>
              <w:rPr>
                <w:ins w:id="984" w:author="Yasser Syed" w:date="2019-06-24T23:59:00Z"/>
                <w:b/>
                <w:sz w:val="18"/>
                <w:szCs w:val="18"/>
              </w:rPr>
            </w:pPr>
            <w:ins w:id="985" w:author="Yasser Syed" w:date="2019-06-24T23:59:00Z">
              <w:r w:rsidRPr="000456B4">
                <w:rPr>
                  <w:b/>
                  <w:sz w:val="18"/>
                  <w:szCs w:val="18"/>
                </w:rPr>
                <w:t>HEVC property</w:t>
              </w:r>
            </w:ins>
          </w:p>
        </w:tc>
        <w:tc>
          <w:tcPr>
            <w:tcW w:w="1584" w:type="dxa"/>
            <w:shd w:val="clear" w:color="auto" w:fill="auto"/>
          </w:tcPr>
          <w:p w14:paraId="08D6BD94" w14:textId="77777777" w:rsidR="00767691" w:rsidRPr="000456B4" w:rsidRDefault="00767691" w:rsidP="00767691">
            <w:pPr>
              <w:keepNext/>
              <w:jc w:val="left"/>
              <w:rPr>
                <w:ins w:id="986" w:author="Yasser Syed" w:date="2019-06-24T23:59:00Z"/>
                <w:b/>
                <w:sz w:val="18"/>
                <w:szCs w:val="18"/>
              </w:rPr>
            </w:pPr>
            <w:ins w:id="987" w:author="Yasser Syed" w:date="2019-06-24T23:59:00Z">
              <w:r w:rsidRPr="000456B4">
                <w:rPr>
                  <w:b/>
                  <w:sz w:val="18"/>
                  <w:szCs w:val="18"/>
                </w:rPr>
                <w:t>Code point value</w:t>
              </w:r>
            </w:ins>
          </w:p>
        </w:tc>
        <w:tc>
          <w:tcPr>
            <w:tcW w:w="4608" w:type="dxa"/>
            <w:shd w:val="clear" w:color="auto" w:fill="auto"/>
          </w:tcPr>
          <w:p w14:paraId="31338F7D" w14:textId="77777777" w:rsidR="00767691" w:rsidRPr="000456B4" w:rsidRDefault="00767691" w:rsidP="00767691">
            <w:pPr>
              <w:keepNext/>
              <w:jc w:val="left"/>
              <w:rPr>
                <w:ins w:id="988" w:author="Yasser Syed" w:date="2019-06-24T23:59:00Z"/>
                <w:b/>
                <w:sz w:val="18"/>
                <w:szCs w:val="18"/>
              </w:rPr>
            </w:pPr>
            <w:ins w:id="989" w:author="Yasser Syed" w:date="2019-06-24T23:59:00Z">
              <w:r w:rsidRPr="000456B4">
                <w:rPr>
                  <w:b/>
                  <w:sz w:val="18"/>
                  <w:szCs w:val="18"/>
                </w:rPr>
                <w:t>Meaning</w:t>
              </w:r>
            </w:ins>
          </w:p>
        </w:tc>
      </w:tr>
      <w:tr w:rsidR="00767691" w:rsidRPr="000456B4" w14:paraId="43B2C3DB" w14:textId="77777777" w:rsidTr="00767691">
        <w:trPr>
          <w:jc w:val="center"/>
          <w:ins w:id="990" w:author="Yasser Syed" w:date="2019-06-24T23:59:00Z"/>
        </w:trPr>
        <w:tc>
          <w:tcPr>
            <w:tcW w:w="2016" w:type="dxa"/>
            <w:vMerge w:val="restart"/>
            <w:shd w:val="clear" w:color="auto" w:fill="auto"/>
          </w:tcPr>
          <w:p w14:paraId="05DED1E7" w14:textId="77777777" w:rsidR="00767691" w:rsidRPr="000456B4" w:rsidRDefault="00767691" w:rsidP="00767691">
            <w:pPr>
              <w:keepNext/>
              <w:jc w:val="left"/>
              <w:rPr>
                <w:ins w:id="991" w:author="Yasser Syed" w:date="2019-06-24T23:59:00Z"/>
                <w:sz w:val="18"/>
                <w:szCs w:val="18"/>
              </w:rPr>
            </w:pPr>
            <w:ins w:id="992" w:author="Yasser Syed" w:date="2019-06-24T23:59:00Z">
              <w:r w:rsidRPr="000456B4">
                <w:rPr>
                  <w:sz w:val="18"/>
                  <w:szCs w:val="18"/>
                </w:rPr>
                <w:t>colour_primaries</w:t>
              </w:r>
            </w:ins>
          </w:p>
        </w:tc>
        <w:tc>
          <w:tcPr>
            <w:tcW w:w="1584" w:type="dxa"/>
            <w:shd w:val="clear" w:color="auto" w:fill="auto"/>
          </w:tcPr>
          <w:p w14:paraId="50274D01" w14:textId="77777777" w:rsidR="00767691" w:rsidRPr="000456B4" w:rsidRDefault="00767691" w:rsidP="00767691">
            <w:pPr>
              <w:keepNext/>
              <w:jc w:val="left"/>
              <w:rPr>
                <w:ins w:id="993" w:author="Yasser Syed" w:date="2019-06-24T23:59:00Z"/>
                <w:sz w:val="18"/>
                <w:szCs w:val="18"/>
              </w:rPr>
            </w:pPr>
            <w:ins w:id="994" w:author="Yasser Syed" w:date="2019-06-24T23:59:00Z">
              <w:r w:rsidRPr="000456B4">
                <w:rPr>
                  <w:sz w:val="18"/>
                  <w:szCs w:val="18"/>
                </w:rPr>
                <w:t>1</w:t>
              </w:r>
            </w:ins>
          </w:p>
        </w:tc>
        <w:tc>
          <w:tcPr>
            <w:tcW w:w="4608" w:type="dxa"/>
            <w:shd w:val="clear" w:color="auto" w:fill="auto"/>
          </w:tcPr>
          <w:p w14:paraId="0EC20126" w14:textId="77777777" w:rsidR="00767691" w:rsidRPr="000456B4" w:rsidRDefault="00767691" w:rsidP="00767691">
            <w:pPr>
              <w:keepNext/>
              <w:jc w:val="left"/>
              <w:rPr>
                <w:ins w:id="995" w:author="Yasser Syed" w:date="2019-06-24T23:59:00Z"/>
                <w:sz w:val="18"/>
                <w:szCs w:val="18"/>
              </w:rPr>
            </w:pPr>
            <w:ins w:id="996" w:author="Yasser Syed" w:date="2019-06-24T23:59:00Z">
              <w:r w:rsidRPr="000456B4">
                <w:rPr>
                  <w:sz w:val="18"/>
                  <w:szCs w:val="18"/>
                </w:rPr>
                <w:t>Rec. ITU-R BT.709 primaries</w:t>
              </w:r>
            </w:ins>
          </w:p>
        </w:tc>
      </w:tr>
      <w:tr w:rsidR="00767691" w:rsidRPr="000456B4" w14:paraId="09A18E3B" w14:textId="77777777" w:rsidTr="00767691">
        <w:trPr>
          <w:jc w:val="center"/>
          <w:ins w:id="997" w:author="Yasser Syed" w:date="2019-06-24T23:59:00Z"/>
        </w:trPr>
        <w:tc>
          <w:tcPr>
            <w:tcW w:w="2016" w:type="dxa"/>
            <w:vMerge/>
            <w:shd w:val="clear" w:color="auto" w:fill="auto"/>
          </w:tcPr>
          <w:p w14:paraId="3C10731D" w14:textId="77777777" w:rsidR="00767691" w:rsidRPr="000456B4" w:rsidRDefault="00767691" w:rsidP="00767691">
            <w:pPr>
              <w:keepNext/>
              <w:jc w:val="left"/>
              <w:rPr>
                <w:ins w:id="998" w:author="Yasser Syed" w:date="2019-06-24T23:59:00Z"/>
                <w:sz w:val="18"/>
                <w:szCs w:val="18"/>
              </w:rPr>
            </w:pPr>
          </w:p>
        </w:tc>
        <w:tc>
          <w:tcPr>
            <w:tcW w:w="1584" w:type="dxa"/>
            <w:shd w:val="clear" w:color="auto" w:fill="auto"/>
          </w:tcPr>
          <w:p w14:paraId="5E1CEF1C" w14:textId="77777777" w:rsidR="00767691" w:rsidRPr="000456B4" w:rsidRDefault="00767691" w:rsidP="00767691">
            <w:pPr>
              <w:keepNext/>
              <w:jc w:val="left"/>
              <w:rPr>
                <w:ins w:id="999" w:author="Yasser Syed" w:date="2019-06-24T23:59:00Z"/>
                <w:sz w:val="18"/>
                <w:szCs w:val="18"/>
              </w:rPr>
            </w:pPr>
            <w:ins w:id="1000" w:author="Yasser Syed" w:date="2019-06-24T23:59:00Z">
              <w:r w:rsidRPr="000456B4">
                <w:rPr>
                  <w:sz w:val="18"/>
                  <w:szCs w:val="18"/>
                </w:rPr>
                <w:t>5</w:t>
              </w:r>
            </w:ins>
          </w:p>
        </w:tc>
        <w:tc>
          <w:tcPr>
            <w:tcW w:w="4608" w:type="dxa"/>
            <w:shd w:val="clear" w:color="auto" w:fill="auto"/>
          </w:tcPr>
          <w:p w14:paraId="170DDB44" w14:textId="77777777" w:rsidR="00767691" w:rsidRPr="000456B4" w:rsidRDefault="00767691" w:rsidP="00767691">
            <w:pPr>
              <w:keepNext/>
              <w:jc w:val="left"/>
              <w:rPr>
                <w:ins w:id="1001" w:author="Yasser Syed" w:date="2019-06-24T23:59:00Z"/>
                <w:sz w:val="18"/>
                <w:szCs w:val="18"/>
              </w:rPr>
            </w:pPr>
            <w:ins w:id="1002" w:author="Yasser Syed" w:date="2019-06-24T23:59:00Z">
              <w:r w:rsidRPr="000456B4">
                <w:rPr>
                  <w:sz w:val="18"/>
                  <w:szCs w:val="18"/>
                </w:rPr>
                <w:t>Rec. ITU-R BT.601 625-line systems primaries</w:t>
              </w:r>
            </w:ins>
          </w:p>
        </w:tc>
      </w:tr>
      <w:tr w:rsidR="00767691" w:rsidRPr="000456B4" w14:paraId="180A8D8A" w14:textId="77777777" w:rsidTr="00767691">
        <w:trPr>
          <w:jc w:val="center"/>
          <w:ins w:id="1003" w:author="Yasser Syed" w:date="2019-06-24T23:59:00Z"/>
        </w:trPr>
        <w:tc>
          <w:tcPr>
            <w:tcW w:w="2016" w:type="dxa"/>
            <w:vMerge/>
            <w:shd w:val="clear" w:color="auto" w:fill="auto"/>
          </w:tcPr>
          <w:p w14:paraId="15DA2EB3" w14:textId="77777777" w:rsidR="00767691" w:rsidRPr="000456B4" w:rsidRDefault="00767691" w:rsidP="00767691">
            <w:pPr>
              <w:keepNext/>
              <w:jc w:val="left"/>
              <w:rPr>
                <w:ins w:id="1004" w:author="Yasser Syed" w:date="2019-06-24T23:59:00Z"/>
                <w:sz w:val="18"/>
                <w:szCs w:val="18"/>
              </w:rPr>
            </w:pPr>
          </w:p>
        </w:tc>
        <w:tc>
          <w:tcPr>
            <w:tcW w:w="1584" w:type="dxa"/>
            <w:shd w:val="clear" w:color="auto" w:fill="auto"/>
          </w:tcPr>
          <w:p w14:paraId="6E3E4485" w14:textId="77777777" w:rsidR="00767691" w:rsidRPr="000456B4" w:rsidRDefault="00767691" w:rsidP="00767691">
            <w:pPr>
              <w:keepNext/>
              <w:jc w:val="left"/>
              <w:rPr>
                <w:ins w:id="1005" w:author="Yasser Syed" w:date="2019-06-24T23:59:00Z"/>
                <w:sz w:val="18"/>
                <w:szCs w:val="18"/>
              </w:rPr>
            </w:pPr>
            <w:ins w:id="1006" w:author="Yasser Syed" w:date="2019-06-24T23:59:00Z">
              <w:r w:rsidRPr="000456B4">
                <w:rPr>
                  <w:sz w:val="18"/>
                  <w:szCs w:val="18"/>
                </w:rPr>
                <w:t>6</w:t>
              </w:r>
            </w:ins>
          </w:p>
        </w:tc>
        <w:tc>
          <w:tcPr>
            <w:tcW w:w="4608" w:type="dxa"/>
            <w:shd w:val="clear" w:color="auto" w:fill="auto"/>
          </w:tcPr>
          <w:p w14:paraId="65D784B2" w14:textId="77777777" w:rsidR="00767691" w:rsidRPr="000456B4" w:rsidRDefault="00767691" w:rsidP="00767691">
            <w:pPr>
              <w:keepNext/>
              <w:jc w:val="left"/>
              <w:rPr>
                <w:ins w:id="1007" w:author="Yasser Syed" w:date="2019-06-24T23:59:00Z"/>
                <w:sz w:val="18"/>
                <w:szCs w:val="18"/>
              </w:rPr>
            </w:pPr>
            <w:ins w:id="1008" w:author="Yasser Syed" w:date="2019-06-24T23:59:00Z">
              <w:r w:rsidRPr="000456B4">
                <w:rPr>
                  <w:sz w:val="18"/>
                  <w:szCs w:val="18"/>
                </w:rPr>
                <w:t>Rec. ITU-R BT.601 525-line systems primaries</w:t>
              </w:r>
            </w:ins>
          </w:p>
        </w:tc>
      </w:tr>
      <w:tr w:rsidR="00767691" w:rsidRPr="000456B4" w14:paraId="2B2A7CAB" w14:textId="77777777" w:rsidTr="00767691">
        <w:trPr>
          <w:trHeight w:val="116"/>
          <w:jc w:val="center"/>
          <w:ins w:id="1009" w:author="Yasser Syed" w:date="2019-06-24T23:59:00Z"/>
        </w:trPr>
        <w:tc>
          <w:tcPr>
            <w:tcW w:w="2016" w:type="dxa"/>
            <w:vMerge/>
            <w:shd w:val="clear" w:color="auto" w:fill="auto"/>
          </w:tcPr>
          <w:p w14:paraId="67E497AF" w14:textId="77777777" w:rsidR="00767691" w:rsidRPr="000456B4" w:rsidRDefault="00767691" w:rsidP="00767691">
            <w:pPr>
              <w:jc w:val="left"/>
              <w:rPr>
                <w:ins w:id="1010" w:author="Yasser Syed" w:date="2019-06-24T23:59:00Z"/>
                <w:sz w:val="18"/>
                <w:szCs w:val="18"/>
              </w:rPr>
            </w:pPr>
          </w:p>
        </w:tc>
        <w:tc>
          <w:tcPr>
            <w:tcW w:w="1584" w:type="dxa"/>
            <w:shd w:val="clear" w:color="auto" w:fill="auto"/>
          </w:tcPr>
          <w:p w14:paraId="479C0963" w14:textId="77777777" w:rsidR="00767691" w:rsidRPr="000456B4" w:rsidRDefault="00767691" w:rsidP="00767691">
            <w:pPr>
              <w:jc w:val="left"/>
              <w:rPr>
                <w:ins w:id="1011" w:author="Yasser Syed" w:date="2019-06-24T23:59:00Z"/>
                <w:sz w:val="18"/>
                <w:szCs w:val="18"/>
              </w:rPr>
            </w:pPr>
            <w:ins w:id="1012" w:author="Yasser Syed" w:date="2019-06-24T23:59:00Z">
              <w:r w:rsidRPr="000456B4">
                <w:rPr>
                  <w:sz w:val="18"/>
                  <w:szCs w:val="18"/>
                </w:rPr>
                <w:t>9</w:t>
              </w:r>
            </w:ins>
          </w:p>
        </w:tc>
        <w:tc>
          <w:tcPr>
            <w:tcW w:w="4608" w:type="dxa"/>
            <w:shd w:val="clear" w:color="auto" w:fill="auto"/>
          </w:tcPr>
          <w:p w14:paraId="4820FB9F" w14:textId="77777777" w:rsidR="00767691" w:rsidRPr="000456B4" w:rsidRDefault="00767691" w:rsidP="00767691">
            <w:pPr>
              <w:keepNext/>
              <w:jc w:val="left"/>
              <w:rPr>
                <w:ins w:id="1013" w:author="Yasser Syed" w:date="2019-06-24T23:59:00Z"/>
                <w:sz w:val="18"/>
                <w:szCs w:val="18"/>
              </w:rPr>
            </w:pPr>
            <w:ins w:id="1014" w:author="Yasser Syed" w:date="2019-06-24T23:59:00Z">
              <w:r w:rsidRPr="000456B4">
                <w:rPr>
                  <w:sz w:val="18"/>
                  <w:szCs w:val="18"/>
                </w:rPr>
                <w:t>Rec. ITU-R BT.2020 and Rec. ITU-R BT.2100 primaries</w:t>
              </w:r>
            </w:ins>
          </w:p>
          <w:p w14:paraId="3461E8BD" w14:textId="77777777" w:rsidR="00767691" w:rsidRPr="000456B4" w:rsidRDefault="00767691" w:rsidP="00767691">
            <w:pPr>
              <w:jc w:val="left"/>
              <w:rPr>
                <w:ins w:id="1015" w:author="Yasser Syed" w:date="2019-06-24T23:59:00Z"/>
                <w:sz w:val="18"/>
                <w:szCs w:val="18"/>
              </w:rPr>
            </w:pPr>
            <w:ins w:id="1016" w:author="Yasser Syed" w:date="2019-06-24T23:59:00Z">
              <w:r w:rsidRPr="000456B4">
                <w:rPr>
                  <w:sz w:val="18"/>
                  <w:szCs w:val="18"/>
                </w:rPr>
                <w:t>(share the same code point since their values are identical)</w:t>
              </w:r>
            </w:ins>
          </w:p>
        </w:tc>
      </w:tr>
      <w:tr w:rsidR="00767691" w:rsidRPr="000456B4" w14:paraId="15589E7F" w14:textId="77777777" w:rsidTr="00767691">
        <w:trPr>
          <w:trHeight w:val="116"/>
          <w:jc w:val="center"/>
          <w:ins w:id="1017" w:author="Yasser Syed" w:date="2019-06-24T23:59:00Z"/>
        </w:trPr>
        <w:tc>
          <w:tcPr>
            <w:tcW w:w="2016" w:type="dxa"/>
            <w:vMerge/>
            <w:shd w:val="clear" w:color="auto" w:fill="auto"/>
          </w:tcPr>
          <w:p w14:paraId="17FD7614" w14:textId="77777777" w:rsidR="00767691" w:rsidRPr="000456B4" w:rsidRDefault="00767691" w:rsidP="00767691">
            <w:pPr>
              <w:jc w:val="left"/>
              <w:rPr>
                <w:ins w:id="1018" w:author="Yasser Syed" w:date="2019-06-24T23:59:00Z"/>
                <w:sz w:val="18"/>
                <w:szCs w:val="18"/>
              </w:rPr>
            </w:pPr>
          </w:p>
        </w:tc>
        <w:tc>
          <w:tcPr>
            <w:tcW w:w="1584" w:type="dxa"/>
            <w:shd w:val="clear" w:color="auto" w:fill="auto"/>
          </w:tcPr>
          <w:p w14:paraId="71A79B74" w14:textId="77777777" w:rsidR="00767691" w:rsidRPr="00A77C86" w:rsidRDefault="00767691" w:rsidP="00767691">
            <w:pPr>
              <w:jc w:val="left"/>
              <w:rPr>
                <w:ins w:id="1019" w:author="Yasser Syed" w:date="2019-06-24T23:59:00Z"/>
                <w:sz w:val="18"/>
                <w:szCs w:val="18"/>
              </w:rPr>
            </w:pPr>
            <w:ins w:id="1020" w:author="Yasser Syed" w:date="2019-06-24T23:59:00Z">
              <w:r w:rsidRPr="0058106C">
                <w:rPr>
                  <w:sz w:val="18"/>
                  <w:szCs w:val="18"/>
                </w:rPr>
                <w:t>12</w:t>
              </w:r>
            </w:ins>
          </w:p>
        </w:tc>
        <w:tc>
          <w:tcPr>
            <w:tcW w:w="4608" w:type="dxa"/>
            <w:shd w:val="clear" w:color="auto" w:fill="auto"/>
          </w:tcPr>
          <w:p w14:paraId="4603A834" w14:textId="77777777" w:rsidR="00767691" w:rsidRPr="00A77C86" w:rsidRDefault="00767691" w:rsidP="00767691">
            <w:pPr>
              <w:keepNext/>
              <w:jc w:val="left"/>
              <w:rPr>
                <w:ins w:id="1021" w:author="Yasser Syed" w:date="2019-06-24T23:59:00Z"/>
                <w:sz w:val="18"/>
                <w:szCs w:val="18"/>
              </w:rPr>
            </w:pPr>
            <w:ins w:id="1022" w:author="Yasser Syed" w:date="2019-06-24T23:59:00Z">
              <w:r w:rsidRPr="0058106C">
                <w:rPr>
                  <w:sz w:val="18"/>
                  <w:szCs w:val="18"/>
                </w:rPr>
                <w:t xml:space="preserve">SMPTE </w:t>
              </w:r>
              <w:r>
                <w:rPr>
                  <w:sz w:val="18"/>
                  <w:szCs w:val="18"/>
                </w:rPr>
                <w:t>ST 2113 and EG 432-1 ref,</w:t>
              </w:r>
              <w:r w:rsidRPr="0058106C">
                <w:rPr>
                  <w:sz w:val="18"/>
                  <w:szCs w:val="18"/>
                </w:rPr>
                <w:t xml:space="preserve"> (P3D65)</w:t>
              </w:r>
            </w:ins>
          </w:p>
        </w:tc>
      </w:tr>
      <w:tr w:rsidR="00767691" w:rsidRPr="000456B4" w14:paraId="658189E6" w14:textId="77777777" w:rsidTr="00767691">
        <w:trPr>
          <w:jc w:val="center"/>
          <w:ins w:id="1023" w:author="Yasser Syed" w:date="2019-06-24T23:59:00Z"/>
        </w:trPr>
        <w:tc>
          <w:tcPr>
            <w:tcW w:w="2016" w:type="dxa"/>
            <w:vMerge w:val="restart"/>
            <w:shd w:val="clear" w:color="auto" w:fill="auto"/>
          </w:tcPr>
          <w:p w14:paraId="03C52C2E" w14:textId="77777777" w:rsidR="00767691" w:rsidRPr="000456B4" w:rsidRDefault="00767691" w:rsidP="00767691">
            <w:pPr>
              <w:keepNext/>
              <w:jc w:val="left"/>
              <w:rPr>
                <w:ins w:id="1024" w:author="Yasser Syed" w:date="2019-06-24T23:59:00Z"/>
                <w:sz w:val="18"/>
                <w:szCs w:val="18"/>
              </w:rPr>
            </w:pPr>
            <w:ins w:id="1025" w:author="Yasser Syed" w:date="2019-06-24T23:59:00Z">
              <w:r w:rsidRPr="000456B4">
                <w:rPr>
                  <w:sz w:val="18"/>
                  <w:szCs w:val="18"/>
                </w:rPr>
                <w:t>transfer_characteristics</w:t>
              </w:r>
            </w:ins>
          </w:p>
        </w:tc>
        <w:tc>
          <w:tcPr>
            <w:tcW w:w="1584" w:type="dxa"/>
            <w:shd w:val="clear" w:color="auto" w:fill="auto"/>
          </w:tcPr>
          <w:p w14:paraId="3E3CA379" w14:textId="77777777" w:rsidR="00767691" w:rsidRPr="000456B4" w:rsidRDefault="00767691" w:rsidP="00767691">
            <w:pPr>
              <w:keepNext/>
              <w:jc w:val="left"/>
              <w:rPr>
                <w:ins w:id="1026" w:author="Yasser Syed" w:date="2019-06-24T23:59:00Z"/>
                <w:sz w:val="18"/>
                <w:szCs w:val="18"/>
              </w:rPr>
            </w:pPr>
            <w:ins w:id="1027" w:author="Yasser Syed" w:date="2019-06-24T23:59:00Z">
              <w:r w:rsidRPr="000456B4">
                <w:rPr>
                  <w:sz w:val="18"/>
                  <w:szCs w:val="18"/>
                </w:rPr>
                <w:t>1, 6, 14, 15</w:t>
              </w:r>
            </w:ins>
          </w:p>
        </w:tc>
        <w:tc>
          <w:tcPr>
            <w:tcW w:w="4608" w:type="dxa"/>
            <w:shd w:val="clear" w:color="auto" w:fill="auto"/>
          </w:tcPr>
          <w:p w14:paraId="37582CBA" w14:textId="77777777" w:rsidR="00767691" w:rsidRPr="000456B4" w:rsidRDefault="00767691" w:rsidP="00767691">
            <w:pPr>
              <w:keepNext/>
              <w:jc w:val="left"/>
              <w:rPr>
                <w:ins w:id="1028" w:author="Yasser Syed" w:date="2019-06-24T23:59:00Z"/>
                <w:sz w:val="18"/>
                <w:szCs w:val="18"/>
              </w:rPr>
            </w:pPr>
            <w:ins w:id="1029" w:author="Yasser Syed" w:date="2019-06-24T23:59:00Z">
              <w:r w:rsidRPr="000456B4">
                <w:rPr>
                  <w:sz w:val="18"/>
                  <w:szCs w:val="18"/>
                </w:rPr>
                <w:t>Rec. ITU-R BT.709, Rec. ITU-R BT.601, Rec. ITU-R BT.2020, and Rec. ITU-R BT.2100 transfer characteristics</w:t>
              </w:r>
            </w:ins>
          </w:p>
          <w:p w14:paraId="4CB8B842" w14:textId="77777777" w:rsidR="00767691" w:rsidRPr="000456B4" w:rsidRDefault="00767691" w:rsidP="00767691">
            <w:pPr>
              <w:keepNext/>
              <w:jc w:val="left"/>
              <w:rPr>
                <w:ins w:id="1030" w:author="Yasser Syed" w:date="2019-06-24T23:59:00Z"/>
                <w:sz w:val="18"/>
                <w:szCs w:val="18"/>
              </w:rPr>
            </w:pPr>
            <w:ins w:id="1031" w:author="Yasser Syed" w:date="2019-06-24T23:59:00Z">
              <w:r w:rsidRPr="000456B4">
                <w:rPr>
                  <w:sz w:val="18"/>
                  <w:szCs w:val="18"/>
                </w:rPr>
                <w:t>(functionally equivalent values)</w:t>
              </w:r>
            </w:ins>
          </w:p>
        </w:tc>
      </w:tr>
      <w:tr w:rsidR="00767691" w:rsidRPr="000456B4" w14:paraId="3F20F1A8" w14:textId="77777777" w:rsidTr="00767691">
        <w:trPr>
          <w:jc w:val="center"/>
          <w:ins w:id="1032" w:author="Yasser Syed" w:date="2019-06-24T23:59:00Z"/>
        </w:trPr>
        <w:tc>
          <w:tcPr>
            <w:tcW w:w="2016" w:type="dxa"/>
            <w:vMerge/>
            <w:shd w:val="clear" w:color="auto" w:fill="auto"/>
          </w:tcPr>
          <w:p w14:paraId="35943929" w14:textId="77777777" w:rsidR="00767691" w:rsidRPr="000456B4" w:rsidRDefault="00767691" w:rsidP="00767691">
            <w:pPr>
              <w:keepNext/>
              <w:jc w:val="left"/>
              <w:rPr>
                <w:ins w:id="1033" w:author="Yasser Syed" w:date="2019-06-24T23:59:00Z"/>
                <w:sz w:val="18"/>
                <w:szCs w:val="18"/>
              </w:rPr>
            </w:pPr>
          </w:p>
        </w:tc>
        <w:tc>
          <w:tcPr>
            <w:tcW w:w="1584" w:type="dxa"/>
            <w:shd w:val="clear" w:color="auto" w:fill="auto"/>
          </w:tcPr>
          <w:p w14:paraId="1261B65C" w14:textId="77777777" w:rsidR="00767691" w:rsidRPr="000456B4" w:rsidRDefault="00767691" w:rsidP="00767691">
            <w:pPr>
              <w:keepNext/>
              <w:jc w:val="left"/>
              <w:rPr>
                <w:ins w:id="1034" w:author="Yasser Syed" w:date="2019-06-24T23:59:00Z"/>
                <w:sz w:val="18"/>
                <w:szCs w:val="18"/>
              </w:rPr>
            </w:pPr>
            <w:ins w:id="1035" w:author="Yasser Syed" w:date="2019-06-24T23:59:00Z">
              <w:r w:rsidRPr="000456B4">
                <w:rPr>
                  <w:sz w:val="18"/>
                  <w:szCs w:val="18"/>
                </w:rPr>
                <w:t>16</w:t>
              </w:r>
            </w:ins>
          </w:p>
        </w:tc>
        <w:tc>
          <w:tcPr>
            <w:tcW w:w="4608" w:type="dxa"/>
            <w:shd w:val="clear" w:color="auto" w:fill="auto"/>
          </w:tcPr>
          <w:p w14:paraId="499DA071" w14:textId="77777777" w:rsidR="00767691" w:rsidRPr="000456B4" w:rsidRDefault="00767691" w:rsidP="00767691">
            <w:pPr>
              <w:keepNext/>
              <w:jc w:val="left"/>
              <w:rPr>
                <w:ins w:id="1036" w:author="Yasser Syed" w:date="2019-06-24T23:59:00Z"/>
                <w:sz w:val="18"/>
                <w:szCs w:val="18"/>
              </w:rPr>
            </w:pPr>
            <w:ins w:id="1037" w:author="Yasser Syed" w:date="2019-06-24T23:59:00Z">
              <w:r w:rsidRPr="000456B4">
                <w:rPr>
                  <w:sz w:val="18"/>
                  <w:szCs w:val="18"/>
                </w:rPr>
                <w:t>Rec. ITU-R BT.2100 PQ</w:t>
              </w:r>
            </w:ins>
          </w:p>
        </w:tc>
      </w:tr>
      <w:tr w:rsidR="00767691" w:rsidRPr="000456B4" w14:paraId="5DEE5AC0" w14:textId="77777777" w:rsidTr="00767691">
        <w:trPr>
          <w:jc w:val="center"/>
          <w:ins w:id="1038" w:author="Yasser Syed" w:date="2019-06-24T23:59:00Z"/>
        </w:trPr>
        <w:tc>
          <w:tcPr>
            <w:tcW w:w="2016" w:type="dxa"/>
            <w:vMerge/>
            <w:shd w:val="clear" w:color="auto" w:fill="auto"/>
          </w:tcPr>
          <w:p w14:paraId="6DE3955E" w14:textId="77777777" w:rsidR="00767691" w:rsidRPr="000456B4" w:rsidRDefault="00767691" w:rsidP="00767691">
            <w:pPr>
              <w:jc w:val="left"/>
              <w:rPr>
                <w:ins w:id="1039" w:author="Yasser Syed" w:date="2019-06-24T23:59:00Z"/>
                <w:sz w:val="18"/>
                <w:szCs w:val="18"/>
              </w:rPr>
            </w:pPr>
          </w:p>
        </w:tc>
        <w:tc>
          <w:tcPr>
            <w:tcW w:w="1584" w:type="dxa"/>
            <w:shd w:val="clear" w:color="auto" w:fill="auto"/>
          </w:tcPr>
          <w:p w14:paraId="4EE62119" w14:textId="77777777" w:rsidR="00767691" w:rsidRPr="000456B4" w:rsidRDefault="00767691" w:rsidP="00767691">
            <w:pPr>
              <w:jc w:val="left"/>
              <w:rPr>
                <w:ins w:id="1040" w:author="Yasser Syed" w:date="2019-06-24T23:59:00Z"/>
                <w:sz w:val="18"/>
                <w:szCs w:val="18"/>
              </w:rPr>
            </w:pPr>
            <w:ins w:id="1041" w:author="Yasser Syed" w:date="2019-06-24T23:59:00Z">
              <w:r w:rsidRPr="000456B4">
                <w:rPr>
                  <w:sz w:val="18"/>
                  <w:szCs w:val="18"/>
                </w:rPr>
                <w:t>18</w:t>
              </w:r>
            </w:ins>
          </w:p>
        </w:tc>
        <w:tc>
          <w:tcPr>
            <w:tcW w:w="4608" w:type="dxa"/>
            <w:shd w:val="clear" w:color="auto" w:fill="auto"/>
          </w:tcPr>
          <w:p w14:paraId="6D908FED" w14:textId="77777777" w:rsidR="00767691" w:rsidRPr="000456B4" w:rsidRDefault="00767691" w:rsidP="00767691">
            <w:pPr>
              <w:jc w:val="left"/>
              <w:rPr>
                <w:ins w:id="1042" w:author="Yasser Syed" w:date="2019-06-24T23:59:00Z"/>
                <w:sz w:val="18"/>
                <w:szCs w:val="18"/>
              </w:rPr>
            </w:pPr>
            <w:ins w:id="1043" w:author="Yasser Syed" w:date="2019-06-24T23:59:00Z">
              <w:r w:rsidRPr="000456B4">
                <w:rPr>
                  <w:sz w:val="18"/>
                  <w:szCs w:val="18"/>
                </w:rPr>
                <w:t>Rec. ITU-R BT.2100 HLG (Hybrid Log-Gamma)</w:t>
              </w:r>
            </w:ins>
          </w:p>
        </w:tc>
      </w:tr>
      <w:tr w:rsidR="00767691" w:rsidRPr="000456B4" w14:paraId="335BC861" w14:textId="77777777" w:rsidTr="00767691">
        <w:trPr>
          <w:jc w:val="center"/>
          <w:ins w:id="1044" w:author="Yasser Syed" w:date="2019-06-24T23:59:00Z"/>
        </w:trPr>
        <w:tc>
          <w:tcPr>
            <w:tcW w:w="2016" w:type="dxa"/>
            <w:vMerge w:val="restart"/>
            <w:shd w:val="clear" w:color="auto" w:fill="auto"/>
          </w:tcPr>
          <w:p w14:paraId="1C1C6812" w14:textId="77777777" w:rsidR="00767691" w:rsidRPr="000456B4" w:rsidRDefault="00767691" w:rsidP="00767691">
            <w:pPr>
              <w:keepNext/>
              <w:jc w:val="left"/>
              <w:rPr>
                <w:ins w:id="1045" w:author="Yasser Syed" w:date="2019-06-24T23:59:00Z"/>
                <w:sz w:val="18"/>
                <w:szCs w:val="18"/>
              </w:rPr>
            </w:pPr>
            <w:ins w:id="1046" w:author="Yasser Syed" w:date="2019-06-24T23:59:00Z">
              <w:r w:rsidRPr="000456B4">
                <w:rPr>
                  <w:sz w:val="18"/>
                  <w:szCs w:val="18"/>
                </w:rPr>
                <w:t>matrix_coeffs</w:t>
              </w:r>
            </w:ins>
          </w:p>
        </w:tc>
        <w:tc>
          <w:tcPr>
            <w:tcW w:w="1584" w:type="dxa"/>
            <w:shd w:val="clear" w:color="auto" w:fill="auto"/>
          </w:tcPr>
          <w:p w14:paraId="08D138BC" w14:textId="77777777" w:rsidR="00767691" w:rsidRPr="000456B4" w:rsidRDefault="00767691" w:rsidP="00767691">
            <w:pPr>
              <w:keepNext/>
              <w:jc w:val="left"/>
              <w:rPr>
                <w:ins w:id="1047" w:author="Yasser Syed" w:date="2019-06-24T23:59:00Z"/>
                <w:sz w:val="18"/>
                <w:szCs w:val="18"/>
              </w:rPr>
            </w:pPr>
            <w:ins w:id="1048" w:author="Yasser Syed" w:date="2019-06-24T23:59:00Z">
              <w:r w:rsidRPr="000456B4">
                <w:rPr>
                  <w:sz w:val="18"/>
                  <w:szCs w:val="18"/>
                </w:rPr>
                <w:t>0</w:t>
              </w:r>
            </w:ins>
          </w:p>
        </w:tc>
        <w:tc>
          <w:tcPr>
            <w:tcW w:w="4608" w:type="dxa"/>
            <w:shd w:val="clear" w:color="auto" w:fill="auto"/>
          </w:tcPr>
          <w:p w14:paraId="5D7A2EA1" w14:textId="77777777" w:rsidR="00767691" w:rsidRPr="000456B4" w:rsidRDefault="00767691" w:rsidP="00767691">
            <w:pPr>
              <w:keepNext/>
              <w:jc w:val="left"/>
              <w:rPr>
                <w:ins w:id="1049" w:author="Yasser Syed" w:date="2019-06-24T23:59:00Z"/>
                <w:sz w:val="18"/>
                <w:szCs w:val="18"/>
              </w:rPr>
            </w:pPr>
            <w:ins w:id="1050" w:author="Yasser Syed" w:date="2019-06-24T23:59:00Z">
              <w:r w:rsidRPr="000456B4">
                <w:rPr>
                  <w:sz w:val="18"/>
                  <w:szCs w:val="18"/>
                </w:rPr>
                <w:t>R′G′B′ (identity matrix applied to primaries after transfer function)</w:t>
              </w:r>
            </w:ins>
          </w:p>
        </w:tc>
      </w:tr>
      <w:tr w:rsidR="00767691" w:rsidRPr="000456B4" w14:paraId="564F1CB9" w14:textId="77777777" w:rsidTr="00767691">
        <w:trPr>
          <w:jc w:val="center"/>
          <w:ins w:id="1051" w:author="Yasser Syed" w:date="2019-06-24T23:59:00Z"/>
        </w:trPr>
        <w:tc>
          <w:tcPr>
            <w:tcW w:w="2016" w:type="dxa"/>
            <w:vMerge/>
            <w:shd w:val="clear" w:color="auto" w:fill="auto"/>
          </w:tcPr>
          <w:p w14:paraId="63230EAC" w14:textId="77777777" w:rsidR="00767691" w:rsidRPr="000456B4" w:rsidRDefault="00767691" w:rsidP="00767691">
            <w:pPr>
              <w:keepNext/>
              <w:jc w:val="left"/>
              <w:rPr>
                <w:ins w:id="1052" w:author="Yasser Syed" w:date="2019-06-24T23:59:00Z"/>
                <w:sz w:val="18"/>
                <w:szCs w:val="18"/>
              </w:rPr>
            </w:pPr>
          </w:p>
        </w:tc>
        <w:tc>
          <w:tcPr>
            <w:tcW w:w="1584" w:type="dxa"/>
            <w:shd w:val="clear" w:color="auto" w:fill="auto"/>
          </w:tcPr>
          <w:p w14:paraId="52F6C9BB" w14:textId="77777777" w:rsidR="00767691" w:rsidRPr="000456B4" w:rsidRDefault="00767691" w:rsidP="00767691">
            <w:pPr>
              <w:keepNext/>
              <w:jc w:val="left"/>
              <w:rPr>
                <w:ins w:id="1053" w:author="Yasser Syed" w:date="2019-06-24T23:59:00Z"/>
                <w:sz w:val="18"/>
                <w:szCs w:val="18"/>
              </w:rPr>
            </w:pPr>
            <w:ins w:id="1054" w:author="Yasser Syed" w:date="2019-06-24T23:59:00Z">
              <w:r w:rsidRPr="000456B4">
                <w:rPr>
                  <w:sz w:val="18"/>
                  <w:szCs w:val="18"/>
                </w:rPr>
                <w:t>1</w:t>
              </w:r>
            </w:ins>
          </w:p>
        </w:tc>
        <w:tc>
          <w:tcPr>
            <w:tcW w:w="4608" w:type="dxa"/>
            <w:shd w:val="clear" w:color="auto" w:fill="auto"/>
          </w:tcPr>
          <w:p w14:paraId="60A5DE54" w14:textId="77777777" w:rsidR="00767691" w:rsidRPr="000456B4" w:rsidRDefault="00767691" w:rsidP="00767691">
            <w:pPr>
              <w:keepNext/>
              <w:jc w:val="left"/>
              <w:rPr>
                <w:ins w:id="1055" w:author="Yasser Syed" w:date="2019-06-24T23:59:00Z"/>
                <w:sz w:val="18"/>
                <w:szCs w:val="18"/>
              </w:rPr>
            </w:pPr>
            <w:ins w:id="1056" w:author="Yasser Syed" w:date="2019-06-24T23:59:00Z">
              <w:r>
                <w:rPr>
                  <w:sz w:val="18"/>
                  <w:szCs w:val="18"/>
                </w:rPr>
                <w:t xml:space="preserve">Y′CbCr </w:t>
              </w:r>
              <w:r w:rsidRPr="000456B4">
                <w:rPr>
                  <w:sz w:val="18"/>
                  <w:szCs w:val="18"/>
                </w:rPr>
                <w:t>for Rec. ITU-R BT.709 primaries</w:t>
              </w:r>
            </w:ins>
          </w:p>
        </w:tc>
      </w:tr>
      <w:tr w:rsidR="00767691" w:rsidRPr="000456B4" w14:paraId="1D2BAE5C" w14:textId="77777777" w:rsidTr="00767691">
        <w:trPr>
          <w:jc w:val="center"/>
          <w:ins w:id="1057" w:author="Yasser Syed" w:date="2019-06-24T23:59:00Z"/>
        </w:trPr>
        <w:tc>
          <w:tcPr>
            <w:tcW w:w="2016" w:type="dxa"/>
            <w:vMerge/>
            <w:shd w:val="clear" w:color="auto" w:fill="auto"/>
          </w:tcPr>
          <w:p w14:paraId="340DC7BD" w14:textId="77777777" w:rsidR="00767691" w:rsidRPr="000456B4" w:rsidRDefault="00767691" w:rsidP="00767691">
            <w:pPr>
              <w:keepNext/>
              <w:jc w:val="left"/>
              <w:rPr>
                <w:ins w:id="1058" w:author="Yasser Syed" w:date="2019-06-24T23:59:00Z"/>
                <w:sz w:val="18"/>
                <w:szCs w:val="18"/>
              </w:rPr>
            </w:pPr>
          </w:p>
        </w:tc>
        <w:tc>
          <w:tcPr>
            <w:tcW w:w="1584" w:type="dxa"/>
            <w:shd w:val="clear" w:color="auto" w:fill="auto"/>
          </w:tcPr>
          <w:p w14:paraId="0FB47208" w14:textId="77777777" w:rsidR="00767691" w:rsidRPr="000456B4" w:rsidRDefault="00767691" w:rsidP="00767691">
            <w:pPr>
              <w:keepNext/>
              <w:jc w:val="left"/>
              <w:rPr>
                <w:ins w:id="1059" w:author="Yasser Syed" w:date="2019-06-24T23:59:00Z"/>
                <w:sz w:val="18"/>
                <w:szCs w:val="18"/>
              </w:rPr>
            </w:pPr>
            <w:ins w:id="1060" w:author="Yasser Syed" w:date="2019-06-24T23:59:00Z">
              <w:r w:rsidRPr="000456B4">
                <w:rPr>
                  <w:sz w:val="18"/>
                  <w:szCs w:val="18"/>
                </w:rPr>
                <w:t>5</w:t>
              </w:r>
            </w:ins>
          </w:p>
        </w:tc>
        <w:tc>
          <w:tcPr>
            <w:tcW w:w="4608" w:type="dxa"/>
            <w:shd w:val="clear" w:color="auto" w:fill="auto"/>
          </w:tcPr>
          <w:p w14:paraId="1887649E" w14:textId="77777777" w:rsidR="00767691" w:rsidRPr="000456B4" w:rsidRDefault="00767691" w:rsidP="00767691">
            <w:pPr>
              <w:keepNext/>
              <w:jc w:val="left"/>
              <w:rPr>
                <w:ins w:id="1061" w:author="Yasser Syed" w:date="2019-06-24T23:59:00Z"/>
                <w:sz w:val="18"/>
                <w:szCs w:val="18"/>
              </w:rPr>
            </w:pPr>
            <w:ins w:id="1062" w:author="Yasser Syed" w:date="2019-06-24T23:59:00Z">
              <w:r>
                <w:rPr>
                  <w:sz w:val="18"/>
                  <w:szCs w:val="18"/>
                </w:rPr>
                <w:t xml:space="preserve">Y′CbCr </w:t>
              </w:r>
              <w:r w:rsidRPr="000456B4">
                <w:rPr>
                  <w:sz w:val="18"/>
                  <w:szCs w:val="18"/>
                </w:rPr>
                <w:t>for Rec. ITU-R BT.601 625-line primaries</w:t>
              </w:r>
            </w:ins>
          </w:p>
        </w:tc>
      </w:tr>
      <w:tr w:rsidR="00767691" w:rsidRPr="000456B4" w14:paraId="521FE878" w14:textId="77777777" w:rsidTr="00767691">
        <w:trPr>
          <w:jc w:val="center"/>
          <w:ins w:id="1063" w:author="Yasser Syed" w:date="2019-06-24T23:59:00Z"/>
        </w:trPr>
        <w:tc>
          <w:tcPr>
            <w:tcW w:w="2016" w:type="dxa"/>
            <w:vMerge/>
            <w:shd w:val="clear" w:color="auto" w:fill="auto"/>
          </w:tcPr>
          <w:p w14:paraId="2FCCB24D" w14:textId="77777777" w:rsidR="00767691" w:rsidRPr="000456B4" w:rsidRDefault="00767691" w:rsidP="00767691">
            <w:pPr>
              <w:keepNext/>
              <w:jc w:val="left"/>
              <w:rPr>
                <w:ins w:id="1064" w:author="Yasser Syed" w:date="2019-06-24T23:59:00Z"/>
                <w:sz w:val="18"/>
                <w:szCs w:val="18"/>
              </w:rPr>
            </w:pPr>
          </w:p>
        </w:tc>
        <w:tc>
          <w:tcPr>
            <w:tcW w:w="1584" w:type="dxa"/>
            <w:shd w:val="clear" w:color="auto" w:fill="auto"/>
          </w:tcPr>
          <w:p w14:paraId="5AE0F443" w14:textId="77777777" w:rsidR="00767691" w:rsidRPr="000456B4" w:rsidRDefault="00767691" w:rsidP="00767691">
            <w:pPr>
              <w:keepNext/>
              <w:jc w:val="left"/>
              <w:rPr>
                <w:ins w:id="1065" w:author="Yasser Syed" w:date="2019-06-24T23:59:00Z"/>
                <w:sz w:val="18"/>
                <w:szCs w:val="18"/>
              </w:rPr>
            </w:pPr>
            <w:ins w:id="1066" w:author="Yasser Syed" w:date="2019-06-24T23:59:00Z">
              <w:r w:rsidRPr="000456B4">
                <w:rPr>
                  <w:sz w:val="18"/>
                  <w:szCs w:val="18"/>
                </w:rPr>
                <w:t>6</w:t>
              </w:r>
            </w:ins>
          </w:p>
        </w:tc>
        <w:tc>
          <w:tcPr>
            <w:tcW w:w="4608" w:type="dxa"/>
            <w:shd w:val="clear" w:color="auto" w:fill="auto"/>
          </w:tcPr>
          <w:p w14:paraId="03078257" w14:textId="77777777" w:rsidR="00767691" w:rsidRPr="000456B4" w:rsidRDefault="00767691" w:rsidP="00767691">
            <w:pPr>
              <w:keepNext/>
              <w:jc w:val="left"/>
              <w:rPr>
                <w:ins w:id="1067" w:author="Yasser Syed" w:date="2019-06-24T23:59:00Z"/>
                <w:sz w:val="18"/>
                <w:szCs w:val="18"/>
              </w:rPr>
            </w:pPr>
            <w:ins w:id="1068" w:author="Yasser Syed" w:date="2019-06-24T23:59:00Z">
              <w:r>
                <w:rPr>
                  <w:sz w:val="18"/>
                  <w:szCs w:val="18"/>
                </w:rPr>
                <w:t xml:space="preserve">Y′CbCr </w:t>
              </w:r>
              <w:r w:rsidRPr="000456B4">
                <w:rPr>
                  <w:sz w:val="18"/>
                  <w:szCs w:val="18"/>
                </w:rPr>
                <w:t>for Rec. ITU-R BT.601 525-line primaries</w:t>
              </w:r>
            </w:ins>
          </w:p>
        </w:tc>
      </w:tr>
      <w:tr w:rsidR="00767691" w:rsidRPr="000456B4" w14:paraId="1FE36953" w14:textId="77777777" w:rsidTr="00767691">
        <w:trPr>
          <w:trHeight w:val="92"/>
          <w:jc w:val="center"/>
          <w:ins w:id="1069" w:author="Yasser Syed" w:date="2019-06-24T23:59:00Z"/>
        </w:trPr>
        <w:tc>
          <w:tcPr>
            <w:tcW w:w="2016" w:type="dxa"/>
            <w:vMerge/>
            <w:shd w:val="clear" w:color="auto" w:fill="auto"/>
          </w:tcPr>
          <w:p w14:paraId="2D262B86" w14:textId="77777777" w:rsidR="00767691" w:rsidRPr="000456B4" w:rsidRDefault="00767691" w:rsidP="00767691">
            <w:pPr>
              <w:jc w:val="left"/>
              <w:rPr>
                <w:ins w:id="1070" w:author="Yasser Syed" w:date="2019-06-24T23:59:00Z"/>
                <w:sz w:val="18"/>
                <w:szCs w:val="18"/>
              </w:rPr>
            </w:pPr>
          </w:p>
        </w:tc>
        <w:tc>
          <w:tcPr>
            <w:tcW w:w="1584" w:type="dxa"/>
            <w:shd w:val="clear" w:color="auto" w:fill="auto"/>
          </w:tcPr>
          <w:p w14:paraId="2C607BB0" w14:textId="77777777" w:rsidR="00767691" w:rsidRPr="000456B4" w:rsidRDefault="00767691" w:rsidP="00767691">
            <w:pPr>
              <w:jc w:val="left"/>
              <w:rPr>
                <w:ins w:id="1071" w:author="Yasser Syed" w:date="2019-06-24T23:59:00Z"/>
                <w:sz w:val="18"/>
                <w:szCs w:val="18"/>
              </w:rPr>
            </w:pPr>
            <w:ins w:id="1072" w:author="Yasser Syed" w:date="2019-06-24T23:59:00Z">
              <w:r w:rsidRPr="000456B4">
                <w:rPr>
                  <w:sz w:val="18"/>
                  <w:szCs w:val="18"/>
                </w:rPr>
                <w:t>9</w:t>
              </w:r>
            </w:ins>
          </w:p>
        </w:tc>
        <w:tc>
          <w:tcPr>
            <w:tcW w:w="4608" w:type="dxa"/>
            <w:shd w:val="clear" w:color="auto" w:fill="auto"/>
          </w:tcPr>
          <w:p w14:paraId="0C75D7C5" w14:textId="77777777" w:rsidR="00767691" w:rsidRPr="000456B4" w:rsidRDefault="00767691" w:rsidP="00767691">
            <w:pPr>
              <w:jc w:val="left"/>
              <w:rPr>
                <w:ins w:id="1073" w:author="Yasser Syed" w:date="2019-06-24T23:59:00Z"/>
                <w:sz w:val="18"/>
                <w:szCs w:val="18"/>
              </w:rPr>
            </w:pPr>
            <w:ins w:id="1074" w:author="Yasser Syed" w:date="2019-06-24T23:59:00Z">
              <w:r>
                <w:rPr>
                  <w:sz w:val="18"/>
                  <w:szCs w:val="18"/>
                </w:rPr>
                <w:t xml:space="preserve">Y′CbCr </w:t>
              </w:r>
              <w:r w:rsidRPr="000456B4">
                <w:rPr>
                  <w:sz w:val="18"/>
                  <w:szCs w:val="18"/>
                </w:rPr>
                <w:t>for Rec. ITU-R BT.2020 and Rec. ITU-R BT.2100 primaries</w:t>
              </w:r>
            </w:ins>
          </w:p>
        </w:tc>
      </w:tr>
      <w:tr w:rsidR="00767691" w:rsidRPr="000456B4" w14:paraId="090E256C" w14:textId="77777777" w:rsidTr="00767691">
        <w:trPr>
          <w:trHeight w:val="92"/>
          <w:jc w:val="center"/>
          <w:ins w:id="1075" w:author="Yasser Syed" w:date="2019-06-24T23:59:00Z"/>
        </w:trPr>
        <w:tc>
          <w:tcPr>
            <w:tcW w:w="2016" w:type="dxa"/>
            <w:vMerge/>
            <w:shd w:val="clear" w:color="auto" w:fill="auto"/>
          </w:tcPr>
          <w:p w14:paraId="724C56F0" w14:textId="77777777" w:rsidR="00767691" w:rsidRPr="000456B4" w:rsidRDefault="00767691" w:rsidP="00767691">
            <w:pPr>
              <w:jc w:val="left"/>
              <w:rPr>
                <w:ins w:id="1076" w:author="Yasser Syed" w:date="2019-06-24T23:59:00Z"/>
                <w:sz w:val="18"/>
                <w:szCs w:val="18"/>
              </w:rPr>
            </w:pPr>
          </w:p>
        </w:tc>
        <w:tc>
          <w:tcPr>
            <w:tcW w:w="1584" w:type="dxa"/>
            <w:shd w:val="clear" w:color="auto" w:fill="auto"/>
          </w:tcPr>
          <w:p w14:paraId="75B02175" w14:textId="77777777" w:rsidR="00767691" w:rsidRPr="000456B4" w:rsidRDefault="00767691" w:rsidP="00767691">
            <w:pPr>
              <w:jc w:val="left"/>
              <w:rPr>
                <w:ins w:id="1077" w:author="Yasser Syed" w:date="2019-06-24T23:59:00Z"/>
                <w:sz w:val="18"/>
                <w:szCs w:val="18"/>
              </w:rPr>
            </w:pPr>
            <w:ins w:id="1078" w:author="Yasser Syed" w:date="2019-06-24T23:59:00Z">
              <w:r>
                <w:rPr>
                  <w:sz w:val="18"/>
                  <w:szCs w:val="18"/>
                </w:rPr>
                <w:t>14</w:t>
              </w:r>
            </w:ins>
          </w:p>
        </w:tc>
        <w:tc>
          <w:tcPr>
            <w:tcW w:w="4608" w:type="dxa"/>
            <w:shd w:val="clear" w:color="auto" w:fill="auto"/>
          </w:tcPr>
          <w:p w14:paraId="0100717B" w14:textId="77777777" w:rsidR="00767691" w:rsidRPr="000456B4" w:rsidRDefault="00767691" w:rsidP="00767691">
            <w:pPr>
              <w:jc w:val="left"/>
              <w:rPr>
                <w:ins w:id="1079" w:author="Yasser Syed" w:date="2019-06-24T23:59:00Z"/>
                <w:sz w:val="18"/>
                <w:szCs w:val="18"/>
              </w:rPr>
            </w:pPr>
            <w:ins w:id="1080" w:author="Yasser Syed" w:date="2019-06-24T23:59:00Z">
              <w:r w:rsidRPr="0058106C">
                <w:rPr>
                  <w:sz w:val="18"/>
                  <w:szCs w:val="18"/>
                </w:rPr>
                <w:t>IC</w:t>
              </w:r>
              <w:r w:rsidRPr="0058106C">
                <w:rPr>
                  <w:sz w:val="18"/>
                  <w:szCs w:val="18"/>
                  <w:vertAlign w:val="subscript"/>
                </w:rPr>
                <w:t>T</w:t>
              </w:r>
              <w:r w:rsidRPr="0058106C">
                <w:rPr>
                  <w:sz w:val="18"/>
                  <w:szCs w:val="18"/>
                </w:rPr>
                <w:t>C</w:t>
              </w:r>
              <w:r w:rsidRPr="0058106C">
                <w:rPr>
                  <w:sz w:val="18"/>
                  <w:szCs w:val="18"/>
                  <w:vertAlign w:val="subscript"/>
                </w:rPr>
                <w:t>P</w:t>
              </w:r>
              <w:r w:rsidRPr="0058106C">
                <w:rPr>
                  <w:sz w:val="18"/>
                  <w:szCs w:val="18"/>
                </w:rPr>
                <w:t xml:space="preserve"> for Rec. ITU-R BT.2100</w:t>
              </w:r>
            </w:ins>
          </w:p>
        </w:tc>
      </w:tr>
      <w:tr w:rsidR="00767691" w:rsidRPr="000456B4" w14:paraId="4D11BE39" w14:textId="77777777" w:rsidTr="00767691">
        <w:trPr>
          <w:jc w:val="center"/>
          <w:ins w:id="1081" w:author="Yasser Syed" w:date="2019-06-24T23:59:00Z"/>
        </w:trPr>
        <w:tc>
          <w:tcPr>
            <w:tcW w:w="2016" w:type="dxa"/>
            <w:vMerge w:val="restart"/>
            <w:shd w:val="clear" w:color="auto" w:fill="auto"/>
          </w:tcPr>
          <w:p w14:paraId="7EBE5A60" w14:textId="77777777" w:rsidR="00767691" w:rsidRPr="000456B4" w:rsidRDefault="00767691" w:rsidP="00767691">
            <w:pPr>
              <w:keepNext/>
              <w:jc w:val="left"/>
              <w:rPr>
                <w:ins w:id="1082" w:author="Yasser Syed" w:date="2019-06-24T23:59:00Z"/>
                <w:sz w:val="18"/>
                <w:szCs w:val="18"/>
              </w:rPr>
            </w:pPr>
            <w:ins w:id="1083" w:author="Yasser Syed" w:date="2019-06-24T23:59:00Z">
              <w:r w:rsidRPr="000456B4">
                <w:rPr>
                  <w:sz w:val="18"/>
                  <w:szCs w:val="18"/>
                </w:rPr>
                <w:t>ChromaLocType</w:t>
              </w:r>
            </w:ins>
          </w:p>
        </w:tc>
        <w:tc>
          <w:tcPr>
            <w:tcW w:w="1584" w:type="dxa"/>
            <w:shd w:val="clear" w:color="auto" w:fill="auto"/>
          </w:tcPr>
          <w:p w14:paraId="679E1EC7" w14:textId="77777777" w:rsidR="00767691" w:rsidRPr="000456B4" w:rsidRDefault="00767691" w:rsidP="00767691">
            <w:pPr>
              <w:keepNext/>
              <w:jc w:val="left"/>
              <w:rPr>
                <w:ins w:id="1084" w:author="Yasser Syed" w:date="2019-06-24T23:59:00Z"/>
                <w:sz w:val="18"/>
                <w:szCs w:val="18"/>
              </w:rPr>
            </w:pPr>
            <w:ins w:id="1085" w:author="Yasser Syed" w:date="2019-06-24T23:59:00Z">
              <w:r w:rsidRPr="000456B4">
                <w:rPr>
                  <w:sz w:val="18"/>
                  <w:szCs w:val="18"/>
                </w:rPr>
                <w:t>0</w:t>
              </w:r>
            </w:ins>
          </w:p>
        </w:tc>
        <w:tc>
          <w:tcPr>
            <w:tcW w:w="4608" w:type="dxa"/>
            <w:shd w:val="clear" w:color="auto" w:fill="auto"/>
          </w:tcPr>
          <w:p w14:paraId="380FB14E" w14:textId="77777777" w:rsidR="00767691" w:rsidRPr="000456B4" w:rsidRDefault="00767691" w:rsidP="00767691">
            <w:pPr>
              <w:keepNext/>
              <w:jc w:val="left"/>
              <w:rPr>
                <w:ins w:id="1086" w:author="Yasser Syed" w:date="2019-06-24T23:59:00Z"/>
                <w:sz w:val="18"/>
                <w:szCs w:val="18"/>
              </w:rPr>
            </w:pPr>
            <w:ins w:id="1087" w:author="Yasser Syed" w:date="2019-06-24T23:59:00Z">
              <w:r w:rsidRPr="000456B4">
                <w:rPr>
                  <w:sz w:val="18"/>
                  <w:szCs w:val="18"/>
                </w:rPr>
                <w:t>Vertically interstitial, horizontally co-sited</w:t>
              </w:r>
            </w:ins>
          </w:p>
        </w:tc>
      </w:tr>
      <w:tr w:rsidR="00767691" w:rsidRPr="000456B4" w14:paraId="4E5FEFA3" w14:textId="77777777" w:rsidTr="00767691">
        <w:trPr>
          <w:jc w:val="center"/>
          <w:ins w:id="1088" w:author="Yasser Syed" w:date="2019-06-24T23:59:00Z"/>
        </w:trPr>
        <w:tc>
          <w:tcPr>
            <w:tcW w:w="2016" w:type="dxa"/>
            <w:vMerge/>
            <w:shd w:val="clear" w:color="auto" w:fill="auto"/>
          </w:tcPr>
          <w:p w14:paraId="3CBB7616" w14:textId="77777777" w:rsidR="00767691" w:rsidRPr="000456B4" w:rsidRDefault="00767691" w:rsidP="00767691">
            <w:pPr>
              <w:keepNext/>
              <w:jc w:val="left"/>
              <w:rPr>
                <w:ins w:id="1089" w:author="Yasser Syed" w:date="2019-06-24T23:59:00Z"/>
                <w:sz w:val="18"/>
                <w:szCs w:val="18"/>
              </w:rPr>
            </w:pPr>
          </w:p>
        </w:tc>
        <w:tc>
          <w:tcPr>
            <w:tcW w:w="1584" w:type="dxa"/>
            <w:shd w:val="clear" w:color="auto" w:fill="auto"/>
          </w:tcPr>
          <w:p w14:paraId="7EADFA9D" w14:textId="77777777" w:rsidR="00767691" w:rsidRPr="000456B4" w:rsidRDefault="00767691" w:rsidP="00767691">
            <w:pPr>
              <w:keepNext/>
              <w:jc w:val="left"/>
              <w:rPr>
                <w:ins w:id="1090" w:author="Yasser Syed" w:date="2019-06-24T23:59:00Z"/>
                <w:sz w:val="18"/>
                <w:szCs w:val="18"/>
              </w:rPr>
            </w:pPr>
            <w:ins w:id="1091" w:author="Yasser Syed" w:date="2019-06-24T23:59:00Z">
              <w:r>
                <w:rPr>
                  <w:sz w:val="18"/>
                  <w:szCs w:val="18"/>
                </w:rPr>
                <w:t>1</w:t>
              </w:r>
            </w:ins>
          </w:p>
        </w:tc>
        <w:tc>
          <w:tcPr>
            <w:tcW w:w="4608" w:type="dxa"/>
            <w:shd w:val="clear" w:color="auto" w:fill="auto"/>
          </w:tcPr>
          <w:p w14:paraId="737443F4" w14:textId="77777777" w:rsidR="00767691" w:rsidRPr="000456B4" w:rsidRDefault="00767691" w:rsidP="00767691">
            <w:pPr>
              <w:keepNext/>
              <w:jc w:val="left"/>
              <w:rPr>
                <w:ins w:id="1092" w:author="Yasser Syed" w:date="2019-06-24T23:59:00Z"/>
                <w:sz w:val="18"/>
                <w:szCs w:val="18"/>
              </w:rPr>
            </w:pPr>
            <w:ins w:id="1093" w:author="Yasser Syed" w:date="2019-06-24T23:59:00Z">
              <w:r w:rsidRPr="0058106C">
                <w:rPr>
                  <w:sz w:val="18"/>
                  <w:szCs w:val="18"/>
                </w:rPr>
                <w:t>Vertically interstitial, horizontally interstitial</w:t>
              </w:r>
            </w:ins>
          </w:p>
        </w:tc>
      </w:tr>
      <w:tr w:rsidR="00767691" w:rsidRPr="000456B4" w14:paraId="0E8C4CA0" w14:textId="77777777" w:rsidTr="00767691">
        <w:trPr>
          <w:jc w:val="center"/>
          <w:ins w:id="1094" w:author="Yasser Syed" w:date="2019-06-24T23:59:00Z"/>
        </w:trPr>
        <w:tc>
          <w:tcPr>
            <w:tcW w:w="2016" w:type="dxa"/>
            <w:vMerge/>
            <w:shd w:val="clear" w:color="auto" w:fill="auto"/>
          </w:tcPr>
          <w:p w14:paraId="51790DC4" w14:textId="77777777" w:rsidR="00767691" w:rsidRPr="000456B4" w:rsidRDefault="00767691" w:rsidP="00767691">
            <w:pPr>
              <w:jc w:val="left"/>
              <w:rPr>
                <w:ins w:id="1095" w:author="Yasser Syed" w:date="2019-06-24T23:59:00Z"/>
                <w:sz w:val="18"/>
                <w:szCs w:val="18"/>
              </w:rPr>
            </w:pPr>
          </w:p>
        </w:tc>
        <w:tc>
          <w:tcPr>
            <w:tcW w:w="1584" w:type="dxa"/>
            <w:shd w:val="clear" w:color="auto" w:fill="auto"/>
          </w:tcPr>
          <w:p w14:paraId="2C11F1F8" w14:textId="77777777" w:rsidR="00767691" w:rsidRPr="000456B4" w:rsidRDefault="00767691" w:rsidP="00767691">
            <w:pPr>
              <w:jc w:val="left"/>
              <w:rPr>
                <w:ins w:id="1096" w:author="Yasser Syed" w:date="2019-06-24T23:59:00Z"/>
                <w:sz w:val="18"/>
                <w:szCs w:val="18"/>
              </w:rPr>
            </w:pPr>
            <w:ins w:id="1097" w:author="Yasser Syed" w:date="2019-06-24T23:59:00Z">
              <w:r w:rsidRPr="000456B4">
                <w:rPr>
                  <w:sz w:val="18"/>
                  <w:szCs w:val="18"/>
                </w:rPr>
                <w:t>2</w:t>
              </w:r>
            </w:ins>
          </w:p>
        </w:tc>
        <w:tc>
          <w:tcPr>
            <w:tcW w:w="4608" w:type="dxa"/>
            <w:shd w:val="clear" w:color="auto" w:fill="auto"/>
          </w:tcPr>
          <w:p w14:paraId="477C81CC" w14:textId="77777777" w:rsidR="00767691" w:rsidRPr="000456B4" w:rsidRDefault="00767691" w:rsidP="00767691">
            <w:pPr>
              <w:jc w:val="left"/>
              <w:rPr>
                <w:ins w:id="1098" w:author="Yasser Syed" w:date="2019-06-24T23:59:00Z"/>
                <w:sz w:val="18"/>
                <w:szCs w:val="18"/>
              </w:rPr>
            </w:pPr>
            <w:ins w:id="1099" w:author="Yasser Syed" w:date="2019-06-24T23:59:00Z">
              <w:r w:rsidRPr="000456B4">
                <w:rPr>
                  <w:sz w:val="18"/>
                  <w:szCs w:val="18"/>
                </w:rPr>
                <w:t>Vertically co-sited, horizontally co-sited</w:t>
              </w:r>
            </w:ins>
          </w:p>
        </w:tc>
      </w:tr>
    </w:tbl>
    <w:p w14:paraId="4187BBAE" w14:textId="77777777" w:rsidR="00767691" w:rsidRPr="00374CBE" w:rsidRDefault="00767691" w:rsidP="003E3C19"/>
    <w:p w14:paraId="1F79A12F" w14:textId="38AF50AD" w:rsidR="00B615A3" w:rsidRPr="00374CBE" w:rsidDel="00767691" w:rsidRDefault="00B615A3" w:rsidP="003E3C19">
      <w:pPr>
        <w:pStyle w:val="TableNoTitle"/>
        <w:rPr>
          <w:del w:id="1100" w:author="Yasser Syed" w:date="2019-06-24T23:59:00Z"/>
        </w:rPr>
      </w:pPr>
      <w:bookmarkStart w:id="1101" w:name="_Ref525918532"/>
      <w:del w:id="1102" w:author="Yasser Syed" w:date="2019-06-24T23:59:00Z">
        <w:r w:rsidRPr="00374CBE" w:rsidDel="00767691">
          <w:delText xml:space="preserve">Table </w:delText>
        </w:r>
        <w:r w:rsidR="00645C19" w:rsidRPr="00374CBE" w:rsidDel="00767691">
          <w:delText>3</w:delText>
        </w:r>
        <w:bookmarkEnd w:id="1101"/>
        <w:r w:rsidRPr="00374CBE" w:rsidDel="00767691">
          <w:delText xml:space="preserve"> </w:delText>
        </w:r>
        <w:r w:rsidR="00B11DFE" w:rsidRPr="00374CBE" w:rsidDel="00767691">
          <w:delText xml:space="preserve">– </w:delText>
        </w:r>
        <w:r w:rsidRPr="00374CBE" w:rsidDel="00767691">
          <w:delText xml:space="preserve">Code point values widely used for colorimetry properties </w:delText>
        </w:r>
      </w:del>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68"/>
        <w:gridCol w:w="1860"/>
        <w:gridCol w:w="5411"/>
      </w:tblGrid>
      <w:tr w:rsidR="00D063A3" w:rsidRPr="00374CBE" w:rsidDel="00767691" w14:paraId="55079716" w14:textId="0E92F3C3" w:rsidTr="00B33EDD">
        <w:trPr>
          <w:tblHeader/>
          <w:jc w:val="center"/>
          <w:del w:id="1103" w:author="Yasser Syed" w:date="2019-06-24T23:59:00Z"/>
        </w:trPr>
        <w:tc>
          <w:tcPr>
            <w:tcW w:w="2016" w:type="dxa"/>
            <w:shd w:val="clear" w:color="auto" w:fill="auto"/>
          </w:tcPr>
          <w:p w14:paraId="18293F26" w14:textId="5706CA40" w:rsidR="00B615A3" w:rsidRPr="00374CBE" w:rsidDel="00767691" w:rsidRDefault="00B615A3" w:rsidP="00B33EDD">
            <w:pPr>
              <w:pStyle w:val="Tablehead"/>
              <w:keepNext/>
              <w:keepLines/>
              <w:rPr>
                <w:del w:id="1104" w:author="Yasser Syed" w:date="2019-06-24T23:59:00Z"/>
              </w:rPr>
            </w:pPr>
            <w:del w:id="1105" w:author="Yasser Syed" w:date="2019-06-24T23:59:00Z">
              <w:r w:rsidRPr="00374CBE" w:rsidDel="00767691">
                <w:delText>HEVC property</w:delText>
              </w:r>
            </w:del>
          </w:p>
        </w:tc>
        <w:tc>
          <w:tcPr>
            <w:tcW w:w="1584" w:type="dxa"/>
            <w:shd w:val="clear" w:color="auto" w:fill="auto"/>
          </w:tcPr>
          <w:p w14:paraId="01685BB1" w14:textId="568D165F" w:rsidR="00B615A3" w:rsidRPr="00374CBE" w:rsidDel="00767691" w:rsidRDefault="00B615A3" w:rsidP="00B33EDD">
            <w:pPr>
              <w:pStyle w:val="Tablehead"/>
              <w:keepNext/>
              <w:keepLines/>
              <w:rPr>
                <w:del w:id="1106" w:author="Yasser Syed" w:date="2019-06-24T23:59:00Z"/>
              </w:rPr>
            </w:pPr>
            <w:del w:id="1107" w:author="Yasser Syed" w:date="2019-06-24T23:59:00Z">
              <w:r w:rsidRPr="00374CBE" w:rsidDel="00767691">
                <w:delText>Code point</w:delText>
              </w:r>
              <w:r w:rsidR="00D063A3" w:rsidRPr="00374CBE" w:rsidDel="00767691">
                <w:delText xml:space="preserve"> value</w:delText>
              </w:r>
            </w:del>
          </w:p>
        </w:tc>
        <w:tc>
          <w:tcPr>
            <w:tcW w:w="4608" w:type="dxa"/>
            <w:shd w:val="clear" w:color="auto" w:fill="auto"/>
          </w:tcPr>
          <w:p w14:paraId="1B924256" w14:textId="02DA5F9E" w:rsidR="00B615A3" w:rsidRPr="00374CBE" w:rsidDel="00767691" w:rsidRDefault="00B615A3" w:rsidP="00B33EDD">
            <w:pPr>
              <w:pStyle w:val="Tablehead"/>
              <w:keepNext/>
              <w:keepLines/>
              <w:rPr>
                <w:del w:id="1108" w:author="Yasser Syed" w:date="2019-06-24T23:59:00Z"/>
              </w:rPr>
            </w:pPr>
            <w:del w:id="1109" w:author="Yasser Syed" w:date="2019-06-24T23:59:00Z">
              <w:r w:rsidRPr="00374CBE" w:rsidDel="00767691">
                <w:delText>Meaning</w:delText>
              </w:r>
            </w:del>
          </w:p>
        </w:tc>
      </w:tr>
      <w:tr w:rsidR="00B615A3" w:rsidRPr="00374CBE" w:rsidDel="00767691" w14:paraId="6E884B59" w14:textId="324EF86E" w:rsidTr="00B33EDD">
        <w:trPr>
          <w:jc w:val="center"/>
          <w:del w:id="1110" w:author="Yasser Syed" w:date="2019-06-24T23:59:00Z"/>
        </w:trPr>
        <w:tc>
          <w:tcPr>
            <w:tcW w:w="2016" w:type="dxa"/>
            <w:vMerge w:val="restart"/>
            <w:shd w:val="clear" w:color="auto" w:fill="auto"/>
          </w:tcPr>
          <w:p w14:paraId="1F3C1507" w14:textId="6FD59F92" w:rsidR="00B615A3" w:rsidRPr="00374CBE" w:rsidDel="00767691" w:rsidRDefault="00B615A3" w:rsidP="00B33EDD">
            <w:pPr>
              <w:pStyle w:val="Tabletext0"/>
              <w:keepNext/>
              <w:rPr>
                <w:del w:id="1111" w:author="Yasser Syed" w:date="2019-06-24T23:59:00Z"/>
              </w:rPr>
            </w:pPr>
            <w:del w:id="1112" w:author="Yasser Syed" w:date="2019-06-24T23:59:00Z">
              <w:r w:rsidRPr="00374CBE" w:rsidDel="00767691">
                <w:delText>colour_primaries</w:delText>
              </w:r>
            </w:del>
          </w:p>
        </w:tc>
        <w:tc>
          <w:tcPr>
            <w:tcW w:w="1584" w:type="dxa"/>
            <w:shd w:val="clear" w:color="auto" w:fill="auto"/>
          </w:tcPr>
          <w:p w14:paraId="5EFF6A3C" w14:textId="4792CF4F" w:rsidR="00B615A3" w:rsidRPr="00374CBE" w:rsidDel="00767691" w:rsidRDefault="00B615A3" w:rsidP="009F2C03">
            <w:pPr>
              <w:pStyle w:val="Tabletext0"/>
              <w:keepNext/>
              <w:jc w:val="center"/>
              <w:rPr>
                <w:del w:id="1113" w:author="Yasser Syed" w:date="2019-06-24T23:59:00Z"/>
              </w:rPr>
            </w:pPr>
            <w:del w:id="1114" w:author="Yasser Syed" w:date="2019-06-24T23:59:00Z">
              <w:r w:rsidRPr="00374CBE" w:rsidDel="00767691">
                <w:delText>1</w:delText>
              </w:r>
            </w:del>
          </w:p>
        </w:tc>
        <w:tc>
          <w:tcPr>
            <w:tcW w:w="4608" w:type="dxa"/>
            <w:shd w:val="clear" w:color="auto" w:fill="auto"/>
          </w:tcPr>
          <w:p w14:paraId="079B5E96" w14:textId="1D7F28DA" w:rsidR="00B615A3" w:rsidRPr="00374CBE" w:rsidDel="00767691" w:rsidRDefault="00D063A3" w:rsidP="00B33EDD">
            <w:pPr>
              <w:pStyle w:val="Tabletext0"/>
              <w:keepNext/>
              <w:rPr>
                <w:del w:id="1115" w:author="Yasser Syed" w:date="2019-06-24T23:59:00Z"/>
              </w:rPr>
            </w:pPr>
            <w:del w:id="1116" w:author="Yasser Syed" w:date="2019-06-24T23:59:00Z">
              <w:r w:rsidRPr="00374CBE" w:rsidDel="00767691">
                <w:delText>Rec. ITU-R BT.</w:delText>
              </w:r>
              <w:r w:rsidR="00B615A3" w:rsidRPr="00374CBE" w:rsidDel="00767691">
                <w:delText>709 primaries</w:delText>
              </w:r>
            </w:del>
          </w:p>
        </w:tc>
      </w:tr>
      <w:tr w:rsidR="00B615A3" w:rsidRPr="00374CBE" w:rsidDel="00767691" w14:paraId="66722E7E" w14:textId="331B444B" w:rsidTr="00B33EDD">
        <w:trPr>
          <w:jc w:val="center"/>
          <w:del w:id="1117" w:author="Yasser Syed" w:date="2019-06-24T23:59:00Z"/>
        </w:trPr>
        <w:tc>
          <w:tcPr>
            <w:tcW w:w="2016" w:type="dxa"/>
            <w:vMerge/>
            <w:shd w:val="clear" w:color="auto" w:fill="auto"/>
          </w:tcPr>
          <w:p w14:paraId="7DBF91A2" w14:textId="1A9D6782" w:rsidR="00B615A3" w:rsidRPr="00374CBE" w:rsidDel="00767691" w:rsidRDefault="00B615A3" w:rsidP="00B33EDD">
            <w:pPr>
              <w:pStyle w:val="Tabletext0"/>
              <w:keepNext/>
              <w:rPr>
                <w:del w:id="1118" w:author="Yasser Syed" w:date="2019-06-24T23:59:00Z"/>
              </w:rPr>
            </w:pPr>
          </w:p>
        </w:tc>
        <w:tc>
          <w:tcPr>
            <w:tcW w:w="1584" w:type="dxa"/>
            <w:shd w:val="clear" w:color="auto" w:fill="auto"/>
          </w:tcPr>
          <w:p w14:paraId="3943013E" w14:textId="33585D04" w:rsidR="00B615A3" w:rsidRPr="00374CBE" w:rsidDel="00767691" w:rsidRDefault="00B615A3" w:rsidP="009F2C03">
            <w:pPr>
              <w:pStyle w:val="Tabletext0"/>
              <w:keepNext/>
              <w:jc w:val="center"/>
              <w:rPr>
                <w:del w:id="1119" w:author="Yasser Syed" w:date="2019-06-24T23:59:00Z"/>
              </w:rPr>
            </w:pPr>
            <w:del w:id="1120" w:author="Yasser Syed" w:date="2019-06-24T23:59:00Z">
              <w:r w:rsidRPr="00374CBE" w:rsidDel="00767691">
                <w:delText>5</w:delText>
              </w:r>
            </w:del>
          </w:p>
        </w:tc>
        <w:tc>
          <w:tcPr>
            <w:tcW w:w="4608" w:type="dxa"/>
            <w:shd w:val="clear" w:color="auto" w:fill="auto"/>
          </w:tcPr>
          <w:p w14:paraId="5A937812" w14:textId="0A8533A7" w:rsidR="00B615A3" w:rsidRPr="00374CBE" w:rsidDel="00767691" w:rsidRDefault="00D063A3" w:rsidP="00B33EDD">
            <w:pPr>
              <w:pStyle w:val="Tabletext0"/>
              <w:keepNext/>
              <w:rPr>
                <w:del w:id="1121" w:author="Yasser Syed" w:date="2019-06-24T23:59:00Z"/>
              </w:rPr>
            </w:pPr>
            <w:del w:id="1122" w:author="Yasser Syed" w:date="2019-06-24T23:59:00Z">
              <w:r w:rsidRPr="00374CBE" w:rsidDel="00767691">
                <w:delText>Rec. ITU-R BT.</w:delText>
              </w:r>
              <w:r w:rsidR="00B615A3" w:rsidRPr="00374CBE" w:rsidDel="00767691">
                <w:delText>601 625-line systems primaries</w:delText>
              </w:r>
            </w:del>
          </w:p>
        </w:tc>
      </w:tr>
      <w:tr w:rsidR="00B615A3" w:rsidRPr="00374CBE" w:rsidDel="00767691" w14:paraId="03989BB5" w14:textId="6391CD77" w:rsidTr="00B33EDD">
        <w:trPr>
          <w:jc w:val="center"/>
          <w:del w:id="1123" w:author="Yasser Syed" w:date="2019-06-24T23:59:00Z"/>
        </w:trPr>
        <w:tc>
          <w:tcPr>
            <w:tcW w:w="2016" w:type="dxa"/>
            <w:vMerge/>
            <w:shd w:val="clear" w:color="auto" w:fill="auto"/>
          </w:tcPr>
          <w:p w14:paraId="456E7D73" w14:textId="3817B4AF" w:rsidR="00B615A3" w:rsidRPr="00374CBE" w:rsidDel="00767691" w:rsidRDefault="00B615A3" w:rsidP="00B33EDD">
            <w:pPr>
              <w:pStyle w:val="Tabletext0"/>
              <w:keepNext/>
              <w:rPr>
                <w:del w:id="1124" w:author="Yasser Syed" w:date="2019-06-24T23:59:00Z"/>
              </w:rPr>
            </w:pPr>
          </w:p>
        </w:tc>
        <w:tc>
          <w:tcPr>
            <w:tcW w:w="1584" w:type="dxa"/>
            <w:shd w:val="clear" w:color="auto" w:fill="auto"/>
          </w:tcPr>
          <w:p w14:paraId="3ACF9146" w14:textId="189E91D7" w:rsidR="00B615A3" w:rsidRPr="00374CBE" w:rsidDel="00767691" w:rsidRDefault="00B615A3" w:rsidP="009F2C03">
            <w:pPr>
              <w:pStyle w:val="Tabletext0"/>
              <w:keepNext/>
              <w:jc w:val="center"/>
              <w:rPr>
                <w:del w:id="1125" w:author="Yasser Syed" w:date="2019-06-24T23:59:00Z"/>
              </w:rPr>
            </w:pPr>
            <w:del w:id="1126" w:author="Yasser Syed" w:date="2019-06-24T23:59:00Z">
              <w:r w:rsidRPr="00374CBE" w:rsidDel="00767691">
                <w:delText>6</w:delText>
              </w:r>
            </w:del>
          </w:p>
        </w:tc>
        <w:tc>
          <w:tcPr>
            <w:tcW w:w="4608" w:type="dxa"/>
            <w:shd w:val="clear" w:color="auto" w:fill="auto"/>
          </w:tcPr>
          <w:p w14:paraId="480504DE" w14:textId="55C4377E" w:rsidR="00B615A3" w:rsidRPr="00374CBE" w:rsidDel="00767691" w:rsidRDefault="00D063A3" w:rsidP="00B33EDD">
            <w:pPr>
              <w:pStyle w:val="Tabletext0"/>
              <w:keepNext/>
              <w:rPr>
                <w:del w:id="1127" w:author="Yasser Syed" w:date="2019-06-24T23:59:00Z"/>
              </w:rPr>
            </w:pPr>
            <w:del w:id="1128" w:author="Yasser Syed" w:date="2019-06-24T23:59:00Z">
              <w:r w:rsidRPr="00374CBE" w:rsidDel="00767691">
                <w:delText>Rec. ITU-R BT.</w:delText>
              </w:r>
              <w:r w:rsidR="00B615A3" w:rsidRPr="00374CBE" w:rsidDel="00767691">
                <w:delText>601 525-line systems primaries</w:delText>
              </w:r>
            </w:del>
          </w:p>
        </w:tc>
      </w:tr>
      <w:tr w:rsidR="00B615A3" w:rsidRPr="00374CBE" w:rsidDel="00767691" w14:paraId="54478438" w14:textId="561F1CBA" w:rsidTr="00B33EDD">
        <w:trPr>
          <w:jc w:val="center"/>
          <w:del w:id="1129" w:author="Yasser Syed" w:date="2019-06-24T23:59:00Z"/>
        </w:trPr>
        <w:tc>
          <w:tcPr>
            <w:tcW w:w="2016" w:type="dxa"/>
            <w:vMerge/>
            <w:shd w:val="clear" w:color="auto" w:fill="auto"/>
          </w:tcPr>
          <w:p w14:paraId="109A272E" w14:textId="6B842F43" w:rsidR="00B615A3" w:rsidRPr="00374CBE" w:rsidDel="00767691" w:rsidRDefault="00B615A3" w:rsidP="00B33EDD">
            <w:pPr>
              <w:pStyle w:val="Tabletext0"/>
              <w:keepNext/>
              <w:rPr>
                <w:del w:id="1130" w:author="Yasser Syed" w:date="2019-06-24T23:59:00Z"/>
              </w:rPr>
            </w:pPr>
          </w:p>
        </w:tc>
        <w:tc>
          <w:tcPr>
            <w:tcW w:w="1584" w:type="dxa"/>
            <w:shd w:val="clear" w:color="auto" w:fill="auto"/>
          </w:tcPr>
          <w:p w14:paraId="04DDBA93" w14:textId="6C0302A8" w:rsidR="00B615A3" w:rsidRPr="00374CBE" w:rsidDel="00767691" w:rsidRDefault="00B615A3" w:rsidP="009F2C03">
            <w:pPr>
              <w:pStyle w:val="Tabletext0"/>
              <w:keepNext/>
              <w:jc w:val="center"/>
              <w:rPr>
                <w:del w:id="1131" w:author="Yasser Syed" w:date="2019-06-24T23:59:00Z"/>
              </w:rPr>
            </w:pPr>
            <w:del w:id="1132" w:author="Yasser Syed" w:date="2019-06-24T23:59:00Z">
              <w:r w:rsidRPr="00374CBE" w:rsidDel="00767691">
                <w:delText>9</w:delText>
              </w:r>
            </w:del>
          </w:p>
        </w:tc>
        <w:tc>
          <w:tcPr>
            <w:tcW w:w="4608" w:type="dxa"/>
            <w:shd w:val="clear" w:color="auto" w:fill="auto"/>
          </w:tcPr>
          <w:p w14:paraId="683BAC22" w14:textId="6E01CCEA" w:rsidR="00B615A3" w:rsidRPr="00374CBE" w:rsidDel="00767691" w:rsidRDefault="00D063A3" w:rsidP="009F2C03">
            <w:pPr>
              <w:pStyle w:val="Tabletext0"/>
              <w:keepNext/>
              <w:rPr>
                <w:del w:id="1133" w:author="Yasser Syed" w:date="2019-06-24T23:59:00Z"/>
              </w:rPr>
            </w:pPr>
            <w:del w:id="1134" w:author="Yasser Syed" w:date="2019-06-24T23:59:00Z">
              <w:r w:rsidRPr="00374CBE" w:rsidDel="00767691">
                <w:delText>Rec. ITU-R BT.</w:delText>
              </w:r>
              <w:r w:rsidR="00B615A3" w:rsidRPr="00374CBE" w:rsidDel="00767691">
                <w:delText xml:space="preserve">2020 and </w:delText>
              </w:r>
              <w:r w:rsidRPr="00374CBE" w:rsidDel="00767691">
                <w:delText>Rec. ITU-R BT.</w:delText>
              </w:r>
              <w:r w:rsidR="00B615A3" w:rsidRPr="00374CBE" w:rsidDel="00767691">
                <w:delText>2100 primaries</w:delText>
              </w:r>
              <w:r w:rsidR="009F2C03" w:rsidRPr="00374CBE" w:rsidDel="00767691">
                <w:delText xml:space="preserve"> </w:delText>
              </w:r>
              <w:r w:rsidR="00B615A3" w:rsidRPr="00374CBE" w:rsidDel="00767691">
                <w:delText>(share the same code point since their values are identical)</w:delText>
              </w:r>
            </w:del>
          </w:p>
        </w:tc>
      </w:tr>
      <w:tr w:rsidR="00B615A3" w:rsidRPr="00374CBE" w:rsidDel="00767691" w14:paraId="5427CADC" w14:textId="11055E07" w:rsidTr="00B33EDD">
        <w:trPr>
          <w:jc w:val="center"/>
          <w:del w:id="1135" w:author="Yasser Syed" w:date="2019-06-24T23:59:00Z"/>
        </w:trPr>
        <w:tc>
          <w:tcPr>
            <w:tcW w:w="2016" w:type="dxa"/>
            <w:vMerge w:val="restart"/>
            <w:shd w:val="clear" w:color="auto" w:fill="auto"/>
          </w:tcPr>
          <w:p w14:paraId="56A83973" w14:textId="7D79CA32" w:rsidR="00B615A3" w:rsidRPr="00374CBE" w:rsidDel="00767691" w:rsidRDefault="00B615A3" w:rsidP="00B33EDD">
            <w:pPr>
              <w:pStyle w:val="Tabletext0"/>
              <w:rPr>
                <w:del w:id="1136" w:author="Yasser Syed" w:date="2019-06-24T23:59:00Z"/>
              </w:rPr>
            </w:pPr>
            <w:del w:id="1137" w:author="Yasser Syed" w:date="2019-06-24T23:59:00Z">
              <w:r w:rsidRPr="00374CBE" w:rsidDel="00767691">
                <w:delText>transfer_characteristics</w:delText>
              </w:r>
            </w:del>
          </w:p>
        </w:tc>
        <w:tc>
          <w:tcPr>
            <w:tcW w:w="1584" w:type="dxa"/>
            <w:shd w:val="clear" w:color="auto" w:fill="auto"/>
          </w:tcPr>
          <w:p w14:paraId="0EB0DA34" w14:textId="4052483F" w:rsidR="00B615A3" w:rsidRPr="00374CBE" w:rsidDel="00767691" w:rsidRDefault="00B615A3" w:rsidP="009F2C03">
            <w:pPr>
              <w:pStyle w:val="Tabletext0"/>
              <w:jc w:val="center"/>
              <w:rPr>
                <w:del w:id="1138" w:author="Yasser Syed" w:date="2019-06-24T23:59:00Z"/>
              </w:rPr>
            </w:pPr>
            <w:del w:id="1139" w:author="Yasser Syed" w:date="2019-06-24T23:59:00Z">
              <w:r w:rsidRPr="00374CBE" w:rsidDel="00767691">
                <w:delText>1, 6, 14</w:delText>
              </w:r>
              <w:r w:rsidR="009066BE" w:rsidRPr="00374CBE" w:rsidDel="00767691">
                <w:delText>, 15</w:delText>
              </w:r>
            </w:del>
          </w:p>
        </w:tc>
        <w:tc>
          <w:tcPr>
            <w:tcW w:w="4608" w:type="dxa"/>
            <w:shd w:val="clear" w:color="auto" w:fill="auto"/>
          </w:tcPr>
          <w:p w14:paraId="3F525230" w14:textId="6D6D3133" w:rsidR="00B615A3" w:rsidRPr="00374CBE" w:rsidDel="00767691" w:rsidRDefault="00B11DFE" w:rsidP="009F2C03">
            <w:pPr>
              <w:pStyle w:val="Tabletext0"/>
              <w:rPr>
                <w:del w:id="1140" w:author="Yasser Syed" w:date="2019-06-24T23:59:00Z"/>
              </w:rPr>
            </w:pPr>
            <w:del w:id="1141" w:author="Yasser Syed" w:date="2019-06-24T23:59:00Z">
              <w:r w:rsidRPr="009C4C03" w:rsidDel="00767691">
                <w:rPr>
                  <w:lang w:val="fr-CH"/>
                </w:rPr>
                <w:delText xml:space="preserve">Rec. ITU-R BT.709, </w:delText>
              </w:r>
              <w:r w:rsidR="00703668" w:rsidRPr="009C4C03" w:rsidDel="00767691">
                <w:rPr>
                  <w:lang w:val="fr-CH"/>
                </w:rPr>
                <w:delText xml:space="preserve">Rec. </w:delText>
              </w:r>
              <w:r w:rsidR="00703668" w:rsidRPr="00374CBE" w:rsidDel="00767691">
                <w:delText>ITU-R BT.601, Rec. ITU-R BT.2020</w:delText>
              </w:r>
              <w:r w:rsidR="009066BE" w:rsidRPr="00374CBE" w:rsidDel="00767691">
                <w:delText>, and Rec. ITU-R BT.2100</w:delText>
              </w:r>
              <w:r w:rsidRPr="00374CBE" w:rsidDel="00767691">
                <w:delText xml:space="preserve"> transfer characteristics</w:delText>
              </w:r>
              <w:r w:rsidR="009F2C03" w:rsidRPr="00374CBE" w:rsidDel="00767691">
                <w:delText xml:space="preserve"> </w:delText>
              </w:r>
              <w:r w:rsidRPr="00374CBE" w:rsidDel="00767691">
                <w:delText>(</w:delText>
              </w:r>
              <w:r w:rsidR="00B615A3" w:rsidRPr="00374CBE" w:rsidDel="00767691">
                <w:delText xml:space="preserve">functionally equivalent </w:delText>
              </w:r>
              <w:r w:rsidR="00703668" w:rsidRPr="00374CBE" w:rsidDel="00767691">
                <w:delText>values</w:delText>
              </w:r>
              <w:r w:rsidRPr="00374CBE" w:rsidDel="00767691">
                <w:delText>)</w:delText>
              </w:r>
            </w:del>
          </w:p>
        </w:tc>
      </w:tr>
      <w:tr w:rsidR="00B615A3" w:rsidRPr="009C4C03" w:rsidDel="00767691" w14:paraId="36B40E73" w14:textId="242CE02D" w:rsidTr="00B33EDD">
        <w:trPr>
          <w:jc w:val="center"/>
          <w:del w:id="1142" w:author="Yasser Syed" w:date="2019-06-24T23:59:00Z"/>
        </w:trPr>
        <w:tc>
          <w:tcPr>
            <w:tcW w:w="2016" w:type="dxa"/>
            <w:vMerge/>
            <w:shd w:val="clear" w:color="auto" w:fill="auto"/>
          </w:tcPr>
          <w:p w14:paraId="159E4872" w14:textId="15F4E69F" w:rsidR="00B615A3" w:rsidRPr="00374CBE" w:rsidDel="00767691" w:rsidRDefault="00B615A3" w:rsidP="00B33EDD">
            <w:pPr>
              <w:pStyle w:val="Tabletext0"/>
              <w:rPr>
                <w:del w:id="1143" w:author="Yasser Syed" w:date="2019-06-24T23:59:00Z"/>
              </w:rPr>
            </w:pPr>
          </w:p>
        </w:tc>
        <w:tc>
          <w:tcPr>
            <w:tcW w:w="1584" w:type="dxa"/>
            <w:shd w:val="clear" w:color="auto" w:fill="auto"/>
          </w:tcPr>
          <w:p w14:paraId="744DEDD1" w14:textId="09DD26EE" w:rsidR="00B615A3" w:rsidRPr="00374CBE" w:rsidDel="00767691" w:rsidRDefault="00B615A3" w:rsidP="009F2C03">
            <w:pPr>
              <w:pStyle w:val="Tabletext0"/>
              <w:jc w:val="center"/>
              <w:rPr>
                <w:del w:id="1144" w:author="Yasser Syed" w:date="2019-06-24T23:59:00Z"/>
              </w:rPr>
            </w:pPr>
            <w:del w:id="1145" w:author="Yasser Syed" w:date="2019-06-24T23:59:00Z">
              <w:r w:rsidRPr="00374CBE" w:rsidDel="00767691">
                <w:delText>16</w:delText>
              </w:r>
            </w:del>
          </w:p>
        </w:tc>
        <w:tc>
          <w:tcPr>
            <w:tcW w:w="4608" w:type="dxa"/>
            <w:shd w:val="clear" w:color="auto" w:fill="auto"/>
          </w:tcPr>
          <w:p w14:paraId="6CA951CD" w14:textId="57DF14C6" w:rsidR="00B615A3" w:rsidRPr="009C4C03" w:rsidDel="00767691" w:rsidRDefault="00D063A3" w:rsidP="00B33EDD">
            <w:pPr>
              <w:pStyle w:val="Tabletext0"/>
              <w:rPr>
                <w:del w:id="1146" w:author="Yasser Syed" w:date="2019-06-24T23:59:00Z"/>
                <w:lang w:val="fr-CH"/>
              </w:rPr>
            </w:pPr>
            <w:del w:id="1147" w:author="Yasser Syed" w:date="2019-06-24T23:59:00Z">
              <w:r w:rsidRPr="009C4C03" w:rsidDel="00767691">
                <w:rPr>
                  <w:lang w:val="fr-CH"/>
                </w:rPr>
                <w:delText>Rec. ITU-R BT.</w:delText>
              </w:r>
              <w:r w:rsidR="00B615A3" w:rsidRPr="009C4C03" w:rsidDel="00767691">
                <w:rPr>
                  <w:lang w:val="fr-CH"/>
                </w:rPr>
                <w:delText>2100 PQ</w:delText>
              </w:r>
            </w:del>
          </w:p>
        </w:tc>
      </w:tr>
      <w:tr w:rsidR="00B615A3" w:rsidRPr="00374CBE" w:rsidDel="00767691" w14:paraId="05372FC1" w14:textId="3045179D" w:rsidTr="00B33EDD">
        <w:trPr>
          <w:jc w:val="center"/>
          <w:del w:id="1148" w:author="Yasser Syed" w:date="2019-06-24T23:59:00Z"/>
        </w:trPr>
        <w:tc>
          <w:tcPr>
            <w:tcW w:w="2016" w:type="dxa"/>
            <w:vMerge/>
            <w:shd w:val="clear" w:color="auto" w:fill="auto"/>
          </w:tcPr>
          <w:p w14:paraId="349B17B0" w14:textId="68A0D591" w:rsidR="00B615A3" w:rsidRPr="009C4C03" w:rsidDel="00767691" w:rsidRDefault="00B615A3" w:rsidP="00B33EDD">
            <w:pPr>
              <w:pStyle w:val="Tabletext0"/>
              <w:rPr>
                <w:del w:id="1149" w:author="Yasser Syed" w:date="2019-06-24T23:59:00Z"/>
                <w:lang w:val="fr-CH"/>
              </w:rPr>
            </w:pPr>
          </w:p>
        </w:tc>
        <w:tc>
          <w:tcPr>
            <w:tcW w:w="1584" w:type="dxa"/>
            <w:shd w:val="clear" w:color="auto" w:fill="auto"/>
          </w:tcPr>
          <w:p w14:paraId="3CE88079" w14:textId="6C2FC113" w:rsidR="00B615A3" w:rsidRPr="00374CBE" w:rsidDel="00767691" w:rsidRDefault="00B615A3" w:rsidP="009F2C03">
            <w:pPr>
              <w:pStyle w:val="Tabletext0"/>
              <w:jc w:val="center"/>
              <w:rPr>
                <w:del w:id="1150" w:author="Yasser Syed" w:date="2019-06-24T23:59:00Z"/>
              </w:rPr>
            </w:pPr>
            <w:del w:id="1151" w:author="Yasser Syed" w:date="2019-06-24T23:59:00Z">
              <w:r w:rsidRPr="00374CBE" w:rsidDel="00767691">
                <w:delText>18</w:delText>
              </w:r>
            </w:del>
          </w:p>
        </w:tc>
        <w:tc>
          <w:tcPr>
            <w:tcW w:w="4608" w:type="dxa"/>
            <w:shd w:val="clear" w:color="auto" w:fill="auto"/>
          </w:tcPr>
          <w:p w14:paraId="3E956B03" w14:textId="17018481" w:rsidR="00B615A3" w:rsidRPr="00374CBE" w:rsidDel="00767691" w:rsidRDefault="00D063A3" w:rsidP="00B33EDD">
            <w:pPr>
              <w:pStyle w:val="Tabletext0"/>
              <w:rPr>
                <w:del w:id="1152" w:author="Yasser Syed" w:date="2019-06-24T23:59:00Z"/>
              </w:rPr>
            </w:pPr>
            <w:del w:id="1153" w:author="Yasser Syed" w:date="2019-06-24T23:59:00Z">
              <w:r w:rsidRPr="00374CBE" w:rsidDel="00767691">
                <w:delText>Rec. ITU-R BT.</w:delText>
              </w:r>
              <w:r w:rsidR="00B615A3" w:rsidRPr="00374CBE" w:rsidDel="00767691">
                <w:delText>2100 HLG (Hybrid Log-Gamma)</w:delText>
              </w:r>
            </w:del>
          </w:p>
        </w:tc>
      </w:tr>
      <w:tr w:rsidR="00B615A3" w:rsidRPr="00374CBE" w:rsidDel="00767691" w14:paraId="2BD6D5D3" w14:textId="30C5C793" w:rsidTr="00B33EDD">
        <w:trPr>
          <w:jc w:val="center"/>
          <w:del w:id="1154" w:author="Yasser Syed" w:date="2019-06-24T23:59:00Z"/>
        </w:trPr>
        <w:tc>
          <w:tcPr>
            <w:tcW w:w="2016" w:type="dxa"/>
            <w:vMerge w:val="restart"/>
            <w:shd w:val="clear" w:color="auto" w:fill="auto"/>
          </w:tcPr>
          <w:p w14:paraId="312FB48A" w14:textId="6E527862" w:rsidR="00B615A3" w:rsidRPr="00374CBE" w:rsidDel="00767691" w:rsidRDefault="00B615A3" w:rsidP="00B33EDD">
            <w:pPr>
              <w:pStyle w:val="Tabletext0"/>
              <w:rPr>
                <w:del w:id="1155" w:author="Yasser Syed" w:date="2019-06-24T23:59:00Z"/>
              </w:rPr>
            </w:pPr>
            <w:del w:id="1156" w:author="Yasser Syed" w:date="2019-06-24T23:59:00Z">
              <w:r w:rsidRPr="00374CBE" w:rsidDel="00767691">
                <w:delText>matrix_coeffs</w:delText>
              </w:r>
            </w:del>
          </w:p>
        </w:tc>
        <w:tc>
          <w:tcPr>
            <w:tcW w:w="1584" w:type="dxa"/>
            <w:shd w:val="clear" w:color="auto" w:fill="auto"/>
          </w:tcPr>
          <w:p w14:paraId="0E2DD92B" w14:textId="153F8D0B" w:rsidR="00B615A3" w:rsidRPr="00374CBE" w:rsidDel="00767691" w:rsidRDefault="00B615A3" w:rsidP="009F2C03">
            <w:pPr>
              <w:pStyle w:val="Tabletext0"/>
              <w:jc w:val="center"/>
              <w:rPr>
                <w:del w:id="1157" w:author="Yasser Syed" w:date="2019-06-24T23:59:00Z"/>
              </w:rPr>
            </w:pPr>
            <w:del w:id="1158" w:author="Yasser Syed" w:date="2019-06-24T23:59:00Z">
              <w:r w:rsidRPr="00374CBE" w:rsidDel="00767691">
                <w:delText>0</w:delText>
              </w:r>
            </w:del>
          </w:p>
        </w:tc>
        <w:tc>
          <w:tcPr>
            <w:tcW w:w="4608" w:type="dxa"/>
            <w:shd w:val="clear" w:color="auto" w:fill="auto"/>
          </w:tcPr>
          <w:p w14:paraId="0FF10198" w14:textId="68F8EDC0" w:rsidR="00B615A3" w:rsidRPr="00374CBE" w:rsidDel="00767691" w:rsidRDefault="00B615A3" w:rsidP="00B33EDD">
            <w:pPr>
              <w:pStyle w:val="Tabletext0"/>
              <w:rPr>
                <w:del w:id="1159" w:author="Yasser Syed" w:date="2019-06-24T23:59:00Z"/>
              </w:rPr>
            </w:pPr>
            <w:del w:id="1160" w:author="Yasser Syed" w:date="2019-06-24T23:59:00Z">
              <w:r w:rsidRPr="00374CBE" w:rsidDel="00767691">
                <w:delText>R′G′B′ (identity matrix applied to primaries</w:delText>
              </w:r>
              <w:r w:rsidR="00D063A3" w:rsidRPr="00374CBE" w:rsidDel="00767691">
                <w:delText xml:space="preserve"> after transfer function</w:delText>
              </w:r>
              <w:r w:rsidRPr="00374CBE" w:rsidDel="00767691">
                <w:delText>)</w:delText>
              </w:r>
            </w:del>
          </w:p>
        </w:tc>
      </w:tr>
      <w:tr w:rsidR="00B615A3" w:rsidRPr="00374CBE" w:rsidDel="00767691" w14:paraId="350DFCCC" w14:textId="66B7DD90" w:rsidTr="00B33EDD">
        <w:trPr>
          <w:jc w:val="center"/>
          <w:del w:id="1161" w:author="Yasser Syed" w:date="2019-06-24T23:59:00Z"/>
        </w:trPr>
        <w:tc>
          <w:tcPr>
            <w:tcW w:w="2016" w:type="dxa"/>
            <w:vMerge/>
            <w:shd w:val="clear" w:color="auto" w:fill="auto"/>
          </w:tcPr>
          <w:p w14:paraId="6BD5BC91" w14:textId="2E8630AA" w:rsidR="00B615A3" w:rsidRPr="00374CBE" w:rsidDel="00767691" w:rsidRDefault="00B615A3" w:rsidP="00B33EDD">
            <w:pPr>
              <w:pStyle w:val="Tabletext0"/>
              <w:rPr>
                <w:del w:id="1162" w:author="Yasser Syed" w:date="2019-06-24T23:59:00Z"/>
              </w:rPr>
            </w:pPr>
          </w:p>
        </w:tc>
        <w:tc>
          <w:tcPr>
            <w:tcW w:w="1584" w:type="dxa"/>
            <w:shd w:val="clear" w:color="auto" w:fill="auto"/>
          </w:tcPr>
          <w:p w14:paraId="01AFFA5F" w14:textId="0E53771B" w:rsidR="00B615A3" w:rsidRPr="00374CBE" w:rsidDel="00767691" w:rsidRDefault="00B615A3" w:rsidP="009F2C03">
            <w:pPr>
              <w:pStyle w:val="Tabletext0"/>
              <w:jc w:val="center"/>
              <w:rPr>
                <w:del w:id="1163" w:author="Yasser Syed" w:date="2019-06-24T23:59:00Z"/>
              </w:rPr>
            </w:pPr>
            <w:del w:id="1164" w:author="Yasser Syed" w:date="2019-06-24T23:59:00Z">
              <w:r w:rsidRPr="00374CBE" w:rsidDel="00767691">
                <w:delText>1</w:delText>
              </w:r>
            </w:del>
          </w:p>
        </w:tc>
        <w:tc>
          <w:tcPr>
            <w:tcW w:w="4608" w:type="dxa"/>
            <w:shd w:val="clear" w:color="auto" w:fill="auto"/>
          </w:tcPr>
          <w:p w14:paraId="5724AD02" w14:textId="6C35CAF4" w:rsidR="00B615A3" w:rsidRPr="00374CBE" w:rsidDel="00767691" w:rsidRDefault="00B615A3" w:rsidP="00B33EDD">
            <w:pPr>
              <w:pStyle w:val="Tabletext0"/>
              <w:rPr>
                <w:del w:id="1165" w:author="Yasser Syed" w:date="2019-06-24T23:59:00Z"/>
              </w:rPr>
            </w:pPr>
            <w:del w:id="1166" w:author="Yasser Syed" w:date="2019-06-24T23:59:00Z">
              <w:r w:rsidRPr="00374CBE" w:rsidDel="00767691">
                <w:delText xml:space="preserve">Y′CbCr for </w:delText>
              </w:r>
              <w:r w:rsidR="00D063A3" w:rsidRPr="00374CBE" w:rsidDel="00767691">
                <w:delText>Rec. ITU-R BT.</w:delText>
              </w:r>
              <w:r w:rsidRPr="00374CBE" w:rsidDel="00767691">
                <w:delText>709 primaries</w:delText>
              </w:r>
            </w:del>
          </w:p>
        </w:tc>
      </w:tr>
      <w:tr w:rsidR="00B615A3" w:rsidRPr="00374CBE" w:rsidDel="00767691" w14:paraId="647D388B" w14:textId="15B97C9C" w:rsidTr="00B33EDD">
        <w:trPr>
          <w:jc w:val="center"/>
          <w:del w:id="1167" w:author="Yasser Syed" w:date="2019-06-24T23:59:00Z"/>
        </w:trPr>
        <w:tc>
          <w:tcPr>
            <w:tcW w:w="2016" w:type="dxa"/>
            <w:vMerge/>
            <w:shd w:val="clear" w:color="auto" w:fill="auto"/>
          </w:tcPr>
          <w:p w14:paraId="74A7EB22" w14:textId="36BBBEF2" w:rsidR="00B615A3" w:rsidRPr="00374CBE" w:rsidDel="00767691" w:rsidRDefault="00B615A3" w:rsidP="00B33EDD">
            <w:pPr>
              <w:pStyle w:val="Tabletext0"/>
              <w:rPr>
                <w:del w:id="1168" w:author="Yasser Syed" w:date="2019-06-24T23:59:00Z"/>
              </w:rPr>
            </w:pPr>
          </w:p>
        </w:tc>
        <w:tc>
          <w:tcPr>
            <w:tcW w:w="1584" w:type="dxa"/>
            <w:shd w:val="clear" w:color="auto" w:fill="auto"/>
          </w:tcPr>
          <w:p w14:paraId="68F46D10" w14:textId="1B232A20" w:rsidR="00B615A3" w:rsidRPr="00374CBE" w:rsidDel="00767691" w:rsidRDefault="00B615A3" w:rsidP="009F2C03">
            <w:pPr>
              <w:pStyle w:val="Tabletext0"/>
              <w:jc w:val="center"/>
              <w:rPr>
                <w:del w:id="1169" w:author="Yasser Syed" w:date="2019-06-24T23:59:00Z"/>
              </w:rPr>
            </w:pPr>
            <w:del w:id="1170" w:author="Yasser Syed" w:date="2019-06-24T23:59:00Z">
              <w:r w:rsidRPr="00374CBE" w:rsidDel="00767691">
                <w:delText>5</w:delText>
              </w:r>
            </w:del>
          </w:p>
        </w:tc>
        <w:tc>
          <w:tcPr>
            <w:tcW w:w="4608" w:type="dxa"/>
            <w:shd w:val="clear" w:color="auto" w:fill="auto"/>
          </w:tcPr>
          <w:p w14:paraId="0408E671" w14:textId="44A8AB1E" w:rsidR="00B615A3" w:rsidRPr="00374CBE" w:rsidDel="00767691" w:rsidRDefault="00B615A3" w:rsidP="00B33EDD">
            <w:pPr>
              <w:pStyle w:val="Tabletext0"/>
              <w:rPr>
                <w:del w:id="1171" w:author="Yasser Syed" w:date="2019-06-24T23:59:00Z"/>
              </w:rPr>
            </w:pPr>
            <w:del w:id="1172" w:author="Yasser Syed" w:date="2019-06-24T23:59:00Z">
              <w:r w:rsidRPr="00374CBE" w:rsidDel="00767691">
                <w:delText xml:space="preserve">Y′CbCr for </w:delText>
              </w:r>
              <w:r w:rsidR="00D063A3" w:rsidRPr="00374CBE" w:rsidDel="00767691">
                <w:delText>Rec. ITU-R BT.</w:delText>
              </w:r>
              <w:r w:rsidRPr="00374CBE" w:rsidDel="00767691">
                <w:delText>601 625-line primaries</w:delText>
              </w:r>
            </w:del>
          </w:p>
        </w:tc>
      </w:tr>
      <w:tr w:rsidR="00B615A3" w:rsidRPr="00374CBE" w:rsidDel="00767691" w14:paraId="4AA94265" w14:textId="4807A2E3" w:rsidTr="00B33EDD">
        <w:trPr>
          <w:jc w:val="center"/>
          <w:del w:id="1173" w:author="Yasser Syed" w:date="2019-06-24T23:59:00Z"/>
        </w:trPr>
        <w:tc>
          <w:tcPr>
            <w:tcW w:w="2016" w:type="dxa"/>
            <w:vMerge/>
            <w:shd w:val="clear" w:color="auto" w:fill="auto"/>
          </w:tcPr>
          <w:p w14:paraId="32EF0EE1" w14:textId="07EE36EE" w:rsidR="00B615A3" w:rsidRPr="00374CBE" w:rsidDel="00767691" w:rsidRDefault="00B615A3" w:rsidP="00B33EDD">
            <w:pPr>
              <w:pStyle w:val="Tabletext0"/>
              <w:rPr>
                <w:del w:id="1174" w:author="Yasser Syed" w:date="2019-06-24T23:59:00Z"/>
              </w:rPr>
            </w:pPr>
          </w:p>
        </w:tc>
        <w:tc>
          <w:tcPr>
            <w:tcW w:w="1584" w:type="dxa"/>
            <w:shd w:val="clear" w:color="auto" w:fill="auto"/>
          </w:tcPr>
          <w:p w14:paraId="181A942C" w14:textId="0B7F977A" w:rsidR="00B615A3" w:rsidRPr="00374CBE" w:rsidDel="00767691" w:rsidRDefault="00B615A3" w:rsidP="009F2C03">
            <w:pPr>
              <w:pStyle w:val="Tabletext0"/>
              <w:jc w:val="center"/>
              <w:rPr>
                <w:del w:id="1175" w:author="Yasser Syed" w:date="2019-06-24T23:59:00Z"/>
              </w:rPr>
            </w:pPr>
            <w:del w:id="1176" w:author="Yasser Syed" w:date="2019-06-24T23:59:00Z">
              <w:r w:rsidRPr="00374CBE" w:rsidDel="00767691">
                <w:delText>6</w:delText>
              </w:r>
            </w:del>
          </w:p>
        </w:tc>
        <w:tc>
          <w:tcPr>
            <w:tcW w:w="4608" w:type="dxa"/>
            <w:shd w:val="clear" w:color="auto" w:fill="auto"/>
          </w:tcPr>
          <w:p w14:paraId="4EB32BEF" w14:textId="10953B11" w:rsidR="00B615A3" w:rsidRPr="00374CBE" w:rsidDel="00767691" w:rsidRDefault="00B615A3" w:rsidP="00B33EDD">
            <w:pPr>
              <w:pStyle w:val="Tabletext0"/>
              <w:rPr>
                <w:del w:id="1177" w:author="Yasser Syed" w:date="2019-06-24T23:59:00Z"/>
              </w:rPr>
            </w:pPr>
            <w:del w:id="1178" w:author="Yasser Syed" w:date="2019-06-24T23:59:00Z">
              <w:r w:rsidRPr="00374CBE" w:rsidDel="00767691">
                <w:delText xml:space="preserve">Y′CbCr for </w:delText>
              </w:r>
              <w:r w:rsidR="00D063A3" w:rsidRPr="00374CBE" w:rsidDel="00767691">
                <w:delText>Rec. ITU-R BT.</w:delText>
              </w:r>
              <w:r w:rsidRPr="00374CBE" w:rsidDel="00767691">
                <w:delText>601 525-line primaries</w:delText>
              </w:r>
            </w:del>
          </w:p>
        </w:tc>
      </w:tr>
      <w:tr w:rsidR="00B615A3" w:rsidRPr="00374CBE" w:rsidDel="00767691" w14:paraId="287B3DC5" w14:textId="5462F38A" w:rsidTr="00B33EDD">
        <w:trPr>
          <w:jc w:val="center"/>
          <w:del w:id="1179" w:author="Yasser Syed" w:date="2019-06-24T23:59:00Z"/>
        </w:trPr>
        <w:tc>
          <w:tcPr>
            <w:tcW w:w="2016" w:type="dxa"/>
            <w:vMerge/>
            <w:shd w:val="clear" w:color="auto" w:fill="auto"/>
          </w:tcPr>
          <w:p w14:paraId="5A64FCF9" w14:textId="6800C2A4" w:rsidR="00B615A3" w:rsidRPr="00374CBE" w:rsidDel="00767691" w:rsidRDefault="00B615A3" w:rsidP="00B33EDD">
            <w:pPr>
              <w:pStyle w:val="Tabletext0"/>
              <w:rPr>
                <w:del w:id="1180" w:author="Yasser Syed" w:date="2019-06-24T23:59:00Z"/>
              </w:rPr>
            </w:pPr>
          </w:p>
        </w:tc>
        <w:tc>
          <w:tcPr>
            <w:tcW w:w="1584" w:type="dxa"/>
            <w:shd w:val="clear" w:color="auto" w:fill="auto"/>
          </w:tcPr>
          <w:p w14:paraId="6F49C5F4" w14:textId="009DED08" w:rsidR="00B615A3" w:rsidRPr="00374CBE" w:rsidDel="00767691" w:rsidRDefault="00B615A3" w:rsidP="009F2C03">
            <w:pPr>
              <w:pStyle w:val="Tabletext0"/>
              <w:jc w:val="center"/>
              <w:rPr>
                <w:del w:id="1181" w:author="Yasser Syed" w:date="2019-06-24T23:59:00Z"/>
              </w:rPr>
            </w:pPr>
            <w:del w:id="1182" w:author="Yasser Syed" w:date="2019-06-24T23:59:00Z">
              <w:r w:rsidRPr="00374CBE" w:rsidDel="00767691">
                <w:delText>9</w:delText>
              </w:r>
            </w:del>
          </w:p>
        </w:tc>
        <w:tc>
          <w:tcPr>
            <w:tcW w:w="4608" w:type="dxa"/>
            <w:shd w:val="clear" w:color="auto" w:fill="auto"/>
          </w:tcPr>
          <w:p w14:paraId="7C3C1840" w14:textId="52A30E28" w:rsidR="00B615A3" w:rsidRPr="00374CBE" w:rsidDel="00767691" w:rsidRDefault="00B615A3" w:rsidP="00B33EDD">
            <w:pPr>
              <w:pStyle w:val="Tabletext0"/>
              <w:rPr>
                <w:del w:id="1183" w:author="Yasser Syed" w:date="2019-06-24T23:59:00Z"/>
              </w:rPr>
            </w:pPr>
            <w:del w:id="1184" w:author="Yasser Syed" w:date="2019-06-24T23:59:00Z">
              <w:r w:rsidRPr="00374CBE" w:rsidDel="00767691">
                <w:delText xml:space="preserve">Y′CbCr for </w:delText>
              </w:r>
              <w:r w:rsidR="00D063A3" w:rsidRPr="00374CBE" w:rsidDel="00767691">
                <w:delText>Rec. ITU-R BT.</w:delText>
              </w:r>
              <w:r w:rsidRPr="00374CBE" w:rsidDel="00767691">
                <w:delText xml:space="preserve">2020 and </w:delText>
              </w:r>
              <w:r w:rsidR="00D063A3" w:rsidRPr="00374CBE" w:rsidDel="00767691">
                <w:delText>Rec. ITU-R BT.</w:delText>
              </w:r>
              <w:r w:rsidRPr="00374CBE" w:rsidDel="00767691">
                <w:delText>2100 primaries</w:delText>
              </w:r>
            </w:del>
          </w:p>
        </w:tc>
      </w:tr>
      <w:tr w:rsidR="00B615A3" w:rsidRPr="00374CBE" w:rsidDel="00767691" w14:paraId="397D9D85" w14:textId="6FFE0E73" w:rsidTr="00B33EDD">
        <w:trPr>
          <w:jc w:val="center"/>
          <w:del w:id="1185" w:author="Yasser Syed" w:date="2019-06-24T23:59:00Z"/>
        </w:trPr>
        <w:tc>
          <w:tcPr>
            <w:tcW w:w="2016" w:type="dxa"/>
            <w:vMerge w:val="restart"/>
            <w:shd w:val="clear" w:color="auto" w:fill="auto"/>
          </w:tcPr>
          <w:p w14:paraId="1AFD8569" w14:textId="0E5962EC" w:rsidR="00B615A3" w:rsidRPr="00374CBE" w:rsidDel="00767691" w:rsidRDefault="00B615A3" w:rsidP="00B33EDD">
            <w:pPr>
              <w:pStyle w:val="Tabletext0"/>
              <w:rPr>
                <w:del w:id="1186" w:author="Yasser Syed" w:date="2019-06-24T23:59:00Z"/>
              </w:rPr>
            </w:pPr>
            <w:del w:id="1187" w:author="Yasser Syed" w:date="2019-06-24T23:59:00Z">
              <w:r w:rsidRPr="00374CBE" w:rsidDel="00767691">
                <w:delText>ChromaLocType</w:delText>
              </w:r>
            </w:del>
          </w:p>
        </w:tc>
        <w:tc>
          <w:tcPr>
            <w:tcW w:w="1584" w:type="dxa"/>
            <w:shd w:val="clear" w:color="auto" w:fill="auto"/>
          </w:tcPr>
          <w:p w14:paraId="0AF3D4A1" w14:textId="7FC0EF74" w:rsidR="00B615A3" w:rsidRPr="00374CBE" w:rsidDel="00767691" w:rsidRDefault="00B615A3" w:rsidP="009F2C03">
            <w:pPr>
              <w:pStyle w:val="Tabletext0"/>
              <w:jc w:val="center"/>
              <w:rPr>
                <w:del w:id="1188" w:author="Yasser Syed" w:date="2019-06-24T23:59:00Z"/>
              </w:rPr>
            </w:pPr>
            <w:del w:id="1189" w:author="Yasser Syed" w:date="2019-06-24T23:59:00Z">
              <w:r w:rsidRPr="00374CBE" w:rsidDel="00767691">
                <w:delText>0</w:delText>
              </w:r>
            </w:del>
          </w:p>
        </w:tc>
        <w:tc>
          <w:tcPr>
            <w:tcW w:w="4608" w:type="dxa"/>
            <w:shd w:val="clear" w:color="auto" w:fill="auto"/>
          </w:tcPr>
          <w:p w14:paraId="4730E2E7" w14:textId="6986B5EC" w:rsidR="00B615A3" w:rsidRPr="00374CBE" w:rsidDel="00767691" w:rsidRDefault="00D063A3" w:rsidP="00B33EDD">
            <w:pPr>
              <w:pStyle w:val="Tabletext0"/>
              <w:rPr>
                <w:del w:id="1190" w:author="Yasser Syed" w:date="2019-06-24T23:59:00Z"/>
              </w:rPr>
            </w:pPr>
            <w:del w:id="1191" w:author="Yasser Syed" w:date="2019-06-24T23:59:00Z">
              <w:r w:rsidRPr="00374CBE" w:rsidDel="00767691">
                <w:delText>Vertically i</w:delText>
              </w:r>
              <w:r w:rsidR="00B615A3" w:rsidRPr="00374CBE" w:rsidDel="00767691">
                <w:delText>nterstitial</w:delText>
              </w:r>
              <w:r w:rsidRPr="00374CBE" w:rsidDel="00767691">
                <w:delText>, horizontally co-sited</w:delText>
              </w:r>
            </w:del>
          </w:p>
        </w:tc>
      </w:tr>
      <w:tr w:rsidR="00B615A3" w:rsidRPr="00374CBE" w:rsidDel="00767691" w14:paraId="6F617103" w14:textId="1B79D5C1" w:rsidTr="00B33EDD">
        <w:trPr>
          <w:jc w:val="center"/>
          <w:del w:id="1192" w:author="Yasser Syed" w:date="2019-06-24T23:59:00Z"/>
        </w:trPr>
        <w:tc>
          <w:tcPr>
            <w:tcW w:w="2016" w:type="dxa"/>
            <w:vMerge/>
            <w:shd w:val="clear" w:color="auto" w:fill="auto"/>
          </w:tcPr>
          <w:p w14:paraId="2310DCD9" w14:textId="007D4B51" w:rsidR="00B615A3" w:rsidRPr="00374CBE" w:rsidDel="00767691" w:rsidRDefault="00B615A3" w:rsidP="00B33EDD">
            <w:pPr>
              <w:pStyle w:val="Tabletext0"/>
              <w:rPr>
                <w:del w:id="1193" w:author="Yasser Syed" w:date="2019-06-24T23:59:00Z"/>
              </w:rPr>
            </w:pPr>
          </w:p>
        </w:tc>
        <w:tc>
          <w:tcPr>
            <w:tcW w:w="1584" w:type="dxa"/>
            <w:shd w:val="clear" w:color="auto" w:fill="auto"/>
          </w:tcPr>
          <w:p w14:paraId="58F52907" w14:textId="7890296B" w:rsidR="00B615A3" w:rsidRPr="00374CBE" w:rsidDel="00767691" w:rsidRDefault="00B615A3" w:rsidP="009F2C03">
            <w:pPr>
              <w:pStyle w:val="Tabletext0"/>
              <w:jc w:val="center"/>
              <w:rPr>
                <w:del w:id="1194" w:author="Yasser Syed" w:date="2019-06-24T23:59:00Z"/>
              </w:rPr>
            </w:pPr>
            <w:del w:id="1195" w:author="Yasser Syed" w:date="2019-06-24T23:59:00Z">
              <w:r w:rsidRPr="00374CBE" w:rsidDel="00767691">
                <w:delText>2</w:delText>
              </w:r>
            </w:del>
          </w:p>
        </w:tc>
        <w:tc>
          <w:tcPr>
            <w:tcW w:w="4608" w:type="dxa"/>
            <w:shd w:val="clear" w:color="auto" w:fill="auto"/>
          </w:tcPr>
          <w:p w14:paraId="5033D439" w14:textId="41D174C7" w:rsidR="00B615A3" w:rsidRPr="00374CBE" w:rsidDel="00767691" w:rsidRDefault="00D063A3" w:rsidP="00B33EDD">
            <w:pPr>
              <w:pStyle w:val="Tabletext0"/>
              <w:rPr>
                <w:del w:id="1196" w:author="Yasser Syed" w:date="2019-06-24T23:59:00Z"/>
              </w:rPr>
            </w:pPr>
            <w:del w:id="1197" w:author="Yasser Syed" w:date="2019-06-24T23:59:00Z">
              <w:r w:rsidRPr="00374CBE" w:rsidDel="00767691">
                <w:delText>Vertically c</w:delText>
              </w:r>
              <w:r w:rsidR="00B615A3" w:rsidRPr="00374CBE" w:rsidDel="00767691">
                <w:delText>o-sited</w:delText>
              </w:r>
              <w:r w:rsidRPr="00374CBE" w:rsidDel="00767691">
                <w:delText>, horizontally co-sited</w:delText>
              </w:r>
            </w:del>
          </w:p>
        </w:tc>
      </w:tr>
    </w:tbl>
    <w:p w14:paraId="1D07BC85" w14:textId="6848DFA4" w:rsidR="00B11DFE" w:rsidRPr="00374CBE" w:rsidRDefault="009F2C03" w:rsidP="00A428C3">
      <w:pPr>
        <w:pStyle w:val="Heading3"/>
      </w:pPr>
      <w:r w:rsidRPr="00374CBE">
        <w:t>7.2.3</w:t>
      </w:r>
      <w:r w:rsidRPr="00374CBE">
        <w:tab/>
      </w:r>
      <w:r w:rsidR="00B11DFE" w:rsidRPr="00374CBE">
        <w:t xml:space="preserve">Common descriptions and carriage – standard dynamic range </w:t>
      </w:r>
      <w:r w:rsidR="007A4B0C" w:rsidRPr="00374CBE">
        <w:t xml:space="preserve">video </w:t>
      </w:r>
      <w:r w:rsidR="00B11DFE" w:rsidRPr="00374CBE">
        <w:t>with narrow colour gamut</w:t>
      </w:r>
    </w:p>
    <w:p w14:paraId="4CD7ED1E" w14:textId="705EC917" w:rsidR="00B11DFE" w:rsidRPr="00374CBE" w:rsidRDefault="00B11DFE" w:rsidP="003E3C19">
      <w:r w:rsidRPr="00374CBE">
        <w:t xml:space="preserve">This colour volume describes </w:t>
      </w:r>
      <w:r w:rsidR="00630906" w:rsidRPr="00374CBE">
        <w:t>standard dynamic range (</w:t>
      </w:r>
      <w:r w:rsidRPr="00374CBE">
        <w:t>SDR</w:t>
      </w:r>
      <w:r w:rsidR="00630906" w:rsidRPr="00374CBE">
        <w:t>)</w:t>
      </w:r>
      <w:r w:rsidRPr="00374CBE">
        <w:t xml:space="preserve"> video</w:t>
      </w:r>
      <w:r w:rsidR="009066BE" w:rsidRPr="00374CBE">
        <w:t xml:space="preserve"> with </w:t>
      </w:r>
      <w:r w:rsidR="00630906" w:rsidRPr="00374CBE">
        <w:t>narrow colour gamut (</w:t>
      </w:r>
      <w:r w:rsidR="009066BE" w:rsidRPr="00374CBE">
        <w:t>NCG</w:t>
      </w:r>
      <w:r w:rsidR="00630906" w:rsidRPr="00374CBE">
        <w:t>)</w:t>
      </w:r>
      <w:r w:rsidRPr="00374CBE">
        <w:t xml:space="preserve">, which includes the majority of the production and distribution workflows currently used in the industry. There are several combinations of values of video properties that are used for this colour volume. Table </w:t>
      </w:r>
      <w:ins w:id="1198" w:author="Yasser Syed" w:date="2019-06-24T23:59:00Z">
        <w:r w:rsidR="00767691">
          <w:t>5</w:t>
        </w:r>
      </w:ins>
      <w:del w:id="1199" w:author="Yasser Syed" w:date="2019-06-24T23:59:00Z">
        <w:r w:rsidR="00AF7308" w:rsidRPr="00374CBE" w:rsidDel="00767691">
          <w:delText>4</w:delText>
        </w:r>
      </w:del>
      <w:r w:rsidRPr="00374CBE">
        <w:t xml:space="preserve"> describes these combinations. There are several one-way operations that can be performed for this colour volume including bit depth reductions, colour sampling reductions and full-to-narrow range scaling operations.</w:t>
      </w:r>
    </w:p>
    <w:p w14:paraId="12B07796" w14:textId="7F556C64" w:rsidR="00B11DFE" w:rsidRPr="00374CBE" w:rsidRDefault="00B11DFE" w:rsidP="003E3C19">
      <w:r w:rsidRPr="00374CBE">
        <w:t>The following system identifier tags are described herein</w:t>
      </w:r>
      <w:r w:rsidR="00AF7308" w:rsidRPr="00374CBE">
        <w:t xml:space="preserve">, as defined in Table </w:t>
      </w:r>
      <w:ins w:id="1200" w:author="Yasser Syed" w:date="2019-06-24T23:59:00Z">
        <w:r w:rsidR="00767691">
          <w:t>5</w:t>
        </w:r>
      </w:ins>
      <w:del w:id="1201" w:author="Yasser Syed" w:date="2019-06-24T23:59:00Z">
        <w:r w:rsidR="00AF7308" w:rsidRPr="00374CBE" w:rsidDel="00767691">
          <w:delText>4</w:delText>
        </w:r>
      </w:del>
      <w:r w:rsidRPr="00374CBE">
        <w:t>:</w:t>
      </w:r>
    </w:p>
    <w:p w14:paraId="16E8673F" w14:textId="5CFADF4F" w:rsidR="00B11DFE" w:rsidRPr="00374CBE" w:rsidRDefault="009F2C03" w:rsidP="003E3C19">
      <w:pPr>
        <w:pStyle w:val="enumlev1"/>
      </w:pPr>
      <w:r w:rsidRPr="00374CBE">
        <w:t>–</w:t>
      </w:r>
      <w:r w:rsidRPr="00374CBE">
        <w:tab/>
      </w:r>
      <w:r w:rsidR="00B11DFE" w:rsidRPr="00374CBE">
        <w:t>BT709_YCC</w:t>
      </w:r>
    </w:p>
    <w:p w14:paraId="6CCDA6BD" w14:textId="3908EB27" w:rsidR="00B11DFE" w:rsidRPr="00374CBE" w:rsidDel="00767691" w:rsidRDefault="009F2C03" w:rsidP="003E3C19">
      <w:pPr>
        <w:pStyle w:val="enumlev1"/>
        <w:rPr>
          <w:del w:id="1202" w:author="Yasser Syed" w:date="2019-06-24T23:59:00Z"/>
        </w:rPr>
      </w:pPr>
      <w:r w:rsidRPr="00374CBE">
        <w:lastRenderedPageBreak/>
        <w:t>–</w:t>
      </w:r>
      <w:r w:rsidRPr="00374CBE">
        <w:tab/>
      </w:r>
      <w:r w:rsidR="00B11DFE" w:rsidRPr="00374CBE">
        <w:t>BT709_RGB</w:t>
      </w:r>
    </w:p>
    <w:p w14:paraId="28828C1C" w14:textId="0B2C2E0B" w:rsidR="00B11DFE" w:rsidRPr="00374CBE" w:rsidRDefault="009F2C03" w:rsidP="00B04EEB">
      <w:pPr>
        <w:pStyle w:val="enumlev1"/>
      </w:pPr>
      <w:del w:id="1203" w:author="Yasser Syed" w:date="2019-06-24T23:59:00Z">
        <w:r w:rsidRPr="00374CBE" w:rsidDel="00767691">
          <w:delText>–</w:delText>
        </w:r>
        <w:r w:rsidRPr="00374CBE" w:rsidDel="00767691">
          <w:tab/>
        </w:r>
        <w:r w:rsidR="00B11DFE" w:rsidRPr="00374CBE" w:rsidDel="00767691">
          <w:delText>FR709_RGB</w:delText>
        </w:r>
      </w:del>
    </w:p>
    <w:p w14:paraId="3345D3EE" w14:textId="656C01EE" w:rsidR="00B11DFE" w:rsidRPr="00374CBE" w:rsidRDefault="009F2C03" w:rsidP="003E3C19">
      <w:pPr>
        <w:pStyle w:val="enumlev1"/>
      </w:pPr>
      <w:r w:rsidRPr="00374CBE">
        <w:t>–</w:t>
      </w:r>
      <w:r w:rsidRPr="00374CBE">
        <w:tab/>
      </w:r>
      <w:r w:rsidR="00B11DFE" w:rsidRPr="00374CBE">
        <w:t>BT601_525</w:t>
      </w:r>
    </w:p>
    <w:p w14:paraId="18E02F6C" w14:textId="36DEEADE" w:rsidR="00B11DFE" w:rsidRDefault="009F2C03" w:rsidP="003E3C19">
      <w:pPr>
        <w:pStyle w:val="enumlev1"/>
        <w:rPr>
          <w:ins w:id="1204" w:author="Yasser Syed" w:date="2019-06-25T00:00:00Z"/>
        </w:rPr>
      </w:pPr>
      <w:r w:rsidRPr="00374CBE">
        <w:t>–</w:t>
      </w:r>
      <w:r w:rsidRPr="00374CBE">
        <w:tab/>
      </w:r>
      <w:r w:rsidR="00B11DFE" w:rsidRPr="00374CBE">
        <w:t>BT601_625</w:t>
      </w:r>
    </w:p>
    <w:p w14:paraId="20E50F42" w14:textId="0E870AD5" w:rsidR="00767691" w:rsidRDefault="00767691" w:rsidP="003E3C19">
      <w:pPr>
        <w:pStyle w:val="enumlev1"/>
        <w:rPr>
          <w:ins w:id="1205" w:author="Yasser Syed" w:date="2019-06-25T00:00:00Z"/>
        </w:rPr>
      </w:pPr>
    </w:p>
    <w:p w14:paraId="287F7768" w14:textId="77777777" w:rsidR="00767691" w:rsidRDefault="00767691" w:rsidP="00767691">
      <w:pPr>
        <w:keepNext/>
        <w:tabs>
          <w:tab w:val="left" w:pos="4853"/>
          <w:tab w:val="right" w:pos="9691"/>
        </w:tabs>
        <w:overflowPunct/>
        <w:autoSpaceDE/>
        <w:autoSpaceDN/>
        <w:adjustRightInd/>
        <w:spacing w:before="120" w:after="120"/>
        <w:jc w:val="center"/>
        <w:textAlignment w:val="auto"/>
        <w:rPr>
          <w:ins w:id="1206" w:author="Yasser Syed" w:date="2019-06-25T00:00:00Z"/>
          <w:b/>
          <w:bCs/>
        </w:rPr>
      </w:pPr>
      <w:ins w:id="1207" w:author="Yasser Syed" w:date="2019-06-25T00:00:00Z">
        <w:r w:rsidRPr="000456B4">
          <w:rPr>
            <w:b/>
            <w:bCs/>
          </w:rPr>
          <w:t xml:space="preserve">Table </w:t>
        </w:r>
        <w:r w:rsidRPr="000456B4">
          <w:rPr>
            <w:b/>
            <w:bCs/>
          </w:rPr>
          <w:fldChar w:fldCharType="begin"/>
        </w:r>
        <w:r w:rsidRPr="000456B4">
          <w:rPr>
            <w:b/>
            <w:bCs/>
          </w:rPr>
          <w:instrText xml:space="preserve"> SEQ Table \* ARABIC </w:instrText>
        </w:r>
        <w:r w:rsidRPr="000456B4">
          <w:rPr>
            <w:b/>
            <w:bCs/>
          </w:rPr>
          <w:fldChar w:fldCharType="separate"/>
        </w:r>
        <w:r>
          <w:rPr>
            <w:b/>
            <w:bCs/>
            <w:noProof/>
          </w:rPr>
          <w:t>5</w:t>
        </w:r>
        <w:r w:rsidRPr="000456B4">
          <w:fldChar w:fldCharType="end"/>
        </w:r>
        <w:r w:rsidRPr="000456B4">
          <w:rPr>
            <w:b/>
            <w:bCs/>
          </w:rPr>
          <w:t xml:space="preserve"> – SDR NCG common colour volume descriptions</w:t>
        </w:r>
      </w:ins>
    </w:p>
    <w:tbl>
      <w:tblPr>
        <w:tblStyle w:val="TableGrid"/>
        <w:tblW w:w="0" w:type="auto"/>
        <w:jc w:val="center"/>
        <w:tblLayout w:type="fixed"/>
        <w:tblLook w:val="04A0" w:firstRow="1" w:lastRow="0" w:firstColumn="1" w:lastColumn="0" w:noHBand="0" w:noVBand="1"/>
      </w:tblPr>
      <w:tblGrid>
        <w:gridCol w:w="897"/>
        <w:gridCol w:w="1896"/>
        <w:gridCol w:w="1245"/>
        <w:gridCol w:w="1245"/>
        <w:gridCol w:w="1557"/>
        <w:gridCol w:w="1530"/>
      </w:tblGrid>
      <w:tr w:rsidR="00767691" w14:paraId="3BB3CE01" w14:textId="77777777" w:rsidTr="00767691">
        <w:trPr>
          <w:jc w:val="center"/>
          <w:ins w:id="1208" w:author="Yasser Syed" w:date="2019-06-25T00:00:00Z"/>
        </w:trPr>
        <w:tc>
          <w:tcPr>
            <w:tcW w:w="897" w:type="dxa"/>
          </w:tcPr>
          <w:p w14:paraId="3D14A108" w14:textId="77777777" w:rsidR="00767691" w:rsidRDefault="00767691" w:rsidP="00767691">
            <w:pPr>
              <w:jc w:val="center"/>
              <w:rPr>
                <w:ins w:id="1209" w:author="Yasser Syed" w:date="2019-06-25T00:00:00Z"/>
              </w:rPr>
            </w:pPr>
          </w:p>
        </w:tc>
        <w:tc>
          <w:tcPr>
            <w:tcW w:w="1896" w:type="dxa"/>
          </w:tcPr>
          <w:p w14:paraId="5B7277FC" w14:textId="5AA58E85" w:rsidR="00767691" w:rsidRDefault="00767691" w:rsidP="00767691">
            <w:pPr>
              <w:rPr>
                <w:ins w:id="1210" w:author="Yasser Syed" w:date="2019-06-25T00:00:00Z"/>
              </w:rPr>
            </w:pPr>
            <w:ins w:id="1211" w:author="Yasser Syed" w:date="2019-06-25T00:00:00Z">
              <w:r w:rsidRPr="000456B4">
                <w:rPr>
                  <w:b/>
                  <w:sz w:val="18"/>
                  <w:szCs w:val="18"/>
                </w:rPr>
                <w:t xml:space="preserve">System </w:t>
              </w:r>
            </w:ins>
            <w:ins w:id="1212" w:author="Yasser Syed" w:date="2019-06-25T00:23:00Z">
              <w:r w:rsidR="007150D1">
                <w:rPr>
                  <w:b/>
                  <w:sz w:val="18"/>
                  <w:szCs w:val="18"/>
                </w:rPr>
                <w:t>i</w:t>
              </w:r>
            </w:ins>
            <w:ins w:id="1213" w:author="Yasser Syed" w:date="2019-06-25T00:00:00Z">
              <w:r w:rsidRPr="000456B4">
                <w:rPr>
                  <w:b/>
                  <w:sz w:val="18"/>
                  <w:szCs w:val="18"/>
                </w:rPr>
                <w:t>dentifier</w:t>
              </w:r>
            </w:ins>
          </w:p>
        </w:tc>
        <w:tc>
          <w:tcPr>
            <w:tcW w:w="1245" w:type="dxa"/>
          </w:tcPr>
          <w:p w14:paraId="5171F4B5" w14:textId="77777777" w:rsidR="00767691" w:rsidRDefault="00767691" w:rsidP="00767691">
            <w:pPr>
              <w:rPr>
                <w:ins w:id="1214" w:author="Yasser Syed" w:date="2019-06-25T00:00:00Z"/>
              </w:rPr>
            </w:pPr>
            <w:ins w:id="1215" w:author="Yasser Syed" w:date="2019-06-25T00:00:00Z">
              <w:r w:rsidRPr="000456B4">
                <w:rPr>
                  <w:b/>
                  <w:sz w:val="18"/>
                  <w:szCs w:val="18"/>
                </w:rPr>
                <w:t>BT709_Y</w:t>
              </w:r>
              <w:r w:rsidRPr="007150D1">
                <w:rPr>
                  <w:b/>
                  <w:sz w:val="18"/>
                  <w:szCs w:val="18"/>
                </w:rPr>
                <w:t>C</w:t>
              </w:r>
              <w:r w:rsidRPr="000456B4">
                <w:rPr>
                  <w:b/>
                  <w:sz w:val="18"/>
                  <w:szCs w:val="18"/>
                </w:rPr>
                <w:t>C</w:t>
              </w:r>
            </w:ins>
          </w:p>
        </w:tc>
        <w:tc>
          <w:tcPr>
            <w:tcW w:w="1245" w:type="dxa"/>
          </w:tcPr>
          <w:p w14:paraId="1BC5AEC1" w14:textId="77777777" w:rsidR="00767691" w:rsidRDefault="00767691" w:rsidP="00767691">
            <w:pPr>
              <w:rPr>
                <w:ins w:id="1216" w:author="Yasser Syed" w:date="2019-06-25T00:00:00Z"/>
              </w:rPr>
            </w:pPr>
            <w:ins w:id="1217" w:author="Yasser Syed" w:date="2019-06-25T00:00:00Z">
              <w:r w:rsidRPr="000456B4">
                <w:rPr>
                  <w:b/>
                  <w:sz w:val="18"/>
                  <w:szCs w:val="18"/>
                </w:rPr>
                <w:t>BT709_RGB</w:t>
              </w:r>
            </w:ins>
          </w:p>
        </w:tc>
        <w:tc>
          <w:tcPr>
            <w:tcW w:w="1557" w:type="dxa"/>
          </w:tcPr>
          <w:p w14:paraId="09CDE447" w14:textId="77777777" w:rsidR="00767691" w:rsidRDefault="00767691" w:rsidP="00767691">
            <w:pPr>
              <w:rPr>
                <w:ins w:id="1218" w:author="Yasser Syed" w:date="2019-06-25T00:00:00Z"/>
              </w:rPr>
            </w:pPr>
            <w:ins w:id="1219" w:author="Yasser Syed" w:date="2019-06-25T00:00:00Z">
              <w:r w:rsidRPr="000456B4">
                <w:rPr>
                  <w:b/>
                  <w:sz w:val="18"/>
                  <w:szCs w:val="18"/>
                </w:rPr>
                <w:t>BT601_525</w:t>
              </w:r>
            </w:ins>
          </w:p>
        </w:tc>
        <w:tc>
          <w:tcPr>
            <w:tcW w:w="1530" w:type="dxa"/>
          </w:tcPr>
          <w:p w14:paraId="3ABB3A2E" w14:textId="77777777" w:rsidR="00767691" w:rsidRDefault="00767691" w:rsidP="00767691">
            <w:pPr>
              <w:rPr>
                <w:ins w:id="1220" w:author="Yasser Syed" w:date="2019-06-25T00:00:00Z"/>
              </w:rPr>
            </w:pPr>
            <w:ins w:id="1221" w:author="Yasser Syed" w:date="2019-06-25T00:00:00Z">
              <w:r w:rsidRPr="000456B4">
                <w:rPr>
                  <w:b/>
                  <w:sz w:val="18"/>
                  <w:szCs w:val="18"/>
                </w:rPr>
                <w:t>BT601_625</w:t>
              </w:r>
            </w:ins>
          </w:p>
        </w:tc>
      </w:tr>
      <w:tr w:rsidR="00767691" w14:paraId="2717ABF5" w14:textId="77777777" w:rsidTr="00767691">
        <w:trPr>
          <w:jc w:val="center"/>
          <w:ins w:id="1222" w:author="Yasser Syed" w:date="2019-06-25T00:00:00Z"/>
        </w:trPr>
        <w:tc>
          <w:tcPr>
            <w:tcW w:w="897" w:type="dxa"/>
            <w:vMerge w:val="restart"/>
            <w:textDirection w:val="btLr"/>
          </w:tcPr>
          <w:p w14:paraId="7BF2C74A" w14:textId="77777777" w:rsidR="00767691" w:rsidRDefault="00767691" w:rsidP="00767691">
            <w:pPr>
              <w:jc w:val="center"/>
              <w:rPr>
                <w:ins w:id="1223" w:author="Yasser Syed" w:date="2019-06-25T00:00:00Z"/>
              </w:rPr>
            </w:pPr>
            <w:ins w:id="1224" w:author="Yasser Syed" w:date="2019-06-25T00:00:00Z">
              <w:r w:rsidRPr="000456B4">
                <w:rPr>
                  <w:b/>
                  <w:sz w:val="18"/>
                  <w:szCs w:val="18"/>
                </w:rPr>
                <w:t>Colour properties</w:t>
              </w:r>
            </w:ins>
          </w:p>
        </w:tc>
        <w:tc>
          <w:tcPr>
            <w:tcW w:w="1896" w:type="dxa"/>
          </w:tcPr>
          <w:p w14:paraId="2BD4544D" w14:textId="77777777" w:rsidR="00767691" w:rsidRDefault="00767691" w:rsidP="00767691">
            <w:pPr>
              <w:rPr>
                <w:ins w:id="1225" w:author="Yasser Syed" w:date="2019-06-25T00:00:00Z"/>
              </w:rPr>
            </w:pPr>
            <w:ins w:id="1226" w:author="Yasser Syed" w:date="2019-06-25T00:00:00Z">
              <w:r w:rsidRPr="000456B4">
                <w:rPr>
                  <w:sz w:val="18"/>
                  <w:szCs w:val="18"/>
                </w:rPr>
                <w:t>Colour primaries</w:t>
              </w:r>
            </w:ins>
          </w:p>
        </w:tc>
        <w:tc>
          <w:tcPr>
            <w:tcW w:w="1245" w:type="dxa"/>
          </w:tcPr>
          <w:p w14:paraId="0BB2CF8A" w14:textId="77777777" w:rsidR="00767691" w:rsidRDefault="00767691" w:rsidP="00767691">
            <w:pPr>
              <w:rPr>
                <w:ins w:id="1227" w:author="Yasser Syed" w:date="2019-06-25T00:00:00Z"/>
              </w:rPr>
            </w:pPr>
            <w:ins w:id="1228" w:author="Yasser Syed" w:date="2019-06-25T00:00:00Z">
              <w:r w:rsidRPr="000456B4">
                <w:rPr>
                  <w:sz w:val="18"/>
                  <w:szCs w:val="18"/>
                </w:rPr>
                <w:t>BT.709</w:t>
              </w:r>
            </w:ins>
          </w:p>
        </w:tc>
        <w:tc>
          <w:tcPr>
            <w:tcW w:w="1245" w:type="dxa"/>
          </w:tcPr>
          <w:p w14:paraId="65D09222" w14:textId="77777777" w:rsidR="00767691" w:rsidRDefault="00767691" w:rsidP="00767691">
            <w:pPr>
              <w:rPr>
                <w:ins w:id="1229" w:author="Yasser Syed" w:date="2019-06-25T00:00:00Z"/>
              </w:rPr>
            </w:pPr>
            <w:ins w:id="1230" w:author="Yasser Syed" w:date="2019-06-25T00:00:00Z">
              <w:r w:rsidRPr="000456B4">
                <w:rPr>
                  <w:sz w:val="18"/>
                  <w:szCs w:val="18"/>
                </w:rPr>
                <w:t>BT.709</w:t>
              </w:r>
            </w:ins>
          </w:p>
        </w:tc>
        <w:tc>
          <w:tcPr>
            <w:tcW w:w="1557" w:type="dxa"/>
          </w:tcPr>
          <w:p w14:paraId="0D831A9D" w14:textId="77777777" w:rsidR="00767691" w:rsidRDefault="00767691" w:rsidP="00767691">
            <w:pPr>
              <w:rPr>
                <w:ins w:id="1231" w:author="Yasser Syed" w:date="2019-06-25T00:00:00Z"/>
              </w:rPr>
            </w:pPr>
            <w:ins w:id="1232" w:author="Yasser Syed" w:date="2019-06-25T00:00:00Z">
              <w:r w:rsidRPr="000456B4">
                <w:rPr>
                  <w:sz w:val="18"/>
                  <w:szCs w:val="18"/>
                </w:rPr>
                <w:t>BT.601</w:t>
              </w:r>
            </w:ins>
          </w:p>
        </w:tc>
        <w:tc>
          <w:tcPr>
            <w:tcW w:w="1530" w:type="dxa"/>
          </w:tcPr>
          <w:p w14:paraId="79A0C0F7" w14:textId="77777777" w:rsidR="00767691" w:rsidRDefault="00767691" w:rsidP="00767691">
            <w:pPr>
              <w:rPr>
                <w:ins w:id="1233" w:author="Yasser Syed" w:date="2019-06-25T00:00:00Z"/>
              </w:rPr>
            </w:pPr>
            <w:ins w:id="1234" w:author="Yasser Syed" w:date="2019-06-25T00:00:00Z">
              <w:r w:rsidRPr="000456B4">
                <w:rPr>
                  <w:sz w:val="18"/>
                  <w:szCs w:val="18"/>
                </w:rPr>
                <w:t>BT.601</w:t>
              </w:r>
            </w:ins>
          </w:p>
        </w:tc>
      </w:tr>
      <w:tr w:rsidR="00767691" w14:paraId="4A5699C6" w14:textId="77777777" w:rsidTr="00767691">
        <w:trPr>
          <w:jc w:val="center"/>
          <w:ins w:id="1235" w:author="Yasser Syed" w:date="2019-06-25T00:00:00Z"/>
        </w:trPr>
        <w:tc>
          <w:tcPr>
            <w:tcW w:w="897" w:type="dxa"/>
            <w:vMerge/>
          </w:tcPr>
          <w:p w14:paraId="522CA2F4" w14:textId="77777777" w:rsidR="00767691" w:rsidRDefault="00767691" w:rsidP="00767691">
            <w:pPr>
              <w:jc w:val="center"/>
              <w:rPr>
                <w:ins w:id="1236" w:author="Yasser Syed" w:date="2019-06-25T00:00:00Z"/>
              </w:rPr>
            </w:pPr>
          </w:p>
        </w:tc>
        <w:tc>
          <w:tcPr>
            <w:tcW w:w="1896" w:type="dxa"/>
          </w:tcPr>
          <w:p w14:paraId="15745963" w14:textId="77777777" w:rsidR="00767691" w:rsidRDefault="00767691" w:rsidP="00767691">
            <w:pPr>
              <w:rPr>
                <w:ins w:id="1237" w:author="Yasser Syed" w:date="2019-06-25T00:00:00Z"/>
              </w:rPr>
            </w:pPr>
            <w:ins w:id="1238" w:author="Yasser Syed" w:date="2019-06-25T00:00:00Z">
              <w:r w:rsidRPr="000456B4">
                <w:rPr>
                  <w:sz w:val="18"/>
                  <w:szCs w:val="18"/>
                </w:rPr>
                <w:t>Transfer characteristics</w:t>
              </w:r>
            </w:ins>
          </w:p>
        </w:tc>
        <w:tc>
          <w:tcPr>
            <w:tcW w:w="1245" w:type="dxa"/>
          </w:tcPr>
          <w:p w14:paraId="2B95F046" w14:textId="77777777" w:rsidR="00767691" w:rsidRDefault="00767691" w:rsidP="00767691">
            <w:pPr>
              <w:rPr>
                <w:ins w:id="1239" w:author="Yasser Syed" w:date="2019-06-25T00:00:00Z"/>
              </w:rPr>
            </w:pPr>
            <w:ins w:id="1240" w:author="Yasser Syed" w:date="2019-06-25T00:00:00Z">
              <w:r w:rsidRPr="000456B4">
                <w:rPr>
                  <w:sz w:val="18"/>
                  <w:szCs w:val="18"/>
                </w:rPr>
                <w:t>BT.709</w:t>
              </w:r>
            </w:ins>
          </w:p>
        </w:tc>
        <w:tc>
          <w:tcPr>
            <w:tcW w:w="1245" w:type="dxa"/>
          </w:tcPr>
          <w:p w14:paraId="322F87F2" w14:textId="77777777" w:rsidR="00767691" w:rsidRDefault="00767691" w:rsidP="00767691">
            <w:pPr>
              <w:rPr>
                <w:ins w:id="1241" w:author="Yasser Syed" w:date="2019-06-25T00:00:00Z"/>
              </w:rPr>
            </w:pPr>
            <w:ins w:id="1242" w:author="Yasser Syed" w:date="2019-06-25T00:00:00Z">
              <w:r w:rsidRPr="000456B4">
                <w:rPr>
                  <w:sz w:val="18"/>
                  <w:szCs w:val="18"/>
                </w:rPr>
                <w:t>BT.709</w:t>
              </w:r>
            </w:ins>
          </w:p>
        </w:tc>
        <w:tc>
          <w:tcPr>
            <w:tcW w:w="1557" w:type="dxa"/>
          </w:tcPr>
          <w:p w14:paraId="647F1293" w14:textId="77777777" w:rsidR="00767691" w:rsidRDefault="00767691" w:rsidP="00767691">
            <w:pPr>
              <w:rPr>
                <w:ins w:id="1243" w:author="Yasser Syed" w:date="2019-06-25T00:00:00Z"/>
              </w:rPr>
            </w:pPr>
            <w:ins w:id="1244" w:author="Yasser Syed" w:date="2019-06-25T00:00:00Z">
              <w:r w:rsidRPr="000456B4">
                <w:rPr>
                  <w:sz w:val="18"/>
                  <w:szCs w:val="18"/>
                </w:rPr>
                <w:t>BT.709</w:t>
              </w:r>
            </w:ins>
          </w:p>
        </w:tc>
        <w:tc>
          <w:tcPr>
            <w:tcW w:w="1530" w:type="dxa"/>
          </w:tcPr>
          <w:p w14:paraId="79F86C10" w14:textId="77777777" w:rsidR="00767691" w:rsidRDefault="00767691" w:rsidP="00767691">
            <w:pPr>
              <w:rPr>
                <w:ins w:id="1245" w:author="Yasser Syed" w:date="2019-06-25T00:00:00Z"/>
              </w:rPr>
            </w:pPr>
            <w:ins w:id="1246" w:author="Yasser Syed" w:date="2019-06-25T00:00:00Z">
              <w:r w:rsidRPr="000456B4">
                <w:rPr>
                  <w:sz w:val="18"/>
                  <w:szCs w:val="18"/>
                </w:rPr>
                <w:t>BT.709</w:t>
              </w:r>
            </w:ins>
          </w:p>
        </w:tc>
      </w:tr>
      <w:tr w:rsidR="00767691" w14:paraId="0F660639" w14:textId="77777777" w:rsidTr="00767691">
        <w:trPr>
          <w:jc w:val="center"/>
          <w:ins w:id="1247" w:author="Yasser Syed" w:date="2019-06-25T00:00:00Z"/>
        </w:trPr>
        <w:tc>
          <w:tcPr>
            <w:tcW w:w="897" w:type="dxa"/>
            <w:vMerge/>
          </w:tcPr>
          <w:p w14:paraId="7756136C" w14:textId="77777777" w:rsidR="00767691" w:rsidRDefault="00767691" w:rsidP="00767691">
            <w:pPr>
              <w:jc w:val="center"/>
              <w:rPr>
                <w:ins w:id="1248" w:author="Yasser Syed" w:date="2019-06-25T00:00:00Z"/>
              </w:rPr>
            </w:pPr>
          </w:p>
        </w:tc>
        <w:tc>
          <w:tcPr>
            <w:tcW w:w="1896" w:type="dxa"/>
          </w:tcPr>
          <w:p w14:paraId="3C3415EA" w14:textId="77777777" w:rsidR="00767691" w:rsidRDefault="00767691" w:rsidP="00767691">
            <w:pPr>
              <w:rPr>
                <w:ins w:id="1249" w:author="Yasser Syed" w:date="2019-06-25T00:00:00Z"/>
              </w:rPr>
            </w:pPr>
            <w:ins w:id="1250" w:author="Yasser Syed" w:date="2019-06-25T00:00:00Z">
              <w:r w:rsidRPr="000456B4">
                <w:rPr>
                  <w:sz w:val="18"/>
                  <w:szCs w:val="18"/>
                </w:rPr>
                <w:t>Colour representation</w:t>
              </w:r>
            </w:ins>
          </w:p>
        </w:tc>
        <w:tc>
          <w:tcPr>
            <w:tcW w:w="1245" w:type="dxa"/>
          </w:tcPr>
          <w:p w14:paraId="35397944" w14:textId="77777777" w:rsidR="00767691" w:rsidRDefault="00767691" w:rsidP="00767691">
            <w:pPr>
              <w:rPr>
                <w:ins w:id="1251" w:author="Yasser Syed" w:date="2019-06-25T00:00:00Z"/>
              </w:rPr>
            </w:pPr>
            <w:ins w:id="1252" w:author="Yasser Syed" w:date="2019-06-25T00:00:00Z">
              <w:r w:rsidRPr="00DC62C9">
                <w:rPr>
                  <w:sz w:val="18"/>
                  <w:szCs w:val="18"/>
                </w:rPr>
                <w:t>Y′CbCr</w:t>
              </w:r>
            </w:ins>
          </w:p>
        </w:tc>
        <w:tc>
          <w:tcPr>
            <w:tcW w:w="1245" w:type="dxa"/>
          </w:tcPr>
          <w:p w14:paraId="78EDF593" w14:textId="77777777" w:rsidR="00767691" w:rsidRDefault="00767691" w:rsidP="00767691">
            <w:pPr>
              <w:rPr>
                <w:ins w:id="1253" w:author="Yasser Syed" w:date="2019-06-25T00:00:00Z"/>
              </w:rPr>
            </w:pPr>
            <w:ins w:id="1254" w:author="Yasser Syed" w:date="2019-06-25T00:00:00Z">
              <w:r w:rsidRPr="000456B4">
                <w:rPr>
                  <w:sz w:val="18"/>
                  <w:szCs w:val="18"/>
                </w:rPr>
                <w:t>R′G′B′</w:t>
              </w:r>
            </w:ins>
          </w:p>
        </w:tc>
        <w:tc>
          <w:tcPr>
            <w:tcW w:w="1557" w:type="dxa"/>
          </w:tcPr>
          <w:p w14:paraId="5BF2FA5E" w14:textId="77777777" w:rsidR="00767691" w:rsidRDefault="00767691" w:rsidP="00767691">
            <w:pPr>
              <w:rPr>
                <w:ins w:id="1255" w:author="Yasser Syed" w:date="2019-06-25T00:00:00Z"/>
              </w:rPr>
            </w:pPr>
            <w:ins w:id="1256" w:author="Yasser Syed" w:date="2019-06-25T00:00:00Z">
              <w:r w:rsidRPr="00DC62C9">
                <w:rPr>
                  <w:sz w:val="18"/>
                  <w:szCs w:val="18"/>
                </w:rPr>
                <w:t>Y′CbCr</w:t>
              </w:r>
            </w:ins>
          </w:p>
        </w:tc>
        <w:tc>
          <w:tcPr>
            <w:tcW w:w="1530" w:type="dxa"/>
          </w:tcPr>
          <w:p w14:paraId="137BCCA1" w14:textId="77777777" w:rsidR="00767691" w:rsidRDefault="00767691" w:rsidP="00767691">
            <w:pPr>
              <w:rPr>
                <w:ins w:id="1257" w:author="Yasser Syed" w:date="2019-06-25T00:00:00Z"/>
              </w:rPr>
            </w:pPr>
            <w:ins w:id="1258" w:author="Yasser Syed" w:date="2019-06-25T00:00:00Z">
              <w:r w:rsidRPr="00DC62C9">
                <w:rPr>
                  <w:sz w:val="18"/>
                  <w:szCs w:val="18"/>
                </w:rPr>
                <w:t>Y′CbCr</w:t>
              </w:r>
            </w:ins>
          </w:p>
        </w:tc>
      </w:tr>
      <w:tr w:rsidR="00767691" w14:paraId="239C6DED" w14:textId="77777777" w:rsidTr="00767691">
        <w:trPr>
          <w:jc w:val="center"/>
          <w:ins w:id="1259" w:author="Yasser Syed" w:date="2019-06-25T00:00:00Z"/>
        </w:trPr>
        <w:tc>
          <w:tcPr>
            <w:tcW w:w="897" w:type="dxa"/>
            <w:vMerge w:val="restart"/>
            <w:textDirection w:val="btLr"/>
          </w:tcPr>
          <w:p w14:paraId="580961FE" w14:textId="77777777" w:rsidR="00767691" w:rsidRDefault="00767691" w:rsidP="00767691">
            <w:pPr>
              <w:jc w:val="center"/>
              <w:rPr>
                <w:ins w:id="1260" w:author="Yasser Syed" w:date="2019-06-25T00:00:00Z"/>
              </w:rPr>
            </w:pPr>
            <w:ins w:id="1261" w:author="Yasser Syed" w:date="2019-06-25T00:00:00Z">
              <w:r w:rsidRPr="000456B4">
                <w:rPr>
                  <w:b/>
                  <w:sz w:val="18"/>
                  <w:szCs w:val="18"/>
                </w:rPr>
                <w:t>Other</w:t>
              </w:r>
            </w:ins>
          </w:p>
        </w:tc>
        <w:tc>
          <w:tcPr>
            <w:tcW w:w="1896" w:type="dxa"/>
          </w:tcPr>
          <w:p w14:paraId="7B012A55" w14:textId="77777777" w:rsidR="00767691" w:rsidRDefault="00767691" w:rsidP="00767691">
            <w:pPr>
              <w:rPr>
                <w:ins w:id="1262" w:author="Yasser Syed" w:date="2019-06-25T00:00:00Z"/>
              </w:rPr>
            </w:pPr>
            <w:ins w:id="1263" w:author="Yasser Syed" w:date="2019-06-25T00:00:00Z">
              <w:r w:rsidRPr="000456B4">
                <w:rPr>
                  <w:sz w:val="18"/>
                  <w:szCs w:val="18"/>
                </w:rPr>
                <w:t>Full/narrow range</w:t>
              </w:r>
            </w:ins>
          </w:p>
        </w:tc>
        <w:tc>
          <w:tcPr>
            <w:tcW w:w="1245" w:type="dxa"/>
          </w:tcPr>
          <w:p w14:paraId="76C1EFA5" w14:textId="77777777" w:rsidR="00767691" w:rsidRDefault="00767691" w:rsidP="00767691">
            <w:pPr>
              <w:rPr>
                <w:ins w:id="1264" w:author="Yasser Syed" w:date="2019-06-25T00:00:00Z"/>
              </w:rPr>
            </w:pPr>
            <w:ins w:id="1265" w:author="Yasser Syed" w:date="2019-06-25T00:00:00Z">
              <w:r w:rsidRPr="000456B4">
                <w:rPr>
                  <w:sz w:val="18"/>
                  <w:szCs w:val="18"/>
                </w:rPr>
                <w:t>Narrow</w:t>
              </w:r>
            </w:ins>
          </w:p>
        </w:tc>
        <w:tc>
          <w:tcPr>
            <w:tcW w:w="1245" w:type="dxa"/>
          </w:tcPr>
          <w:p w14:paraId="09137505" w14:textId="77777777" w:rsidR="00767691" w:rsidRDefault="00767691" w:rsidP="00767691">
            <w:pPr>
              <w:rPr>
                <w:ins w:id="1266" w:author="Yasser Syed" w:date="2019-06-25T00:00:00Z"/>
              </w:rPr>
            </w:pPr>
            <w:ins w:id="1267" w:author="Yasser Syed" w:date="2019-06-25T00:00:00Z">
              <w:r w:rsidRPr="000456B4">
                <w:rPr>
                  <w:sz w:val="18"/>
                  <w:szCs w:val="18"/>
                </w:rPr>
                <w:t>Narrow</w:t>
              </w:r>
            </w:ins>
          </w:p>
        </w:tc>
        <w:tc>
          <w:tcPr>
            <w:tcW w:w="1557" w:type="dxa"/>
          </w:tcPr>
          <w:p w14:paraId="4A7CFFD5" w14:textId="77777777" w:rsidR="00767691" w:rsidRDefault="00767691" w:rsidP="00767691">
            <w:pPr>
              <w:rPr>
                <w:ins w:id="1268" w:author="Yasser Syed" w:date="2019-06-25T00:00:00Z"/>
              </w:rPr>
            </w:pPr>
            <w:ins w:id="1269" w:author="Yasser Syed" w:date="2019-06-25T00:00:00Z">
              <w:r w:rsidRPr="000456B4">
                <w:rPr>
                  <w:sz w:val="18"/>
                  <w:szCs w:val="18"/>
                </w:rPr>
                <w:t>Narrow</w:t>
              </w:r>
            </w:ins>
          </w:p>
        </w:tc>
        <w:tc>
          <w:tcPr>
            <w:tcW w:w="1530" w:type="dxa"/>
          </w:tcPr>
          <w:p w14:paraId="386F5F01" w14:textId="77777777" w:rsidR="00767691" w:rsidRDefault="00767691" w:rsidP="00767691">
            <w:pPr>
              <w:rPr>
                <w:ins w:id="1270" w:author="Yasser Syed" w:date="2019-06-25T00:00:00Z"/>
              </w:rPr>
            </w:pPr>
            <w:ins w:id="1271" w:author="Yasser Syed" w:date="2019-06-25T00:00:00Z">
              <w:r w:rsidRPr="000456B4">
                <w:rPr>
                  <w:sz w:val="18"/>
                  <w:szCs w:val="18"/>
                </w:rPr>
                <w:t>Narrow</w:t>
              </w:r>
            </w:ins>
          </w:p>
        </w:tc>
      </w:tr>
      <w:tr w:rsidR="00767691" w14:paraId="3AE02683" w14:textId="77777777" w:rsidTr="00767691">
        <w:trPr>
          <w:jc w:val="center"/>
          <w:ins w:id="1272" w:author="Yasser Syed" w:date="2019-06-25T00:00:00Z"/>
        </w:trPr>
        <w:tc>
          <w:tcPr>
            <w:tcW w:w="897" w:type="dxa"/>
            <w:vMerge/>
            <w:textDirection w:val="btLr"/>
          </w:tcPr>
          <w:p w14:paraId="4331D84B" w14:textId="77777777" w:rsidR="00767691" w:rsidRDefault="00767691" w:rsidP="00767691">
            <w:pPr>
              <w:jc w:val="center"/>
              <w:rPr>
                <w:ins w:id="1273" w:author="Yasser Syed" w:date="2019-06-25T00:00:00Z"/>
              </w:rPr>
            </w:pPr>
          </w:p>
        </w:tc>
        <w:tc>
          <w:tcPr>
            <w:tcW w:w="1896" w:type="dxa"/>
          </w:tcPr>
          <w:p w14:paraId="6A437BC0" w14:textId="77777777" w:rsidR="00767691" w:rsidRDefault="00767691" w:rsidP="00767691">
            <w:pPr>
              <w:rPr>
                <w:ins w:id="1274" w:author="Yasser Syed" w:date="2019-06-25T00:00:00Z"/>
              </w:rPr>
            </w:pPr>
            <w:ins w:id="1275" w:author="Yasser Syed" w:date="2019-06-25T00:00:00Z">
              <w:r w:rsidRPr="000456B4">
                <w:rPr>
                  <w:sz w:val="18"/>
                  <w:szCs w:val="18"/>
                </w:rPr>
                <w:t xml:space="preserve">4:2:0 chroma sample </w:t>
              </w:r>
              <w:r>
                <w:rPr>
                  <w:sz w:val="18"/>
                  <w:szCs w:val="18"/>
                </w:rPr>
                <w:t>location</w:t>
              </w:r>
              <w:r w:rsidRPr="000456B4">
                <w:rPr>
                  <w:sz w:val="18"/>
                  <w:szCs w:val="18"/>
                </w:rPr>
                <w:t xml:space="preserve"> alignment</w:t>
              </w:r>
            </w:ins>
          </w:p>
        </w:tc>
        <w:tc>
          <w:tcPr>
            <w:tcW w:w="1245" w:type="dxa"/>
          </w:tcPr>
          <w:p w14:paraId="39EF7208" w14:textId="77777777" w:rsidR="00767691" w:rsidRDefault="00767691" w:rsidP="00767691">
            <w:pPr>
              <w:rPr>
                <w:ins w:id="1276" w:author="Yasser Syed" w:date="2019-06-25T00:00:00Z"/>
              </w:rPr>
            </w:pPr>
            <w:ins w:id="1277" w:author="Yasser Syed" w:date="2019-06-25T00:00:00Z">
              <w:r w:rsidRPr="000456B4">
                <w:rPr>
                  <w:sz w:val="18"/>
                  <w:szCs w:val="18"/>
                </w:rPr>
                <w:t>Interstitial</w:t>
              </w:r>
            </w:ins>
          </w:p>
        </w:tc>
        <w:tc>
          <w:tcPr>
            <w:tcW w:w="1245" w:type="dxa"/>
          </w:tcPr>
          <w:p w14:paraId="31F66B5B" w14:textId="77777777" w:rsidR="00767691" w:rsidRDefault="00767691" w:rsidP="00767691">
            <w:pPr>
              <w:rPr>
                <w:ins w:id="1278" w:author="Yasser Syed" w:date="2019-06-25T00:00:00Z"/>
              </w:rPr>
            </w:pPr>
            <w:ins w:id="1279" w:author="Yasser Syed" w:date="2019-06-25T00:00:00Z">
              <w:r>
                <w:rPr>
                  <w:sz w:val="18"/>
                  <w:szCs w:val="18"/>
                </w:rPr>
                <w:t>N/A</w:t>
              </w:r>
            </w:ins>
          </w:p>
        </w:tc>
        <w:tc>
          <w:tcPr>
            <w:tcW w:w="1557" w:type="dxa"/>
          </w:tcPr>
          <w:p w14:paraId="558162B7" w14:textId="77777777" w:rsidR="00767691" w:rsidRDefault="00767691" w:rsidP="00767691">
            <w:pPr>
              <w:rPr>
                <w:ins w:id="1280" w:author="Yasser Syed" w:date="2019-06-25T00:00:00Z"/>
              </w:rPr>
            </w:pPr>
            <w:ins w:id="1281" w:author="Yasser Syed" w:date="2019-06-25T00:00:00Z">
              <w:r w:rsidRPr="000456B4">
                <w:rPr>
                  <w:sz w:val="18"/>
                  <w:szCs w:val="18"/>
                </w:rPr>
                <w:t>Interstitial</w:t>
              </w:r>
            </w:ins>
          </w:p>
        </w:tc>
        <w:tc>
          <w:tcPr>
            <w:tcW w:w="1530" w:type="dxa"/>
          </w:tcPr>
          <w:p w14:paraId="5FB4EC75" w14:textId="77777777" w:rsidR="00767691" w:rsidRDefault="00767691" w:rsidP="00767691">
            <w:pPr>
              <w:rPr>
                <w:ins w:id="1282" w:author="Yasser Syed" w:date="2019-06-25T00:00:00Z"/>
              </w:rPr>
            </w:pPr>
            <w:ins w:id="1283" w:author="Yasser Syed" w:date="2019-06-25T00:00:00Z">
              <w:r w:rsidRPr="000456B4">
                <w:rPr>
                  <w:sz w:val="18"/>
                  <w:szCs w:val="18"/>
                </w:rPr>
                <w:t>Interstitial</w:t>
              </w:r>
            </w:ins>
          </w:p>
        </w:tc>
      </w:tr>
      <w:tr w:rsidR="00767691" w14:paraId="115C733F" w14:textId="77777777" w:rsidTr="00767691">
        <w:trPr>
          <w:trHeight w:val="480"/>
          <w:jc w:val="center"/>
          <w:ins w:id="1284" w:author="Yasser Syed" w:date="2019-06-25T00:00:00Z"/>
        </w:trPr>
        <w:tc>
          <w:tcPr>
            <w:tcW w:w="897" w:type="dxa"/>
            <w:vMerge w:val="restart"/>
            <w:textDirection w:val="btLr"/>
          </w:tcPr>
          <w:p w14:paraId="4432398B" w14:textId="77777777" w:rsidR="00767691" w:rsidRDefault="00767691" w:rsidP="00767691">
            <w:pPr>
              <w:jc w:val="center"/>
              <w:rPr>
                <w:ins w:id="1285" w:author="Yasser Syed" w:date="2019-06-25T00:00:00Z"/>
              </w:rPr>
            </w:pPr>
            <w:ins w:id="1286" w:author="Yasser Syed" w:date="2019-06-25T00:00:00Z">
              <w:r w:rsidRPr="000456B4">
                <w:rPr>
                  <w:b/>
                  <w:sz w:val="18"/>
                  <w:szCs w:val="18"/>
                </w:rPr>
                <w:t>CICP parameters</w:t>
              </w:r>
              <w:r>
                <w:rPr>
                  <w:b/>
                  <w:sz w:val="18"/>
                  <w:szCs w:val="18"/>
                </w:rPr>
                <w:br/>
              </w:r>
              <w:r w:rsidRPr="00120342">
                <w:rPr>
                  <w:b/>
                  <w:sz w:val="18"/>
                  <w:szCs w:val="18"/>
                </w:rPr>
                <w:t>Rec. ITU-T H.273 | ISO/IEC 23001-8</w:t>
              </w:r>
            </w:ins>
          </w:p>
        </w:tc>
        <w:tc>
          <w:tcPr>
            <w:tcW w:w="1896" w:type="dxa"/>
          </w:tcPr>
          <w:p w14:paraId="55D66E0D" w14:textId="77777777" w:rsidR="00767691" w:rsidRDefault="00767691" w:rsidP="00767691">
            <w:pPr>
              <w:rPr>
                <w:ins w:id="1287" w:author="Yasser Syed" w:date="2019-06-25T00:00:00Z"/>
              </w:rPr>
            </w:pPr>
            <w:ins w:id="1288" w:author="Yasser Syed" w:date="2019-06-25T00:00:00Z">
              <w:r w:rsidRPr="000456B4">
                <w:rPr>
                  <w:sz w:val="18"/>
                  <w:szCs w:val="18"/>
                </w:rPr>
                <w:t>ColourPrimaries</w:t>
              </w:r>
            </w:ins>
          </w:p>
        </w:tc>
        <w:tc>
          <w:tcPr>
            <w:tcW w:w="1245" w:type="dxa"/>
          </w:tcPr>
          <w:p w14:paraId="1E48B96C" w14:textId="77777777" w:rsidR="00767691" w:rsidRDefault="00767691" w:rsidP="00767691">
            <w:pPr>
              <w:rPr>
                <w:ins w:id="1289" w:author="Yasser Syed" w:date="2019-06-25T00:00:00Z"/>
              </w:rPr>
            </w:pPr>
            <w:ins w:id="1290" w:author="Yasser Syed" w:date="2019-06-25T00:00:00Z">
              <w:r w:rsidRPr="000456B4">
                <w:rPr>
                  <w:sz w:val="18"/>
                  <w:szCs w:val="18"/>
                </w:rPr>
                <w:t>1</w:t>
              </w:r>
            </w:ins>
          </w:p>
        </w:tc>
        <w:tc>
          <w:tcPr>
            <w:tcW w:w="1245" w:type="dxa"/>
          </w:tcPr>
          <w:p w14:paraId="66FE2FC3" w14:textId="77777777" w:rsidR="00767691" w:rsidRDefault="00767691" w:rsidP="00767691">
            <w:pPr>
              <w:rPr>
                <w:ins w:id="1291" w:author="Yasser Syed" w:date="2019-06-25T00:00:00Z"/>
              </w:rPr>
            </w:pPr>
            <w:ins w:id="1292" w:author="Yasser Syed" w:date="2019-06-25T00:00:00Z">
              <w:r w:rsidRPr="000456B4">
                <w:rPr>
                  <w:sz w:val="18"/>
                  <w:szCs w:val="18"/>
                </w:rPr>
                <w:t>1</w:t>
              </w:r>
            </w:ins>
          </w:p>
        </w:tc>
        <w:tc>
          <w:tcPr>
            <w:tcW w:w="1557" w:type="dxa"/>
          </w:tcPr>
          <w:p w14:paraId="407B2947" w14:textId="77777777" w:rsidR="00767691" w:rsidRDefault="00767691" w:rsidP="00767691">
            <w:pPr>
              <w:rPr>
                <w:ins w:id="1293" w:author="Yasser Syed" w:date="2019-06-25T00:00:00Z"/>
              </w:rPr>
            </w:pPr>
            <w:ins w:id="1294" w:author="Yasser Syed" w:date="2019-06-25T00:00:00Z">
              <w:r w:rsidRPr="000456B4">
                <w:rPr>
                  <w:sz w:val="18"/>
                  <w:szCs w:val="18"/>
                </w:rPr>
                <w:t>6</w:t>
              </w:r>
            </w:ins>
          </w:p>
        </w:tc>
        <w:tc>
          <w:tcPr>
            <w:tcW w:w="1530" w:type="dxa"/>
          </w:tcPr>
          <w:p w14:paraId="4FEB4FAD" w14:textId="77777777" w:rsidR="00767691" w:rsidRDefault="00767691" w:rsidP="00767691">
            <w:pPr>
              <w:rPr>
                <w:ins w:id="1295" w:author="Yasser Syed" w:date="2019-06-25T00:00:00Z"/>
              </w:rPr>
            </w:pPr>
            <w:ins w:id="1296" w:author="Yasser Syed" w:date="2019-06-25T00:00:00Z">
              <w:r w:rsidRPr="000456B4">
                <w:rPr>
                  <w:sz w:val="18"/>
                  <w:szCs w:val="18"/>
                </w:rPr>
                <w:t>5</w:t>
              </w:r>
            </w:ins>
          </w:p>
        </w:tc>
      </w:tr>
      <w:tr w:rsidR="00767691" w14:paraId="276801F0" w14:textId="77777777" w:rsidTr="00767691">
        <w:trPr>
          <w:jc w:val="center"/>
          <w:ins w:id="1297" w:author="Yasser Syed" w:date="2019-06-25T00:00:00Z"/>
        </w:trPr>
        <w:tc>
          <w:tcPr>
            <w:tcW w:w="897" w:type="dxa"/>
            <w:vMerge/>
          </w:tcPr>
          <w:p w14:paraId="22BDF1BC" w14:textId="77777777" w:rsidR="00767691" w:rsidRDefault="00767691" w:rsidP="00767691">
            <w:pPr>
              <w:jc w:val="center"/>
              <w:rPr>
                <w:ins w:id="1298" w:author="Yasser Syed" w:date="2019-06-25T00:00:00Z"/>
              </w:rPr>
            </w:pPr>
          </w:p>
        </w:tc>
        <w:tc>
          <w:tcPr>
            <w:tcW w:w="1896" w:type="dxa"/>
          </w:tcPr>
          <w:p w14:paraId="6BEF7576" w14:textId="77777777" w:rsidR="00767691" w:rsidRDefault="00767691" w:rsidP="00767691">
            <w:pPr>
              <w:rPr>
                <w:ins w:id="1299" w:author="Yasser Syed" w:date="2019-06-25T00:00:00Z"/>
              </w:rPr>
            </w:pPr>
            <w:ins w:id="1300" w:author="Yasser Syed" w:date="2019-06-25T00:00:00Z">
              <w:r w:rsidRPr="000456B4">
                <w:rPr>
                  <w:sz w:val="18"/>
                  <w:szCs w:val="18"/>
                </w:rPr>
                <w:t>TransferCharacteristics</w:t>
              </w:r>
            </w:ins>
          </w:p>
        </w:tc>
        <w:tc>
          <w:tcPr>
            <w:tcW w:w="1245" w:type="dxa"/>
          </w:tcPr>
          <w:p w14:paraId="5C7A2A99" w14:textId="77777777" w:rsidR="00767691" w:rsidRDefault="00767691" w:rsidP="00767691">
            <w:pPr>
              <w:rPr>
                <w:ins w:id="1301" w:author="Yasser Syed" w:date="2019-06-25T00:00:00Z"/>
              </w:rPr>
            </w:pPr>
            <w:ins w:id="1302" w:author="Yasser Syed" w:date="2019-06-25T00:00:00Z">
              <w:r w:rsidRPr="000456B4">
                <w:rPr>
                  <w:sz w:val="18"/>
                  <w:szCs w:val="18"/>
                </w:rPr>
                <w:t>1</w:t>
              </w:r>
            </w:ins>
          </w:p>
        </w:tc>
        <w:tc>
          <w:tcPr>
            <w:tcW w:w="1245" w:type="dxa"/>
          </w:tcPr>
          <w:p w14:paraId="55C11DCD" w14:textId="77777777" w:rsidR="00767691" w:rsidRDefault="00767691" w:rsidP="00767691">
            <w:pPr>
              <w:rPr>
                <w:ins w:id="1303" w:author="Yasser Syed" w:date="2019-06-25T00:00:00Z"/>
              </w:rPr>
            </w:pPr>
            <w:ins w:id="1304" w:author="Yasser Syed" w:date="2019-06-25T00:00:00Z">
              <w:r w:rsidRPr="000456B4">
                <w:rPr>
                  <w:sz w:val="18"/>
                  <w:szCs w:val="18"/>
                </w:rPr>
                <w:t>1</w:t>
              </w:r>
            </w:ins>
          </w:p>
        </w:tc>
        <w:tc>
          <w:tcPr>
            <w:tcW w:w="1557" w:type="dxa"/>
          </w:tcPr>
          <w:p w14:paraId="6CA122BA" w14:textId="77777777" w:rsidR="00767691" w:rsidRDefault="00767691" w:rsidP="00767691">
            <w:pPr>
              <w:rPr>
                <w:ins w:id="1305" w:author="Yasser Syed" w:date="2019-06-25T00:00:00Z"/>
              </w:rPr>
            </w:pPr>
            <w:ins w:id="1306" w:author="Yasser Syed" w:date="2019-06-25T00:00:00Z">
              <w:r w:rsidRPr="000456B4">
                <w:rPr>
                  <w:sz w:val="18"/>
                  <w:szCs w:val="18"/>
                </w:rPr>
                <w:t>6</w:t>
              </w:r>
            </w:ins>
          </w:p>
        </w:tc>
        <w:tc>
          <w:tcPr>
            <w:tcW w:w="1530" w:type="dxa"/>
          </w:tcPr>
          <w:p w14:paraId="7CBE30ED" w14:textId="77777777" w:rsidR="00767691" w:rsidRDefault="00767691" w:rsidP="00767691">
            <w:pPr>
              <w:rPr>
                <w:ins w:id="1307" w:author="Yasser Syed" w:date="2019-06-25T00:00:00Z"/>
              </w:rPr>
            </w:pPr>
            <w:ins w:id="1308" w:author="Yasser Syed" w:date="2019-06-25T00:00:00Z">
              <w:r w:rsidRPr="000456B4">
                <w:rPr>
                  <w:sz w:val="18"/>
                  <w:szCs w:val="18"/>
                </w:rPr>
                <w:t>6</w:t>
              </w:r>
            </w:ins>
          </w:p>
        </w:tc>
      </w:tr>
      <w:tr w:rsidR="00767691" w14:paraId="7D94AAE1" w14:textId="77777777" w:rsidTr="00767691">
        <w:trPr>
          <w:jc w:val="center"/>
          <w:ins w:id="1309" w:author="Yasser Syed" w:date="2019-06-25T00:00:00Z"/>
        </w:trPr>
        <w:tc>
          <w:tcPr>
            <w:tcW w:w="897" w:type="dxa"/>
            <w:vMerge/>
          </w:tcPr>
          <w:p w14:paraId="5C1F282E" w14:textId="77777777" w:rsidR="00767691" w:rsidRDefault="00767691" w:rsidP="00767691">
            <w:pPr>
              <w:jc w:val="center"/>
              <w:rPr>
                <w:ins w:id="1310" w:author="Yasser Syed" w:date="2019-06-25T00:00:00Z"/>
              </w:rPr>
            </w:pPr>
          </w:p>
        </w:tc>
        <w:tc>
          <w:tcPr>
            <w:tcW w:w="1896" w:type="dxa"/>
          </w:tcPr>
          <w:p w14:paraId="32555E4E" w14:textId="77777777" w:rsidR="00767691" w:rsidRDefault="00767691" w:rsidP="00767691">
            <w:pPr>
              <w:rPr>
                <w:ins w:id="1311" w:author="Yasser Syed" w:date="2019-06-25T00:00:00Z"/>
              </w:rPr>
            </w:pPr>
            <w:ins w:id="1312" w:author="Yasser Syed" w:date="2019-06-25T00:00:00Z">
              <w:r w:rsidRPr="000456B4">
                <w:rPr>
                  <w:sz w:val="18"/>
                  <w:szCs w:val="18"/>
                </w:rPr>
                <w:t>MatrixCoefficients</w:t>
              </w:r>
            </w:ins>
          </w:p>
        </w:tc>
        <w:tc>
          <w:tcPr>
            <w:tcW w:w="1245" w:type="dxa"/>
          </w:tcPr>
          <w:p w14:paraId="100F97E7" w14:textId="77777777" w:rsidR="00767691" w:rsidRDefault="00767691" w:rsidP="00767691">
            <w:pPr>
              <w:rPr>
                <w:ins w:id="1313" w:author="Yasser Syed" w:date="2019-06-25T00:00:00Z"/>
              </w:rPr>
            </w:pPr>
            <w:ins w:id="1314" w:author="Yasser Syed" w:date="2019-06-25T00:00:00Z">
              <w:r w:rsidRPr="000456B4">
                <w:rPr>
                  <w:sz w:val="18"/>
                  <w:szCs w:val="18"/>
                </w:rPr>
                <w:t>1</w:t>
              </w:r>
            </w:ins>
          </w:p>
        </w:tc>
        <w:tc>
          <w:tcPr>
            <w:tcW w:w="1245" w:type="dxa"/>
          </w:tcPr>
          <w:p w14:paraId="414329EC" w14:textId="77777777" w:rsidR="00767691" w:rsidRDefault="00767691" w:rsidP="00767691">
            <w:pPr>
              <w:rPr>
                <w:ins w:id="1315" w:author="Yasser Syed" w:date="2019-06-25T00:00:00Z"/>
              </w:rPr>
            </w:pPr>
            <w:ins w:id="1316" w:author="Yasser Syed" w:date="2019-06-25T00:00:00Z">
              <w:r w:rsidRPr="000456B4">
                <w:rPr>
                  <w:sz w:val="18"/>
                  <w:szCs w:val="18"/>
                </w:rPr>
                <w:t>0</w:t>
              </w:r>
            </w:ins>
          </w:p>
        </w:tc>
        <w:tc>
          <w:tcPr>
            <w:tcW w:w="1557" w:type="dxa"/>
          </w:tcPr>
          <w:p w14:paraId="48AC14A1" w14:textId="77777777" w:rsidR="00767691" w:rsidRDefault="00767691" w:rsidP="00767691">
            <w:pPr>
              <w:rPr>
                <w:ins w:id="1317" w:author="Yasser Syed" w:date="2019-06-25T00:00:00Z"/>
              </w:rPr>
            </w:pPr>
            <w:ins w:id="1318" w:author="Yasser Syed" w:date="2019-06-25T00:00:00Z">
              <w:r w:rsidRPr="000456B4">
                <w:rPr>
                  <w:sz w:val="18"/>
                  <w:szCs w:val="18"/>
                </w:rPr>
                <w:t>6</w:t>
              </w:r>
            </w:ins>
          </w:p>
        </w:tc>
        <w:tc>
          <w:tcPr>
            <w:tcW w:w="1530" w:type="dxa"/>
          </w:tcPr>
          <w:p w14:paraId="0CA052C9" w14:textId="77777777" w:rsidR="00767691" w:rsidRDefault="00767691" w:rsidP="00767691">
            <w:pPr>
              <w:rPr>
                <w:ins w:id="1319" w:author="Yasser Syed" w:date="2019-06-25T00:00:00Z"/>
              </w:rPr>
            </w:pPr>
            <w:ins w:id="1320" w:author="Yasser Syed" w:date="2019-06-25T00:00:00Z">
              <w:r w:rsidRPr="000456B4">
                <w:rPr>
                  <w:sz w:val="18"/>
                  <w:szCs w:val="18"/>
                </w:rPr>
                <w:t>5</w:t>
              </w:r>
            </w:ins>
          </w:p>
        </w:tc>
      </w:tr>
      <w:tr w:rsidR="00767691" w14:paraId="767A6BDF" w14:textId="77777777" w:rsidTr="00767691">
        <w:trPr>
          <w:jc w:val="center"/>
          <w:ins w:id="1321" w:author="Yasser Syed" w:date="2019-06-25T00:00:00Z"/>
        </w:trPr>
        <w:tc>
          <w:tcPr>
            <w:tcW w:w="897" w:type="dxa"/>
            <w:vMerge/>
          </w:tcPr>
          <w:p w14:paraId="4B6C6CFA" w14:textId="77777777" w:rsidR="00767691" w:rsidRDefault="00767691" w:rsidP="00767691">
            <w:pPr>
              <w:jc w:val="center"/>
              <w:rPr>
                <w:ins w:id="1322" w:author="Yasser Syed" w:date="2019-06-25T00:00:00Z"/>
              </w:rPr>
            </w:pPr>
          </w:p>
        </w:tc>
        <w:tc>
          <w:tcPr>
            <w:tcW w:w="1896" w:type="dxa"/>
          </w:tcPr>
          <w:p w14:paraId="199D9AC0" w14:textId="77777777" w:rsidR="00767691" w:rsidRPr="000456B4" w:rsidRDefault="00767691" w:rsidP="00767691">
            <w:pPr>
              <w:rPr>
                <w:ins w:id="1323" w:author="Yasser Syed" w:date="2019-06-25T00:00:00Z"/>
                <w:sz w:val="18"/>
                <w:szCs w:val="18"/>
              </w:rPr>
            </w:pPr>
            <w:ins w:id="1324" w:author="Yasser Syed" w:date="2019-06-25T00:00:00Z">
              <w:r w:rsidRPr="000456B4">
                <w:rPr>
                  <w:sz w:val="18"/>
                  <w:szCs w:val="18"/>
                </w:rPr>
                <w:t>VideoFullRangeFlag</w:t>
              </w:r>
            </w:ins>
          </w:p>
        </w:tc>
        <w:tc>
          <w:tcPr>
            <w:tcW w:w="1245" w:type="dxa"/>
          </w:tcPr>
          <w:p w14:paraId="4E4668C1" w14:textId="77777777" w:rsidR="00767691" w:rsidRPr="000456B4" w:rsidRDefault="00767691" w:rsidP="00767691">
            <w:pPr>
              <w:rPr>
                <w:ins w:id="1325" w:author="Yasser Syed" w:date="2019-06-25T00:00:00Z"/>
                <w:sz w:val="18"/>
                <w:szCs w:val="18"/>
              </w:rPr>
            </w:pPr>
            <w:ins w:id="1326" w:author="Yasser Syed" w:date="2019-06-25T00:00:00Z">
              <w:r w:rsidRPr="000456B4">
                <w:rPr>
                  <w:sz w:val="18"/>
                  <w:szCs w:val="18"/>
                </w:rPr>
                <w:t>0</w:t>
              </w:r>
            </w:ins>
          </w:p>
        </w:tc>
        <w:tc>
          <w:tcPr>
            <w:tcW w:w="1245" w:type="dxa"/>
          </w:tcPr>
          <w:p w14:paraId="7E2D8602" w14:textId="77777777" w:rsidR="00767691" w:rsidRPr="000456B4" w:rsidRDefault="00767691" w:rsidP="00767691">
            <w:pPr>
              <w:rPr>
                <w:ins w:id="1327" w:author="Yasser Syed" w:date="2019-06-25T00:00:00Z"/>
                <w:sz w:val="18"/>
                <w:szCs w:val="18"/>
              </w:rPr>
            </w:pPr>
            <w:ins w:id="1328" w:author="Yasser Syed" w:date="2019-06-25T00:00:00Z">
              <w:r w:rsidRPr="000456B4">
                <w:rPr>
                  <w:sz w:val="18"/>
                  <w:szCs w:val="18"/>
                </w:rPr>
                <w:t>0</w:t>
              </w:r>
            </w:ins>
          </w:p>
        </w:tc>
        <w:tc>
          <w:tcPr>
            <w:tcW w:w="1557" w:type="dxa"/>
          </w:tcPr>
          <w:p w14:paraId="337AE906" w14:textId="77777777" w:rsidR="00767691" w:rsidRPr="000456B4" w:rsidRDefault="00767691" w:rsidP="00767691">
            <w:pPr>
              <w:rPr>
                <w:ins w:id="1329" w:author="Yasser Syed" w:date="2019-06-25T00:00:00Z"/>
                <w:sz w:val="18"/>
                <w:szCs w:val="18"/>
              </w:rPr>
            </w:pPr>
            <w:ins w:id="1330" w:author="Yasser Syed" w:date="2019-06-25T00:00:00Z">
              <w:r w:rsidRPr="000456B4">
                <w:rPr>
                  <w:sz w:val="18"/>
                  <w:szCs w:val="18"/>
                </w:rPr>
                <w:t>0</w:t>
              </w:r>
            </w:ins>
          </w:p>
        </w:tc>
        <w:tc>
          <w:tcPr>
            <w:tcW w:w="1530" w:type="dxa"/>
          </w:tcPr>
          <w:p w14:paraId="0D4A4D0C" w14:textId="77777777" w:rsidR="00767691" w:rsidRPr="000456B4" w:rsidRDefault="00767691" w:rsidP="00767691">
            <w:pPr>
              <w:rPr>
                <w:ins w:id="1331" w:author="Yasser Syed" w:date="2019-06-25T00:00:00Z"/>
                <w:sz w:val="18"/>
                <w:szCs w:val="18"/>
              </w:rPr>
            </w:pPr>
            <w:ins w:id="1332" w:author="Yasser Syed" w:date="2019-06-25T00:00:00Z">
              <w:r w:rsidRPr="000456B4">
                <w:rPr>
                  <w:sz w:val="18"/>
                  <w:szCs w:val="18"/>
                </w:rPr>
                <w:t>0</w:t>
              </w:r>
            </w:ins>
          </w:p>
        </w:tc>
      </w:tr>
      <w:tr w:rsidR="00767691" w14:paraId="68BFB1CA" w14:textId="77777777" w:rsidTr="00767691">
        <w:trPr>
          <w:jc w:val="center"/>
          <w:ins w:id="1333" w:author="Yasser Syed" w:date="2019-06-25T00:00:00Z"/>
        </w:trPr>
        <w:tc>
          <w:tcPr>
            <w:tcW w:w="897" w:type="dxa"/>
            <w:vMerge w:val="restart"/>
            <w:textDirection w:val="btLr"/>
          </w:tcPr>
          <w:p w14:paraId="518931C9" w14:textId="77777777" w:rsidR="00767691" w:rsidRDefault="00767691" w:rsidP="00767691">
            <w:pPr>
              <w:jc w:val="center"/>
              <w:rPr>
                <w:ins w:id="1334" w:author="Yasser Syed" w:date="2019-06-25T00:00:00Z"/>
              </w:rPr>
            </w:pPr>
            <w:ins w:id="1335" w:author="Yasser Syed" w:date="2019-06-25T00:00:00Z">
              <w:r w:rsidRPr="000456B4">
                <w:rPr>
                  <w:b/>
                  <w:sz w:val="18"/>
                  <w:szCs w:val="18"/>
                </w:rPr>
                <w:t>SMPTE MXF parameters</w:t>
              </w:r>
              <w:r>
                <w:rPr>
                  <w:b/>
                  <w:sz w:val="18"/>
                  <w:szCs w:val="18"/>
                </w:rPr>
                <w:br/>
                <w:t>SMPTE ST 2067-21</w:t>
              </w:r>
            </w:ins>
          </w:p>
        </w:tc>
        <w:tc>
          <w:tcPr>
            <w:tcW w:w="1896" w:type="dxa"/>
          </w:tcPr>
          <w:p w14:paraId="1747DBE4" w14:textId="77777777" w:rsidR="00767691" w:rsidRDefault="00767691" w:rsidP="00767691">
            <w:pPr>
              <w:rPr>
                <w:ins w:id="1336" w:author="Yasser Syed" w:date="2019-06-25T00:00:00Z"/>
              </w:rPr>
            </w:pPr>
            <w:ins w:id="1337" w:author="Yasser Syed" w:date="2019-06-25T00:00:00Z">
              <w:r w:rsidRPr="000456B4">
                <w:rPr>
                  <w:sz w:val="18"/>
                  <w:szCs w:val="18"/>
                </w:rPr>
                <w:t>Colour primaries</w:t>
              </w:r>
            </w:ins>
          </w:p>
        </w:tc>
        <w:tc>
          <w:tcPr>
            <w:tcW w:w="2490" w:type="dxa"/>
            <w:gridSpan w:val="2"/>
          </w:tcPr>
          <w:p w14:paraId="3ACB7493" w14:textId="77777777" w:rsidR="00767691" w:rsidRDefault="00767691" w:rsidP="00767691">
            <w:pPr>
              <w:rPr>
                <w:ins w:id="1338" w:author="Yasser Syed" w:date="2019-06-25T00:00:00Z"/>
              </w:rPr>
            </w:pPr>
            <w:ins w:id="1339" w:author="Yasser Syed" w:date="2019-06-25T00:00:00Z">
              <w:r w:rsidRPr="000456B4">
                <w:rPr>
                  <w:sz w:val="18"/>
                  <w:szCs w:val="18"/>
                </w:rPr>
                <w:t>06.0E.2B.34.04.01.01.06.04.01.01.01.03.03.00.00</w:t>
              </w:r>
            </w:ins>
          </w:p>
        </w:tc>
        <w:tc>
          <w:tcPr>
            <w:tcW w:w="1557" w:type="dxa"/>
          </w:tcPr>
          <w:p w14:paraId="2A43EE77" w14:textId="77777777" w:rsidR="00767691" w:rsidRDefault="00767691" w:rsidP="00767691">
            <w:pPr>
              <w:rPr>
                <w:ins w:id="1340" w:author="Yasser Syed" w:date="2019-06-25T00:00:00Z"/>
              </w:rPr>
            </w:pPr>
            <w:ins w:id="1341" w:author="Yasser Syed" w:date="2019-06-25T00:00:00Z">
              <w:r w:rsidRPr="000456B4">
                <w:rPr>
                  <w:sz w:val="18"/>
                  <w:szCs w:val="18"/>
                </w:rPr>
                <w:t>06.0E.2B.34.04.01.01.06.04.01.01.01.03.01.00.00</w:t>
              </w:r>
            </w:ins>
          </w:p>
        </w:tc>
        <w:tc>
          <w:tcPr>
            <w:tcW w:w="1530" w:type="dxa"/>
          </w:tcPr>
          <w:p w14:paraId="0B201484" w14:textId="77777777" w:rsidR="00767691" w:rsidRDefault="00767691" w:rsidP="00767691">
            <w:pPr>
              <w:rPr>
                <w:ins w:id="1342" w:author="Yasser Syed" w:date="2019-06-25T00:00:00Z"/>
              </w:rPr>
            </w:pPr>
            <w:ins w:id="1343" w:author="Yasser Syed" w:date="2019-06-25T00:00:00Z">
              <w:r w:rsidRPr="000456B4">
                <w:rPr>
                  <w:sz w:val="18"/>
                  <w:szCs w:val="18"/>
                </w:rPr>
                <w:t>06.0E.2B.34.04.01.01.06.04.01.01.01.03.02.00.00</w:t>
              </w:r>
            </w:ins>
          </w:p>
        </w:tc>
      </w:tr>
      <w:tr w:rsidR="00767691" w14:paraId="094BBC59" w14:textId="77777777" w:rsidTr="00767691">
        <w:trPr>
          <w:jc w:val="center"/>
          <w:ins w:id="1344" w:author="Yasser Syed" w:date="2019-06-25T00:00:00Z"/>
        </w:trPr>
        <w:tc>
          <w:tcPr>
            <w:tcW w:w="897" w:type="dxa"/>
            <w:vMerge/>
          </w:tcPr>
          <w:p w14:paraId="1D14882C" w14:textId="77777777" w:rsidR="00767691" w:rsidRDefault="00767691" w:rsidP="00767691">
            <w:pPr>
              <w:rPr>
                <w:ins w:id="1345" w:author="Yasser Syed" w:date="2019-06-25T00:00:00Z"/>
              </w:rPr>
            </w:pPr>
          </w:p>
        </w:tc>
        <w:tc>
          <w:tcPr>
            <w:tcW w:w="1896" w:type="dxa"/>
          </w:tcPr>
          <w:p w14:paraId="37B8C824" w14:textId="77777777" w:rsidR="00767691" w:rsidRDefault="00767691" w:rsidP="00767691">
            <w:pPr>
              <w:rPr>
                <w:ins w:id="1346" w:author="Yasser Syed" w:date="2019-06-25T00:00:00Z"/>
              </w:rPr>
            </w:pPr>
            <w:ins w:id="1347" w:author="Yasser Syed" w:date="2019-06-25T00:00:00Z">
              <w:r w:rsidRPr="000456B4">
                <w:rPr>
                  <w:sz w:val="18"/>
                  <w:szCs w:val="18"/>
                </w:rPr>
                <w:t>Transfer characteristic</w:t>
              </w:r>
            </w:ins>
          </w:p>
        </w:tc>
        <w:tc>
          <w:tcPr>
            <w:tcW w:w="5577" w:type="dxa"/>
            <w:gridSpan w:val="4"/>
          </w:tcPr>
          <w:p w14:paraId="46E2E3D8" w14:textId="77777777" w:rsidR="00767691" w:rsidRDefault="00767691" w:rsidP="00767691">
            <w:pPr>
              <w:rPr>
                <w:ins w:id="1348" w:author="Yasser Syed" w:date="2019-06-25T00:00:00Z"/>
              </w:rPr>
            </w:pPr>
            <w:ins w:id="1349" w:author="Yasser Syed" w:date="2019-06-25T00:00:00Z">
              <w:r w:rsidRPr="000456B4">
                <w:rPr>
                  <w:sz w:val="18"/>
                  <w:szCs w:val="18"/>
                </w:rPr>
                <w:t>06.0E.2B.34.04.01.01.01.04.01.01.01.01.02.00.00</w:t>
              </w:r>
            </w:ins>
          </w:p>
        </w:tc>
      </w:tr>
      <w:tr w:rsidR="00767691" w14:paraId="42CCF1D6" w14:textId="77777777" w:rsidTr="00767691">
        <w:trPr>
          <w:jc w:val="center"/>
          <w:ins w:id="1350" w:author="Yasser Syed" w:date="2019-06-25T00:00:00Z"/>
        </w:trPr>
        <w:tc>
          <w:tcPr>
            <w:tcW w:w="897" w:type="dxa"/>
            <w:vMerge/>
          </w:tcPr>
          <w:p w14:paraId="398564DE" w14:textId="77777777" w:rsidR="00767691" w:rsidRDefault="00767691" w:rsidP="00767691">
            <w:pPr>
              <w:rPr>
                <w:ins w:id="1351" w:author="Yasser Syed" w:date="2019-06-25T00:00:00Z"/>
              </w:rPr>
            </w:pPr>
          </w:p>
        </w:tc>
        <w:tc>
          <w:tcPr>
            <w:tcW w:w="1896" w:type="dxa"/>
          </w:tcPr>
          <w:p w14:paraId="4D7B7DE0" w14:textId="77777777" w:rsidR="00767691" w:rsidRDefault="00767691" w:rsidP="00767691">
            <w:pPr>
              <w:rPr>
                <w:ins w:id="1352" w:author="Yasser Syed" w:date="2019-06-25T00:00:00Z"/>
              </w:rPr>
            </w:pPr>
            <w:ins w:id="1353" w:author="Yasser Syed" w:date="2019-06-25T00:00:00Z">
              <w:r w:rsidRPr="000456B4">
                <w:rPr>
                  <w:sz w:val="18"/>
                  <w:szCs w:val="18"/>
                </w:rPr>
                <w:t>Coding equations</w:t>
              </w:r>
            </w:ins>
          </w:p>
        </w:tc>
        <w:tc>
          <w:tcPr>
            <w:tcW w:w="1245" w:type="dxa"/>
          </w:tcPr>
          <w:p w14:paraId="1598E36D" w14:textId="77777777" w:rsidR="00767691" w:rsidRDefault="00767691" w:rsidP="00767691">
            <w:pPr>
              <w:rPr>
                <w:ins w:id="1354" w:author="Yasser Syed" w:date="2019-06-25T00:00:00Z"/>
              </w:rPr>
            </w:pPr>
            <w:ins w:id="1355" w:author="Yasser Syed" w:date="2019-06-25T00:00:00Z">
              <w:r w:rsidRPr="000456B4">
                <w:rPr>
                  <w:sz w:val="18"/>
                  <w:szCs w:val="18"/>
                </w:rPr>
                <w:t>06.0E.2B.34.04.01.01.01.04.01.01.01.02.02.00.00</w:t>
              </w:r>
            </w:ins>
          </w:p>
        </w:tc>
        <w:tc>
          <w:tcPr>
            <w:tcW w:w="1245" w:type="dxa"/>
          </w:tcPr>
          <w:p w14:paraId="25599967" w14:textId="77777777" w:rsidR="00767691" w:rsidRDefault="00767691" w:rsidP="00767691">
            <w:pPr>
              <w:rPr>
                <w:ins w:id="1356" w:author="Yasser Syed" w:date="2019-06-25T00:00:00Z"/>
              </w:rPr>
            </w:pPr>
            <w:ins w:id="1357" w:author="Yasser Syed" w:date="2019-06-25T00:00:00Z">
              <w:r w:rsidRPr="000456B4">
                <w:rPr>
                  <w:sz w:val="18"/>
                  <w:szCs w:val="18"/>
                </w:rPr>
                <w:t>N/R</w:t>
              </w:r>
            </w:ins>
          </w:p>
        </w:tc>
        <w:tc>
          <w:tcPr>
            <w:tcW w:w="3087" w:type="dxa"/>
            <w:gridSpan w:val="2"/>
          </w:tcPr>
          <w:p w14:paraId="795EBEDC" w14:textId="77777777" w:rsidR="00767691" w:rsidRDefault="00767691" w:rsidP="00767691">
            <w:pPr>
              <w:rPr>
                <w:ins w:id="1358" w:author="Yasser Syed" w:date="2019-06-25T00:00:00Z"/>
              </w:rPr>
            </w:pPr>
            <w:ins w:id="1359" w:author="Yasser Syed" w:date="2019-06-25T00:00:00Z">
              <w:r w:rsidRPr="000456B4">
                <w:rPr>
                  <w:sz w:val="18"/>
                  <w:szCs w:val="18"/>
                </w:rPr>
                <w:t>06.0E.2B.34.04.01.01.01.04.01.01.01.02.01.00.00</w:t>
              </w:r>
            </w:ins>
          </w:p>
        </w:tc>
      </w:tr>
      <w:tr w:rsidR="00767691" w14:paraId="3C30FE83" w14:textId="77777777" w:rsidTr="00767691">
        <w:trPr>
          <w:jc w:val="center"/>
          <w:ins w:id="1360" w:author="Yasser Syed" w:date="2019-06-25T00:00:00Z"/>
        </w:trPr>
        <w:tc>
          <w:tcPr>
            <w:tcW w:w="897" w:type="dxa"/>
            <w:vMerge/>
          </w:tcPr>
          <w:p w14:paraId="4B667895" w14:textId="77777777" w:rsidR="00767691" w:rsidRDefault="00767691" w:rsidP="00767691">
            <w:pPr>
              <w:rPr>
                <w:ins w:id="1361" w:author="Yasser Syed" w:date="2019-06-25T00:00:00Z"/>
              </w:rPr>
            </w:pPr>
          </w:p>
        </w:tc>
        <w:tc>
          <w:tcPr>
            <w:tcW w:w="1896" w:type="dxa"/>
          </w:tcPr>
          <w:p w14:paraId="352CBDCD" w14:textId="77777777" w:rsidR="00767691" w:rsidRDefault="00767691" w:rsidP="00767691">
            <w:pPr>
              <w:rPr>
                <w:ins w:id="1362" w:author="Yasser Syed" w:date="2019-06-25T00:00:00Z"/>
              </w:rPr>
            </w:pPr>
            <w:ins w:id="1363" w:author="Yasser Syed" w:date="2019-06-25T00:00:00Z">
              <w:r w:rsidRPr="000456B4">
                <w:rPr>
                  <w:sz w:val="18"/>
                  <w:szCs w:val="18"/>
                </w:rPr>
                <w:t>Full/narrow level range</w:t>
              </w:r>
            </w:ins>
          </w:p>
        </w:tc>
        <w:tc>
          <w:tcPr>
            <w:tcW w:w="5577" w:type="dxa"/>
            <w:gridSpan w:val="4"/>
          </w:tcPr>
          <w:p w14:paraId="107A3ADE" w14:textId="77777777" w:rsidR="00767691" w:rsidRDefault="00767691" w:rsidP="00767691">
            <w:pPr>
              <w:rPr>
                <w:ins w:id="1364" w:author="Yasser Syed" w:date="2019-06-25T00:00:00Z"/>
              </w:rPr>
            </w:pPr>
            <w:ins w:id="1365" w:author="Yasser Syed" w:date="2019-06-25T00:00:00Z">
              <w:r w:rsidRPr="000456B4">
                <w:rPr>
                  <w:sz w:val="18"/>
                  <w:szCs w:val="18"/>
                </w:rPr>
                <w:t>Inferred</w:t>
              </w:r>
              <w:r>
                <w:rPr>
                  <w:sz w:val="18"/>
                  <w:szCs w:val="18"/>
                </w:rPr>
                <w:t xml:space="preserve"> (</w:t>
              </w:r>
              <w:r w:rsidRPr="000456B4">
                <w:rPr>
                  <w:sz w:val="18"/>
                  <w:szCs w:val="18"/>
                </w:rPr>
                <w:t>indicated in black reference level, white reference level, colour range</w:t>
              </w:r>
              <w:r>
                <w:rPr>
                  <w:sz w:val="18"/>
                  <w:szCs w:val="18"/>
                </w:rPr>
                <w:t>)</w:t>
              </w:r>
            </w:ins>
          </w:p>
        </w:tc>
      </w:tr>
      <w:tr w:rsidR="00767691" w14:paraId="29982EF4" w14:textId="77777777" w:rsidTr="00767691">
        <w:trPr>
          <w:jc w:val="center"/>
          <w:ins w:id="1366" w:author="Yasser Syed" w:date="2019-06-25T00:00:00Z"/>
        </w:trPr>
        <w:tc>
          <w:tcPr>
            <w:tcW w:w="897" w:type="dxa"/>
            <w:vMerge/>
          </w:tcPr>
          <w:p w14:paraId="3EA0B358" w14:textId="77777777" w:rsidR="00767691" w:rsidRDefault="00767691" w:rsidP="00767691">
            <w:pPr>
              <w:rPr>
                <w:ins w:id="1367" w:author="Yasser Syed" w:date="2019-06-25T00:00:00Z"/>
              </w:rPr>
            </w:pPr>
          </w:p>
        </w:tc>
        <w:tc>
          <w:tcPr>
            <w:tcW w:w="1896" w:type="dxa"/>
          </w:tcPr>
          <w:p w14:paraId="360D02F2" w14:textId="77777777" w:rsidR="00767691" w:rsidRDefault="00767691" w:rsidP="00767691">
            <w:pPr>
              <w:rPr>
                <w:ins w:id="1368" w:author="Yasser Syed" w:date="2019-06-25T00:00:00Z"/>
              </w:rPr>
            </w:pPr>
            <w:ins w:id="1369" w:author="Yasser Syed" w:date="2019-06-25T00:00:00Z">
              <w:r w:rsidRPr="000456B4">
                <w:rPr>
                  <w:sz w:val="18"/>
                  <w:szCs w:val="18"/>
                </w:rPr>
                <w:t xml:space="preserve">4:2:0 chroma sample </w:t>
              </w:r>
              <w:r>
                <w:rPr>
                  <w:sz w:val="18"/>
                  <w:szCs w:val="18"/>
                </w:rPr>
                <w:t>location</w:t>
              </w:r>
              <w:r w:rsidRPr="000456B4">
                <w:rPr>
                  <w:sz w:val="18"/>
                  <w:szCs w:val="18"/>
                </w:rPr>
                <w:t xml:space="preserve"> alignment</w:t>
              </w:r>
            </w:ins>
          </w:p>
        </w:tc>
        <w:tc>
          <w:tcPr>
            <w:tcW w:w="1245" w:type="dxa"/>
          </w:tcPr>
          <w:p w14:paraId="2C36DECC" w14:textId="4A1A16F4" w:rsidR="00767691" w:rsidRDefault="00767691" w:rsidP="00767691">
            <w:pPr>
              <w:rPr>
                <w:ins w:id="1370" w:author="Yasser Syed" w:date="2019-06-25T00:00:00Z"/>
              </w:rPr>
            </w:pPr>
            <w:ins w:id="1371" w:author="Yasser Syed" w:date="2019-06-25T00:00:00Z">
              <w:r w:rsidRPr="000456B4">
                <w:rPr>
                  <w:sz w:val="18"/>
                  <w:szCs w:val="18"/>
                </w:rPr>
                <w:t>Inferred (</w:t>
              </w:r>
              <w:proofErr w:type="spellStart"/>
              <w:r w:rsidRPr="000456B4">
                <w:rPr>
                  <w:sz w:val="18"/>
                  <w:szCs w:val="18"/>
                </w:rPr>
                <w:t>ChromaLoc</w:t>
              </w:r>
              <w:r>
                <w:rPr>
                  <w:sz w:val="18"/>
                  <w:szCs w:val="18"/>
                </w:rPr>
                <w:t>‌</w:t>
              </w:r>
              <w:r w:rsidRPr="000456B4">
                <w:rPr>
                  <w:sz w:val="18"/>
                  <w:szCs w:val="18"/>
                </w:rPr>
                <w:t>Type</w:t>
              </w:r>
            </w:ins>
            <w:proofErr w:type="spellEnd"/>
            <w:ins w:id="1372" w:author="Yasser Syed" w:date="2019-06-25T18:45:00Z">
              <w:r w:rsidR="00A62F9E">
                <w:rPr>
                  <w:sz w:val="18"/>
                  <w:szCs w:val="18"/>
                </w:rPr>
                <w:t> </w:t>
              </w:r>
            </w:ins>
            <w:ins w:id="1373" w:author="Yasser Syed" w:date="2019-06-25T00:00:00Z">
              <w:r w:rsidRPr="000456B4">
                <w:rPr>
                  <w:sz w:val="18"/>
                  <w:szCs w:val="18"/>
                </w:rPr>
                <w:t>=</w:t>
              </w:r>
            </w:ins>
            <w:ins w:id="1374" w:author="Yasser Syed" w:date="2019-06-25T18:45:00Z">
              <w:r w:rsidR="00A62F9E">
                <w:rPr>
                  <w:sz w:val="18"/>
                  <w:szCs w:val="18"/>
                </w:rPr>
                <w:t> </w:t>
              </w:r>
            </w:ins>
            <w:ins w:id="1375" w:author="Yasser Syed" w:date="2019-06-25T00:00:00Z">
              <w:r w:rsidRPr="000456B4">
                <w:rPr>
                  <w:sz w:val="18"/>
                  <w:szCs w:val="18"/>
                </w:rPr>
                <w:t>0)</w:t>
              </w:r>
            </w:ins>
          </w:p>
        </w:tc>
        <w:tc>
          <w:tcPr>
            <w:tcW w:w="1245" w:type="dxa"/>
          </w:tcPr>
          <w:p w14:paraId="500E0CA1" w14:textId="77777777" w:rsidR="00767691" w:rsidRDefault="00767691" w:rsidP="00767691">
            <w:pPr>
              <w:rPr>
                <w:ins w:id="1376" w:author="Yasser Syed" w:date="2019-06-25T00:00:00Z"/>
              </w:rPr>
            </w:pPr>
            <w:ins w:id="1377" w:author="Yasser Syed" w:date="2019-06-25T00:00:00Z">
              <w:r>
                <w:rPr>
                  <w:sz w:val="18"/>
                  <w:szCs w:val="18"/>
                </w:rPr>
                <w:t>N/A</w:t>
              </w:r>
            </w:ins>
          </w:p>
        </w:tc>
        <w:tc>
          <w:tcPr>
            <w:tcW w:w="1557" w:type="dxa"/>
          </w:tcPr>
          <w:p w14:paraId="46075222" w14:textId="122F71AC" w:rsidR="00767691" w:rsidRDefault="00767691" w:rsidP="00767691">
            <w:pPr>
              <w:rPr>
                <w:ins w:id="1378" w:author="Yasser Syed" w:date="2019-06-25T00:00:00Z"/>
              </w:rPr>
            </w:pPr>
            <w:ins w:id="1379" w:author="Yasser Syed" w:date="2019-06-25T00:00:00Z">
              <w:r w:rsidRPr="000456B4">
                <w:rPr>
                  <w:sz w:val="18"/>
                  <w:szCs w:val="18"/>
                </w:rPr>
                <w:t>Inferred (</w:t>
              </w:r>
              <w:proofErr w:type="spellStart"/>
              <w:r w:rsidRPr="000456B4">
                <w:rPr>
                  <w:sz w:val="18"/>
                  <w:szCs w:val="18"/>
                </w:rPr>
                <w:t>ChromaLoc</w:t>
              </w:r>
              <w:r>
                <w:rPr>
                  <w:sz w:val="18"/>
                  <w:szCs w:val="18"/>
                </w:rPr>
                <w:t>‌</w:t>
              </w:r>
              <w:r w:rsidRPr="000456B4">
                <w:rPr>
                  <w:sz w:val="18"/>
                  <w:szCs w:val="18"/>
                </w:rPr>
                <w:t>Type</w:t>
              </w:r>
            </w:ins>
            <w:proofErr w:type="spellEnd"/>
            <w:ins w:id="1380" w:author="Yasser Syed" w:date="2019-06-25T18:45:00Z">
              <w:r w:rsidR="00A62F9E">
                <w:rPr>
                  <w:sz w:val="18"/>
                  <w:szCs w:val="18"/>
                </w:rPr>
                <w:t> </w:t>
              </w:r>
            </w:ins>
            <w:ins w:id="1381" w:author="Yasser Syed" w:date="2019-06-25T00:00:00Z">
              <w:r w:rsidRPr="000456B4">
                <w:rPr>
                  <w:sz w:val="18"/>
                  <w:szCs w:val="18"/>
                </w:rPr>
                <w:t>=</w:t>
              </w:r>
            </w:ins>
            <w:ins w:id="1382" w:author="Yasser Syed" w:date="2019-06-25T18:45:00Z">
              <w:r w:rsidR="00A62F9E">
                <w:rPr>
                  <w:sz w:val="18"/>
                  <w:szCs w:val="18"/>
                </w:rPr>
                <w:t> </w:t>
              </w:r>
            </w:ins>
            <w:ins w:id="1383" w:author="Yasser Syed" w:date="2019-06-25T00:00:00Z">
              <w:r w:rsidRPr="000456B4">
                <w:rPr>
                  <w:sz w:val="18"/>
                  <w:szCs w:val="18"/>
                </w:rPr>
                <w:t>0)</w:t>
              </w:r>
            </w:ins>
          </w:p>
        </w:tc>
        <w:tc>
          <w:tcPr>
            <w:tcW w:w="1530" w:type="dxa"/>
          </w:tcPr>
          <w:p w14:paraId="21E6AD6F" w14:textId="6B3C2624" w:rsidR="00767691" w:rsidRDefault="00767691" w:rsidP="00767691">
            <w:pPr>
              <w:rPr>
                <w:ins w:id="1384" w:author="Yasser Syed" w:date="2019-06-25T00:00:00Z"/>
              </w:rPr>
            </w:pPr>
            <w:ins w:id="1385" w:author="Yasser Syed" w:date="2019-06-25T00:00:00Z">
              <w:r w:rsidRPr="000456B4">
                <w:rPr>
                  <w:sz w:val="18"/>
                  <w:szCs w:val="18"/>
                </w:rPr>
                <w:t>Inferred (</w:t>
              </w:r>
              <w:proofErr w:type="spellStart"/>
              <w:r w:rsidRPr="000456B4">
                <w:rPr>
                  <w:sz w:val="18"/>
                  <w:szCs w:val="18"/>
                </w:rPr>
                <w:t>ChromaLoc</w:t>
              </w:r>
              <w:r>
                <w:rPr>
                  <w:sz w:val="18"/>
                  <w:szCs w:val="18"/>
                </w:rPr>
                <w:t>‌</w:t>
              </w:r>
              <w:r w:rsidRPr="000456B4">
                <w:rPr>
                  <w:sz w:val="18"/>
                  <w:szCs w:val="18"/>
                </w:rPr>
                <w:t>Type</w:t>
              </w:r>
            </w:ins>
            <w:proofErr w:type="spellEnd"/>
            <w:ins w:id="1386" w:author="Yasser Syed" w:date="2019-06-25T18:45:00Z">
              <w:r w:rsidR="00A62F9E">
                <w:rPr>
                  <w:sz w:val="18"/>
                  <w:szCs w:val="18"/>
                </w:rPr>
                <w:t> </w:t>
              </w:r>
            </w:ins>
            <w:ins w:id="1387" w:author="Yasser Syed" w:date="2019-06-25T00:00:00Z">
              <w:r w:rsidRPr="000456B4">
                <w:rPr>
                  <w:sz w:val="18"/>
                  <w:szCs w:val="18"/>
                </w:rPr>
                <w:t>=</w:t>
              </w:r>
            </w:ins>
            <w:ins w:id="1388" w:author="Yasser Syed" w:date="2019-06-25T18:45:00Z">
              <w:r w:rsidR="00A62F9E">
                <w:rPr>
                  <w:sz w:val="18"/>
                  <w:szCs w:val="18"/>
                </w:rPr>
                <w:t> </w:t>
              </w:r>
            </w:ins>
            <w:ins w:id="1389" w:author="Yasser Syed" w:date="2019-06-25T00:00:00Z">
              <w:r w:rsidRPr="000456B4">
                <w:rPr>
                  <w:sz w:val="18"/>
                  <w:szCs w:val="18"/>
                </w:rPr>
                <w:t>0)</w:t>
              </w:r>
            </w:ins>
          </w:p>
        </w:tc>
      </w:tr>
    </w:tbl>
    <w:p w14:paraId="6DB7352A" w14:textId="77777777" w:rsidR="00767691" w:rsidRPr="00374CBE" w:rsidRDefault="00767691" w:rsidP="003E3C19">
      <w:pPr>
        <w:pStyle w:val="enumlev1"/>
      </w:pPr>
    </w:p>
    <w:p w14:paraId="5E622551" w14:textId="4045EE03" w:rsidR="00B11DFE" w:rsidRPr="00374CBE" w:rsidDel="00767691" w:rsidRDefault="00B11DFE" w:rsidP="009F2C03">
      <w:pPr>
        <w:rPr>
          <w:del w:id="1390" w:author="Yasser Syed" w:date="2019-06-25T00:00:00Z"/>
        </w:rPr>
      </w:pP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Look w:val="04A0" w:firstRow="1" w:lastRow="0" w:firstColumn="1" w:lastColumn="0" w:noHBand="0" w:noVBand="1"/>
      </w:tblPr>
      <w:tblGrid>
        <w:gridCol w:w="857"/>
        <w:gridCol w:w="1895"/>
        <w:gridCol w:w="1377"/>
        <w:gridCol w:w="50"/>
        <w:gridCol w:w="1328"/>
        <w:gridCol w:w="10"/>
        <w:gridCol w:w="1338"/>
        <w:gridCol w:w="30"/>
        <w:gridCol w:w="1377"/>
        <w:gridCol w:w="1377"/>
      </w:tblGrid>
      <w:tr w:rsidR="009F2C03" w:rsidRPr="00374CBE" w:rsidDel="00767691" w14:paraId="62A90B5D" w14:textId="0460AA94" w:rsidTr="009F2C03">
        <w:trPr>
          <w:tblHeader/>
          <w:jc w:val="center"/>
          <w:del w:id="1391" w:author="Yasser Syed" w:date="2019-06-25T00:00:00Z"/>
        </w:trPr>
        <w:tc>
          <w:tcPr>
            <w:tcW w:w="9639" w:type="dxa"/>
            <w:gridSpan w:val="10"/>
            <w:tcBorders>
              <w:top w:val="nil"/>
              <w:left w:val="nil"/>
              <w:right w:val="nil"/>
            </w:tcBorders>
            <w:shd w:val="clear" w:color="auto" w:fill="auto"/>
            <w:vAlign w:val="center"/>
          </w:tcPr>
          <w:p w14:paraId="0E9AC5F5" w14:textId="0EC05A9B" w:rsidR="009F2C03" w:rsidRPr="00374CBE" w:rsidDel="00767691" w:rsidRDefault="009F2C03" w:rsidP="003E3C19">
            <w:pPr>
              <w:pStyle w:val="TableNoTitle"/>
              <w:rPr>
                <w:del w:id="1392" w:author="Yasser Syed" w:date="2019-06-25T00:00:00Z"/>
              </w:rPr>
            </w:pPr>
            <w:del w:id="1393" w:author="Yasser Syed" w:date="2019-06-25T00:00:00Z">
              <w:r w:rsidRPr="00374CBE" w:rsidDel="00767691">
                <w:delText>Table 4 – SDR NCG common colour volume descriptions</w:delText>
              </w:r>
            </w:del>
          </w:p>
        </w:tc>
      </w:tr>
      <w:tr w:rsidR="00C24107" w:rsidRPr="00374CBE" w:rsidDel="00767691" w14:paraId="173BC992" w14:textId="00D26543" w:rsidTr="009F2C03">
        <w:trPr>
          <w:tblHeader/>
          <w:jc w:val="center"/>
          <w:del w:id="1394" w:author="Yasser Syed" w:date="2019-06-25T00:00:00Z"/>
        </w:trPr>
        <w:tc>
          <w:tcPr>
            <w:tcW w:w="857" w:type="dxa"/>
            <w:shd w:val="clear" w:color="auto" w:fill="auto"/>
            <w:vAlign w:val="center"/>
          </w:tcPr>
          <w:p w14:paraId="763E7741" w14:textId="0B7CA112" w:rsidR="00B11DFE" w:rsidRPr="00374CBE" w:rsidDel="00767691" w:rsidRDefault="00B11DFE" w:rsidP="009F2C03">
            <w:pPr>
              <w:pStyle w:val="Tablehead"/>
              <w:rPr>
                <w:del w:id="1395" w:author="Yasser Syed" w:date="2019-06-25T00:00:00Z"/>
              </w:rPr>
            </w:pPr>
          </w:p>
        </w:tc>
        <w:tc>
          <w:tcPr>
            <w:tcW w:w="1895" w:type="dxa"/>
            <w:shd w:val="clear" w:color="auto" w:fill="auto"/>
          </w:tcPr>
          <w:p w14:paraId="5571E8DB" w14:textId="3D4B209D" w:rsidR="00B11DFE" w:rsidRPr="00374CBE" w:rsidDel="00767691" w:rsidRDefault="00B11DFE" w:rsidP="009F2C03">
            <w:pPr>
              <w:pStyle w:val="Tablehead"/>
              <w:rPr>
                <w:del w:id="1396" w:author="Yasser Syed" w:date="2019-06-25T00:00:00Z"/>
              </w:rPr>
            </w:pPr>
            <w:del w:id="1397" w:author="Yasser Syed" w:date="2019-06-25T00:00:00Z">
              <w:r w:rsidRPr="00374CBE" w:rsidDel="00767691">
                <w:delText xml:space="preserve">System </w:delText>
              </w:r>
              <w:r w:rsidR="00B220B0" w:rsidRPr="00374CBE" w:rsidDel="00767691">
                <w:delText>i</w:delText>
              </w:r>
              <w:r w:rsidRPr="00374CBE" w:rsidDel="00767691">
                <w:delText>dentifier</w:delText>
              </w:r>
            </w:del>
          </w:p>
        </w:tc>
        <w:tc>
          <w:tcPr>
            <w:tcW w:w="1377" w:type="dxa"/>
            <w:shd w:val="clear" w:color="auto" w:fill="auto"/>
          </w:tcPr>
          <w:p w14:paraId="0DFEF74C" w14:textId="557D94D2" w:rsidR="00B11DFE" w:rsidRPr="00374CBE" w:rsidDel="00767691" w:rsidRDefault="00B11DFE" w:rsidP="009F2C03">
            <w:pPr>
              <w:pStyle w:val="Tablehead"/>
              <w:rPr>
                <w:del w:id="1398" w:author="Yasser Syed" w:date="2019-06-25T00:00:00Z"/>
              </w:rPr>
            </w:pPr>
            <w:del w:id="1399" w:author="Yasser Syed" w:date="2019-06-25T00:00:00Z">
              <w:r w:rsidRPr="00374CBE" w:rsidDel="00767691">
                <w:delText>BT709_YCC</w:delText>
              </w:r>
            </w:del>
          </w:p>
        </w:tc>
        <w:tc>
          <w:tcPr>
            <w:tcW w:w="1378" w:type="dxa"/>
            <w:gridSpan w:val="2"/>
            <w:shd w:val="clear" w:color="auto" w:fill="auto"/>
          </w:tcPr>
          <w:p w14:paraId="0961DB01" w14:textId="5131B647" w:rsidR="00B11DFE" w:rsidRPr="00374CBE" w:rsidDel="00767691" w:rsidRDefault="00B11DFE" w:rsidP="009F2C03">
            <w:pPr>
              <w:pStyle w:val="Tablehead"/>
              <w:rPr>
                <w:del w:id="1400" w:author="Yasser Syed" w:date="2019-06-25T00:00:00Z"/>
              </w:rPr>
            </w:pPr>
            <w:del w:id="1401" w:author="Yasser Syed" w:date="2019-06-25T00:00:00Z">
              <w:r w:rsidRPr="00374CBE" w:rsidDel="00767691">
                <w:delText>BT709_RGB</w:delText>
              </w:r>
            </w:del>
          </w:p>
        </w:tc>
        <w:tc>
          <w:tcPr>
            <w:tcW w:w="1348" w:type="dxa"/>
            <w:gridSpan w:val="2"/>
            <w:shd w:val="clear" w:color="auto" w:fill="auto"/>
          </w:tcPr>
          <w:p w14:paraId="0A1B7847" w14:textId="2FB50417" w:rsidR="00B11DFE" w:rsidRPr="00374CBE" w:rsidDel="00767691" w:rsidRDefault="00B11DFE" w:rsidP="009F2C03">
            <w:pPr>
              <w:pStyle w:val="Tablehead"/>
              <w:rPr>
                <w:del w:id="1402" w:author="Yasser Syed" w:date="2019-06-25T00:00:00Z"/>
              </w:rPr>
            </w:pPr>
            <w:del w:id="1403" w:author="Yasser Syed" w:date="2019-06-25T00:00:00Z">
              <w:r w:rsidRPr="00374CBE" w:rsidDel="00767691">
                <w:delText>FR709_RGB</w:delText>
              </w:r>
            </w:del>
          </w:p>
        </w:tc>
        <w:tc>
          <w:tcPr>
            <w:tcW w:w="1407" w:type="dxa"/>
            <w:gridSpan w:val="2"/>
            <w:shd w:val="clear" w:color="auto" w:fill="auto"/>
          </w:tcPr>
          <w:p w14:paraId="5AE1F723" w14:textId="6DCCAD52" w:rsidR="00B11DFE" w:rsidRPr="00374CBE" w:rsidDel="00767691" w:rsidRDefault="00B11DFE" w:rsidP="009F2C03">
            <w:pPr>
              <w:pStyle w:val="Tablehead"/>
              <w:rPr>
                <w:del w:id="1404" w:author="Yasser Syed" w:date="2019-06-25T00:00:00Z"/>
              </w:rPr>
            </w:pPr>
            <w:del w:id="1405" w:author="Yasser Syed" w:date="2019-06-25T00:00:00Z">
              <w:r w:rsidRPr="00374CBE" w:rsidDel="00767691">
                <w:delText>BT601_525</w:delText>
              </w:r>
            </w:del>
          </w:p>
        </w:tc>
        <w:tc>
          <w:tcPr>
            <w:tcW w:w="1377" w:type="dxa"/>
            <w:shd w:val="clear" w:color="auto" w:fill="auto"/>
          </w:tcPr>
          <w:p w14:paraId="29D2CE29" w14:textId="15A89E6C" w:rsidR="00B11DFE" w:rsidRPr="00374CBE" w:rsidDel="00767691" w:rsidRDefault="00B11DFE" w:rsidP="009F2C03">
            <w:pPr>
              <w:pStyle w:val="Tablehead"/>
              <w:rPr>
                <w:del w:id="1406" w:author="Yasser Syed" w:date="2019-06-25T00:00:00Z"/>
                <w:vertAlign w:val="superscript"/>
              </w:rPr>
            </w:pPr>
            <w:del w:id="1407" w:author="Yasser Syed" w:date="2019-06-25T00:00:00Z">
              <w:r w:rsidRPr="00374CBE" w:rsidDel="00767691">
                <w:delText>BT601_625</w:delText>
              </w:r>
            </w:del>
          </w:p>
        </w:tc>
      </w:tr>
      <w:tr w:rsidR="00C24107" w:rsidRPr="00374CBE" w:rsidDel="00767691" w14:paraId="1815548A" w14:textId="1CA6D034" w:rsidTr="009F2C03">
        <w:trPr>
          <w:cantSplit/>
          <w:trHeight w:val="576"/>
          <w:jc w:val="center"/>
          <w:del w:id="1408" w:author="Yasser Syed" w:date="2019-06-25T00:00:00Z"/>
        </w:trPr>
        <w:tc>
          <w:tcPr>
            <w:tcW w:w="857" w:type="dxa"/>
            <w:vMerge w:val="restart"/>
            <w:shd w:val="clear" w:color="auto" w:fill="auto"/>
            <w:textDirection w:val="btLr"/>
            <w:vAlign w:val="center"/>
          </w:tcPr>
          <w:p w14:paraId="6BB0B53C" w14:textId="27339A1E" w:rsidR="00B11DFE" w:rsidRPr="00374CBE" w:rsidDel="00767691" w:rsidRDefault="00B11DFE" w:rsidP="009F2C03">
            <w:pPr>
              <w:pStyle w:val="Tabletext0"/>
              <w:jc w:val="center"/>
              <w:rPr>
                <w:del w:id="1409" w:author="Yasser Syed" w:date="2019-06-25T00:00:00Z"/>
                <w:b/>
              </w:rPr>
            </w:pPr>
            <w:del w:id="1410" w:author="Yasser Syed" w:date="2019-06-25T00:00:00Z">
              <w:r w:rsidRPr="00374CBE" w:rsidDel="00767691">
                <w:rPr>
                  <w:b/>
                </w:rPr>
                <w:delText>Colour properties</w:delText>
              </w:r>
            </w:del>
          </w:p>
        </w:tc>
        <w:tc>
          <w:tcPr>
            <w:tcW w:w="1895" w:type="dxa"/>
            <w:shd w:val="clear" w:color="auto" w:fill="auto"/>
          </w:tcPr>
          <w:p w14:paraId="7525BEC5" w14:textId="481CA905" w:rsidR="00B11DFE" w:rsidRPr="00374CBE" w:rsidDel="00767691" w:rsidRDefault="00B11DFE" w:rsidP="009F2C03">
            <w:pPr>
              <w:pStyle w:val="Tabletext0"/>
              <w:rPr>
                <w:del w:id="1411" w:author="Yasser Syed" w:date="2019-06-25T00:00:00Z"/>
              </w:rPr>
            </w:pPr>
            <w:del w:id="1412" w:author="Yasser Syed" w:date="2019-06-25T00:00:00Z">
              <w:r w:rsidRPr="00374CBE" w:rsidDel="00767691">
                <w:delText>Colour primaries</w:delText>
              </w:r>
            </w:del>
          </w:p>
        </w:tc>
        <w:tc>
          <w:tcPr>
            <w:tcW w:w="1377" w:type="dxa"/>
            <w:shd w:val="clear" w:color="auto" w:fill="auto"/>
          </w:tcPr>
          <w:p w14:paraId="4414950F" w14:textId="03D6D58B" w:rsidR="00B11DFE" w:rsidRPr="00374CBE" w:rsidDel="00767691" w:rsidRDefault="00ED7DEE" w:rsidP="006F3D69">
            <w:pPr>
              <w:pStyle w:val="Tabletext0"/>
              <w:jc w:val="center"/>
              <w:rPr>
                <w:del w:id="1413" w:author="Yasser Syed" w:date="2019-06-25T00:00:00Z"/>
              </w:rPr>
            </w:pPr>
            <w:del w:id="1414" w:author="Yasser Syed" w:date="2019-06-25T00:00:00Z">
              <w:r w:rsidRPr="00374CBE" w:rsidDel="00767691">
                <w:delText>BT.</w:delText>
              </w:r>
              <w:r w:rsidR="00B11DFE" w:rsidRPr="00374CBE" w:rsidDel="00767691">
                <w:delText>709</w:delText>
              </w:r>
            </w:del>
          </w:p>
        </w:tc>
        <w:tc>
          <w:tcPr>
            <w:tcW w:w="1378" w:type="dxa"/>
            <w:gridSpan w:val="2"/>
            <w:shd w:val="clear" w:color="auto" w:fill="auto"/>
          </w:tcPr>
          <w:p w14:paraId="64A74646" w14:textId="1CDB611F" w:rsidR="00B11DFE" w:rsidRPr="00374CBE" w:rsidDel="00767691" w:rsidRDefault="00ED7DEE" w:rsidP="006F3D69">
            <w:pPr>
              <w:pStyle w:val="Tabletext0"/>
              <w:jc w:val="center"/>
              <w:rPr>
                <w:del w:id="1415" w:author="Yasser Syed" w:date="2019-06-25T00:00:00Z"/>
              </w:rPr>
            </w:pPr>
            <w:del w:id="1416" w:author="Yasser Syed" w:date="2019-06-25T00:00:00Z">
              <w:r w:rsidRPr="00374CBE" w:rsidDel="00767691">
                <w:delText>BT.</w:delText>
              </w:r>
              <w:r w:rsidR="00B11DFE" w:rsidRPr="00374CBE" w:rsidDel="00767691">
                <w:delText>709</w:delText>
              </w:r>
            </w:del>
          </w:p>
        </w:tc>
        <w:tc>
          <w:tcPr>
            <w:tcW w:w="1348" w:type="dxa"/>
            <w:gridSpan w:val="2"/>
            <w:shd w:val="clear" w:color="auto" w:fill="auto"/>
          </w:tcPr>
          <w:p w14:paraId="003FE5DE" w14:textId="104024E7" w:rsidR="00B11DFE" w:rsidRPr="00374CBE" w:rsidDel="00767691" w:rsidRDefault="00ED7DEE" w:rsidP="006F3D69">
            <w:pPr>
              <w:pStyle w:val="Tabletext0"/>
              <w:jc w:val="center"/>
              <w:rPr>
                <w:del w:id="1417" w:author="Yasser Syed" w:date="2019-06-25T00:00:00Z"/>
              </w:rPr>
            </w:pPr>
            <w:del w:id="1418" w:author="Yasser Syed" w:date="2019-06-25T00:00:00Z">
              <w:r w:rsidRPr="00374CBE" w:rsidDel="00767691">
                <w:delText>BT.</w:delText>
              </w:r>
              <w:r w:rsidR="00B11DFE" w:rsidRPr="00374CBE" w:rsidDel="00767691">
                <w:delText>709</w:delText>
              </w:r>
            </w:del>
          </w:p>
        </w:tc>
        <w:tc>
          <w:tcPr>
            <w:tcW w:w="1407" w:type="dxa"/>
            <w:gridSpan w:val="2"/>
            <w:shd w:val="clear" w:color="auto" w:fill="auto"/>
          </w:tcPr>
          <w:p w14:paraId="2E62217C" w14:textId="72D6C18E" w:rsidR="00B11DFE" w:rsidRPr="00374CBE" w:rsidDel="00767691" w:rsidRDefault="00ED7DEE" w:rsidP="006F3D69">
            <w:pPr>
              <w:pStyle w:val="Tabletext0"/>
              <w:jc w:val="center"/>
              <w:rPr>
                <w:del w:id="1419" w:author="Yasser Syed" w:date="2019-06-25T00:00:00Z"/>
              </w:rPr>
            </w:pPr>
            <w:del w:id="1420" w:author="Yasser Syed" w:date="2019-06-25T00:00:00Z">
              <w:r w:rsidRPr="00374CBE" w:rsidDel="00767691">
                <w:delText>BT.</w:delText>
              </w:r>
              <w:r w:rsidR="00B11DFE" w:rsidRPr="00374CBE" w:rsidDel="00767691">
                <w:delText>601</w:delText>
              </w:r>
            </w:del>
          </w:p>
        </w:tc>
        <w:tc>
          <w:tcPr>
            <w:tcW w:w="1377" w:type="dxa"/>
            <w:shd w:val="clear" w:color="auto" w:fill="auto"/>
          </w:tcPr>
          <w:p w14:paraId="05AB4F7E" w14:textId="7560C65D" w:rsidR="00B11DFE" w:rsidRPr="00374CBE" w:rsidDel="00767691" w:rsidRDefault="00ED7DEE" w:rsidP="006F3D69">
            <w:pPr>
              <w:pStyle w:val="Tabletext0"/>
              <w:jc w:val="center"/>
              <w:rPr>
                <w:del w:id="1421" w:author="Yasser Syed" w:date="2019-06-25T00:00:00Z"/>
              </w:rPr>
            </w:pPr>
            <w:del w:id="1422" w:author="Yasser Syed" w:date="2019-06-25T00:00:00Z">
              <w:r w:rsidRPr="00374CBE" w:rsidDel="00767691">
                <w:delText>BT.</w:delText>
              </w:r>
              <w:r w:rsidR="00B11DFE" w:rsidRPr="00374CBE" w:rsidDel="00767691">
                <w:delText>601</w:delText>
              </w:r>
            </w:del>
          </w:p>
        </w:tc>
      </w:tr>
      <w:tr w:rsidR="00C24107" w:rsidRPr="00374CBE" w:rsidDel="00767691" w14:paraId="02266B86" w14:textId="773E94EE" w:rsidTr="009F2C03">
        <w:trPr>
          <w:trHeight w:val="401"/>
          <w:jc w:val="center"/>
          <w:del w:id="1423" w:author="Yasser Syed" w:date="2019-06-25T00:00:00Z"/>
        </w:trPr>
        <w:tc>
          <w:tcPr>
            <w:tcW w:w="857" w:type="dxa"/>
            <w:vMerge/>
            <w:shd w:val="clear" w:color="auto" w:fill="auto"/>
            <w:vAlign w:val="center"/>
          </w:tcPr>
          <w:p w14:paraId="0558FBB7" w14:textId="468E1C74" w:rsidR="00B11DFE" w:rsidRPr="00374CBE" w:rsidDel="00767691" w:rsidRDefault="00B11DFE" w:rsidP="009F2C03">
            <w:pPr>
              <w:pStyle w:val="Tabletext0"/>
              <w:jc w:val="center"/>
              <w:rPr>
                <w:del w:id="1424" w:author="Yasser Syed" w:date="2019-06-25T00:00:00Z"/>
                <w:b/>
              </w:rPr>
            </w:pPr>
          </w:p>
        </w:tc>
        <w:tc>
          <w:tcPr>
            <w:tcW w:w="1895" w:type="dxa"/>
            <w:shd w:val="clear" w:color="auto" w:fill="auto"/>
          </w:tcPr>
          <w:p w14:paraId="41BD5D31" w14:textId="25D0FE20" w:rsidR="00B11DFE" w:rsidRPr="00374CBE" w:rsidDel="00767691" w:rsidRDefault="00B11DFE" w:rsidP="009F2C03">
            <w:pPr>
              <w:pStyle w:val="Tabletext0"/>
              <w:rPr>
                <w:del w:id="1425" w:author="Yasser Syed" w:date="2019-06-25T00:00:00Z"/>
              </w:rPr>
            </w:pPr>
            <w:del w:id="1426" w:author="Yasser Syed" w:date="2019-06-25T00:00:00Z">
              <w:r w:rsidRPr="00374CBE" w:rsidDel="00767691">
                <w:delText>Transfer characteristics</w:delText>
              </w:r>
            </w:del>
          </w:p>
        </w:tc>
        <w:tc>
          <w:tcPr>
            <w:tcW w:w="1377" w:type="dxa"/>
            <w:shd w:val="clear" w:color="auto" w:fill="auto"/>
          </w:tcPr>
          <w:p w14:paraId="18AD061B" w14:textId="4E696C70" w:rsidR="00B11DFE" w:rsidRPr="00374CBE" w:rsidDel="00767691" w:rsidRDefault="00ED7DEE" w:rsidP="006F3D69">
            <w:pPr>
              <w:pStyle w:val="Tabletext0"/>
              <w:jc w:val="center"/>
              <w:rPr>
                <w:del w:id="1427" w:author="Yasser Syed" w:date="2019-06-25T00:00:00Z"/>
              </w:rPr>
            </w:pPr>
            <w:del w:id="1428" w:author="Yasser Syed" w:date="2019-06-25T00:00:00Z">
              <w:r w:rsidRPr="00374CBE" w:rsidDel="00767691">
                <w:delText>BT.</w:delText>
              </w:r>
              <w:r w:rsidR="00B11DFE" w:rsidRPr="00374CBE" w:rsidDel="00767691">
                <w:delText>709</w:delText>
              </w:r>
            </w:del>
          </w:p>
        </w:tc>
        <w:tc>
          <w:tcPr>
            <w:tcW w:w="1378" w:type="dxa"/>
            <w:gridSpan w:val="2"/>
            <w:shd w:val="clear" w:color="auto" w:fill="auto"/>
          </w:tcPr>
          <w:p w14:paraId="40D00377" w14:textId="6E67DF88" w:rsidR="00B11DFE" w:rsidRPr="00374CBE" w:rsidDel="00767691" w:rsidRDefault="00ED7DEE" w:rsidP="006F3D69">
            <w:pPr>
              <w:pStyle w:val="Tabletext0"/>
              <w:jc w:val="center"/>
              <w:rPr>
                <w:del w:id="1429" w:author="Yasser Syed" w:date="2019-06-25T00:00:00Z"/>
              </w:rPr>
            </w:pPr>
            <w:del w:id="1430" w:author="Yasser Syed" w:date="2019-06-25T00:00:00Z">
              <w:r w:rsidRPr="00374CBE" w:rsidDel="00767691">
                <w:delText>BT.</w:delText>
              </w:r>
              <w:r w:rsidR="00B11DFE" w:rsidRPr="00374CBE" w:rsidDel="00767691">
                <w:delText>709</w:delText>
              </w:r>
            </w:del>
          </w:p>
        </w:tc>
        <w:tc>
          <w:tcPr>
            <w:tcW w:w="1348" w:type="dxa"/>
            <w:gridSpan w:val="2"/>
            <w:shd w:val="clear" w:color="auto" w:fill="auto"/>
          </w:tcPr>
          <w:p w14:paraId="0721B4EA" w14:textId="00467854" w:rsidR="00B11DFE" w:rsidRPr="00374CBE" w:rsidDel="00767691" w:rsidRDefault="00ED7DEE" w:rsidP="006F3D69">
            <w:pPr>
              <w:pStyle w:val="Tabletext0"/>
              <w:jc w:val="center"/>
              <w:rPr>
                <w:del w:id="1431" w:author="Yasser Syed" w:date="2019-06-25T00:00:00Z"/>
              </w:rPr>
            </w:pPr>
            <w:del w:id="1432" w:author="Yasser Syed" w:date="2019-06-25T00:00:00Z">
              <w:r w:rsidRPr="00374CBE" w:rsidDel="00767691">
                <w:delText>BT.</w:delText>
              </w:r>
              <w:r w:rsidR="00B11DFE" w:rsidRPr="00374CBE" w:rsidDel="00767691">
                <w:delText>709</w:delText>
              </w:r>
            </w:del>
          </w:p>
        </w:tc>
        <w:tc>
          <w:tcPr>
            <w:tcW w:w="1407" w:type="dxa"/>
            <w:gridSpan w:val="2"/>
            <w:shd w:val="clear" w:color="auto" w:fill="auto"/>
          </w:tcPr>
          <w:p w14:paraId="33262FD4" w14:textId="1D1952D9" w:rsidR="00B11DFE" w:rsidRPr="00374CBE" w:rsidDel="00767691" w:rsidRDefault="00ED7DEE" w:rsidP="006F3D69">
            <w:pPr>
              <w:pStyle w:val="Tabletext0"/>
              <w:jc w:val="center"/>
              <w:rPr>
                <w:del w:id="1433" w:author="Yasser Syed" w:date="2019-06-25T00:00:00Z"/>
              </w:rPr>
            </w:pPr>
            <w:del w:id="1434" w:author="Yasser Syed" w:date="2019-06-25T00:00:00Z">
              <w:r w:rsidRPr="00374CBE" w:rsidDel="00767691">
                <w:delText>BT.</w:delText>
              </w:r>
              <w:r w:rsidR="00B11DFE" w:rsidRPr="00374CBE" w:rsidDel="00767691">
                <w:delText>709</w:delText>
              </w:r>
            </w:del>
          </w:p>
        </w:tc>
        <w:tc>
          <w:tcPr>
            <w:tcW w:w="1377" w:type="dxa"/>
            <w:shd w:val="clear" w:color="auto" w:fill="auto"/>
          </w:tcPr>
          <w:p w14:paraId="5B05A20B" w14:textId="310711B2" w:rsidR="00B11DFE" w:rsidRPr="00374CBE" w:rsidDel="00767691" w:rsidRDefault="00ED7DEE" w:rsidP="006F3D69">
            <w:pPr>
              <w:pStyle w:val="Tabletext0"/>
              <w:jc w:val="center"/>
              <w:rPr>
                <w:del w:id="1435" w:author="Yasser Syed" w:date="2019-06-25T00:00:00Z"/>
              </w:rPr>
            </w:pPr>
            <w:del w:id="1436" w:author="Yasser Syed" w:date="2019-06-25T00:00:00Z">
              <w:r w:rsidRPr="00374CBE" w:rsidDel="00767691">
                <w:delText>BT.</w:delText>
              </w:r>
              <w:r w:rsidR="00B11DFE" w:rsidRPr="00374CBE" w:rsidDel="00767691">
                <w:delText>709</w:delText>
              </w:r>
            </w:del>
          </w:p>
        </w:tc>
      </w:tr>
      <w:tr w:rsidR="00C24107" w:rsidRPr="00374CBE" w:rsidDel="00767691" w14:paraId="183A88FC" w14:textId="61D85DB0" w:rsidTr="009F2C03">
        <w:trPr>
          <w:trHeight w:val="401"/>
          <w:jc w:val="center"/>
          <w:del w:id="1437" w:author="Yasser Syed" w:date="2019-06-25T00:00:00Z"/>
        </w:trPr>
        <w:tc>
          <w:tcPr>
            <w:tcW w:w="857" w:type="dxa"/>
            <w:vMerge/>
            <w:shd w:val="clear" w:color="auto" w:fill="auto"/>
            <w:vAlign w:val="center"/>
          </w:tcPr>
          <w:p w14:paraId="16F799E5" w14:textId="36E4624D" w:rsidR="00B11DFE" w:rsidRPr="00374CBE" w:rsidDel="00767691" w:rsidRDefault="00B11DFE" w:rsidP="009F2C03">
            <w:pPr>
              <w:pStyle w:val="Tabletext0"/>
              <w:jc w:val="center"/>
              <w:rPr>
                <w:del w:id="1438" w:author="Yasser Syed" w:date="2019-06-25T00:00:00Z"/>
                <w:b/>
              </w:rPr>
            </w:pPr>
          </w:p>
        </w:tc>
        <w:tc>
          <w:tcPr>
            <w:tcW w:w="1895" w:type="dxa"/>
            <w:shd w:val="clear" w:color="auto" w:fill="auto"/>
          </w:tcPr>
          <w:p w14:paraId="33D7B219" w14:textId="645C7221" w:rsidR="00B11DFE" w:rsidRPr="00374CBE" w:rsidDel="00767691" w:rsidRDefault="00B11DFE" w:rsidP="009F2C03">
            <w:pPr>
              <w:pStyle w:val="Tabletext0"/>
              <w:rPr>
                <w:del w:id="1439" w:author="Yasser Syed" w:date="2019-06-25T00:00:00Z"/>
              </w:rPr>
            </w:pPr>
            <w:del w:id="1440" w:author="Yasser Syed" w:date="2019-06-25T00:00:00Z">
              <w:r w:rsidRPr="00374CBE" w:rsidDel="00767691">
                <w:delText>Colour representation</w:delText>
              </w:r>
            </w:del>
          </w:p>
        </w:tc>
        <w:tc>
          <w:tcPr>
            <w:tcW w:w="1377" w:type="dxa"/>
            <w:shd w:val="clear" w:color="auto" w:fill="auto"/>
          </w:tcPr>
          <w:p w14:paraId="74D833A2" w14:textId="348C9DC0" w:rsidR="00B11DFE" w:rsidRPr="00374CBE" w:rsidDel="00767691" w:rsidRDefault="00B11DFE" w:rsidP="006F3D69">
            <w:pPr>
              <w:pStyle w:val="Tabletext0"/>
              <w:jc w:val="center"/>
              <w:rPr>
                <w:del w:id="1441" w:author="Yasser Syed" w:date="2019-06-25T00:00:00Z"/>
              </w:rPr>
            </w:pPr>
            <w:del w:id="1442" w:author="Yasser Syed" w:date="2019-06-25T00:00:00Z">
              <w:r w:rsidRPr="00374CBE" w:rsidDel="00767691">
                <w:delText>Y′CbCr</w:delText>
              </w:r>
            </w:del>
          </w:p>
        </w:tc>
        <w:tc>
          <w:tcPr>
            <w:tcW w:w="1378" w:type="dxa"/>
            <w:gridSpan w:val="2"/>
            <w:shd w:val="clear" w:color="auto" w:fill="auto"/>
          </w:tcPr>
          <w:p w14:paraId="2541C3CA" w14:textId="5B634394" w:rsidR="00B11DFE" w:rsidRPr="00374CBE" w:rsidDel="00767691" w:rsidRDefault="00B11DFE" w:rsidP="006F3D69">
            <w:pPr>
              <w:pStyle w:val="Tabletext0"/>
              <w:jc w:val="center"/>
              <w:rPr>
                <w:del w:id="1443" w:author="Yasser Syed" w:date="2019-06-25T00:00:00Z"/>
              </w:rPr>
            </w:pPr>
            <w:del w:id="1444" w:author="Yasser Syed" w:date="2019-06-25T00:00:00Z">
              <w:r w:rsidRPr="00374CBE" w:rsidDel="00767691">
                <w:delText>R′G′B′</w:delText>
              </w:r>
            </w:del>
          </w:p>
        </w:tc>
        <w:tc>
          <w:tcPr>
            <w:tcW w:w="1348" w:type="dxa"/>
            <w:gridSpan w:val="2"/>
            <w:shd w:val="clear" w:color="auto" w:fill="auto"/>
          </w:tcPr>
          <w:p w14:paraId="6700F2A0" w14:textId="3339905B" w:rsidR="00B11DFE" w:rsidRPr="00374CBE" w:rsidDel="00767691" w:rsidRDefault="00B11DFE" w:rsidP="006F3D69">
            <w:pPr>
              <w:pStyle w:val="Tabletext0"/>
              <w:jc w:val="center"/>
              <w:rPr>
                <w:del w:id="1445" w:author="Yasser Syed" w:date="2019-06-25T00:00:00Z"/>
              </w:rPr>
            </w:pPr>
            <w:del w:id="1446" w:author="Yasser Syed" w:date="2019-06-25T00:00:00Z">
              <w:r w:rsidRPr="00374CBE" w:rsidDel="00767691">
                <w:delText>R′G′B′</w:delText>
              </w:r>
            </w:del>
          </w:p>
        </w:tc>
        <w:tc>
          <w:tcPr>
            <w:tcW w:w="1407" w:type="dxa"/>
            <w:gridSpan w:val="2"/>
            <w:shd w:val="clear" w:color="auto" w:fill="auto"/>
          </w:tcPr>
          <w:p w14:paraId="2A68C097" w14:textId="0A0EA15A" w:rsidR="00B11DFE" w:rsidRPr="00374CBE" w:rsidDel="00767691" w:rsidRDefault="00B11DFE" w:rsidP="006F3D69">
            <w:pPr>
              <w:pStyle w:val="Tabletext0"/>
              <w:jc w:val="center"/>
              <w:rPr>
                <w:del w:id="1447" w:author="Yasser Syed" w:date="2019-06-25T00:00:00Z"/>
              </w:rPr>
            </w:pPr>
            <w:del w:id="1448" w:author="Yasser Syed" w:date="2019-06-25T00:00:00Z">
              <w:r w:rsidRPr="00374CBE" w:rsidDel="00767691">
                <w:delText>Y′CbCr</w:delText>
              </w:r>
            </w:del>
          </w:p>
        </w:tc>
        <w:tc>
          <w:tcPr>
            <w:tcW w:w="1377" w:type="dxa"/>
            <w:shd w:val="clear" w:color="auto" w:fill="auto"/>
          </w:tcPr>
          <w:p w14:paraId="0FB119E1" w14:textId="26B7522D" w:rsidR="00B11DFE" w:rsidRPr="00374CBE" w:rsidDel="00767691" w:rsidRDefault="00B11DFE" w:rsidP="006F3D69">
            <w:pPr>
              <w:pStyle w:val="Tabletext0"/>
              <w:jc w:val="center"/>
              <w:rPr>
                <w:del w:id="1449" w:author="Yasser Syed" w:date="2019-06-25T00:00:00Z"/>
              </w:rPr>
            </w:pPr>
            <w:del w:id="1450" w:author="Yasser Syed" w:date="2019-06-25T00:00:00Z">
              <w:r w:rsidRPr="00374CBE" w:rsidDel="00767691">
                <w:delText>Y′CbCr</w:delText>
              </w:r>
            </w:del>
          </w:p>
        </w:tc>
      </w:tr>
      <w:tr w:rsidR="00C24107" w:rsidRPr="00374CBE" w:rsidDel="00767691" w14:paraId="659D9519" w14:textId="4C9A3534" w:rsidTr="009F2C03">
        <w:trPr>
          <w:cantSplit/>
          <w:trHeight w:val="214"/>
          <w:jc w:val="center"/>
          <w:del w:id="1451" w:author="Yasser Syed" w:date="2019-06-25T00:00:00Z"/>
        </w:trPr>
        <w:tc>
          <w:tcPr>
            <w:tcW w:w="857" w:type="dxa"/>
            <w:vMerge w:val="restart"/>
            <w:shd w:val="clear" w:color="auto" w:fill="auto"/>
            <w:textDirection w:val="btLr"/>
            <w:vAlign w:val="center"/>
          </w:tcPr>
          <w:p w14:paraId="18A5E086" w14:textId="4286431F" w:rsidR="00B11DFE" w:rsidRPr="00374CBE" w:rsidDel="00767691" w:rsidRDefault="00B11DFE" w:rsidP="009F2C03">
            <w:pPr>
              <w:pStyle w:val="Tabletext0"/>
              <w:jc w:val="center"/>
              <w:rPr>
                <w:del w:id="1452" w:author="Yasser Syed" w:date="2019-06-25T00:00:00Z"/>
                <w:b/>
              </w:rPr>
            </w:pPr>
            <w:del w:id="1453" w:author="Yasser Syed" w:date="2019-06-25T00:00:00Z">
              <w:r w:rsidRPr="00374CBE" w:rsidDel="00767691">
                <w:rPr>
                  <w:b/>
                </w:rPr>
                <w:delText>Other</w:delText>
              </w:r>
            </w:del>
          </w:p>
        </w:tc>
        <w:tc>
          <w:tcPr>
            <w:tcW w:w="1895" w:type="dxa"/>
            <w:shd w:val="clear" w:color="auto" w:fill="auto"/>
          </w:tcPr>
          <w:p w14:paraId="2EA33844" w14:textId="61CB4DBE" w:rsidR="00B11DFE" w:rsidRPr="00374CBE" w:rsidDel="00767691" w:rsidRDefault="00B11DFE" w:rsidP="009F2C03">
            <w:pPr>
              <w:pStyle w:val="Tabletext0"/>
              <w:rPr>
                <w:del w:id="1454" w:author="Yasser Syed" w:date="2019-06-25T00:00:00Z"/>
              </w:rPr>
            </w:pPr>
            <w:del w:id="1455" w:author="Yasser Syed" w:date="2019-06-25T00:00:00Z">
              <w:r w:rsidRPr="00374CBE" w:rsidDel="00767691">
                <w:delText>Full/narrow range</w:delText>
              </w:r>
            </w:del>
          </w:p>
        </w:tc>
        <w:tc>
          <w:tcPr>
            <w:tcW w:w="1377" w:type="dxa"/>
            <w:shd w:val="clear" w:color="auto" w:fill="auto"/>
          </w:tcPr>
          <w:p w14:paraId="46B25C66" w14:textId="73CE95AA" w:rsidR="00B11DFE" w:rsidRPr="00374CBE" w:rsidDel="00767691" w:rsidRDefault="00B11DFE" w:rsidP="006F3D69">
            <w:pPr>
              <w:pStyle w:val="Tabletext0"/>
              <w:jc w:val="center"/>
              <w:rPr>
                <w:del w:id="1456" w:author="Yasser Syed" w:date="2019-06-25T00:00:00Z"/>
              </w:rPr>
            </w:pPr>
            <w:del w:id="1457" w:author="Yasser Syed" w:date="2019-06-25T00:00:00Z">
              <w:r w:rsidRPr="00374CBE" w:rsidDel="00767691">
                <w:delText>Narrow</w:delText>
              </w:r>
            </w:del>
          </w:p>
        </w:tc>
        <w:tc>
          <w:tcPr>
            <w:tcW w:w="1378" w:type="dxa"/>
            <w:gridSpan w:val="2"/>
            <w:shd w:val="clear" w:color="auto" w:fill="auto"/>
          </w:tcPr>
          <w:p w14:paraId="438F8AC6" w14:textId="46E328BE" w:rsidR="00B11DFE" w:rsidRPr="00374CBE" w:rsidDel="00767691" w:rsidRDefault="00B11DFE" w:rsidP="006F3D69">
            <w:pPr>
              <w:pStyle w:val="Tabletext0"/>
              <w:jc w:val="center"/>
              <w:rPr>
                <w:del w:id="1458" w:author="Yasser Syed" w:date="2019-06-25T00:00:00Z"/>
              </w:rPr>
            </w:pPr>
            <w:del w:id="1459" w:author="Yasser Syed" w:date="2019-06-25T00:00:00Z">
              <w:r w:rsidRPr="00374CBE" w:rsidDel="00767691">
                <w:delText>Narrow</w:delText>
              </w:r>
            </w:del>
          </w:p>
        </w:tc>
        <w:tc>
          <w:tcPr>
            <w:tcW w:w="1348" w:type="dxa"/>
            <w:gridSpan w:val="2"/>
            <w:shd w:val="clear" w:color="auto" w:fill="auto"/>
          </w:tcPr>
          <w:p w14:paraId="74CB9FF9" w14:textId="500E4428" w:rsidR="00B11DFE" w:rsidRPr="00374CBE" w:rsidDel="00767691" w:rsidRDefault="00B11DFE" w:rsidP="006F3D69">
            <w:pPr>
              <w:pStyle w:val="Tabletext0"/>
              <w:jc w:val="center"/>
              <w:rPr>
                <w:del w:id="1460" w:author="Yasser Syed" w:date="2019-06-25T00:00:00Z"/>
              </w:rPr>
            </w:pPr>
            <w:del w:id="1461" w:author="Yasser Syed" w:date="2019-06-25T00:00:00Z">
              <w:r w:rsidRPr="00374CBE" w:rsidDel="00767691">
                <w:delText>Full</w:delText>
              </w:r>
            </w:del>
          </w:p>
        </w:tc>
        <w:tc>
          <w:tcPr>
            <w:tcW w:w="1407" w:type="dxa"/>
            <w:gridSpan w:val="2"/>
            <w:shd w:val="clear" w:color="auto" w:fill="auto"/>
          </w:tcPr>
          <w:p w14:paraId="42C50FB0" w14:textId="5B59D678" w:rsidR="00B11DFE" w:rsidRPr="00374CBE" w:rsidDel="00767691" w:rsidRDefault="00B11DFE" w:rsidP="006F3D69">
            <w:pPr>
              <w:pStyle w:val="Tabletext0"/>
              <w:jc w:val="center"/>
              <w:rPr>
                <w:del w:id="1462" w:author="Yasser Syed" w:date="2019-06-25T00:00:00Z"/>
              </w:rPr>
            </w:pPr>
            <w:del w:id="1463" w:author="Yasser Syed" w:date="2019-06-25T00:00:00Z">
              <w:r w:rsidRPr="00374CBE" w:rsidDel="00767691">
                <w:delText>Narrow</w:delText>
              </w:r>
            </w:del>
          </w:p>
        </w:tc>
        <w:tc>
          <w:tcPr>
            <w:tcW w:w="1377" w:type="dxa"/>
            <w:shd w:val="clear" w:color="auto" w:fill="auto"/>
          </w:tcPr>
          <w:p w14:paraId="1CF7B313" w14:textId="40926E31" w:rsidR="00B11DFE" w:rsidRPr="00374CBE" w:rsidDel="00767691" w:rsidRDefault="00B11DFE" w:rsidP="006F3D69">
            <w:pPr>
              <w:pStyle w:val="Tabletext0"/>
              <w:jc w:val="center"/>
              <w:rPr>
                <w:del w:id="1464" w:author="Yasser Syed" w:date="2019-06-25T00:00:00Z"/>
              </w:rPr>
            </w:pPr>
            <w:del w:id="1465" w:author="Yasser Syed" w:date="2019-06-25T00:00:00Z">
              <w:r w:rsidRPr="00374CBE" w:rsidDel="00767691">
                <w:delText>Narrow</w:delText>
              </w:r>
            </w:del>
          </w:p>
        </w:tc>
      </w:tr>
      <w:tr w:rsidR="00C24107" w:rsidRPr="00374CBE" w:rsidDel="00767691" w14:paraId="768FF1C6" w14:textId="67FCF867" w:rsidTr="009F2C03">
        <w:trPr>
          <w:cantSplit/>
          <w:trHeight w:val="368"/>
          <w:jc w:val="center"/>
          <w:del w:id="1466" w:author="Yasser Syed" w:date="2019-06-25T00:00:00Z"/>
        </w:trPr>
        <w:tc>
          <w:tcPr>
            <w:tcW w:w="857" w:type="dxa"/>
            <w:vMerge/>
            <w:shd w:val="clear" w:color="auto" w:fill="auto"/>
            <w:textDirection w:val="btLr"/>
            <w:vAlign w:val="center"/>
          </w:tcPr>
          <w:p w14:paraId="696DDEEF" w14:textId="52F7D8D7" w:rsidR="00B11DFE" w:rsidRPr="00374CBE" w:rsidDel="00767691" w:rsidRDefault="00B11DFE" w:rsidP="009F2C03">
            <w:pPr>
              <w:pStyle w:val="Tabletext0"/>
              <w:jc w:val="center"/>
              <w:rPr>
                <w:del w:id="1467" w:author="Yasser Syed" w:date="2019-06-25T00:00:00Z"/>
                <w:b/>
              </w:rPr>
            </w:pPr>
          </w:p>
        </w:tc>
        <w:tc>
          <w:tcPr>
            <w:tcW w:w="1895" w:type="dxa"/>
            <w:shd w:val="clear" w:color="auto" w:fill="auto"/>
          </w:tcPr>
          <w:p w14:paraId="370E6485" w14:textId="42F465E6" w:rsidR="00B11DFE" w:rsidRPr="00374CBE" w:rsidDel="00767691" w:rsidRDefault="00B11DFE" w:rsidP="009F2C03">
            <w:pPr>
              <w:pStyle w:val="Tabletext0"/>
              <w:rPr>
                <w:del w:id="1468" w:author="Yasser Syed" w:date="2019-06-25T00:00:00Z"/>
              </w:rPr>
            </w:pPr>
            <w:del w:id="1469" w:author="Yasser Syed" w:date="2019-06-25T00:00:00Z">
              <w:r w:rsidRPr="00374CBE" w:rsidDel="00767691">
                <w:delText xml:space="preserve">4:2:0 chroma sample </w:delText>
              </w:r>
              <w:r w:rsidR="007F76B2" w:rsidRPr="00374CBE" w:rsidDel="00767691">
                <w:delText xml:space="preserve">location </w:delText>
              </w:r>
              <w:r w:rsidRPr="00374CBE" w:rsidDel="00767691">
                <w:delText>alignment</w:delText>
              </w:r>
            </w:del>
          </w:p>
        </w:tc>
        <w:tc>
          <w:tcPr>
            <w:tcW w:w="1377" w:type="dxa"/>
            <w:shd w:val="clear" w:color="auto" w:fill="auto"/>
          </w:tcPr>
          <w:p w14:paraId="3E331929" w14:textId="5CE64CF0" w:rsidR="00B11DFE" w:rsidRPr="00374CBE" w:rsidDel="00767691" w:rsidRDefault="00B11DFE" w:rsidP="006F3D69">
            <w:pPr>
              <w:pStyle w:val="Tabletext0"/>
              <w:jc w:val="center"/>
              <w:rPr>
                <w:del w:id="1470" w:author="Yasser Syed" w:date="2019-06-25T00:00:00Z"/>
              </w:rPr>
            </w:pPr>
            <w:del w:id="1471" w:author="Yasser Syed" w:date="2019-06-25T00:00:00Z">
              <w:r w:rsidRPr="00374CBE" w:rsidDel="00767691">
                <w:delText>Interstitial</w:delText>
              </w:r>
            </w:del>
          </w:p>
        </w:tc>
        <w:tc>
          <w:tcPr>
            <w:tcW w:w="1378" w:type="dxa"/>
            <w:gridSpan w:val="2"/>
            <w:shd w:val="clear" w:color="auto" w:fill="auto"/>
          </w:tcPr>
          <w:p w14:paraId="49590160" w14:textId="6A60A1CD" w:rsidR="00B11DFE" w:rsidRPr="00374CBE" w:rsidDel="00767691" w:rsidRDefault="00A655E9" w:rsidP="006F3D69">
            <w:pPr>
              <w:pStyle w:val="Tabletext0"/>
              <w:jc w:val="center"/>
              <w:rPr>
                <w:del w:id="1472" w:author="Yasser Syed" w:date="2019-06-25T00:00:00Z"/>
              </w:rPr>
            </w:pPr>
            <w:del w:id="1473" w:author="Yasser Syed" w:date="2019-06-25T00:00:00Z">
              <w:r w:rsidRPr="00374CBE" w:rsidDel="00767691">
                <w:delText>N/A</w:delText>
              </w:r>
            </w:del>
          </w:p>
        </w:tc>
        <w:tc>
          <w:tcPr>
            <w:tcW w:w="1348" w:type="dxa"/>
            <w:gridSpan w:val="2"/>
            <w:shd w:val="clear" w:color="auto" w:fill="auto"/>
          </w:tcPr>
          <w:p w14:paraId="7696A4A7" w14:textId="70E9387A" w:rsidR="00B11DFE" w:rsidRPr="00374CBE" w:rsidDel="00767691" w:rsidRDefault="00A655E9" w:rsidP="006F3D69">
            <w:pPr>
              <w:pStyle w:val="Tabletext0"/>
              <w:jc w:val="center"/>
              <w:rPr>
                <w:del w:id="1474" w:author="Yasser Syed" w:date="2019-06-25T00:00:00Z"/>
              </w:rPr>
            </w:pPr>
            <w:del w:id="1475" w:author="Yasser Syed" w:date="2019-06-25T00:00:00Z">
              <w:r w:rsidRPr="00374CBE" w:rsidDel="00767691">
                <w:delText>N/A</w:delText>
              </w:r>
            </w:del>
          </w:p>
        </w:tc>
        <w:tc>
          <w:tcPr>
            <w:tcW w:w="1407" w:type="dxa"/>
            <w:gridSpan w:val="2"/>
            <w:shd w:val="clear" w:color="auto" w:fill="auto"/>
          </w:tcPr>
          <w:p w14:paraId="0C378046" w14:textId="3607F8D9" w:rsidR="00B11DFE" w:rsidRPr="00374CBE" w:rsidDel="00767691" w:rsidRDefault="00B11DFE" w:rsidP="006F3D69">
            <w:pPr>
              <w:pStyle w:val="Tabletext0"/>
              <w:jc w:val="center"/>
              <w:rPr>
                <w:del w:id="1476" w:author="Yasser Syed" w:date="2019-06-25T00:00:00Z"/>
              </w:rPr>
            </w:pPr>
            <w:del w:id="1477" w:author="Yasser Syed" w:date="2019-06-25T00:00:00Z">
              <w:r w:rsidRPr="00374CBE" w:rsidDel="00767691">
                <w:delText>Interstitial</w:delText>
              </w:r>
            </w:del>
          </w:p>
        </w:tc>
        <w:tc>
          <w:tcPr>
            <w:tcW w:w="1377" w:type="dxa"/>
            <w:shd w:val="clear" w:color="auto" w:fill="auto"/>
          </w:tcPr>
          <w:p w14:paraId="4840BC98" w14:textId="0932413A" w:rsidR="00B11DFE" w:rsidRPr="00374CBE" w:rsidDel="00767691" w:rsidRDefault="00B11DFE" w:rsidP="006F3D69">
            <w:pPr>
              <w:pStyle w:val="Tabletext0"/>
              <w:jc w:val="center"/>
              <w:rPr>
                <w:del w:id="1478" w:author="Yasser Syed" w:date="2019-06-25T00:00:00Z"/>
              </w:rPr>
            </w:pPr>
            <w:del w:id="1479" w:author="Yasser Syed" w:date="2019-06-25T00:00:00Z">
              <w:r w:rsidRPr="00374CBE" w:rsidDel="00767691">
                <w:delText>Interstitial</w:delText>
              </w:r>
            </w:del>
          </w:p>
        </w:tc>
      </w:tr>
      <w:tr w:rsidR="00C24107" w:rsidRPr="00374CBE" w:rsidDel="00767691" w14:paraId="154E8A5F" w14:textId="4C9E3891" w:rsidTr="009F2C03">
        <w:trPr>
          <w:cantSplit/>
          <w:trHeight w:val="576"/>
          <w:jc w:val="center"/>
          <w:del w:id="1480" w:author="Yasser Syed" w:date="2019-06-25T00:00:00Z"/>
        </w:trPr>
        <w:tc>
          <w:tcPr>
            <w:tcW w:w="857" w:type="dxa"/>
            <w:vMerge w:val="restart"/>
            <w:shd w:val="clear" w:color="auto" w:fill="auto"/>
            <w:textDirection w:val="btLr"/>
            <w:vAlign w:val="center"/>
          </w:tcPr>
          <w:p w14:paraId="0B3B41FA" w14:textId="405E22D9" w:rsidR="00B11DFE" w:rsidRPr="009C4C03" w:rsidDel="00767691" w:rsidRDefault="00B11DFE" w:rsidP="009F2C03">
            <w:pPr>
              <w:pStyle w:val="Tabletext0"/>
              <w:jc w:val="center"/>
              <w:rPr>
                <w:del w:id="1481" w:author="Yasser Syed" w:date="2019-06-25T00:00:00Z"/>
                <w:b/>
                <w:lang w:val="fr-CH"/>
              </w:rPr>
            </w:pPr>
            <w:del w:id="1482" w:author="Yasser Syed" w:date="2019-06-25T00:00:00Z">
              <w:r w:rsidRPr="009C4C03" w:rsidDel="00767691">
                <w:rPr>
                  <w:b/>
                  <w:lang w:val="fr-CH"/>
                </w:rPr>
                <w:delText>CICP parameters</w:delText>
              </w:r>
              <w:r w:rsidR="00120342" w:rsidRPr="009C4C03" w:rsidDel="00767691">
                <w:rPr>
                  <w:b/>
                  <w:lang w:val="fr-CH"/>
                </w:rPr>
                <w:br/>
                <w:delText xml:space="preserve">Rec. ITU-T H.273 | ISO/IEC </w:delText>
              </w:r>
              <w:r w:rsidR="008A14C4" w:rsidRPr="009C4C03" w:rsidDel="00767691">
                <w:rPr>
                  <w:b/>
                  <w:lang w:val="fr-CH"/>
                </w:rPr>
                <w:delText>23091-2</w:delText>
              </w:r>
            </w:del>
          </w:p>
        </w:tc>
        <w:tc>
          <w:tcPr>
            <w:tcW w:w="1895" w:type="dxa"/>
            <w:shd w:val="clear" w:color="auto" w:fill="auto"/>
          </w:tcPr>
          <w:p w14:paraId="7B5ECFD6" w14:textId="1DEEAC47" w:rsidR="00B11DFE" w:rsidRPr="00374CBE" w:rsidDel="00767691" w:rsidRDefault="00B11DFE" w:rsidP="009F2C03">
            <w:pPr>
              <w:pStyle w:val="Tabletext0"/>
              <w:rPr>
                <w:del w:id="1483" w:author="Yasser Syed" w:date="2019-06-25T00:00:00Z"/>
              </w:rPr>
            </w:pPr>
            <w:del w:id="1484" w:author="Yasser Syed" w:date="2019-06-25T00:00:00Z">
              <w:r w:rsidRPr="00374CBE" w:rsidDel="00767691">
                <w:delText>ColourPrimaries</w:delText>
              </w:r>
            </w:del>
          </w:p>
        </w:tc>
        <w:tc>
          <w:tcPr>
            <w:tcW w:w="1377" w:type="dxa"/>
            <w:shd w:val="clear" w:color="auto" w:fill="auto"/>
          </w:tcPr>
          <w:p w14:paraId="7F583189" w14:textId="77439D0A" w:rsidR="00B11DFE" w:rsidRPr="00374CBE" w:rsidDel="00767691" w:rsidRDefault="00B11DFE" w:rsidP="006F3D69">
            <w:pPr>
              <w:pStyle w:val="Tabletext0"/>
              <w:jc w:val="center"/>
              <w:rPr>
                <w:del w:id="1485" w:author="Yasser Syed" w:date="2019-06-25T00:00:00Z"/>
              </w:rPr>
            </w:pPr>
            <w:del w:id="1486" w:author="Yasser Syed" w:date="2019-06-25T00:00:00Z">
              <w:r w:rsidRPr="00374CBE" w:rsidDel="00767691">
                <w:delText>1</w:delText>
              </w:r>
            </w:del>
          </w:p>
        </w:tc>
        <w:tc>
          <w:tcPr>
            <w:tcW w:w="1378" w:type="dxa"/>
            <w:gridSpan w:val="2"/>
            <w:shd w:val="clear" w:color="auto" w:fill="auto"/>
          </w:tcPr>
          <w:p w14:paraId="75714B14" w14:textId="47981382" w:rsidR="00B11DFE" w:rsidRPr="00374CBE" w:rsidDel="00767691" w:rsidRDefault="00B11DFE" w:rsidP="006F3D69">
            <w:pPr>
              <w:pStyle w:val="Tabletext0"/>
              <w:jc w:val="center"/>
              <w:rPr>
                <w:del w:id="1487" w:author="Yasser Syed" w:date="2019-06-25T00:00:00Z"/>
              </w:rPr>
            </w:pPr>
            <w:del w:id="1488" w:author="Yasser Syed" w:date="2019-06-25T00:00:00Z">
              <w:r w:rsidRPr="00374CBE" w:rsidDel="00767691">
                <w:delText>1</w:delText>
              </w:r>
            </w:del>
          </w:p>
        </w:tc>
        <w:tc>
          <w:tcPr>
            <w:tcW w:w="1348" w:type="dxa"/>
            <w:gridSpan w:val="2"/>
            <w:shd w:val="clear" w:color="auto" w:fill="auto"/>
          </w:tcPr>
          <w:p w14:paraId="165A3747" w14:textId="6AE2F4F8" w:rsidR="00B11DFE" w:rsidRPr="00374CBE" w:rsidDel="00767691" w:rsidRDefault="00B11DFE" w:rsidP="006F3D69">
            <w:pPr>
              <w:pStyle w:val="Tabletext0"/>
              <w:jc w:val="center"/>
              <w:rPr>
                <w:del w:id="1489" w:author="Yasser Syed" w:date="2019-06-25T00:00:00Z"/>
              </w:rPr>
            </w:pPr>
            <w:del w:id="1490" w:author="Yasser Syed" w:date="2019-06-25T00:00:00Z">
              <w:r w:rsidRPr="00374CBE" w:rsidDel="00767691">
                <w:delText>1</w:delText>
              </w:r>
            </w:del>
          </w:p>
        </w:tc>
        <w:tc>
          <w:tcPr>
            <w:tcW w:w="1407" w:type="dxa"/>
            <w:gridSpan w:val="2"/>
            <w:shd w:val="clear" w:color="auto" w:fill="auto"/>
          </w:tcPr>
          <w:p w14:paraId="1E075FC2" w14:textId="7070BE91" w:rsidR="00B11DFE" w:rsidRPr="00374CBE" w:rsidDel="00767691" w:rsidRDefault="00B11DFE" w:rsidP="006F3D69">
            <w:pPr>
              <w:pStyle w:val="Tabletext0"/>
              <w:jc w:val="center"/>
              <w:rPr>
                <w:del w:id="1491" w:author="Yasser Syed" w:date="2019-06-25T00:00:00Z"/>
              </w:rPr>
            </w:pPr>
            <w:del w:id="1492" w:author="Yasser Syed" w:date="2019-06-25T00:00:00Z">
              <w:r w:rsidRPr="00374CBE" w:rsidDel="00767691">
                <w:delText>6</w:delText>
              </w:r>
            </w:del>
          </w:p>
        </w:tc>
        <w:tc>
          <w:tcPr>
            <w:tcW w:w="1377" w:type="dxa"/>
            <w:shd w:val="clear" w:color="auto" w:fill="auto"/>
          </w:tcPr>
          <w:p w14:paraId="1BF15B76" w14:textId="6386FCD4" w:rsidR="00B11DFE" w:rsidRPr="00374CBE" w:rsidDel="00767691" w:rsidRDefault="00B11DFE" w:rsidP="006F3D69">
            <w:pPr>
              <w:pStyle w:val="Tabletext0"/>
              <w:jc w:val="center"/>
              <w:rPr>
                <w:del w:id="1493" w:author="Yasser Syed" w:date="2019-06-25T00:00:00Z"/>
              </w:rPr>
            </w:pPr>
            <w:del w:id="1494" w:author="Yasser Syed" w:date="2019-06-25T00:00:00Z">
              <w:r w:rsidRPr="00374CBE" w:rsidDel="00767691">
                <w:delText>5</w:delText>
              </w:r>
            </w:del>
          </w:p>
        </w:tc>
      </w:tr>
      <w:tr w:rsidR="00C24107" w:rsidRPr="00374CBE" w:rsidDel="00767691" w14:paraId="17E5687D" w14:textId="18C83A14" w:rsidTr="009F2C03">
        <w:trPr>
          <w:trHeight w:val="326"/>
          <w:jc w:val="center"/>
          <w:del w:id="1495" w:author="Yasser Syed" w:date="2019-06-25T00:00:00Z"/>
        </w:trPr>
        <w:tc>
          <w:tcPr>
            <w:tcW w:w="857" w:type="dxa"/>
            <w:vMerge/>
            <w:shd w:val="clear" w:color="auto" w:fill="auto"/>
            <w:vAlign w:val="center"/>
          </w:tcPr>
          <w:p w14:paraId="011F2373" w14:textId="6CECED90" w:rsidR="00B11DFE" w:rsidRPr="00374CBE" w:rsidDel="00767691" w:rsidRDefault="00B11DFE" w:rsidP="009F2C03">
            <w:pPr>
              <w:pStyle w:val="Tabletext0"/>
              <w:jc w:val="center"/>
              <w:rPr>
                <w:del w:id="1496" w:author="Yasser Syed" w:date="2019-06-25T00:00:00Z"/>
                <w:b/>
              </w:rPr>
            </w:pPr>
          </w:p>
        </w:tc>
        <w:tc>
          <w:tcPr>
            <w:tcW w:w="1895" w:type="dxa"/>
            <w:shd w:val="clear" w:color="auto" w:fill="auto"/>
          </w:tcPr>
          <w:p w14:paraId="229FAA74" w14:textId="58CD7EFC" w:rsidR="00B11DFE" w:rsidRPr="00374CBE" w:rsidDel="00767691" w:rsidRDefault="00B11DFE" w:rsidP="009F2C03">
            <w:pPr>
              <w:pStyle w:val="Tabletext0"/>
              <w:rPr>
                <w:del w:id="1497" w:author="Yasser Syed" w:date="2019-06-25T00:00:00Z"/>
              </w:rPr>
            </w:pPr>
            <w:del w:id="1498" w:author="Yasser Syed" w:date="2019-06-25T00:00:00Z">
              <w:r w:rsidRPr="00374CBE" w:rsidDel="00767691">
                <w:delText>TransferCharacteristics</w:delText>
              </w:r>
            </w:del>
          </w:p>
        </w:tc>
        <w:tc>
          <w:tcPr>
            <w:tcW w:w="1377" w:type="dxa"/>
            <w:shd w:val="clear" w:color="auto" w:fill="auto"/>
          </w:tcPr>
          <w:p w14:paraId="625AD60B" w14:textId="703649A0" w:rsidR="00B11DFE" w:rsidRPr="00374CBE" w:rsidDel="00767691" w:rsidRDefault="00B11DFE" w:rsidP="006F3D69">
            <w:pPr>
              <w:pStyle w:val="Tabletext0"/>
              <w:jc w:val="center"/>
              <w:rPr>
                <w:del w:id="1499" w:author="Yasser Syed" w:date="2019-06-25T00:00:00Z"/>
              </w:rPr>
            </w:pPr>
            <w:del w:id="1500" w:author="Yasser Syed" w:date="2019-06-25T00:00:00Z">
              <w:r w:rsidRPr="00374CBE" w:rsidDel="00767691">
                <w:delText>1</w:delText>
              </w:r>
            </w:del>
          </w:p>
        </w:tc>
        <w:tc>
          <w:tcPr>
            <w:tcW w:w="1378" w:type="dxa"/>
            <w:gridSpan w:val="2"/>
            <w:shd w:val="clear" w:color="auto" w:fill="auto"/>
          </w:tcPr>
          <w:p w14:paraId="51D24849" w14:textId="1AD7E34D" w:rsidR="00B11DFE" w:rsidRPr="00374CBE" w:rsidDel="00767691" w:rsidRDefault="00B11DFE" w:rsidP="006F3D69">
            <w:pPr>
              <w:pStyle w:val="Tabletext0"/>
              <w:jc w:val="center"/>
              <w:rPr>
                <w:del w:id="1501" w:author="Yasser Syed" w:date="2019-06-25T00:00:00Z"/>
              </w:rPr>
            </w:pPr>
            <w:del w:id="1502" w:author="Yasser Syed" w:date="2019-06-25T00:00:00Z">
              <w:r w:rsidRPr="00374CBE" w:rsidDel="00767691">
                <w:delText>1</w:delText>
              </w:r>
            </w:del>
          </w:p>
        </w:tc>
        <w:tc>
          <w:tcPr>
            <w:tcW w:w="1348" w:type="dxa"/>
            <w:gridSpan w:val="2"/>
            <w:shd w:val="clear" w:color="auto" w:fill="auto"/>
          </w:tcPr>
          <w:p w14:paraId="0B2C0A6A" w14:textId="6196547A" w:rsidR="00B11DFE" w:rsidRPr="00374CBE" w:rsidDel="00767691" w:rsidRDefault="00B11DFE" w:rsidP="006F3D69">
            <w:pPr>
              <w:pStyle w:val="Tabletext0"/>
              <w:jc w:val="center"/>
              <w:rPr>
                <w:del w:id="1503" w:author="Yasser Syed" w:date="2019-06-25T00:00:00Z"/>
              </w:rPr>
            </w:pPr>
            <w:del w:id="1504" w:author="Yasser Syed" w:date="2019-06-25T00:00:00Z">
              <w:r w:rsidRPr="00374CBE" w:rsidDel="00767691">
                <w:delText>1</w:delText>
              </w:r>
            </w:del>
          </w:p>
        </w:tc>
        <w:tc>
          <w:tcPr>
            <w:tcW w:w="1407" w:type="dxa"/>
            <w:gridSpan w:val="2"/>
            <w:shd w:val="clear" w:color="auto" w:fill="auto"/>
          </w:tcPr>
          <w:p w14:paraId="33983B95" w14:textId="60CCC744" w:rsidR="00B11DFE" w:rsidRPr="00374CBE" w:rsidDel="00767691" w:rsidRDefault="00B11DFE" w:rsidP="006F3D69">
            <w:pPr>
              <w:pStyle w:val="Tabletext0"/>
              <w:jc w:val="center"/>
              <w:rPr>
                <w:del w:id="1505" w:author="Yasser Syed" w:date="2019-06-25T00:00:00Z"/>
              </w:rPr>
            </w:pPr>
            <w:del w:id="1506" w:author="Yasser Syed" w:date="2019-06-25T00:00:00Z">
              <w:r w:rsidRPr="00374CBE" w:rsidDel="00767691">
                <w:delText>6</w:delText>
              </w:r>
            </w:del>
          </w:p>
        </w:tc>
        <w:tc>
          <w:tcPr>
            <w:tcW w:w="1377" w:type="dxa"/>
            <w:shd w:val="clear" w:color="auto" w:fill="auto"/>
          </w:tcPr>
          <w:p w14:paraId="72328A02" w14:textId="07170284" w:rsidR="00B11DFE" w:rsidRPr="00374CBE" w:rsidDel="00767691" w:rsidRDefault="00B11DFE" w:rsidP="006F3D69">
            <w:pPr>
              <w:pStyle w:val="Tabletext0"/>
              <w:jc w:val="center"/>
              <w:rPr>
                <w:del w:id="1507" w:author="Yasser Syed" w:date="2019-06-25T00:00:00Z"/>
              </w:rPr>
            </w:pPr>
            <w:del w:id="1508" w:author="Yasser Syed" w:date="2019-06-25T00:00:00Z">
              <w:r w:rsidRPr="00374CBE" w:rsidDel="00767691">
                <w:delText>6</w:delText>
              </w:r>
            </w:del>
          </w:p>
        </w:tc>
      </w:tr>
      <w:tr w:rsidR="00C24107" w:rsidRPr="00374CBE" w:rsidDel="00767691" w14:paraId="101F89D3" w14:textId="17823BDF" w:rsidTr="009F2C03">
        <w:trPr>
          <w:trHeight w:val="326"/>
          <w:jc w:val="center"/>
          <w:del w:id="1509" w:author="Yasser Syed" w:date="2019-06-25T00:00:00Z"/>
        </w:trPr>
        <w:tc>
          <w:tcPr>
            <w:tcW w:w="857" w:type="dxa"/>
            <w:vMerge/>
            <w:shd w:val="clear" w:color="auto" w:fill="auto"/>
            <w:vAlign w:val="center"/>
          </w:tcPr>
          <w:p w14:paraId="56E63D54" w14:textId="5468C69D" w:rsidR="00B11DFE" w:rsidRPr="00374CBE" w:rsidDel="00767691" w:rsidRDefault="00B11DFE" w:rsidP="009F2C03">
            <w:pPr>
              <w:pStyle w:val="Tabletext0"/>
              <w:jc w:val="center"/>
              <w:rPr>
                <w:del w:id="1510" w:author="Yasser Syed" w:date="2019-06-25T00:00:00Z"/>
                <w:b/>
              </w:rPr>
            </w:pPr>
          </w:p>
        </w:tc>
        <w:tc>
          <w:tcPr>
            <w:tcW w:w="1895" w:type="dxa"/>
            <w:shd w:val="clear" w:color="auto" w:fill="auto"/>
          </w:tcPr>
          <w:p w14:paraId="59CBA903" w14:textId="39F9A352" w:rsidR="00B11DFE" w:rsidRPr="00374CBE" w:rsidDel="00767691" w:rsidRDefault="00B11DFE" w:rsidP="009F2C03">
            <w:pPr>
              <w:pStyle w:val="Tabletext0"/>
              <w:rPr>
                <w:del w:id="1511" w:author="Yasser Syed" w:date="2019-06-25T00:00:00Z"/>
              </w:rPr>
            </w:pPr>
            <w:del w:id="1512" w:author="Yasser Syed" w:date="2019-06-25T00:00:00Z">
              <w:r w:rsidRPr="00374CBE" w:rsidDel="00767691">
                <w:delText>MatrixCoefficients</w:delText>
              </w:r>
            </w:del>
          </w:p>
        </w:tc>
        <w:tc>
          <w:tcPr>
            <w:tcW w:w="1377" w:type="dxa"/>
            <w:shd w:val="clear" w:color="auto" w:fill="auto"/>
          </w:tcPr>
          <w:p w14:paraId="751FCEB3" w14:textId="1D7A680B" w:rsidR="00B11DFE" w:rsidRPr="00374CBE" w:rsidDel="00767691" w:rsidRDefault="00B11DFE" w:rsidP="006F3D69">
            <w:pPr>
              <w:pStyle w:val="Tabletext0"/>
              <w:jc w:val="center"/>
              <w:rPr>
                <w:del w:id="1513" w:author="Yasser Syed" w:date="2019-06-25T00:00:00Z"/>
              </w:rPr>
            </w:pPr>
            <w:del w:id="1514" w:author="Yasser Syed" w:date="2019-06-25T00:00:00Z">
              <w:r w:rsidRPr="00374CBE" w:rsidDel="00767691">
                <w:delText>1</w:delText>
              </w:r>
            </w:del>
          </w:p>
        </w:tc>
        <w:tc>
          <w:tcPr>
            <w:tcW w:w="1378" w:type="dxa"/>
            <w:gridSpan w:val="2"/>
            <w:shd w:val="clear" w:color="auto" w:fill="auto"/>
          </w:tcPr>
          <w:p w14:paraId="60499778" w14:textId="2DA562AA" w:rsidR="00B11DFE" w:rsidRPr="00374CBE" w:rsidDel="00767691" w:rsidRDefault="00B11DFE" w:rsidP="006F3D69">
            <w:pPr>
              <w:pStyle w:val="Tabletext0"/>
              <w:jc w:val="center"/>
              <w:rPr>
                <w:del w:id="1515" w:author="Yasser Syed" w:date="2019-06-25T00:00:00Z"/>
              </w:rPr>
            </w:pPr>
            <w:del w:id="1516" w:author="Yasser Syed" w:date="2019-06-25T00:00:00Z">
              <w:r w:rsidRPr="00374CBE" w:rsidDel="00767691">
                <w:delText>0</w:delText>
              </w:r>
            </w:del>
          </w:p>
        </w:tc>
        <w:tc>
          <w:tcPr>
            <w:tcW w:w="1348" w:type="dxa"/>
            <w:gridSpan w:val="2"/>
            <w:shd w:val="clear" w:color="auto" w:fill="auto"/>
          </w:tcPr>
          <w:p w14:paraId="0244CCE9" w14:textId="3315009B" w:rsidR="00B11DFE" w:rsidRPr="00374CBE" w:rsidDel="00767691" w:rsidRDefault="00B11DFE" w:rsidP="006F3D69">
            <w:pPr>
              <w:pStyle w:val="Tabletext0"/>
              <w:jc w:val="center"/>
              <w:rPr>
                <w:del w:id="1517" w:author="Yasser Syed" w:date="2019-06-25T00:00:00Z"/>
              </w:rPr>
            </w:pPr>
            <w:del w:id="1518" w:author="Yasser Syed" w:date="2019-06-25T00:00:00Z">
              <w:r w:rsidRPr="00374CBE" w:rsidDel="00767691">
                <w:delText>0</w:delText>
              </w:r>
            </w:del>
          </w:p>
        </w:tc>
        <w:tc>
          <w:tcPr>
            <w:tcW w:w="1407" w:type="dxa"/>
            <w:gridSpan w:val="2"/>
            <w:shd w:val="clear" w:color="auto" w:fill="auto"/>
          </w:tcPr>
          <w:p w14:paraId="2475B2DB" w14:textId="6BC8A853" w:rsidR="00B11DFE" w:rsidRPr="00374CBE" w:rsidDel="00767691" w:rsidRDefault="00B11DFE" w:rsidP="006F3D69">
            <w:pPr>
              <w:pStyle w:val="Tabletext0"/>
              <w:jc w:val="center"/>
              <w:rPr>
                <w:del w:id="1519" w:author="Yasser Syed" w:date="2019-06-25T00:00:00Z"/>
              </w:rPr>
            </w:pPr>
            <w:del w:id="1520" w:author="Yasser Syed" w:date="2019-06-25T00:00:00Z">
              <w:r w:rsidRPr="00374CBE" w:rsidDel="00767691">
                <w:delText>6</w:delText>
              </w:r>
            </w:del>
          </w:p>
        </w:tc>
        <w:tc>
          <w:tcPr>
            <w:tcW w:w="1377" w:type="dxa"/>
            <w:shd w:val="clear" w:color="auto" w:fill="auto"/>
          </w:tcPr>
          <w:p w14:paraId="525B357B" w14:textId="525EBCEA" w:rsidR="00B11DFE" w:rsidRPr="00374CBE" w:rsidDel="00767691" w:rsidRDefault="00B11DFE" w:rsidP="006F3D69">
            <w:pPr>
              <w:pStyle w:val="Tabletext0"/>
              <w:jc w:val="center"/>
              <w:rPr>
                <w:del w:id="1521" w:author="Yasser Syed" w:date="2019-06-25T00:00:00Z"/>
              </w:rPr>
            </w:pPr>
            <w:del w:id="1522" w:author="Yasser Syed" w:date="2019-06-25T00:00:00Z">
              <w:r w:rsidRPr="00374CBE" w:rsidDel="00767691">
                <w:delText>5</w:delText>
              </w:r>
            </w:del>
          </w:p>
        </w:tc>
      </w:tr>
      <w:tr w:rsidR="00C24107" w:rsidRPr="00374CBE" w:rsidDel="00767691" w14:paraId="1C3F3918" w14:textId="4AAC155B" w:rsidTr="009F2C03">
        <w:trPr>
          <w:trHeight w:val="326"/>
          <w:jc w:val="center"/>
          <w:del w:id="1523" w:author="Yasser Syed" w:date="2019-06-25T00:00:00Z"/>
        </w:trPr>
        <w:tc>
          <w:tcPr>
            <w:tcW w:w="857" w:type="dxa"/>
            <w:vMerge/>
            <w:shd w:val="clear" w:color="auto" w:fill="auto"/>
            <w:vAlign w:val="center"/>
          </w:tcPr>
          <w:p w14:paraId="24F72AD6" w14:textId="7A3F8BD6" w:rsidR="00B11DFE" w:rsidRPr="00374CBE" w:rsidDel="00767691" w:rsidRDefault="00B11DFE" w:rsidP="009F2C03">
            <w:pPr>
              <w:pStyle w:val="Tabletext0"/>
              <w:jc w:val="center"/>
              <w:rPr>
                <w:del w:id="1524" w:author="Yasser Syed" w:date="2019-06-25T00:00:00Z"/>
                <w:b/>
              </w:rPr>
            </w:pPr>
          </w:p>
        </w:tc>
        <w:tc>
          <w:tcPr>
            <w:tcW w:w="1895" w:type="dxa"/>
            <w:shd w:val="clear" w:color="auto" w:fill="auto"/>
          </w:tcPr>
          <w:p w14:paraId="39331CA6" w14:textId="4465D36D" w:rsidR="00B11DFE" w:rsidRPr="00374CBE" w:rsidDel="00767691" w:rsidRDefault="00ED7DEE" w:rsidP="009F2C03">
            <w:pPr>
              <w:pStyle w:val="Tabletext0"/>
              <w:rPr>
                <w:del w:id="1525" w:author="Yasser Syed" w:date="2019-06-25T00:00:00Z"/>
              </w:rPr>
            </w:pPr>
            <w:del w:id="1526" w:author="Yasser Syed" w:date="2019-06-25T00:00:00Z">
              <w:r w:rsidRPr="00374CBE" w:rsidDel="00767691">
                <w:delText>VideoFullRangeFlag</w:delText>
              </w:r>
            </w:del>
          </w:p>
        </w:tc>
        <w:tc>
          <w:tcPr>
            <w:tcW w:w="1377" w:type="dxa"/>
            <w:shd w:val="clear" w:color="auto" w:fill="auto"/>
          </w:tcPr>
          <w:p w14:paraId="78DEDC06" w14:textId="14747A81" w:rsidR="00B11DFE" w:rsidRPr="00374CBE" w:rsidDel="00767691" w:rsidRDefault="00B11DFE" w:rsidP="006F3D69">
            <w:pPr>
              <w:pStyle w:val="Tabletext0"/>
              <w:jc w:val="center"/>
              <w:rPr>
                <w:del w:id="1527" w:author="Yasser Syed" w:date="2019-06-25T00:00:00Z"/>
              </w:rPr>
            </w:pPr>
            <w:del w:id="1528" w:author="Yasser Syed" w:date="2019-06-25T00:00:00Z">
              <w:r w:rsidRPr="00374CBE" w:rsidDel="00767691">
                <w:delText>0</w:delText>
              </w:r>
            </w:del>
          </w:p>
        </w:tc>
        <w:tc>
          <w:tcPr>
            <w:tcW w:w="1378" w:type="dxa"/>
            <w:gridSpan w:val="2"/>
            <w:shd w:val="clear" w:color="auto" w:fill="auto"/>
          </w:tcPr>
          <w:p w14:paraId="18ABDC93" w14:textId="4C723642" w:rsidR="00B11DFE" w:rsidRPr="00374CBE" w:rsidDel="00767691" w:rsidRDefault="00B11DFE" w:rsidP="006F3D69">
            <w:pPr>
              <w:pStyle w:val="Tabletext0"/>
              <w:jc w:val="center"/>
              <w:rPr>
                <w:del w:id="1529" w:author="Yasser Syed" w:date="2019-06-25T00:00:00Z"/>
              </w:rPr>
            </w:pPr>
            <w:del w:id="1530" w:author="Yasser Syed" w:date="2019-06-25T00:00:00Z">
              <w:r w:rsidRPr="00374CBE" w:rsidDel="00767691">
                <w:delText>0</w:delText>
              </w:r>
            </w:del>
          </w:p>
        </w:tc>
        <w:tc>
          <w:tcPr>
            <w:tcW w:w="1348" w:type="dxa"/>
            <w:gridSpan w:val="2"/>
            <w:shd w:val="clear" w:color="auto" w:fill="auto"/>
          </w:tcPr>
          <w:p w14:paraId="1439B9C3" w14:textId="7343BB64" w:rsidR="00B11DFE" w:rsidRPr="00374CBE" w:rsidDel="00767691" w:rsidRDefault="00B11DFE" w:rsidP="006F3D69">
            <w:pPr>
              <w:pStyle w:val="Tabletext0"/>
              <w:jc w:val="center"/>
              <w:rPr>
                <w:del w:id="1531" w:author="Yasser Syed" w:date="2019-06-25T00:00:00Z"/>
              </w:rPr>
            </w:pPr>
            <w:del w:id="1532" w:author="Yasser Syed" w:date="2019-06-25T00:00:00Z">
              <w:r w:rsidRPr="00374CBE" w:rsidDel="00767691">
                <w:delText>1</w:delText>
              </w:r>
            </w:del>
          </w:p>
        </w:tc>
        <w:tc>
          <w:tcPr>
            <w:tcW w:w="1407" w:type="dxa"/>
            <w:gridSpan w:val="2"/>
            <w:shd w:val="clear" w:color="auto" w:fill="auto"/>
          </w:tcPr>
          <w:p w14:paraId="059836D3" w14:textId="1DE000F9" w:rsidR="00B11DFE" w:rsidRPr="00374CBE" w:rsidDel="00767691" w:rsidRDefault="00B11DFE" w:rsidP="006F3D69">
            <w:pPr>
              <w:pStyle w:val="Tabletext0"/>
              <w:jc w:val="center"/>
              <w:rPr>
                <w:del w:id="1533" w:author="Yasser Syed" w:date="2019-06-25T00:00:00Z"/>
              </w:rPr>
            </w:pPr>
            <w:del w:id="1534" w:author="Yasser Syed" w:date="2019-06-25T00:00:00Z">
              <w:r w:rsidRPr="00374CBE" w:rsidDel="00767691">
                <w:delText>0</w:delText>
              </w:r>
            </w:del>
          </w:p>
        </w:tc>
        <w:tc>
          <w:tcPr>
            <w:tcW w:w="1377" w:type="dxa"/>
            <w:shd w:val="clear" w:color="auto" w:fill="auto"/>
          </w:tcPr>
          <w:p w14:paraId="3B7BECFB" w14:textId="3E0115BF" w:rsidR="00B11DFE" w:rsidRPr="00374CBE" w:rsidDel="00767691" w:rsidRDefault="00B11DFE" w:rsidP="006F3D69">
            <w:pPr>
              <w:pStyle w:val="Tabletext0"/>
              <w:jc w:val="center"/>
              <w:rPr>
                <w:del w:id="1535" w:author="Yasser Syed" w:date="2019-06-25T00:00:00Z"/>
              </w:rPr>
            </w:pPr>
            <w:del w:id="1536" w:author="Yasser Syed" w:date="2019-06-25T00:00:00Z">
              <w:r w:rsidRPr="00374CBE" w:rsidDel="00767691">
                <w:delText>0</w:delText>
              </w:r>
            </w:del>
          </w:p>
        </w:tc>
      </w:tr>
      <w:tr w:rsidR="00C24107" w:rsidRPr="00374CBE" w:rsidDel="00767691" w14:paraId="0322B059" w14:textId="6DF2A92C" w:rsidTr="009F2C03">
        <w:trPr>
          <w:jc w:val="center"/>
          <w:del w:id="1537" w:author="Yasser Syed" w:date="2019-06-25T00:00:00Z"/>
        </w:trPr>
        <w:tc>
          <w:tcPr>
            <w:tcW w:w="857" w:type="dxa"/>
            <w:vMerge w:val="restart"/>
            <w:shd w:val="clear" w:color="auto" w:fill="auto"/>
            <w:textDirection w:val="btLr"/>
            <w:vAlign w:val="center"/>
          </w:tcPr>
          <w:p w14:paraId="407E1460" w14:textId="0D67D7C9" w:rsidR="00B11DFE" w:rsidRPr="00374CBE" w:rsidDel="00767691" w:rsidRDefault="00B11DFE" w:rsidP="009F2C03">
            <w:pPr>
              <w:pStyle w:val="Tabletext0"/>
              <w:jc w:val="center"/>
              <w:rPr>
                <w:del w:id="1538" w:author="Yasser Syed" w:date="2019-06-25T00:00:00Z"/>
                <w:b/>
              </w:rPr>
            </w:pPr>
            <w:del w:id="1539" w:author="Yasser Syed" w:date="2019-06-25T00:00:00Z">
              <w:r w:rsidRPr="00374CBE" w:rsidDel="00767691">
                <w:rPr>
                  <w:b/>
                </w:rPr>
                <w:delText>SMPTE MXF parameters</w:delText>
              </w:r>
              <w:r w:rsidR="00FB6CC6" w:rsidRPr="00374CBE" w:rsidDel="00767691">
                <w:rPr>
                  <w:b/>
                </w:rPr>
                <w:br/>
              </w:r>
              <w:r w:rsidR="00950D65" w:rsidRPr="00374CBE" w:rsidDel="00767691">
                <w:rPr>
                  <w:b/>
                </w:rPr>
                <w:delText xml:space="preserve">SMPTE </w:delText>
              </w:r>
              <w:r w:rsidR="0019796F" w:rsidRPr="00374CBE" w:rsidDel="00767691">
                <w:rPr>
                  <w:b/>
                </w:rPr>
                <w:delText>ST 2067-21</w:delText>
              </w:r>
            </w:del>
          </w:p>
        </w:tc>
        <w:tc>
          <w:tcPr>
            <w:tcW w:w="1895" w:type="dxa"/>
            <w:shd w:val="clear" w:color="auto" w:fill="auto"/>
          </w:tcPr>
          <w:p w14:paraId="3FE08BBB" w14:textId="7D4243EE" w:rsidR="00B11DFE" w:rsidRPr="00374CBE" w:rsidDel="00767691" w:rsidRDefault="00B11DFE" w:rsidP="009F2C03">
            <w:pPr>
              <w:pStyle w:val="Tabletext0"/>
              <w:rPr>
                <w:del w:id="1540" w:author="Yasser Syed" w:date="2019-06-25T00:00:00Z"/>
              </w:rPr>
            </w:pPr>
            <w:del w:id="1541" w:author="Yasser Syed" w:date="2019-06-25T00:00:00Z">
              <w:r w:rsidRPr="00374CBE" w:rsidDel="00767691">
                <w:delText>Colour primaries</w:delText>
              </w:r>
            </w:del>
          </w:p>
        </w:tc>
        <w:tc>
          <w:tcPr>
            <w:tcW w:w="4103" w:type="dxa"/>
            <w:gridSpan w:val="5"/>
            <w:shd w:val="clear" w:color="auto" w:fill="auto"/>
          </w:tcPr>
          <w:p w14:paraId="245D4B25" w14:textId="7529388A" w:rsidR="00B11DFE" w:rsidRPr="00374CBE" w:rsidDel="00767691" w:rsidRDefault="00B11DFE" w:rsidP="006F3D69">
            <w:pPr>
              <w:pStyle w:val="Tabletext0"/>
              <w:jc w:val="center"/>
              <w:rPr>
                <w:del w:id="1542" w:author="Yasser Syed" w:date="2019-06-25T00:00:00Z"/>
              </w:rPr>
            </w:pPr>
            <w:del w:id="1543" w:author="Yasser Syed" w:date="2019-06-25T00:00:00Z">
              <w:r w:rsidRPr="00374CBE" w:rsidDel="00767691">
                <w:delText>06.0E.2B.34.04.01.01.06.04.01.01.01.03.03.00.00</w:delText>
              </w:r>
            </w:del>
          </w:p>
        </w:tc>
        <w:tc>
          <w:tcPr>
            <w:tcW w:w="1407" w:type="dxa"/>
            <w:gridSpan w:val="2"/>
            <w:shd w:val="clear" w:color="auto" w:fill="auto"/>
          </w:tcPr>
          <w:p w14:paraId="2A18857D" w14:textId="26F3849E" w:rsidR="00B11DFE" w:rsidRPr="00374CBE" w:rsidDel="00767691" w:rsidRDefault="00B11DFE" w:rsidP="006F3D69">
            <w:pPr>
              <w:pStyle w:val="Tabletext0"/>
              <w:jc w:val="center"/>
              <w:rPr>
                <w:del w:id="1544" w:author="Yasser Syed" w:date="2019-06-25T00:00:00Z"/>
              </w:rPr>
            </w:pPr>
            <w:del w:id="1545" w:author="Yasser Syed" w:date="2019-06-25T00:00:00Z">
              <w:r w:rsidRPr="00374CBE" w:rsidDel="00767691">
                <w:delText>06.0E.2B.34.04.01.01.06.04.01.01.01.03.01.00.00</w:delText>
              </w:r>
            </w:del>
          </w:p>
        </w:tc>
        <w:tc>
          <w:tcPr>
            <w:tcW w:w="1377" w:type="dxa"/>
            <w:shd w:val="clear" w:color="auto" w:fill="auto"/>
          </w:tcPr>
          <w:p w14:paraId="09C5C4FC" w14:textId="37DE8074" w:rsidR="00B11DFE" w:rsidRPr="00374CBE" w:rsidDel="00767691" w:rsidRDefault="00B11DFE" w:rsidP="006F3D69">
            <w:pPr>
              <w:pStyle w:val="Tabletext0"/>
              <w:jc w:val="center"/>
              <w:rPr>
                <w:del w:id="1546" w:author="Yasser Syed" w:date="2019-06-25T00:00:00Z"/>
              </w:rPr>
            </w:pPr>
            <w:del w:id="1547" w:author="Yasser Syed" w:date="2019-06-25T00:00:00Z">
              <w:r w:rsidRPr="00374CBE" w:rsidDel="00767691">
                <w:delText>06.0E.2B.34.04.01.01.06.04.01.01.01.03.02.00.00</w:delText>
              </w:r>
            </w:del>
          </w:p>
        </w:tc>
      </w:tr>
      <w:tr w:rsidR="00B11DFE" w:rsidRPr="00374CBE" w:rsidDel="00767691" w14:paraId="703F8C17" w14:textId="27F2C45C" w:rsidTr="009F2C03">
        <w:trPr>
          <w:jc w:val="center"/>
          <w:del w:id="1548" w:author="Yasser Syed" w:date="2019-06-25T00:00:00Z"/>
        </w:trPr>
        <w:tc>
          <w:tcPr>
            <w:tcW w:w="857" w:type="dxa"/>
            <w:vMerge/>
            <w:shd w:val="clear" w:color="auto" w:fill="auto"/>
            <w:vAlign w:val="center"/>
          </w:tcPr>
          <w:p w14:paraId="64D3EDAB" w14:textId="1150DE52" w:rsidR="00B11DFE" w:rsidRPr="00374CBE" w:rsidDel="00767691" w:rsidRDefault="00B11DFE" w:rsidP="009F2C03">
            <w:pPr>
              <w:pStyle w:val="Tabletext0"/>
              <w:jc w:val="center"/>
              <w:rPr>
                <w:del w:id="1549" w:author="Yasser Syed" w:date="2019-06-25T00:00:00Z"/>
                <w:b/>
              </w:rPr>
            </w:pPr>
          </w:p>
        </w:tc>
        <w:tc>
          <w:tcPr>
            <w:tcW w:w="1895" w:type="dxa"/>
            <w:shd w:val="clear" w:color="auto" w:fill="auto"/>
          </w:tcPr>
          <w:p w14:paraId="3151A0D3" w14:textId="16D83C7B" w:rsidR="00B11DFE" w:rsidRPr="00374CBE" w:rsidDel="00767691" w:rsidRDefault="00B11DFE" w:rsidP="009F2C03">
            <w:pPr>
              <w:pStyle w:val="Tabletext0"/>
              <w:rPr>
                <w:del w:id="1550" w:author="Yasser Syed" w:date="2019-06-25T00:00:00Z"/>
              </w:rPr>
            </w:pPr>
            <w:del w:id="1551" w:author="Yasser Syed" w:date="2019-06-25T00:00:00Z">
              <w:r w:rsidRPr="00374CBE" w:rsidDel="00767691">
                <w:delText>Transfer characteristic</w:delText>
              </w:r>
            </w:del>
          </w:p>
        </w:tc>
        <w:tc>
          <w:tcPr>
            <w:tcW w:w="6887" w:type="dxa"/>
            <w:gridSpan w:val="8"/>
            <w:shd w:val="clear" w:color="auto" w:fill="auto"/>
          </w:tcPr>
          <w:p w14:paraId="2393981E" w14:textId="6FC3070F" w:rsidR="00B11DFE" w:rsidRPr="00374CBE" w:rsidDel="00767691" w:rsidRDefault="00B11DFE" w:rsidP="006F3D69">
            <w:pPr>
              <w:pStyle w:val="Tabletext0"/>
              <w:jc w:val="center"/>
              <w:rPr>
                <w:del w:id="1552" w:author="Yasser Syed" w:date="2019-06-25T00:00:00Z"/>
              </w:rPr>
            </w:pPr>
            <w:del w:id="1553" w:author="Yasser Syed" w:date="2019-06-25T00:00:00Z">
              <w:r w:rsidRPr="00374CBE" w:rsidDel="00767691">
                <w:delText>06.0E.2B.34.04.01.01.01.04.01.01.01.01.02.00.00</w:delText>
              </w:r>
            </w:del>
          </w:p>
        </w:tc>
      </w:tr>
      <w:tr w:rsidR="00C24107" w:rsidRPr="00374CBE" w:rsidDel="00767691" w14:paraId="22857EAE" w14:textId="67E8E23C" w:rsidTr="009F2C03">
        <w:trPr>
          <w:jc w:val="center"/>
          <w:del w:id="1554" w:author="Yasser Syed" w:date="2019-06-25T00:00:00Z"/>
        </w:trPr>
        <w:tc>
          <w:tcPr>
            <w:tcW w:w="857" w:type="dxa"/>
            <w:vMerge/>
            <w:shd w:val="clear" w:color="auto" w:fill="auto"/>
            <w:vAlign w:val="center"/>
          </w:tcPr>
          <w:p w14:paraId="50EE3C59" w14:textId="2763D0D2" w:rsidR="00B11DFE" w:rsidRPr="00374CBE" w:rsidDel="00767691" w:rsidRDefault="00B11DFE" w:rsidP="009F2C03">
            <w:pPr>
              <w:pStyle w:val="Tabletext0"/>
              <w:jc w:val="center"/>
              <w:rPr>
                <w:del w:id="1555" w:author="Yasser Syed" w:date="2019-06-25T00:00:00Z"/>
                <w:b/>
              </w:rPr>
            </w:pPr>
          </w:p>
        </w:tc>
        <w:tc>
          <w:tcPr>
            <w:tcW w:w="1895" w:type="dxa"/>
            <w:shd w:val="clear" w:color="auto" w:fill="auto"/>
          </w:tcPr>
          <w:p w14:paraId="5E8E150C" w14:textId="577A74E2" w:rsidR="00B11DFE" w:rsidRPr="00374CBE" w:rsidDel="00767691" w:rsidRDefault="00B11DFE" w:rsidP="009F2C03">
            <w:pPr>
              <w:pStyle w:val="Tabletext0"/>
              <w:rPr>
                <w:del w:id="1556" w:author="Yasser Syed" w:date="2019-06-25T00:00:00Z"/>
              </w:rPr>
            </w:pPr>
            <w:del w:id="1557" w:author="Yasser Syed" w:date="2019-06-25T00:00:00Z">
              <w:r w:rsidRPr="00374CBE" w:rsidDel="00767691">
                <w:delText>Coding equations</w:delText>
              </w:r>
            </w:del>
          </w:p>
        </w:tc>
        <w:tc>
          <w:tcPr>
            <w:tcW w:w="1427" w:type="dxa"/>
            <w:gridSpan w:val="2"/>
            <w:shd w:val="clear" w:color="auto" w:fill="auto"/>
          </w:tcPr>
          <w:p w14:paraId="0BCA4AB9" w14:textId="0C4AA7AB" w:rsidR="00B11DFE" w:rsidRPr="00374CBE" w:rsidDel="00767691" w:rsidRDefault="00B11DFE" w:rsidP="006F3D69">
            <w:pPr>
              <w:pStyle w:val="Tabletext0"/>
              <w:jc w:val="center"/>
              <w:rPr>
                <w:del w:id="1558" w:author="Yasser Syed" w:date="2019-06-25T00:00:00Z"/>
              </w:rPr>
            </w:pPr>
            <w:del w:id="1559" w:author="Yasser Syed" w:date="2019-06-25T00:00:00Z">
              <w:r w:rsidRPr="00374CBE" w:rsidDel="00767691">
                <w:delText>06.0E.2B.34.04.01.01.01.04.01.01.01.02.02.00.00</w:delText>
              </w:r>
            </w:del>
          </w:p>
        </w:tc>
        <w:tc>
          <w:tcPr>
            <w:tcW w:w="1338" w:type="dxa"/>
            <w:gridSpan w:val="2"/>
            <w:shd w:val="clear" w:color="auto" w:fill="auto"/>
          </w:tcPr>
          <w:p w14:paraId="6AA15B1E" w14:textId="09CA6B85" w:rsidR="00B11DFE" w:rsidRPr="00374CBE" w:rsidDel="00767691" w:rsidRDefault="00B11DFE" w:rsidP="006F3D69">
            <w:pPr>
              <w:pStyle w:val="Tabletext0"/>
              <w:jc w:val="center"/>
              <w:rPr>
                <w:del w:id="1560" w:author="Yasser Syed" w:date="2019-06-25T00:00:00Z"/>
              </w:rPr>
            </w:pPr>
            <w:del w:id="1561" w:author="Yasser Syed" w:date="2019-06-25T00:00:00Z">
              <w:r w:rsidRPr="00374CBE" w:rsidDel="00767691">
                <w:delText>N/</w:delText>
              </w:r>
              <w:r w:rsidR="004375E3" w:rsidRPr="00374CBE" w:rsidDel="00767691">
                <w:delText>R</w:delText>
              </w:r>
            </w:del>
          </w:p>
        </w:tc>
        <w:tc>
          <w:tcPr>
            <w:tcW w:w="1338" w:type="dxa"/>
            <w:shd w:val="clear" w:color="auto" w:fill="auto"/>
          </w:tcPr>
          <w:p w14:paraId="4B318BC7" w14:textId="537347CA" w:rsidR="00B11DFE" w:rsidRPr="00374CBE" w:rsidDel="00767691" w:rsidRDefault="00B11DFE" w:rsidP="006F3D69">
            <w:pPr>
              <w:pStyle w:val="Tabletext0"/>
              <w:jc w:val="center"/>
              <w:rPr>
                <w:del w:id="1562" w:author="Yasser Syed" w:date="2019-06-25T00:00:00Z"/>
              </w:rPr>
            </w:pPr>
            <w:del w:id="1563" w:author="Yasser Syed" w:date="2019-06-25T00:00:00Z">
              <w:r w:rsidRPr="00374CBE" w:rsidDel="00767691">
                <w:delText>N/</w:delText>
              </w:r>
              <w:r w:rsidR="004375E3" w:rsidRPr="00374CBE" w:rsidDel="00767691">
                <w:delText>R</w:delText>
              </w:r>
            </w:del>
          </w:p>
        </w:tc>
        <w:tc>
          <w:tcPr>
            <w:tcW w:w="2784" w:type="dxa"/>
            <w:gridSpan w:val="3"/>
            <w:shd w:val="clear" w:color="auto" w:fill="auto"/>
          </w:tcPr>
          <w:p w14:paraId="46CC3120" w14:textId="79E882A5" w:rsidR="00B11DFE" w:rsidRPr="00374CBE" w:rsidDel="00767691" w:rsidRDefault="00B11DFE" w:rsidP="006F3D69">
            <w:pPr>
              <w:pStyle w:val="Tabletext0"/>
              <w:jc w:val="center"/>
              <w:rPr>
                <w:del w:id="1564" w:author="Yasser Syed" w:date="2019-06-25T00:00:00Z"/>
              </w:rPr>
            </w:pPr>
            <w:del w:id="1565" w:author="Yasser Syed" w:date="2019-06-25T00:00:00Z">
              <w:r w:rsidRPr="00374CBE" w:rsidDel="00767691">
                <w:delText>06.0E.2B.34.04.01.01.01.04.01.01.01.02.01.00.00</w:delText>
              </w:r>
            </w:del>
          </w:p>
        </w:tc>
      </w:tr>
      <w:tr w:rsidR="00B11DFE" w:rsidRPr="00374CBE" w:rsidDel="00767691" w14:paraId="6FF4EAEB" w14:textId="0E201D6E" w:rsidTr="009F2C03">
        <w:trPr>
          <w:jc w:val="center"/>
          <w:del w:id="1566" w:author="Yasser Syed" w:date="2019-06-25T00:00:00Z"/>
        </w:trPr>
        <w:tc>
          <w:tcPr>
            <w:tcW w:w="857" w:type="dxa"/>
            <w:vMerge/>
            <w:shd w:val="clear" w:color="auto" w:fill="auto"/>
            <w:vAlign w:val="center"/>
          </w:tcPr>
          <w:p w14:paraId="76599BD2" w14:textId="6C3C0005" w:rsidR="00B11DFE" w:rsidRPr="00374CBE" w:rsidDel="00767691" w:rsidRDefault="00B11DFE" w:rsidP="009F2C03">
            <w:pPr>
              <w:pStyle w:val="Tabletext0"/>
              <w:jc w:val="center"/>
              <w:rPr>
                <w:del w:id="1567" w:author="Yasser Syed" w:date="2019-06-25T00:00:00Z"/>
                <w:b/>
              </w:rPr>
            </w:pPr>
          </w:p>
        </w:tc>
        <w:tc>
          <w:tcPr>
            <w:tcW w:w="1895" w:type="dxa"/>
            <w:shd w:val="clear" w:color="auto" w:fill="auto"/>
          </w:tcPr>
          <w:p w14:paraId="49E180FA" w14:textId="3E8B8467" w:rsidR="00B11DFE" w:rsidRPr="00374CBE" w:rsidDel="00767691" w:rsidRDefault="00B11DFE" w:rsidP="009F2C03">
            <w:pPr>
              <w:pStyle w:val="Tabletext0"/>
              <w:rPr>
                <w:del w:id="1568" w:author="Yasser Syed" w:date="2019-06-25T00:00:00Z"/>
              </w:rPr>
            </w:pPr>
            <w:del w:id="1569" w:author="Yasser Syed" w:date="2019-06-25T00:00:00Z">
              <w:r w:rsidRPr="00374CBE" w:rsidDel="00767691">
                <w:delText>Full/</w:delText>
              </w:r>
              <w:r w:rsidR="004375E3" w:rsidRPr="00374CBE" w:rsidDel="00767691">
                <w:delText>n</w:delText>
              </w:r>
              <w:r w:rsidRPr="00374CBE" w:rsidDel="00767691">
                <w:delText>arrow level range</w:delText>
              </w:r>
            </w:del>
          </w:p>
        </w:tc>
        <w:tc>
          <w:tcPr>
            <w:tcW w:w="6887" w:type="dxa"/>
            <w:gridSpan w:val="8"/>
            <w:shd w:val="clear" w:color="auto" w:fill="auto"/>
          </w:tcPr>
          <w:p w14:paraId="6B1DC3FF" w14:textId="037A83D4" w:rsidR="00B11DFE" w:rsidRPr="00374CBE" w:rsidDel="00767691" w:rsidRDefault="00B11DFE" w:rsidP="006F3D69">
            <w:pPr>
              <w:pStyle w:val="Tabletext0"/>
              <w:jc w:val="center"/>
              <w:rPr>
                <w:del w:id="1570" w:author="Yasser Syed" w:date="2019-06-25T00:00:00Z"/>
              </w:rPr>
            </w:pPr>
            <w:del w:id="1571" w:author="Yasser Syed" w:date="2019-06-25T00:00:00Z">
              <w:r w:rsidRPr="00374CBE" w:rsidDel="00767691">
                <w:delText>Inferred</w:delText>
              </w:r>
              <w:r w:rsidR="005A1934" w:rsidRPr="00374CBE" w:rsidDel="00767691">
                <w:delText xml:space="preserve"> (indicated in black reference level, white reference level, colour range)</w:delText>
              </w:r>
            </w:del>
          </w:p>
        </w:tc>
      </w:tr>
      <w:tr w:rsidR="005A1934" w:rsidRPr="00374CBE" w:rsidDel="00767691" w14:paraId="609EFFED" w14:textId="218A7263" w:rsidTr="009F2C03">
        <w:trPr>
          <w:trHeight w:val="331"/>
          <w:jc w:val="center"/>
          <w:del w:id="1572" w:author="Yasser Syed" w:date="2019-06-25T00:00:00Z"/>
        </w:trPr>
        <w:tc>
          <w:tcPr>
            <w:tcW w:w="857" w:type="dxa"/>
            <w:vMerge/>
            <w:shd w:val="clear" w:color="auto" w:fill="auto"/>
            <w:vAlign w:val="center"/>
          </w:tcPr>
          <w:p w14:paraId="21E53F1F" w14:textId="0115CE65" w:rsidR="005A1934" w:rsidRPr="00374CBE" w:rsidDel="00767691" w:rsidRDefault="005A1934" w:rsidP="009F2C03">
            <w:pPr>
              <w:pStyle w:val="Tabletext0"/>
              <w:jc w:val="center"/>
              <w:rPr>
                <w:del w:id="1573" w:author="Yasser Syed" w:date="2019-06-25T00:00:00Z"/>
                <w:b/>
              </w:rPr>
            </w:pPr>
          </w:p>
        </w:tc>
        <w:tc>
          <w:tcPr>
            <w:tcW w:w="1895" w:type="dxa"/>
            <w:shd w:val="clear" w:color="auto" w:fill="auto"/>
          </w:tcPr>
          <w:p w14:paraId="72B34494" w14:textId="3B343EC7" w:rsidR="005A1934" w:rsidRPr="00374CBE" w:rsidDel="00767691" w:rsidRDefault="005A1934" w:rsidP="009F2C03">
            <w:pPr>
              <w:pStyle w:val="Tabletext0"/>
              <w:rPr>
                <w:del w:id="1574" w:author="Yasser Syed" w:date="2019-06-25T00:00:00Z"/>
              </w:rPr>
            </w:pPr>
            <w:del w:id="1575" w:author="Yasser Syed" w:date="2019-06-25T00:00:00Z">
              <w:r w:rsidRPr="00374CBE" w:rsidDel="00767691">
                <w:delText>4:2:0 chroma sample location alignment</w:delText>
              </w:r>
            </w:del>
          </w:p>
        </w:tc>
        <w:tc>
          <w:tcPr>
            <w:tcW w:w="1377" w:type="dxa"/>
            <w:shd w:val="clear" w:color="auto" w:fill="auto"/>
          </w:tcPr>
          <w:p w14:paraId="625AC412" w14:textId="5658E776" w:rsidR="005A1934" w:rsidRPr="00374CBE" w:rsidDel="00767691" w:rsidRDefault="005A1934" w:rsidP="006F3D69">
            <w:pPr>
              <w:pStyle w:val="Tabletext0"/>
              <w:jc w:val="center"/>
              <w:rPr>
                <w:del w:id="1576" w:author="Yasser Syed" w:date="2019-06-25T00:00:00Z"/>
              </w:rPr>
            </w:pPr>
            <w:del w:id="1577" w:author="Yasser Syed" w:date="2019-06-25T00:00:00Z">
              <w:r w:rsidRPr="00374CBE" w:rsidDel="00767691">
                <w:delText>Inferred (ChromaLoc</w:delText>
              </w:r>
              <w:r w:rsidR="00FB6CC6" w:rsidRPr="00374CBE" w:rsidDel="00767691">
                <w:delText>‌</w:delText>
              </w:r>
              <w:r w:rsidRPr="00374CBE" w:rsidDel="00767691">
                <w:delText>Type = 0)</w:delText>
              </w:r>
            </w:del>
          </w:p>
        </w:tc>
        <w:tc>
          <w:tcPr>
            <w:tcW w:w="1378" w:type="dxa"/>
            <w:gridSpan w:val="2"/>
            <w:shd w:val="clear" w:color="auto" w:fill="auto"/>
          </w:tcPr>
          <w:p w14:paraId="4F20CC5E" w14:textId="46B34250" w:rsidR="005A1934" w:rsidRPr="00374CBE" w:rsidDel="00767691" w:rsidRDefault="00827B34" w:rsidP="006F3D69">
            <w:pPr>
              <w:pStyle w:val="Tabletext0"/>
              <w:jc w:val="center"/>
              <w:rPr>
                <w:del w:id="1578" w:author="Yasser Syed" w:date="2019-06-25T00:00:00Z"/>
              </w:rPr>
            </w:pPr>
            <w:del w:id="1579" w:author="Yasser Syed" w:date="2019-06-25T00:00:00Z">
              <w:r w:rsidRPr="00374CBE" w:rsidDel="00767691">
                <w:delText>N/A</w:delText>
              </w:r>
            </w:del>
          </w:p>
        </w:tc>
        <w:tc>
          <w:tcPr>
            <w:tcW w:w="1378" w:type="dxa"/>
            <w:gridSpan w:val="3"/>
            <w:shd w:val="clear" w:color="auto" w:fill="auto"/>
          </w:tcPr>
          <w:p w14:paraId="384D0638" w14:textId="394178CF" w:rsidR="005A1934" w:rsidRPr="00374CBE" w:rsidDel="00767691" w:rsidRDefault="00827B34" w:rsidP="006F3D69">
            <w:pPr>
              <w:pStyle w:val="Tabletext0"/>
              <w:jc w:val="center"/>
              <w:rPr>
                <w:del w:id="1580" w:author="Yasser Syed" w:date="2019-06-25T00:00:00Z"/>
              </w:rPr>
            </w:pPr>
            <w:del w:id="1581" w:author="Yasser Syed" w:date="2019-06-25T00:00:00Z">
              <w:r w:rsidRPr="00374CBE" w:rsidDel="00767691">
                <w:delText>N/A</w:delText>
              </w:r>
            </w:del>
          </w:p>
        </w:tc>
        <w:tc>
          <w:tcPr>
            <w:tcW w:w="1377" w:type="dxa"/>
            <w:shd w:val="clear" w:color="auto" w:fill="auto"/>
          </w:tcPr>
          <w:p w14:paraId="7DF46489" w14:textId="1A6B081B" w:rsidR="005A1934" w:rsidRPr="00374CBE" w:rsidDel="00767691" w:rsidRDefault="00827B34" w:rsidP="006F3D69">
            <w:pPr>
              <w:pStyle w:val="Tabletext0"/>
              <w:jc w:val="center"/>
              <w:rPr>
                <w:del w:id="1582" w:author="Yasser Syed" w:date="2019-06-25T00:00:00Z"/>
              </w:rPr>
            </w:pPr>
            <w:del w:id="1583" w:author="Yasser Syed" w:date="2019-06-25T00:00:00Z">
              <w:r w:rsidRPr="00374CBE" w:rsidDel="00767691">
                <w:delText>Inferred (ChromaLoc</w:delText>
              </w:r>
              <w:r w:rsidR="00FB6CC6" w:rsidRPr="00374CBE" w:rsidDel="00767691">
                <w:delText>‌</w:delText>
              </w:r>
              <w:r w:rsidRPr="00374CBE" w:rsidDel="00767691">
                <w:delText>Type = 0)</w:delText>
              </w:r>
            </w:del>
          </w:p>
        </w:tc>
        <w:tc>
          <w:tcPr>
            <w:tcW w:w="1377" w:type="dxa"/>
            <w:shd w:val="clear" w:color="auto" w:fill="auto"/>
          </w:tcPr>
          <w:p w14:paraId="23C1E5F0" w14:textId="07C4BCC4" w:rsidR="005A1934" w:rsidRPr="00374CBE" w:rsidDel="00767691" w:rsidRDefault="00827B34" w:rsidP="006F3D69">
            <w:pPr>
              <w:pStyle w:val="Tabletext0"/>
              <w:jc w:val="center"/>
              <w:rPr>
                <w:del w:id="1584" w:author="Yasser Syed" w:date="2019-06-25T00:00:00Z"/>
              </w:rPr>
            </w:pPr>
            <w:del w:id="1585" w:author="Yasser Syed" w:date="2019-06-25T00:00:00Z">
              <w:r w:rsidRPr="00374CBE" w:rsidDel="00767691">
                <w:delText>Inferred (ChromaLoc</w:delText>
              </w:r>
              <w:r w:rsidR="00FB6CC6" w:rsidRPr="00374CBE" w:rsidDel="00767691">
                <w:delText>‌</w:delText>
              </w:r>
              <w:r w:rsidRPr="00374CBE" w:rsidDel="00767691">
                <w:delText>Type = 0)</w:delText>
              </w:r>
            </w:del>
          </w:p>
        </w:tc>
      </w:tr>
    </w:tbl>
    <w:p w14:paraId="2DB1BA6F" w14:textId="77777777" w:rsidR="00B11DFE" w:rsidRPr="00374CBE" w:rsidRDefault="00A10CF3" w:rsidP="00622D5C">
      <w:r w:rsidRPr="00374CBE">
        <w:t xml:space="preserve">Particular aspects of the usage described in Table 4 are </w:t>
      </w:r>
      <w:r w:rsidR="00B35E6D" w:rsidRPr="00374CBE">
        <w:t xml:space="preserve">clarified </w:t>
      </w:r>
      <w:r w:rsidRPr="00374CBE">
        <w:t>as follows:</w:t>
      </w:r>
    </w:p>
    <w:p w14:paraId="1649F810" w14:textId="6E2CF8F1" w:rsidR="00A10CF3" w:rsidRPr="00374CBE" w:rsidRDefault="006F3D69" w:rsidP="00622D5C">
      <w:pPr>
        <w:pStyle w:val="enumlev1"/>
      </w:pPr>
      <w:r w:rsidRPr="00374CBE">
        <w:t>–</w:t>
      </w:r>
      <w:r w:rsidRPr="00374CBE">
        <w:tab/>
      </w:r>
      <w:r w:rsidR="00D039F7" w:rsidRPr="00374CBE">
        <w:t>Recommendation</w:t>
      </w:r>
      <w:r w:rsidR="00A10CF3" w:rsidRPr="00374CBE">
        <w:t xml:space="preserve"> ITU-R BT.601 colour volumes are used for SD material only.</w:t>
      </w:r>
    </w:p>
    <w:p w14:paraId="2EBE3915" w14:textId="7EC50C2D" w:rsidR="00A10CF3" w:rsidRPr="00374CBE" w:rsidRDefault="006F3D69" w:rsidP="00622D5C">
      <w:pPr>
        <w:pStyle w:val="enumlev1"/>
      </w:pPr>
      <w:r w:rsidRPr="00374CBE">
        <w:t>–</w:t>
      </w:r>
      <w:r w:rsidRPr="00374CBE">
        <w:tab/>
      </w:r>
      <w:r w:rsidR="00A10CF3" w:rsidRPr="00374CBE">
        <w:t xml:space="preserve">The transfer characteristics indicator values of 1, 6, 14 </w:t>
      </w:r>
      <w:r w:rsidR="00AA46E7" w:rsidRPr="00374CBE">
        <w:t xml:space="preserve">and </w:t>
      </w:r>
      <w:r w:rsidR="00A10CF3" w:rsidRPr="00374CBE">
        <w:t>15 are functionally the same.</w:t>
      </w:r>
      <w:r w:rsidR="00091E1F" w:rsidRPr="00374CBE">
        <w:t xml:space="preserve"> Blu-ray BD</w:t>
      </w:r>
      <w:r w:rsidRPr="00374CBE">
        <w:noBreakHyphen/>
      </w:r>
      <w:r w:rsidR="00091E1F" w:rsidRPr="00374CBE">
        <w:t>ROM 3.1 (</w:t>
      </w:r>
      <w:r w:rsidR="004569A5" w:rsidRPr="00374CBE">
        <w:t>"</w:t>
      </w:r>
      <w:r w:rsidR="00091E1F" w:rsidRPr="00374CBE">
        <w:t>4K</w:t>
      </w:r>
      <w:r w:rsidR="004569A5" w:rsidRPr="00374CBE">
        <w:t>"</w:t>
      </w:r>
      <w:r w:rsidR="00091E1F" w:rsidRPr="00374CBE">
        <w:t>) and the DVB UHD specifications list use of the transfer characteristics value of 14 for SDR/WCG (</w:t>
      </w:r>
      <w:r w:rsidR="00D039F7" w:rsidRPr="00374CBE">
        <w:t>Recommendation</w:t>
      </w:r>
      <w:r w:rsidR="00F920E4" w:rsidRPr="00374CBE">
        <w:t xml:space="preserve"> ITU-R </w:t>
      </w:r>
      <w:r w:rsidR="00091E1F" w:rsidRPr="00374CBE">
        <w:t>BT.2020) video.</w:t>
      </w:r>
      <w:r w:rsidR="00A10CF3" w:rsidRPr="00374CBE">
        <w:t xml:space="preserve"> ATSC specifications list use of </w:t>
      </w:r>
      <w:r w:rsidR="00C124A1" w:rsidRPr="00374CBE">
        <w:t xml:space="preserve">the </w:t>
      </w:r>
      <w:r w:rsidR="00A10CF3" w:rsidRPr="00374CBE">
        <w:t xml:space="preserve">transfer characteristics </w:t>
      </w:r>
      <w:r w:rsidR="00C124A1" w:rsidRPr="00374CBE">
        <w:t xml:space="preserve">value </w:t>
      </w:r>
      <w:r w:rsidR="00A10CF3" w:rsidRPr="00374CBE">
        <w:t xml:space="preserve">of 1 for SDR </w:t>
      </w:r>
      <w:r w:rsidR="007A4B0C" w:rsidRPr="00374CBE">
        <w:t xml:space="preserve">NCG </w:t>
      </w:r>
      <w:r w:rsidR="00A10CF3" w:rsidRPr="00374CBE">
        <w:t>video.</w:t>
      </w:r>
    </w:p>
    <w:p w14:paraId="52A0A81B" w14:textId="7F92379B" w:rsidR="00A10CF3" w:rsidRPr="00374CBE" w:rsidRDefault="006F3D69" w:rsidP="00622D5C">
      <w:pPr>
        <w:pStyle w:val="enumlev1"/>
      </w:pPr>
      <w:r w:rsidRPr="00374CBE">
        <w:t>–</w:t>
      </w:r>
      <w:r w:rsidRPr="00374CBE">
        <w:tab/>
      </w:r>
      <w:r w:rsidR="00A10CF3" w:rsidRPr="00374CBE">
        <w:t>Matrix coefficients indicator values of 5 and 6 are functionally the same.</w:t>
      </w:r>
    </w:p>
    <w:p w14:paraId="785DE69A" w14:textId="045F1E2E" w:rsidR="00630A88" w:rsidRPr="00374CBE" w:rsidRDefault="006F3D69" w:rsidP="00622D5C">
      <w:pPr>
        <w:pStyle w:val="enumlev1"/>
      </w:pPr>
      <w:r w:rsidRPr="00374CBE">
        <w:t>–</w:t>
      </w:r>
      <w:r w:rsidRPr="00374CBE">
        <w:tab/>
      </w:r>
      <w:r w:rsidR="00A10CF3" w:rsidRPr="00374CBE">
        <w:t xml:space="preserve">The indicated chroma sample </w:t>
      </w:r>
      <w:r w:rsidR="001769D9" w:rsidRPr="00374CBE">
        <w:t xml:space="preserve">location </w:t>
      </w:r>
      <w:r w:rsidR="00A10CF3" w:rsidRPr="00374CBE">
        <w:t>alignment is only applicable for 4:2:0 chroma sampling.</w:t>
      </w:r>
      <w:r w:rsidR="005F325F" w:rsidRPr="00374CBE">
        <w:t xml:space="preserve"> ChromaLocType (the generic label </w:t>
      </w:r>
      <w:r w:rsidR="00D861CF" w:rsidRPr="00374CBE">
        <w:t xml:space="preserve">used in this document </w:t>
      </w:r>
      <w:r w:rsidR="005F325F" w:rsidRPr="00374CBE">
        <w:t xml:space="preserve">for the HEVC </w:t>
      </w:r>
      <w:r w:rsidR="00D861CF" w:rsidRPr="00374CBE">
        <w:t xml:space="preserve">and AVC </w:t>
      </w:r>
      <w:r w:rsidR="005F325F" w:rsidRPr="00374CBE">
        <w:t xml:space="preserve">bitstream </w:t>
      </w:r>
      <w:r w:rsidR="00D861CF" w:rsidRPr="00374CBE">
        <w:t xml:space="preserve">syntax </w:t>
      </w:r>
      <w:r w:rsidR="005F325F" w:rsidRPr="00374CBE">
        <w:t xml:space="preserve">elements: chroma_sample_loc_type_top_field and chroma_sample_loc_type_bottom_field), listed in Tables 1 and </w:t>
      </w:r>
      <w:ins w:id="1586" w:author="Yasser Syed" w:date="2019-06-26T16:23:00Z">
        <w:r w:rsidR="00764291">
          <w:t>3</w:t>
        </w:r>
      </w:ins>
      <w:del w:id="1587" w:author="Yasser Syed" w:date="2019-06-26T16:23:00Z">
        <w:r w:rsidR="005F325F" w:rsidRPr="00374CBE" w:rsidDel="00764291">
          <w:delText>2</w:delText>
        </w:r>
      </w:del>
      <w:r w:rsidR="005F325F" w:rsidRPr="00374CBE">
        <w:t xml:space="preserve"> of this document, indicates the 4:2:0 chroma sample </w:t>
      </w:r>
      <w:r w:rsidR="00205E4A" w:rsidRPr="00374CBE">
        <w:t xml:space="preserve">position </w:t>
      </w:r>
      <w:r w:rsidR="005F325F" w:rsidRPr="00374CBE">
        <w:t>alignment.</w:t>
      </w:r>
    </w:p>
    <w:p w14:paraId="45649722" w14:textId="79BB8089" w:rsidR="00A10CF3" w:rsidRPr="00374CBE" w:rsidRDefault="006F3D69" w:rsidP="00A428C3">
      <w:pPr>
        <w:pStyle w:val="Heading3"/>
      </w:pPr>
      <w:r w:rsidRPr="00374CBE">
        <w:t>7.2.4</w:t>
      </w:r>
      <w:r w:rsidRPr="00374CBE">
        <w:tab/>
      </w:r>
      <w:r w:rsidR="00A10CF3" w:rsidRPr="00374CBE">
        <w:t xml:space="preserve">Common descriptions and carriage – standard dynamic range </w:t>
      </w:r>
      <w:r w:rsidR="007A4B0C" w:rsidRPr="00374CBE">
        <w:t xml:space="preserve">video </w:t>
      </w:r>
      <w:r w:rsidR="00A10CF3" w:rsidRPr="00374CBE">
        <w:t xml:space="preserve">with </w:t>
      </w:r>
      <w:r w:rsidR="00AA46E7" w:rsidRPr="00374CBE">
        <w:t>wide</w:t>
      </w:r>
      <w:r w:rsidR="00A10CF3" w:rsidRPr="00374CBE">
        <w:t xml:space="preserve"> colour gamut</w:t>
      </w:r>
    </w:p>
    <w:p w14:paraId="3F06D07D" w14:textId="77777777" w:rsidR="00AA46E7" w:rsidRPr="00374CBE" w:rsidRDefault="00AA46E7" w:rsidP="00A428C3">
      <w:r w:rsidRPr="00374CBE">
        <w:t xml:space="preserve">This colour volume describes SDR </w:t>
      </w:r>
      <w:r w:rsidR="009066BE" w:rsidRPr="00374CBE">
        <w:t xml:space="preserve">video </w:t>
      </w:r>
      <w:r w:rsidRPr="00374CBE">
        <w:t xml:space="preserve">with WCG, which is </w:t>
      </w:r>
      <w:r w:rsidR="009066BE" w:rsidRPr="00374CBE">
        <w:t>typically identified by</w:t>
      </w:r>
      <w:r w:rsidRPr="00374CBE">
        <w:t xml:space="preserve"> the </w:t>
      </w:r>
      <w:r w:rsidR="009066BE" w:rsidRPr="00374CBE">
        <w:t xml:space="preserve">combination of the </w:t>
      </w:r>
      <w:r w:rsidRPr="00374CBE">
        <w:t>colour primary video property</w:t>
      </w:r>
      <w:r w:rsidR="009066BE" w:rsidRPr="00374CBE">
        <w:t xml:space="preserve"> with the identified matrix coefficients</w:t>
      </w:r>
      <w:r w:rsidRPr="00374CBE">
        <w:t>. In some cases, the same colour property may be described with two different values depending on the colour primary container used. It is important for tools to process video according to the colour volume it is operating in to make sure the conversion is consistent.</w:t>
      </w:r>
    </w:p>
    <w:p w14:paraId="03791CC9" w14:textId="15DBD8C4" w:rsidR="00AA46E7" w:rsidRPr="00374CBE" w:rsidRDefault="00AA46E7" w:rsidP="00A428C3">
      <w:r w:rsidRPr="00374CBE">
        <w:t xml:space="preserve">The following system identifier tags are described, as defined in Table </w:t>
      </w:r>
      <w:ins w:id="1588" w:author="Yasser Syed" w:date="2019-06-25T00:05:00Z">
        <w:r w:rsidR="00B04EEB">
          <w:t>6</w:t>
        </w:r>
      </w:ins>
      <w:del w:id="1589" w:author="Yasser Syed" w:date="2019-06-25T00:05:00Z">
        <w:r w:rsidRPr="00374CBE" w:rsidDel="00B04EEB">
          <w:delText>5</w:delText>
        </w:r>
      </w:del>
      <w:r w:rsidRPr="00374CBE">
        <w:t>:</w:t>
      </w:r>
    </w:p>
    <w:p w14:paraId="58520889" w14:textId="03F2BAFA" w:rsidR="00AA46E7" w:rsidRPr="009C4C03" w:rsidRDefault="006F3D69" w:rsidP="006F3D69">
      <w:pPr>
        <w:pStyle w:val="enumlev1"/>
      </w:pPr>
      <w:r w:rsidRPr="009C4C03">
        <w:t>–</w:t>
      </w:r>
      <w:r w:rsidRPr="009C4C03">
        <w:tab/>
      </w:r>
      <w:r w:rsidR="00AA46E7" w:rsidRPr="009C4C03">
        <w:t>BT2020_YCC_NCL</w:t>
      </w:r>
    </w:p>
    <w:p w14:paraId="5E1E4E7A" w14:textId="22B6AEF3" w:rsidR="00AA46E7" w:rsidDel="00B04EEB" w:rsidRDefault="006F3D69" w:rsidP="00B04EEB">
      <w:pPr>
        <w:pStyle w:val="enumlev1"/>
        <w:rPr>
          <w:del w:id="1590" w:author="Yasser Syed" w:date="2019-06-25T00:05:00Z"/>
        </w:rPr>
      </w:pPr>
      <w:r w:rsidRPr="009C4C03">
        <w:lastRenderedPageBreak/>
        <w:t>–</w:t>
      </w:r>
      <w:r w:rsidRPr="009C4C03">
        <w:tab/>
      </w:r>
      <w:r w:rsidR="00AA46E7" w:rsidRPr="009C4C03">
        <w:t>BT2020_RGB</w:t>
      </w:r>
    </w:p>
    <w:p w14:paraId="55625ADF" w14:textId="3944F880" w:rsidR="00B04EEB" w:rsidRDefault="00B04EEB" w:rsidP="006F3D69">
      <w:pPr>
        <w:pStyle w:val="enumlev1"/>
        <w:rPr>
          <w:ins w:id="1591" w:author="Yasser Syed" w:date="2019-06-25T00:06:00Z"/>
        </w:rPr>
      </w:pPr>
    </w:p>
    <w:p w14:paraId="1FEC69A2" w14:textId="77777777" w:rsidR="00B04EEB" w:rsidRDefault="00B04EEB" w:rsidP="00B04EEB">
      <w:pPr>
        <w:keepNext/>
        <w:tabs>
          <w:tab w:val="left" w:pos="4853"/>
          <w:tab w:val="right" w:pos="9691"/>
        </w:tabs>
        <w:overflowPunct/>
        <w:autoSpaceDE/>
        <w:autoSpaceDN/>
        <w:adjustRightInd/>
        <w:spacing w:before="120" w:after="120"/>
        <w:jc w:val="center"/>
        <w:textAlignment w:val="auto"/>
        <w:rPr>
          <w:ins w:id="1592" w:author="Yasser Syed" w:date="2019-06-25T00:06:00Z"/>
          <w:b/>
          <w:bCs/>
        </w:rPr>
      </w:pPr>
      <w:ins w:id="1593" w:author="Yasser Syed" w:date="2019-06-25T00:06:00Z">
        <w:r w:rsidRPr="000456B4">
          <w:rPr>
            <w:b/>
            <w:bCs/>
          </w:rPr>
          <w:t xml:space="preserve">Table </w:t>
        </w:r>
        <w:r w:rsidRPr="000456B4">
          <w:rPr>
            <w:b/>
            <w:bCs/>
          </w:rPr>
          <w:fldChar w:fldCharType="begin"/>
        </w:r>
        <w:r w:rsidRPr="000456B4">
          <w:rPr>
            <w:b/>
            <w:bCs/>
          </w:rPr>
          <w:instrText xml:space="preserve"> SEQ Table \* ARABIC </w:instrText>
        </w:r>
        <w:r w:rsidRPr="000456B4">
          <w:rPr>
            <w:b/>
            <w:bCs/>
          </w:rPr>
          <w:fldChar w:fldCharType="separate"/>
        </w:r>
        <w:r>
          <w:rPr>
            <w:b/>
            <w:bCs/>
            <w:noProof/>
          </w:rPr>
          <w:t>6</w:t>
        </w:r>
        <w:r w:rsidRPr="000456B4">
          <w:fldChar w:fldCharType="end"/>
        </w:r>
        <w:r w:rsidRPr="000456B4">
          <w:rPr>
            <w:b/>
            <w:bCs/>
          </w:rPr>
          <w:t xml:space="preserve"> – SDR WCG common colour volume descriptions</w:t>
        </w:r>
      </w:ins>
    </w:p>
    <w:tbl>
      <w:tblPr>
        <w:tblW w:w="301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Look w:val="04A0" w:firstRow="1" w:lastRow="0" w:firstColumn="1" w:lastColumn="0" w:noHBand="0" w:noVBand="1"/>
        <w:tblPrChange w:id="1594" w:author="Yasser Syed" w:date="2019-06-25T00:23:00Z">
          <w:tblPr>
            <w:tblW w:w="296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Look w:val="04A0" w:firstRow="1" w:lastRow="0" w:firstColumn="1" w:lastColumn="0" w:noHBand="0" w:noVBand="1"/>
          </w:tblPr>
        </w:tblPrChange>
      </w:tblPr>
      <w:tblGrid>
        <w:gridCol w:w="716"/>
        <w:gridCol w:w="1877"/>
        <w:gridCol w:w="1877"/>
        <w:gridCol w:w="1340"/>
        <w:tblGridChange w:id="1595">
          <w:tblGrid>
            <w:gridCol w:w="622"/>
            <w:gridCol w:w="1877"/>
            <w:gridCol w:w="1877"/>
            <w:gridCol w:w="1340"/>
          </w:tblGrid>
        </w:tblGridChange>
      </w:tblGrid>
      <w:tr w:rsidR="00B04EEB" w:rsidRPr="000456B4" w14:paraId="1F1E8F99" w14:textId="77777777" w:rsidTr="007150D1">
        <w:trPr>
          <w:tblHeader/>
          <w:jc w:val="center"/>
          <w:ins w:id="1596" w:author="Yasser Syed" w:date="2019-06-25T00:06:00Z"/>
          <w:trPrChange w:id="1597" w:author="Yasser Syed" w:date="2019-06-25T00:23:00Z">
            <w:trPr>
              <w:tblHeader/>
              <w:jc w:val="center"/>
            </w:trPr>
          </w:trPrChange>
        </w:trPr>
        <w:tc>
          <w:tcPr>
            <w:tcW w:w="717" w:type="dxa"/>
            <w:shd w:val="clear" w:color="auto" w:fill="auto"/>
            <w:tcPrChange w:id="1598" w:author="Yasser Syed" w:date="2019-06-25T00:23:00Z">
              <w:tcPr>
                <w:tcW w:w="626" w:type="dxa"/>
                <w:shd w:val="clear" w:color="auto" w:fill="auto"/>
              </w:tcPr>
            </w:tcPrChange>
          </w:tcPr>
          <w:p w14:paraId="4B9D4252" w14:textId="77777777" w:rsidR="00B04EEB" w:rsidRPr="000456B4" w:rsidRDefault="00B04EEB" w:rsidP="000B1A01">
            <w:pPr>
              <w:keepNext/>
              <w:spacing w:before="0"/>
              <w:jc w:val="center"/>
              <w:rPr>
                <w:ins w:id="1599" w:author="Yasser Syed" w:date="2019-06-25T00:06:00Z"/>
                <w:b/>
                <w:sz w:val="18"/>
                <w:szCs w:val="18"/>
              </w:rPr>
            </w:pPr>
          </w:p>
        </w:tc>
        <w:tc>
          <w:tcPr>
            <w:tcW w:w="1877" w:type="dxa"/>
            <w:shd w:val="clear" w:color="auto" w:fill="auto"/>
            <w:tcPrChange w:id="1600" w:author="Yasser Syed" w:date="2019-06-25T00:23:00Z">
              <w:tcPr>
                <w:tcW w:w="1890" w:type="dxa"/>
                <w:shd w:val="clear" w:color="auto" w:fill="auto"/>
              </w:tcPr>
            </w:tcPrChange>
          </w:tcPr>
          <w:p w14:paraId="6B060ECA" w14:textId="1336C3EB" w:rsidR="00B04EEB" w:rsidRPr="000456B4" w:rsidRDefault="00B04EEB" w:rsidP="000B1A01">
            <w:pPr>
              <w:keepNext/>
              <w:jc w:val="left"/>
              <w:rPr>
                <w:ins w:id="1601" w:author="Yasser Syed" w:date="2019-06-25T00:06:00Z"/>
                <w:b/>
                <w:sz w:val="18"/>
                <w:szCs w:val="18"/>
              </w:rPr>
            </w:pPr>
            <w:ins w:id="1602" w:author="Yasser Syed" w:date="2019-06-25T00:06:00Z">
              <w:r w:rsidRPr="000456B4">
                <w:rPr>
                  <w:b/>
                  <w:sz w:val="18"/>
                  <w:szCs w:val="18"/>
                </w:rPr>
                <w:t xml:space="preserve">System </w:t>
              </w:r>
            </w:ins>
            <w:ins w:id="1603" w:author="Yasser Syed" w:date="2019-06-25T00:23:00Z">
              <w:r w:rsidR="007150D1">
                <w:rPr>
                  <w:b/>
                  <w:sz w:val="18"/>
                  <w:szCs w:val="18"/>
                </w:rPr>
                <w:t>i</w:t>
              </w:r>
            </w:ins>
            <w:ins w:id="1604" w:author="Yasser Syed" w:date="2019-06-25T00:06:00Z">
              <w:r w:rsidRPr="000456B4">
                <w:rPr>
                  <w:b/>
                  <w:sz w:val="18"/>
                  <w:szCs w:val="18"/>
                </w:rPr>
                <w:t>dentifier</w:t>
              </w:r>
            </w:ins>
          </w:p>
        </w:tc>
        <w:tc>
          <w:tcPr>
            <w:tcW w:w="1877" w:type="dxa"/>
            <w:shd w:val="clear" w:color="auto" w:fill="auto"/>
            <w:tcPrChange w:id="1605" w:author="Yasser Syed" w:date="2019-06-25T00:23:00Z">
              <w:tcPr>
                <w:tcW w:w="1890" w:type="dxa"/>
                <w:shd w:val="clear" w:color="auto" w:fill="auto"/>
              </w:tcPr>
            </w:tcPrChange>
          </w:tcPr>
          <w:p w14:paraId="627254C4" w14:textId="77777777" w:rsidR="00B04EEB" w:rsidRPr="000456B4" w:rsidRDefault="00B04EEB" w:rsidP="000B1A01">
            <w:pPr>
              <w:keepNext/>
              <w:jc w:val="left"/>
              <w:rPr>
                <w:ins w:id="1606" w:author="Yasser Syed" w:date="2019-06-25T00:06:00Z"/>
                <w:b/>
                <w:sz w:val="18"/>
                <w:szCs w:val="18"/>
              </w:rPr>
            </w:pPr>
            <w:ins w:id="1607" w:author="Yasser Syed" w:date="2019-06-25T00:06:00Z">
              <w:r w:rsidRPr="000456B4">
                <w:rPr>
                  <w:b/>
                  <w:sz w:val="18"/>
                  <w:szCs w:val="18"/>
                </w:rPr>
                <w:t>BT2020_YCC_NCL</w:t>
              </w:r>
            </w:ins>
          </w:p>
        </w:tc>
        <w:tc>
          <w:tcPr>
            <w:tcW w:w="1340" w:type="dxa"/>
            <w:shd w:val="clear" w:color="auto" w:fill="auto"/>
            <w:tcPrChange w:id="1608" w:author="Yasser Syed" w:date="2019-06-25T00:23:00Z">
              <w:tcPr>
                <w:tcW w:w="1349" w:type="dxa"/>
                <w:shd w:val="clear" w:color="auto" w:fill="auto"/>
              </w:tcPr>
            </w:tcPrChange>
          </w:tcPr>
          <w:p w14:paraId="572AC6EE" w14:textId="77777777" w:rsidR="00B04EEB" w:rsidRPr="000456B4" w:rsidRDefault="00B04EEB" w:rsidP="000B1A01">
            <w:pPr>
              <w:keepNext/>
              <w:jc w:val="left"/>
              <w:rPr>
                <w:ins w:id="1609" w:author="Yasser Syed" w:date="2019-06-25T00:06:00Z"/>
                <w:b/>
                <w:sz w:val="18"/>
                <w:szCs w:val="18"/>
              </w:rPr>
            </w:pPr>
            <w:ins w:id="1610" w:author="Yasser Syed" w:date="2019-06-25T00:06:00Z">
              <w:r w:rsidRPr="000456B4">
                <w:rPr>
                  <w:b/>
                  <w:sz w:val="18"/>
                  <w:szCs w:val="18"/>
                </w:rPr>
                <w:t>BT2020_RGB</w:t>
              </w:r>
            </w:ins>
          </w:p>
        </w:tc>
      </w:tr>
      <w:tr w:rsidR="00B04EEB" w:rsidRPr="000456B4" w14:paraId="5A056294" w14:textId="77777777" w:rsidTr="007150D1">
        <w:trPr>
          <w:cantSplit/>
          <w:trHeight w:val="576"/>
          <w:jc w:val="center"/>
          <w:ins w:id="1611" w:author="Yasser Syed" w:date="2019-06-25T00:06:00Z"/>
          <w:trPrChange w:id="1612" w:author="Yasser Syed" w:date="2019-06-25T00:23:00Z">
            <w:trPr>
              <w:cantSplit/>
              <w:trHeight w:val="576"/>
              <w:jc w:val="center"/>
            </w:trPr>
          </w:trPrChange>
        </w:trPr>
        <w:tc>
          <w:tcPr>
            <w:tcW w:w="717" w:type="dxa"/>
            <w:vMerge w:val="restart"/>
            <w:shd w:val="clear" w:color="auto" w:fill="auto"/>
            <w:textDirection w:val="btLr"/>
            <w:tcPrChange w:id="1613" w:author="Yasser Syed" w:date="2019-06-25T00:23:00Z">
              <w:tcPr>
                <w:tcW w:w="626" w:type="dxa"/>
                <w:vMerge w:val="restart"/>
                <w:shd w:val="clear" w:color="auto" w:fill="auto"/>
                <w:textDirection w:val="btLr"/>
              </w:tcPr>
            </w:tcPrChange>
          </w:tcPr>
          <w:p w14:paraId="7277B313" w14:textId="77777777" w:rsidR="00B04EEB" w:rsidRPr="000456B4" w:rsidRDefault="00B04EEB" w:rsidP="000B1A01">
            <w:pPr>
              <w:keepNext/>
              <w:spacing w:before="0"/>
              <w:jc w:val="center"/>
              <w:rPr>
                <w:ins w:id="1614" w:author="Yasser Syed" w:date="2019-06-25T00:06:00Z"/>
                <w:b/>
                <w:sz w:val="18"/>
                <w:szCs w:val="18"/>
              </w:rPr>
            </w:pPr>
            <w:ins w:id="1615" w:author="Yasser Syed" w:date="2019-06-25T00:06:00Z">
              <w:r w:rsidRPr="000456B4">
                <w:rPr>
                  <w:b/>
                  <w:sz w:val="18"/>
                  <w:szCs w:val="18"/>
                </w:rPr>
                <w:t>Colour properties</w:t>
              </w:r>
            </w:ins>
          </w:p>
        </w:tc>
        <w:tc>
          <w:tcPr>
            <w:tcW w:w="1877" w:type="dxa"/>
            <w:shd w:val="clear" w:color="auto" w:fill="auto"/>
            <w:tcPrChange w:id="1616" w:author="Yasser Syed" w:date="2019-06-25T00:23:00Z">
              <w:tcPr>
                <w:tcW w:w="1890" w:type="dxa"/>
                <w:shd w:val="clear" w:color="auto" w:fill="auto"/>
              </w:tcPr>
            </w:tcPrChange>
          </w:tcPr>
          <w:p w14:paraId="751DDF94" w14:textId="77777777" w:rsidR="00B04EEB" w:rsidRPr="000456B4" w:rsidRDefault="00B04EEB" w:rsidP="000B1A01">
            <w:pPr>
              <w:keepNext/>
              <w:jc w:val="left"/>
              <w:rPr>
                <w:ins w:id="1617" w:author="Yasser Syed" w:date="2019-06-25T00:06:00Z"/>
                <w:sz w:val="18"/>
                <w:szCs w:val="18"/>
              </w:rPr>
            </w:pPr>
            <w:ins w:id="1618" w:author="Yasser Syed" w:date="2019-06-25T00:06:00Z">
              <w:r w:rsidRPr="000456B4">
                <w:rPr>
                  <w:sz w:val="18"/>
                  <w:szCs w:val="18"/>
                </w:rPr>
                <w:t>Colour primaries</w:t>
              </w:r>
            </w:ins>
          </w:p>
        </w:tc>
        <w:tc>
          <w:tcPr>
            <w:tcW w:w="1877" w:type="dxa"/>
            <w:shd w:val="clear" w:color="auto" w:fill="auto"/>
            <w:tcPrChange w:id="1619" w:author="Yasser Syed" w:date="2019-06-25T00:23:00Z">
              <w:tcPr>
                <w:tcW w:w="1890" w:type="dxa"/>
                <w:shd w:val="clear" w:color="auto" w:fill="auto"/>
              </w:tcPr>
            </w:tcPrChange>
          </w:tcPr>
          <w:p w14:paraId="16171E63" w14:textId="77777777" w:rsidR="00B04EEB" w:rsidRPr="000456B4" w:rsidRDefault="00B04EEB" w:rsidP="000B1A01">
            <w:pPr>
              <w:keepNext/>
              <w:jc w:val="left"/>
              <w:rPr>
                <w:ins w:id="1620" w:author="Yasser Syed" w:date="2019-06-25T00:06:00Z"/>
                <w:sz w:val="18"/>
                <w:szCs w:val="18"/>
              </w:rPr>
            </w:pPr>
            <w:ins w:id="1621" w:author="Yasser Syed" w:date="2019-06-25T00:06:00Z">
              <w:r w:rsidRPr="000456B4">
                <w:rPr>
                  <w:sz w:val="18"/>
                  <w:szCs w:val="18"/>
                </w:rPr>
                <w:t>BT.2020</w:t>
              </w:r>
            </w:ins>
          </w:p>
        </w:tc>
        <w:tc>
          <w:tcPr>
            <w:tcW w:w="1340" w:type="dxa"/>
            <w:shd w:val="clear" w:color="auto" w:fill="auto"/>
            <w:tcPrChange w:id="1622" w:author="Yasser Syed" w:date="2019-06-25T00:23:00Z">
              <w:tcPr>
                <w:tcW w:w="1349" w:type="dxa"/>
                <w:shd w:val="clear" w:color="auto" w:fill="auto"/>
              </w:tcPr>
            </w:tcPrChange>
          </w:tcPr>
          <w:p w14:paraId="0FF58BEB" w14:textId="77777777" w:rsidR="00B04EEB" w:rsidRPr="000456B4" w:rsidRDefault="00B04EEB" w:rsidP="000B1A01">
            <w:pPr>
              <w:keepNext/>
              <w:jc w:val="left"/>
              <w:rPr>
                <w:ins w:id="1623" w:author="Yasser Syed" w:date="2019-06-25T00:06:00Z"/>
                <w:sz w:val="18"/>
                <w:szCs w:val="18"/>
              </w:rPr>
            </w:pPr>
            <w:ins w:id="1624" w:author="Yasser Syed" w:date="2019-06-25T00:06:00Z">
              <w:r w:rsidRPr="000456B4">
                <w:rPr>
                  <w:sz w:val="18"/>
                  <w:szCs w:val="18"/>
                </w:rPr>
                <w:t>BT.2020</w:t>
              </w:r>
            </w:ins>
          </w:p>
        </w:tc>
      </w:tr>
      <w:tr w:rsidR="00B04EEB" w:rsidRPr="000456B4" w14:paraId="49DBD4EB" w14:textId="77777777" w:rsidTr="007150D1">
        <w:trPr>
          <w:trHeight w:val="576"/>
          <w:jc w:val="center"/>
          <w:ins w:id="1625" w:author="Yasser Syed" w:date="2019-06-25T00:06:00Z"/>
          <w:trPrChange w:id="1626" w:author="Yasser Syed" w:date="2019-06-25T00:23:00Z">
            <w:trPr>
              <w:trHeight w:val="576"/>
              <w:jc w:val="center"/>
            </w:trPr>
          </w:trPrChange>
        </w:trPr>
        <w:tc>
          <w:tcPr>
            <w:tcW w:w="717" w:type="dxa"/>
            <w:vMerge/>
            <w:shd w:val="clear" w:color="auto" w:fill="auto"/>
            <w:tcPrChange w:id="1627" w:author="Yasser Syed" w:date="2019-06-25T00:23:00Z">
              <w:tcPr>
                <w:tcW w:w="626" w:type="dxa"/>
                <w:vMerge/>
                <w:shd w:val="clear" w:color="auto" w:fill="auto"/>
              </w:tcPr>
            </w:tcPrChange>
          </w:tcPr>
          <w:p w14:paraId="1BA3A80D" w14:textId="77777777" w:rsidR="00B04EEB" w:rsidRPr="000456B4" w:rsidRDefault="00B04EEB" w:rsidP="000B1A01">
            <w:pPr>
              <w:keepNext/>
              <w:spacing w:before="0"/>
              <w:jc w:val="center"/>
              <w:rPr>
                <w:ins w:id="1628" w:author="Yasser Syed" w:date="2019-06-25T00:06:00Z"/>
                <w:b/>
                <w:sz w:val="18"/>
                <w:szCs w:val="18"/>
              </w:rPr>
            </w:pPr>
          </w:p>
        </w:tc>
        <w:tc>
          <w:tcPr>
            <w:tcW w:w="1877" w:type="dxa"/>
            <w:shd w:val="clear" w:color="auto" w:fill="auto"/>
            <w:tcPrChange w:id="1629" w:author="Yasser Syed" w:date="2019-06-25T00:23:00Z">
              <w:tcPr>
                <w:tcW w:w="1890" w:type="dxa"/>
                <w:shd w:val="clear" w:color="auto" w:fill="auto"/>
              </w:tcPr>
            </w:tcPrChange>
          </w:tcPr>
          <w:p w14:paraId="7072BDDB" w14:textId="77777777" w:rsidR="00B04EEB" w:rsidRPr="000456B4" w:rsidRDefault="00B04EEB" w:rsidP="000B1A01">
            <w:pPr>
              <w:keepNext/>
              <w:jc w:val="left"/>
              <w:rPr>
                <w:ins w:id="1630" w:author="Yasser Syed" w:date="2019-06-25T00:06:00Z"/>
                <w:sz w:val="18"/>
                <w:szCs w:val="18"/>
              </w:rPr>
            </w:pPr>
            <w:ins w:id="1631" w:author="Yasser Syed" w:date="2019-06-25T00:06:00Z">
              <w:r w:rsidRPr="000456B4">
                <w:rPr>
                  <w:sz w:val="18"/>
                  <w:szCs w:val="18"/>
                </w:rPr>
                <w:t>Transfer characteristics</w:t>
              </w:r>
            </w:ins>
          </w:p>
        </w:tc>
        <w:tc>
          <w:tcPr>
            <w:tcW w:w="1877" w:type="dxa"/>
            <w:shd w:val="clear" w:color="auto" w:fill="auto"/>
            <w:tcPrChange w:id="1632" w:author="Yasser Syed" w:date="2019-06-25T00:23:00Z">
              <w:tcPr>
                <w:tcW w:w="1890" w:type="dxa"/>
                <w:shd w:val="clear" w:color="auto" w:fill="auto"/>
              </w:tcPr>
            </w:tcPrChange>
          </w:tcPr>
          <w:p w14:paraId="7CEA712B" w14:textId="77777777" w:rsidR="00B04EEB" w:rsidRPr="000456B4" w:rsidRDefault="00B04EEB" w:rsidP="000B1A01">
            <w:pPr>
              <w:keepNext/>
              <w:jc w:val="left"/>
              <w:rPr>
                <w:ins w:id="1633" w:author="Yasser Syed" w:date="2019-06-25T00:06:00Z"/>
                <w:sz w:val="18"/>
                <w:szCs w:val="18"/>
              </w:rPr>
            </w:pPr>
            <w:ins w:id="1634" w:author="Yasser Syed" w:date="2019-06-25T00:06:00Z">
              <w:r w:rsidRPr="000456B4">
                <w:rPr>
                  <w:sz w:val="18"/>
                  <w:szCs w:val="18"/>
                </w:rPr>
                <w:t>BT.2020</w:t>
              </w:r>
            </w:ins>
          </w:p>
        </w:tc>
        <w:tc>
          <w:tcPr>
            <w:tcW w:w="1340" w:type="dxa"/>
            <w:shd w:val="clear" w:color="auto" w:fill="auto"/>
            <w:tcPrChange w:id="1635" w:author="Yasser Syed" w:date="2019-06-25T00:23:00Z">
              <w:tcPr>
                <w:tcW w:w="1349" w:type="dxa"/>
                <w:shd w:val="clear" w:color="auto" w:fill="auto"/>
              </w:tcPr>
            </w:tcPrChange>
          </w:tcPr>
          <w:p w14:paraId="49046D24" w14:textId="77777777" w:rsidR="00B04EEB" w:rsidRPr="000456B4" w:rsidRDefault="00B04EEB" w:rsidP="000B1A01">
            <w:pPr>
              <w:keepNext/>
              <w:jc w:val="left"/>
              <w:rPr>
                <w:ins w:id="1636" w:author="Yasser Syed" w:date="2019-06-25T00:06:00Z"/>
                <w:sz w:val="18"/>
                <w:szCs w:val="18"/>
              </w:rPr>
            </w:pPr>
            <w:ins w:id="1637" w:author="Yasser Syed" w:date="2019-06-25T00:06:00Z">
              <w:r w:rsidRPr="000456B4">
                <w:rPr>
                  <w:sz w:val="18"/>
                  <w:szCs w:val="18"/>
                </w:rPr>
                <w:t>BT.2020</w:t>
              </w:r>
            </w:ins>
          </w:p>
        </w:tc>
      </w:tr>
      <w:tr w:rsidR="00B04EEB" w:rsidRPr="000456B4" w14:paraId="4D32F961" w14:textId="77777777" w:rsidTr="007150D1">
        <w:trPr>
          <w:trHeight w:val="576"/>
          <w:jc w:val="center"/>
          <w:ins w:id="1638" w:author="Yasser Syed" w:date="2019-06-25T00:06:00Z"/>
          <w:trPrChange w:id="1639" w:author="Yasser Syed" w:date="2019-06-25T00:23:00Z">
            <w:trPr>
              <w:trHeight w:val="576"/>
              <w:jc w:val="center"/>
            </w:trPr>
          </w:trPrChange>
        </w:trPr>
        <w:tc>
          <w:tcPr>
            <w:tcW w:w="717" w:type="dxa"/>
            <w:vMerge/>
            <w:shd w:val="clear" w:color="auto" w:fill="auto"/>
            <w:tcPrChange w:id="1640" w:author="Yasser Syed" w:date="2019-06-25T00:23:00Z">
              <w:tcPr>
                <w:tcW w:w="626" w:type="dxa"/>
                <w:vMerge/>
                <w:shd w:val="clear" w:color="auto" w:fill="auto"/>
              </w:tcPr>
            </w:tcPrChange>
          </w:tcPr>
          <w:p w14:paraId="11842938" w14:textId="77777777" w:rsidR="00B04EEB" w:rsidRPr="000456B4" w:rsidRDefault="00B04EEB" w:rsidP="000B1A01">
            <w:pPr>
              <w:keepNext/>
              <w:spacing w:before="0"/>
              <w:jc w:val="center"/>
              <w:rPr>
                <w:ins w:id="1641" w:author="Yasser Syed" w:date="2019-06-25T00:06:00Z"/>
                <w:b/>
                <w:sz w:val="18"/>
                <w:szCs w:val="18"/>
              </w:rPr>
            </w:pPr>
          </w:p>
        </w:tc>
        <w:tc>
          <w:tcPr>
            <w:tcW w:w="1877" w:type="dxa"/>
            <w:shd w:val="clear" w:color="auto" w:fill="auto"/>
            <w:tcPrChange w:id="1642" w:author="Yasser Syed" w:date="2019-06-25T00:23:00Z">
              <w:tcPr>
                <w:tcW w:w="1890" w:type="dxa"/>
                <w:shd w:val="clear" w:color="auto" w:fill="auto"/>
              </w:tcPr>
            </w:tcPrChange>
          </w:tcPr>
          <w:p w14:paraId="162E07C3" w14:textId="77777777" w:rsidR="00B04EEB" w:rsidRPr="000456B4" w:rsidRDefault="00B04EEB" w:rsidP="000B1A01">
            <w:pPr>
              <w:keepNext/>
              <w:jc w:val="left"/>
              <w:rPr>
                <w:ins w:id="1643" w:author="Yasser Syed" w:date="2019-06-25T00:06:00Z"/>
                <w:sz w:val="18"/>
                <w:szCs w:val="18"/>
              </w:rPr>
            </w:pPr>
            <w:ins w:id="1644" w:author="Yasser Syed" w:date="2019-06-25T00:06:00Z">
              <w:r w:rsidRPr="000456B4">
                <w:rPr>
                  <w:sz w:val="18"/>
                  <w:szCs w:val="18"/>
                </w:rPr>
                <w:t>Colour representation</w:t>
              </w:r>
            </w:ins>
          </w:p>
        </w:tc>
        <w:tc>
          <w:tcPr>
            <w:tcW w:w="1877" w:type="dxa"/>
            <w:shd w:val="clear" w:color="auto" w:fill="auto"/>
            <w:tcPrChange w:id="1645" w:author="Yasser Syed" w:date="2019-06-25T00:23:00Z">
              <w:tcPr>
                <w:tcW w:w="1890" w:type="dxa"/>
                <w:shd w:val="clear" w:color="auto" w:fill="auto"/>
              </w:tcPr>
            </w:tcPrChange>
          </w:tcPr>
          <w:p w14:paraId="7EEC8313" w14:textId="77777777" w:rsidR="00B04EEB" w:rsidRPr="000456B4" w:rsidRDefault="00B04EEB" w:rsidP="000B1A01">
            <w:pPr>
              <w:keepNext/>
              <w:jc w:val="left"/>
              <w:rPr>
                <w:ins w:id="1646" w:author="Yasser Syed" w:date="2019-06-25T00:06:00Z"/>
                <w:sz w:val="18"/>
                <w:szCs w:val="18"/>
              </w:rPr>
            </w:pPr>
            <w:ins w:id="1647" w:author="Yasser Syed" w:date="2019-06-25T00:06:00Z">
              <w:r w:rsidRPr="00DC62C9">
                <w:rPr>
                  <w:sz w:val="18"/>
                  <w:szCs w:val="18"/>
                </w:rPr>
                <w:t>Y′CbCr</w:t>
              </w:r>
            </w:ins>
          </w:p>
        </w:tc>
        <w:tc>
          <w:tcPr>
            <w:tcW w:w="1340" w:type="dxa"/>
            <w:shd w:val="clear" w:color="auto" w:fill="auto"/>
            <w:tcPrChange w:id="1648" w:author="Yasser Syed" w:date="2019-06-25T00:23:00Z">
              <w:tcPr>
                <w:tcW w:w="1349" w:type="dxa"/>
                <w:shd w:val="clear" w:color="auto" w:fill="auto"/>
              </w:tcPr>
            </w:tcPrChange>
          </w:tcPr>
          <w:p w14:paraId="526D7BCB" w14:textId="77777777" w:rsidR="00B04EEB" w:rsidRPr="000456B4" w:rsidRDefault="00B04EEB" w:rsidP="000B1A01">
            <w:pPr>
              <w:keepNext/>
              <w:jc w:val="left"/>
              <w:rPr>
                <w:ins w:id="1649" w:author="Yasser Syed" w:date="2019-06-25T00:06:00Z"/>
                <w:sz w:val="18"/>
                <w:szCs w:val="18"/>
              </w:rPr>
            </w:pPr>
            <w:ins w:id="1650" w:author="Yasser Syed" w:date="2019-06-25T00:06:00Z">
              <w:r w:rsidRPr="000456B4">
                <w:rPr>
                  <w:sz w:val="18"/>
                  <w:szCs w:val="18"/>
                </w:rPr>
                <w:t>R′G′B′</w:t>
              </w:r>
            </w:ins>
          </w:p>
        </w:tc>
      </w:tr>
      <w:tr w:rsidR="00B04EEB" w:rsidRPr="000456B4" w14:paraId="2EAB45E3" w14:textId="77777777" w:rsidTr="007150D1">
        <w:trPr>
          <w:cantSplit/>
          <w:trHeight w:val="435"/>
          <w:jc w:val="center"/>
          <w:ins w:id="1651" w:author="Yasser Syed" w:date="2019-06-25T00:06:00Z"/>
          <w:trPrChange w:id="1652" w:author="Yasser Syed" w:date="2019-06-25T00:23:00Z">
            <w:trPr>
              <w:cantSplit/>
              <w:trHeight w:val="435"/>
              <w:jc w:val="center"/>
            </w:trPr>
          </w:trPrChange>
        </w:trPr>
        <w:tc>
          <w:tcPr>
            <w:tcW w:w="717" w:type="dxa"/>
            <w:vMerge w:val="restart"/>
            <w:shd w:val="clear" w:color="auto" w:fill="auto"/>
            <w:textDirection w:val="btLr"/>
            <w:tcPrChange w:id="1653" w:author="Yasser Syed" w:date="2019-06-25T00:23:00Z">
              <w:tcPr>
                <w:tcW w:w="626" w:type="dxa"/>
                <w:vMerge w:val="restart"/>
                <w:shd w:val="clear" w:color="auto" w:fill="auto"/>
                <w:textDirection w:val="btLr"/>
              </w:tcPr>
            </w:tcPrChange>
          </w:tcPr>
          <w:p w14:paraId="3795E7E3" w14:textId="77777777" w:rsidR="00B04EEB" w:rsidRPr="000456B4" w:rsidRDefault="00B04EEB" w:rsidP="000B1A01">
            <w:pPr>
              <w:keepNext/>
              <w:spacing w:before="0"/>
              <w:jc w:val="center"/>
              <w:rPr>
                <w:ins w:id="1654" w:author="Yasser Syed" w:date="2019-06-25T00:06:00Z"/>
                <w:b/>
                <w:sz w:val="18"/>
                <w:szCs w:val="18"/>
              </w:rPr>
            </w:pPr>
            <w:ins w:id="1655" w:author="Yasser Syed" w:date="2019-06-25T00:06:00Z">
              <w:r w:rsidRPr="000456B4">
                <w:rPr>
                  <w:b/>
                  <w:sz w:val="18"/>
                  <w:szCs w:val="18"/>
                </w:rPr>
                <w:t>Other</w:t>
              </w:r>
            </w:ins>
          </w:p>
        </w:tc>
        <w:tc>
          <w:tcPr>
            <w:tcW w:w="1877" w:type="dxa"/>
            <w:shd w:val="clear" w:color="auto" w:fill="auto"/>
            <w:tcPrChange w:id="1656" w:author="Yasser Syed" w:date="2019-06-25T00:23:00Z">
              <w:tcPr>
                <w:tcW w:w="1890" w:type="dxa"/>
                <w:shd w:val="clear" w:color="auto" w:fill="auto"/>
              </w:tcPr>
            </w:tcPrChange>
          </w:tcPr>
          <w:p w14:paraId="0CEDCDA7" w14:textId="77777777" w:rsidR="00B04EEB" w:rsidRPr="000456B4" w:rsidRDefault="00B04EEB" w:rsidP="000B1A01">
            <w:pPr>
              <w:keepNext/>
              <w:jc w:val="left"/>
              <w:rPr>
                <w:ins w:id="1657" w:author="Yasser Syed" w:date="2019-06-25T00:06:00Z"/>
                <w:sz w:val="18"/>
                <w:szCs w:val="18"/>
              </w:rPr>
            </w:pPr>
            <w:ins w:id="1658" w:author="Yasser Syed" w:date="2019-06-25T00:06:00Z">
              <w:r w:rsidRPr="000456B4">
                <w:rPr>
                  <w:sz w:val="18"/>
                  <w:szCs w:val="18"/>
                </w:rPr>
                <w:t>Full/narrow range</w:t>
              </w:r>
            </w:ins>
          </w:p>
        </w:tc>
        <w:tc>
          <w:tcPr>
            <w:tcW w:w="1877" w:type="dxa"/>
            <w:shd w:val="clear" w:color="auto" w:fill="auto"/>
            <w:tcPrChange w:id="1659" w:author="Yasser Syed" w:date="2019-06-25T00:23:00Z">
              <w:tcPr>
                <w:tcW w:w="1890" w:type="dxa"/>
                <w:shd w:val="clear" w:color="auto" w:fill="auto"/>
              </w:tcPr>
            </w:tcPrChange>
          </w:tcPr>
          <w:p w14:paraId="19F73F82" w14:textId="77777777" w:rsidR="00B04EEB" w:rsidRPr="000456B4" w:rsidRDefault="00B04EEB" w:rsidP="000B1A01">
            <w:pPr>
              <w:keepNext/>
              <w:jc w:val="left"/>
              <w:rPr>
                <w:ins w:id="1660" w:author="Yasser Syed" w:date="2019-06-25T00:06:00Z"/>
                <w:sz w:val="18"/>
                <w:szCs w:val="18"/>
              </w:rPr>
            </w:pPr>
            <w:ins w:id="1661" w:author="Yasser Syed" w:date="2019-06-25T00:06:00Z">
              <w:r w:rsidRPr="000456B4">
                <w:rPr>
                  <w:sz w:val="18"/>
                  <w:szCs w:val="18"/>
                </w:rPr>
                <w:t>Narrow</w:t>
              </w:r>
            </w:ins>
          </w:p>
        </w:tc>
        <w:tc>
          <w:tcPr>
            <w:tcW w:w="1340" w:type="dxa"/>
            <w:shd w:val="clear" w:color="auto" w:fill="auto"/>
            <w:tcPrChange w:id="1662" w:author="Yasser Syed" w:date="2019-06-25T00:23:00Z">
              <w:tcPr>
                <w:tcW w:w="1349" w:type="dxa"/>
                <w:shd w:val="clear" w:color="auto" w:fill="auto"/>
              </w:tcPr>
            </w:tcPrChange>
          </w:tcPr>
          <w:p w14:paraId="3D4C2EC6" w14:textId="77777777" w:rsidR="00B04EEB" w:rsidRPr="000456B4" w:rsidRDefault="00B04EEB" w:rsidP="000B1A01">
            <w:pPr>
              <w:keepNext/>
              <w:jc w:val="left"/>
              <w:rPr>
                <w:ins w:id="1663" w:author="Yasser Syed" w:date="2019-06-25T00:06:00Z"/>
                <w:sz w:val="18"/>
                <w:szCs w:val="18"/>
              </w:rPr>
            </w:pPr>
            <w:ins w:id="1664" w:author="Yasser Syed" w:date="2019-06-25T00:06:00Z">
              <w:r w:rsidRPr="000456B4">
                <w:rPr>
                  <w:sz w:val="18"/>
                  <w:szCs w:val="18"/>
                </w:rPr>
                <w:t>Narrow</w:t>
              </w:r>
            </w:ins>
          </w:p>
        </w:tc>
      </w:tr>
      <w:tr w:rsidR="00B04EEB" w:rsidRPr="000456B4" w14:paraId="249D1EA0" w14:textId="77777777" w:rsidTr="007150D1">
        <w:trPr>
          <w:cantSplit/>
          <w:trHeight w:val="440"/>
          <w:jc w:val="center"/>
          <w:ins w:id="1665" w:author="Yasser Syed" w:date="2019-06-25T00:06:00Z"/>
          <w:trPrChange w:id="1666" w:author="Yasser Syed" w:date="2019-06-25T00:23:00Z">
            <w:trPr>
              <w:cantSplit/>
              <w:trHeight w:val="440"/>
              <w:jc w:val="center"/>
            </w:trPr>
          </w:trPrChange>
        </w:trPr>
        <w:tc>
          <w:tcPr>
            <w:tcW w:w="717" w:type="dxa"/>
            <w:vMerge/>
            <w:shd w:val="clear" w:color="auto" w:fill="auto"/>
            <w:textDirection w:val="btLr"/>
            <w:tcPrChange w:id="1667" w:author="Yasser Syed" w:date="2019-06-25T00:23:00Z">
              <w:tcPr>
                <w:tcW w:w="626" w:type="dxa"/>
                <w:vMerge/>
                <w:shd w:val="clear" w:color="auto" w:fill="auto"/>
                <w:textDirection w:val="btLr"/>
              </w:tcPr>
            </w:tcPrChange>
          </w:tcPr>
          <w:p w14:paraId="7BA4D4C7" w14:textId="77777777" w:rsidR="00B04EEB" w:rsidRPr="000456B4" w:rsidRDefault="00B04EEB" w:rsidP="000B1A01">
            <w:pPr>
              <w:keepNext/>
              <w:spacing w:before="0"/>
              <w:jc w:val="center"/>
              <w:rPr>
                <w:ins w:id="1668" w:author="Yasser Syed" w:date="2019-06-25T00:06:00Z"/>
                <w:b/>
                <w:sz w:val="18"/>
                <w:szCs w:val="18"/>
              </w:rPr>
            </w:pPr>
          </w:p>
        </w:tc>
        <w:tc>
          <w:tcPr>
            <w:tcW w:w="1877" w:type="dxa"/>
            <w:shd w:val="clear" w:color="auto" w:fill="auto"/>
            <w:tcPrChange w:id="1669" w:author="Yasser Syed" w:date="2019-06-25T00:23:00Z">
              <w:tcPr>
                <w:tcW w:w="1890" w:type="dxa"/>
                <w:shd w:val="clear" w:color="auto" w:fill="auto"/>
              </w:tcPr>
            </w:tcPrChange>
          </w:tcPr>
          <w:p w14:paraId="7D83C2C9" w14:textId="77777777" w:rsidR="00B04EEB" w:rsidRPr="000456B4" w:rsidRDefault="00B04EEB" w:rsidP="000B1A01">
            <w:pPr>
              <w:keepNext/>
              <w:jc w:val="left"/>
              <w:rPr>
                <w:ins w:id="1670" w:author="Yasser Syed" w:date="2019-06-25T00:06:00Z"/>
                <w:sz w:val="18"/>
                <w:szCs w:val="18"/>
              </w:rPr>
            </w:pPr>
            <w:ins w:id="1671" w:author="Yasser Syed" w:date="2019-06-25T00:06:00Z">
              <w:r w:rsidRPr="000456B4">
                <w:rPr>
                  <w:sz w:val="18"/>
                  <w:szCs w:val="18"/>
                </w:rPr>
                <w:t xml:space="preserve">4:2:0 chroma sample </w:t>
              </w:r>
              <w:r>
                <w:rPr>
                  <w:sz w:val="18"/>
                  <w:szCs w:val="18"/>
                </w:rPr>
                <w:t>location</w:t>
              </w:r>
              <w:r w:rsidRPr="000456B4">
                <w:rPr>
                  <w:sz w:val="18"/>
                  <w:szCs w:val="18"/>
                </w:rPr>
                <w:t xml:space="preserve"> alignment</w:t>
              </w:r>
            </w:ins>
          </w:p>
        </w:tc>
        <w:tc>
          <w:tcPr>
            <w:tcW w:w="1877" w:type="dxa"/>
            <w:shd w:val="clear" w:color="auto" w:fill="auto"/>
            <w:tcPrChange w:id="1672" w:author="Yasser Syed" w:date="2019-06-25T00:23:00Z">
              <w:tcPr>
                <w:tcW w:w="1890" w:type="dxa"/>
                <w:shd w:val="clear" w:color="auto" w:fill="auto"/>
              </w:tcPr>
            </w:tcPrChange>
          </w:tcPr>
          <w:p w14:paraId="42D499D2" w14:textId="77777777" w:rsidR="00B04EEB" w:rsidRPr="000456B4" w:rsidRDefault="00B04EEB" w:rsidP="000B1A01">
            <w:pPr>
              <w:keepNext/>
              <w:jc w:val="left"/>
              <w:rPr>
                <w:ins w:id="1673" w:author="Yasser Syed" w:date="2019-06-25T00:06:00Z"/>
                <w:sz w:val="18"/>
                <w:szCs w:val="18"/>
              </w:rPr>
            </w:pPr>
            <w:ins w:id="1674" w:author="Yasser Syed" w:date="2019-06-25T00:06:00Z">
              <w:r w:rsidRPr="000456B4">
                <w:rPr>
                  <w:sz w:val="18"/>
                  <w:szCs w:val="18"/>
                </w:rPr>
                <w:t>Co-sited</w:t>
              </w:r>
            </w:ins>
          </w:p>
        </w:tc>
        <w:tc>
          <w:tcPr>
            <w:tcW w:w="1340" w:type="dxa"/>
            <w:shd w:val="clear" w:color="auto" w:fill="auto"/>
            <w:tcPrChange w:id="1675" w:author="Yasser Syed" w:date="2019-06-25T00:23:00Z">
              <w:tcPr>
                <w:tcW w:w="1349" w:type="dxa"/>
                <w:shd w:val="clear" w:color="auto" w:fill="auto"/>
              </w:tcPr>
            </w:tcPrChange>
          </w:tcPr>
          <w:p w14:paraId="711DF06B" w14:textId="77777777" w:rsidR="00B04EEB" w:rsidRPr="000456B4" w:rsidRDefault="00B04EEB" w:rsidP="000B1A01">
            <w:pPr>
              <w:keepNext/>
              <w:jc w:val="left"/>
              <w:rPr>
                <w:ins w:id="1676" w:author="Yasser Syed" w:date="2019-06-25T00:06:00Z"/>
                <w:sz w:val="18"/>
                <w:szCs w:val="18"/>
              </w:rPr>
            </w:pPr>
            <w:ins w:id="1677" w:author="Yasser Syed" w:date="2019-06-25T00:06:00Z">
              <w:r>
                <w:rPr>
                  <w:sz w:val="18"/>
                  <w:szCs w:val="18"/>
                </w:rPr>
                <w:t>N/A</w:t>
              </w:r>
            </w:ins>
          </w:p>
        </w:tc>
      </w:tr>
      <w:tr w:rsidR="00B04EEB" w:rsidRPr="000456B4" w14:paraId="0EFD2C5D" w14:textId="77777777" w:rsidTr="007150D1">
        <w:trPr>
          <w:cantSplit/>
          <w:trHeight w:val="432"/>
          <w:jc w:val="center"/>
          <w:ins w:id="1678" w:author="Yasser Syed" w:date="2019-06-25T00:06:00Z"/>
          <w:trPrChange w:id="1679" w:author="Yasser Syed" w:date="2019-06-25T00:23:00Z">
            <w:trPr>
              <w:cantSplit/>
              <w:trHeight w:val="432"/>
              <w:jc w:val="center"/>
            </w:trPr>
          </w:trPrChange>
        </w:trPr>
        <w:tc>
          <w:tcPr>
            <w:tcW w:w="717" w:type="dxa"/>
            <w:vMerge w:val="restart"/>
            <w:shd w:val="clear" w:color="auto" w:fill="auto"/>
            <w:textDirection w:val="btLr"/>
            <w:tcPrChange w:id="1680" w:author="Yasser Syed" w:date="2019-06-25T00:23:00Z">
              <w:tcPr>
                <w:tcW w:w="626" w:type="dxa"/>
                <w:vMerge w:val="restart"/>
                <w:shd w:val="clear" w:color="auto" w:fill="auto"/>
                <w:textDirection w:val="btLr"/>
              </w:tcPr>
            </w:tcPrChange>
          </w:tcPr>
          <w:p w14:paraId="3AACAD60" w14:textId="77777777" w:rsidR="00B04EEB" w:rsidRPr="000456B4" w:rsidRDefault="00B04EEB" w:rsidP="000B1A01">
            <w:pPr>
              <w:keepNext/>
              <w:spacing w:before="0"/>
              <w:jc w:val="center"/>
              <w:rPr>
                <w:ins w:id="1681" w:author="Yasser Syed" w:date="2019-06-25T00:06:00Z"/>
                <w:b/>
                <w:sz w:val="18"/>
                <w:szCs w:val="18"/>
              </w:rPr>
            </w:pPr>
            <w:ins w:id="1682" w:author="Yasser Syed" w:date="2019-06-25T00:06:00Z">
              <w:r w:rsidRPr="000456B4">
                <w:rPr>
                  <w:b/>
                  <w:sz w:val="18"/>
                  <w:szCs w:val="18"/>
                </w:rPr>
                <w:t>CICP parameters</w:t>
              </w:r>
              <w:r>
                <w:rPr>
                  <w:b/>
                  <w:sz w:val="18"/>
                  <w:szCs w:val="18"/>
                </w:rPr>
                <w:br/>
              </w:r>
              <w:r w:rsidRPr="00120342">
                <w:rPr>
                  <w:b/>
                  <w:sz w:val="18"/>
                  <w:szCs w:val="18"/>
                </w:rPr>
                <w:t>Rec. ITU-T H.273 | ISO/IEC 23001-8</w:t>
              </w:r>
            </w:ins>
          </w:p>
        </w:tc>
        <w:tc>
          <w:tcPr>
            <w:tcW w:w="1877" w:type="dxa"/>
            <w:shd w:val="clear" w:color="auto" w:fill="auto"/>
            <w:tcPrChange w:id="1683" w:author="Yasser Syed" w:date="2019-06-25T00:23:00Z">
              <w:tcPr>
                <w:tcW w:w="1890" w:type="dxa"/>
                <w:shd w:val="clear" w:color="auto" w:fill="auto"/>
              </w:tcPr>
            </w:tcPrChange>
          </w:tcPr>
          <w:p w14:paraId="0D842022" w14:textId="77777777" w:rsidR="00B04EEB" w:rsidRPr="000456B4" w:rsidRDefault="00B04EEB" w:rsidP="000B1A01">
            <w:pPr>
              <w:keepNext/>
              <w:jc w:val="left"/>
              <w:rPr>
                <w:ins w:id="1684" w:author="Yasser Syed" w:date="2019-06-25T00:06:00Z"/>
                <w:sz w:val="18"/>
                <w:szCs w:val="18"/>
              </w:rPr>
            </w:pPr>
            <w:ins w:id="1685" w:author="Yasser Syed" w:date="2019-06-25T00:06:00Z">
              <w:r w:rsidRPr="000456B4">
                <w:rPr>
                  <w:sz w:val="18"/>
                  <w:szCs w:val="18"/>
                </w:rPr>
                <w:t>ColourPrimaries</w:t>
              </w:r>
            </w:ins>
          </w:p>
        </w:tc>
        <w:tc>
          <w:tcPr>
            <w:tcW w:w="1877" w:type="dxa"/>
            <w:shd w:val="clear" w:color="auto" w:fill="auto"/>
            <w:tcPrChange w:id="1686" w:author="Yasser Syed" w:date="2019-06-25T00:23:00Z">
              <w:tcPr>
                <w:tcW w:w="1890" w:type="dxa"/>
                <w:shd w:val="clear" w:color="auto" w:fill="auto"/>
              </w:tcPr>
            </w:tcPrChange>
          </w:tcPr>
          <w:p w14:paraId="20D16D2E" w14:textId="77777777" w:rsidR="00B04EEB" w:rsidRPr="000456B4" w:rsidRDefault="00B04EEB" w:rsidP="000B1A01">
            <w:pPr>
              <w:keepNext/>
              <w:jc w:val="left"/>
              <w:rPr>
                <w:ins w:id="1687" w:author="Yasser Syed" w:date="2019-06-25T00:06:00Z"/>
                <w:sz w:val="18"/>
                <w:szCs w:val="18"/>
              </w:rPr>
            </w:pPr>
            <w:ins w:id="1688" w:author="Yasser Syed" w:date="2019-06-25T00:06:00Z">
              <w:r w:rsidRPr="000456B4">
                <w:rPr>
                  <w:sz w:val="18"/>
                  <w:szCs w:val="18"/>
                </w:rPr>
                <w:t>9</w:t>
              </w:r>
            </w:ins>
          </w:p>
        </w:tc>
        <w:tc>
          <w:tcPr>
            <w:tcW w:w="1340" w:type="dxa"/>
            <w:shd w:val="clear" w:color="auto" w:fill="auto"/>
            <w:tcPrChange w:id="1689" w:author="Yasser Syed" w:date="2019-06-25T00:23:00Z">
              <w:tcPr>
                <w:tcW w:w="1349" w:type="dxa"/>
                <w:shd w:val="clear" w:color="auto" w:fill="auto"/>
              </w:tcPr>
            </w:tcPrChange>
          </w:tcPr>
          <w:p w14:paraId="1D56335D" w14:textId="77777777" w:rsidR="00B04EEB" w:rsidRPr="000456B4" w:rsidRDefault="00B04EEB" w:rsidP="000B1A01">
            <w:pPr>
              <w:keepNext/>
              <w:jc w:val="left"/>
              <w:rPr>
                <w:ins w:id="1690" w:author="Yasser Syed" w:date="2019-06-25T00:06:00Z"/>
                <w:sz w:val="18"/>
                <w:szCs w:val="18"/>
              </w:rPr>
            </w:pPr>
            <w:ins w:id="1691" w:author="Yasser Syed" w:date="2019-06-25T00:06:00Z">
              <w:r w:rsidRPr="000456B4">
                <w:rPr>
                  <w:sz w:val="18"/>
                  <w:szCs w:val="18"/>
                </w:rPr>
                <w:t>9</w:t>
              </w:r>
            </w:ins>
          </w:p>
        </w:tc>
      </w:tr>
      <w:tr w:rsidR="00B04EEB" w:rsidRPr="000456B4" w14:paraId="507E9A69" w14:textId="77777777" w:rsidTr="007150D1">
        <w:trPr>
          <w:trHeight w:val="326"/>
          <w:jc w:val="center"/>
          <w:ins w:id="1692" w:author="Yasser Syed" w:date="2019-06-25T00:06:00Z"/>
          <w:trPrChange w:id="1693" w:author="Yasser Syed" w:date="2019-06-25T00:23:00Z">
            <w:trPr>
              <w:trHeight w:val="326"/>
              <w:jc w:val="center"/>
            </w:trPr>
          </w:trPrChange>
        </w:trPr>
        <w:tc>
          <w:tcPr>
            <w:tcW w:w="717" w:type="dxa"/>
            <w:vMerge/>
            <w:shd w:val="clear" w:color="auto" w:fill="auto"/>
            <w:tcPrChange w:id="1694" w:author="Yasser Syed" w:date="2019-06-25T00:23:00Z">
              <w:tcPr>
                <w:tcW w:w="626" w:type="dxa"/>
                <w:vMerge/>
                <w:shd w:val="clear" w:color="auto" w:fill="auto"/>
              </w:tcPr>
            </w:tcPrChange>
          </w:tcPr>
          <w:p w14:paraId="219B9A65" w14:textId="77777777" w:rsidR="00B04EEB" w:rsidRPr="000456B4" w:rsidRDefault="00B04EEB" w:rsidP="000B1A01">
            <w:pPr>
              <w:keepNext/>
              <w:spacing w:before="0"/>
              <w:jc w:val="center"/>
              <w:rPr>
                <w:ins w:id="1695" w:author="Yasser Syed" w:date="2019-06-25T00:06:00Z"/>
                <w:b/>
                <w:sz w:val="18"/>
                <w:szCs w:val="18"/>
              </w:rPr>
            </w:pPr>
          </w:p>
        </w:tc>
        <w:tc>
          <w:tcPr>
            <w:tcW w:w="1877" w:type="dxa"/>
            <w:shd w:val="clear" w:color="auto" w:fill="auto"/>
            <w:tcPrChange w:id="1696" w:author="Yasser Syed" w:date="2019-06-25T00:23:00Z">
              <w:tcPr>
                <w:tcW w:w="1890" w:type="dxa"/>
                <w:shd w:val="clear" w:color="auto" w:fill="auto"/>
              </w:tcPr>
            </w:tcPrChange>
          </w:tcPr>
          <w:p w14:paraId="697EC76A" w14:textId="77777777" w:rsidR="00B04EEB" w:rsidRPr="000456B4" w:rsidRDefault="00B04EEB" w:rsidP="000B1A01">
            <w:pPr>
              <w:keepNext/>
              <w:jc w:val="left"/>
              <w:rPr>
                <w:ins w:id="1697" w:author="Yasser Syed" w:date="2019-06-25T00:06:00Z"/>
                <w:sz w:val="18"/>
                <w:szCs w:val="18"/>
              </w:rPr>
            </w:pPr>
            <w:ins w:id="1698" w:author="Yasser Syed" w:date="2019-06-25T00:06:00Z">
              <w:r w:rsidRPr="000456B4">
                <w:rPr>
                  <w:sz w:val="18"/>
                  <w:szCs w:val="18"/>
                </w:rPr>
                <w:t>TransferCharacteristics</w:t>
              </w:r>
            </w:ins>
          </w:p>
        </w:tc>
        <w:tc>
          <w:tcPr>
            <w:tcW w:w="1877" w:type="dxa"/>
            <w:shd w:val="clear" w:color="auto" w:fill="auto"/>
            <w:tcPrChange w:id="1699" w:author="Yasser Syed" w:date="2019-06-25T00:23:00Z">
              <w:tcPr>
                <w:tcW w:w="1890" w:type="dxa"/>
                <w:shd w:val="clear" w:color="auto" w:fill="auto"/>
              </w:tcPr>
            </w:tcPrChange>
          </w:tcPr>
          <w:p w14:paraId="3FB52C96" w14:textId="77777777" w:rsidR="00B04EEB" w:rsidRPr="000456B4" w:rsidRDefault="00B04EEB" w:rsidP="000B1A01">
            <w:pPr>
              <w:keepNext/>
              <w:jc w:val="left"/>
              <w:rPr>
                <w:ins w:id="1700" w:author="Yasser Syed" w:date="2019-06-25T00:06:00Z"/>
                <w:sz w:val="18"/>
                <w:szCs w:val="18"/>
              </w:rPr>
            </w:pPr>
            <w:ins w:id="1701" w:author="Yasser Syed" w:date="2019-06-25T00:06:00Z">
              <w:r w:rsidRPr="000456B4">
                <w:rPr>
                  <w:sz w:val="18"/>
                  <w:szCs w:val="18"/>
                </w:rPr>
                <w:t>14</w:t>
              </w:r>
            </w:ins>
          </w:p>
        </w:tc>
        <w:tc>
          <w:tcPr>
            <w:tcW w:w="1340" w:type="dxa"/>
            <w:shd w:val="clear" w:color="auto" w:fill="auto"/>
            <w:tcPrChange w:id="1702" w:author="Yasser Syed" w:date="2019-06-25T00:23:00Z">
              <w:tcPr>
                <w:tcW w:w="1349" w:type="dxa"/>
                <w:shd w:val="clear" w:color="auto" w:fill="auto"/>
              </w:tcPr>
            </w:tcPrChange>
          </w:tcPr>
          <w:p w14:paraId="247C52BB" w14:textId="77777777" w:rsidR="00B04EEB" w:rsidRPr="000456B4" w:rsidRDefault="00B04EEB" w:rsidP="000B1A01">
            <w:pPr>
              <w:keepNext/>
              <w:jc w:val="left"/>
              <w:rPr>
                <w:ins w:id="1703" w:author="Yasser Syed" w:date="2019-06-25T00:06:00Z"/>
                <w:sz w:val="18"/>
                <w:szCs w:val="18"/>
              </w:rPr>
            </w:pPr>
            <w:ins w:id="1704" w:author="Yasser Syed" w:date="2019-06-25T00:06:00Z">
              <w:r w:rsidRPr="000456B4">
                <w:rPr>
                  <w:sz w:val="18"/>
                  <w:szCs w:val="18"/>
                </w:rPr>
                <w:t>14</w:t>
              </w:r>
            </w:ins>
          </w:p>
        </w:tc>
      </w:tr>
      <w:tr w:rsidR="00B04EEB" w:rsidRPr="000456B4" w14:paraId="17FCF5A4" w14:textId="77777777" w:rsidTr="007150D1">
        <w:trPr>
          <w:trHeight w:val="326"/>
          <w:jc w:val="center"/>
          <w:ins w:id="1705" w:author="Yasser Syed" w:date="2019-06-25T00:06:00Z"/>
          <w:trPrChange w:id="1706" w:author="Yasser Syed" w:date="2019-06-25T00:23:00Z">
            <w:trPr>
              <w:trHeight w:val="326"/>
              <w:jc w:val="center"/>
            </w:trPr>
          </w:trPrChange>
        </w:trPr>
        <w:tc>
          <w:tcPr>
            <w:tcW w:w="717" w:type="dxa"/>
            <w:vMerge/>
            <w:shd w:val="clear" w:color="auto" w:fill="auto"/>
            <w:tcPrChange w:id="1707" w:author="Yasser Syed" w:date="2019-06-25T00:23:00Z">
              <w:tcPr>
                <w:tcW w:w="626" w:type="dxa"/>
                <w:vMerge/>
                <w:shd w:val="clear" w:color="auto" w:fill="auto"/>
              </w:tcPr>
            </w:tcPrChange>
          </w:tcPr>
          <w:p w14:paraId="23F69D1E" w14:textId="77777777" w:rsidR="00B04EEB" w:rsidRPr="000456B4" w:rsidRDefault="00B04EEB" w:rsidP="000B1A01">
            <w:pPr>
              <w:keepNext/>
              <w:spacing w:before="0"/>
              <w:jc w:val="center"/>
              <w:rPr>
                <w:ins w:id="1708" w:author="Yasser Syed" w:date="2019-06-25T00:06:00Z"/>
                <w:b/>
                <w:sz w:val="18"/>
                <w:szCs w:val="18"/>
              </w:rPr>
            </w:pPr>
          </w:p>
        </w:tc>
        <w:tc>
          <w:tcPr>
            <w:tcW w:w="1877" w:type="dxa"/>
            <w:shd w:val="clear" w:color="auto" w:fill="auto"/>
            <w:tcPrChange w:id="1709" w:author="Yasser Syed" w:date="2019-06-25T00:23:00Z">
              <w:tcPr>
                <w:tcW w:w="1890" w:type="dxa"/>
                <w:shd w:val="clear" w:color="auto" w:fill="auto"/>
              </w:tcPr>
            </w:tcPrChange>
          </w:tcPr>
          <w:p w14:paraId="46F63BC0" w14:textId="77777777" w:rsidR="00B04EEB" w:rsidRPr="000456B4" w:rsidRDefault="00B04EEB" w:rsidP="000B1A01">
            <w:pPr>
              <w:keepNext/>
              <w:jc w:val="left"/>
              <w:rPr>
                <w:ins w:id="1710" w:author="Yasser Syed" w:date="2019-06-25T00:06:00Z"/>
                <w:sz w:val="18"/>
                <w:szCs w:val="18"/>
              </w:rPr>
            </w:pPr>
            <w:ins w:id="1711" w:author="Yasser Syed" w:date="2019-06-25T00:06:00Z">
              <w:r w:rsidRPr="000456B4">
                <w:rPr>
                  <w:sz w:val="18"/>
                  <w:szCs w:val="18"/>
                </w:rPr>
                <w:t>MatrixCoefficients</w:t>
              </w:r>
            </w:ins>
          </w:p>
        </w:tc>
        <w:tc>
          <w:tcPr>
            <w:tcW w:w="1877" w:type="dxa"/>
            <w:shd w:val="clear" w:color="auto" w:fill="auto"/>
            <w:tcPrChange w:id="1712" w:author="Yasser Syed" w:date="2019-06-25T00:23:00Z">
              <w:tcPr>
                <w:tcW w:w="1890" w:type="dxa"/>
                <w:shd w:val="clear" w:color="auto" w:fill="auto"/>
              </w:tcPr>
            </w:tcPrChange>
          </w:tcPr>
          <w:p w14:paraId="6F5F02E6" w14:textId="77777777" w:rsidR="00B04EEB" w:rsidRPr="000456B4" w:rsidRDefault="00B04EEB" w:rsidP="000B1A01">
            <w:pPr>
              <w:keepNext/>
              <w:jc w:val="left"/>
              <w:rPr>
                <w:ins w:id="1713" w:author="Yasser Syed" w:date="2019-06-25T00:06:00Z"/>
                <w:sz w:val="18"/>
                <w:szCs w:val="18"/>
              </w:rPr>
            </w:pPr>
            <w:ins w:id="1714" w:author="Yasser Syed" w:date="2019-06-25T00:06:00Z">
              <w:r w:rsidRPr="000456B4">
                <w:rPr>
                  <w:sz w:val="18"/>
                  <w:szCs w:val="18"/>
                </w:rPr>
                <w:t>9</w:t>
              </w:r>
            </w:ins>
          </w:p>
        </w:tc>
        <w:tc>
          <w:tcPr>
            <w:tcW w:w="1340" w:type="dxa"/>
            <w:shd w:val="clear" w:color="auto" w:fill="auto"/>
            <w:tcPrChange w:id="1715" w:author="Yasser Syed" w:date="2019-06-25T00:23:00Z">
              <w:tcPr>
                <w:tcW w:w="1349" w:type="dxa"/>
                <w:shd w:val="clear" w:color="auto" w:fill="auto"/>
              </w:tcPr>
            </w:tcPrChange>
          </w:tcPr>
          <w:p w14:paraId="2AFF1CB4" w14:textId="77777777" w:rsidR="00B04EEB" w:rsidRPr="000456B4" w:rsidRDefault="00B04EEB" w:rsidP="000B1A01">
            <w:pPr>
              <w:keepNext/>
              <w:jc w:val="left"/>
              <w:rPr>
                <w:ins w:id="1716" w:author="Yasser Syed" w:date="2019-06-25T00:06:00Z"/>
                <w:sz w:val="18"/>
                <w:szCs w:val="18"/>
              </w:rPr>
            </w:pPr>
            <w:ins w:id="1717" w:author="Yasser Syed" w:date="2019-06-25T00:06:00Z">
              <w:r w:rsidRPr="000456B4">
                <w:rPr>
                  <w:sz w:val="18"/>
                  <w:szCs w:val="18"/>
                </w:rPr>
                <w:t>0</w:t>
              </w:r>
            </w:ins>
          </w:p>
        </w:tc>
      </w:tr>
      <w:tr w:rsidR="00B04EEB" w:rsidRPr="000456B4" w14:paraId="1FFC1EAE" w14:textId="77777777" w:rsidTr="007150D1">
        <w:trPr>
          <w:trHeight w:val="326"/>
          <w:jc w:val="center"/>
          <w:ins w:id="1718" w:author="Yasser Syed" w:date="2019-06-25T00:06:00Z"/>
          <w:trPrChange w:id="1719" w:author="Yasser Syed" w:date="2019-06-25T00:23:00Z">
            <w:trPr>
              <w:trHeight w:val="326"/>
              <w:jc w:val="center"/>
            </w:trPr>
          </w:trPrChange>
        </w:trPr>
        <w:tc>
          <w:tcPr>
            <w:tcW w:w="717" w:type="dxa"/>
            <w:vMerge/>
            <w:shd w:val="clear" w:color="auto" w:fill="auto"/>
            <w:tcPrChange w:id="1720" w:author="Yasser Syed" w:date="2019-06-25T00:23:00Z">
              <w:tcPr>
                <w:tcW w:w="626" w:type="dxa"/>
                <w:vMerge/>
                <w:shd w:val="clear" w:color="auto" w:fill="auto"/>
              </w:tcPr>
            </w:tcPrChange>
          </w:tcPr>
          <w:p w14:paraId="5E685CA8" w14:textId="77777777" w:rsidR="00B04EEB" w:rsidRPr="000456B4" w:rsidRDefault="00B04EEB" w:rsidP="000B1A01">
            <w:pPr>
              <w:keepNext/>
              <w:spacing w:before="0"/>
              <w:jc w:val="center"/>
              <w:rPr>
                <w:ins w:id="1721" w:author="Yasser Syed" w:date="2019-06-25T00:06:00Z"/>
                <w:b/>
                <w:sz w:val="18"/>
                <w:szCs w:val="18"/>
              </w:rPr>
            </w:pPr>
          </w:p>
        </w:tc>
        <w:tc>
          <w:tcPr>
            <w:tcW w:w="1877" w:type="dxa"/>
            <w:shd w:val="clear" w:color="auto" w:fill="auto"/>
            <w:tcPrChange w:id="1722" w:author="Yasser Syed" w:date="2019-06-25T00:23:00Z">
              <w:tcPr>
                <w:tcW w:w="1890" w:type="dxa"/>
                <w:shd w:val="clear" w:color="auto" w:fill="auto"/>
              </w:tcPr>
            </w:tcPrChange>
          </w:tcPr>
          <w:p w14:paraId="64B78F31" w14:textId="77777777" w:rsidR="00B04EEB" w:rsidRPr="000456B4" w:rsidRDefault="00B04EEB" w:rsidP="000B1A01">
            <w:pPr>
              <w:keepNext/>
              <w:jc w:val="left"/>
              <w:rPr>
                <w:ins w:id="1723" w:author="Yasser Syed" w:date="2019-06-25T00:06:00Z"/>
                <w:sz w:val="18"/>
                <w:szCs w:val="18"/>
              </w:rPr>
            </w:pPr>
            <w:ins w:id="1724" w:author="Yasser Syed" w:date="2019-06-25T00:06:00Z">
              <w:r w:rsidRPr="000456B4">
                <w:rPr>
                  <w:sz w:val="18"/>
                  <w:szCs w:val="18"/>
                </w:rPr>
                <w:t>VideoFullRangeFlag</w:t>
              </w:r>
            </w:ins>
          </w:p>
        </w:tc>
        <w:tc>
          <w:tcPr>
            <w:tcW w:w="1877" w:type="dxa"/>
            <w:shd w:val="clear" w:color="auto" w:fill="auto"/>
            <w:tcPrChange w:id="1725" w:author="Yasser Syed" w:date="2019-06-25T00:23:00Z">
              <w:tcPr>
                <w:tcW w:w="1890" w:type="dxa"/>
                <w:shd w:val="clear" w:color="auto" w:fill="auto"/>
              </w:tcPr>
            </w:tcPrChange>
          </w:tcPr>
          <w:p w14:paraId="70FD35CC" w14:textId="77777777" w:rsidR="00B04EEB" w:rsidRPr="000456B4" w:rsidRDefault="00B04EEB" w:rsidP="000B1A01">
            <w:pPr>
              <w:keepNext/>
              <w:jc w:val="left"/>
              <w:rPr>
                <w:ins w:id="1726" w:author="Yasser Syed" w:date="2019-06-25T00:06:00Z"/>
                <w:sz w:val="18"/>
                <w:szCs w:val="18"/>
              </w:rPr>
            </w:pPr>
            <w:ins w:id="1727" w:author="Yasser Syed" w:date="2019-06-25T00:06:00Z">
              <w:r w:rsidRPr="000456B4">
                <w:rPr>
                  <w:sz w:val="18"/>
                  <w:szCs w:val="18"/>
                </w:rPr>
                <w:t>0</w:t>
              </w:r>
            </w:ins>
          </w:p>
        </w:tc>
        <w:tc>
          <w:tcPr>
            <w:tcW w:w="1340" w:type="dxa"/>
            <w:shd w:val="clear" w:color="auto" w:fill="auto"/>
            <w:tcPrChange w:id="1728" w:author="Yasser Syed" w:date="2019-06-25T00:23:00Z">
              <w:tcPr>
                <w:tcW w:w="1349" w:type="dxa"/>
                <w:shd w:val="clear" w:color="auto" w:fill="auto"/>
              </w:tcPr>
            </w:tcPrChange>
          </w:tcPr>
          <w:p w14:paraId="3D05BBA3" w14:textId="77777777" w:rsidR="00B04EEB" w:rsidRPr="000456B4" w:rsidRDefault="00B04EEB" w:rsidP="000B1A01">
            <w:pPr>
              <w:keepNext/>
              <w:jc w:val="left"/>
              <w:rPr>
                <w:ins w:id="1729" w:author="Yasser Syed" w:date="2019-06-25T00:06:00Z"/>
                <w:sz w:val="18"/>
                <w:szCs w:val="18"/>
              </w:rPr>
            </w:pPr>
            <w:ins w:id="1730" w:author="Yasser Syed" w:date="2019-06-25T00:06:00Z">
              <w:r w:rsidRPr="000456B4">
                <w:rPr>
                  <w:sz w:val="18"/>
                  <w:szCs w:val="18"/>
                </w:rPr>
                <w:t>0</w:t>
              </w:r>
            </w:ins>
          </w:p>
        </w:tc>
      </w:tr>
      <w:tr w:rsidR="00B04EEB" w:rsidRPr="000456B4" w14:paraId="3BB59700" w14:textId="77777777" w:rsidTr="007150D1">
        <w:trPr>
          <w:cantSplit/>
          <w:trHeight w:val="1008"/>
          <w:jc w:val="center"/>
          <w:ins w:id="1731" w:author="Yasser Syed" w:date="2019-06-25T00:06:00Z"/>
          <w:trPrChange w:id="1732" w:author="Yasser Syed" w:date="2019-06-25T00:23:00Z">
            <w:trPr>
              <w:cantSplit/>
              <w:trHeight w:val="1008"/>
              <w:jc w:val="center"/>
            </w:trPr>
          </w:trPrChange>
        </w:trPr>
        <w:tc>
          <w:tcPr>
            <w:tcW w:w="717" w:type="dxa"/>
            <w:vMerge w:val="restart"/>
            <w:shd w:val="clear" w:color="auto" w:fill="auto"/>
            <w:textDirection w:val="btLr"/>
            <w:tcPrChange w:id="1733" w:author="Yasser Syed" w:date="2019-06-25T00:23:00Z">
              <w:tcPr>
                <w:tcW w:w="626" w:type="dxa"/>
                <w:vMerge w:val="restart"/>
                <w:shd w:val="clear" w:color="auto" w:fill="auto"/>
                <w:textDirection w:val="btLr"/>
              </w:tcPr>
            </w:tcPrChange>
          </w:tcPr>
          <w:p w14:paraId="2631B11C" w14:textId="77777777" w:rsidR="00B04EEB" w:rsidRPr="000456B4" w:rsidRDefault="00B04EEB" w:rsidP="000B1A01">
            <w:pPr>
              <w:keepNext/>
              <w:spacing w:before="0"/>
              <w:jc w:val="center"/>
              <w:rPr>
                <w:ins w:id="1734" w:author="Yasser Syed" w:date="2019-06-25T00:06:00Z"/>
                <w:b/>
                <w:sz w:val="18"/>
                <w:szCs w:val="18"/>
              </w:rPr>
            </w:pPr>
            <w:ins w:id="1735" w:author="Yasser Syed" w:date="2019-06-25T00:06:00Z">
              <w:r w:rsidRPr="000456B4">
                <w:rPr>
                  <w:b/>
                  <w:sz w:val="18"/>
                  <w:szCs w:val="18"/>
                </w:rPr>
                <w:t>SMPTE MXF parameters</w:t>
              </w:r>
              <w:r>
                <w:rPr>
                  <w:b/>
                  <w:sz w:val="18"/>
                  <w:szCs w:val="18"/>
                </w:rPr>
                <w:br/>
                <w:t>SMPTE ST 2067-21</w:t>
              </w:r>
            </w:ins>
          </w:p>
        </w:tc>
        <w:tc>
          <w:tcPr>
            <w:tcW w:w="1877" w:type="dxa"/>
            <w:shd w:val="clear" w:color="auto" w:fill="auto"/>
            <w:tcPrChange w:id="1736" w:author="Yasser Syed" w:date="2019-06-25T00:23:00Z">
              <w:tcPr>
                <w:tcW w:w="1890" w:type="dxa"/>
                <w:shd w:val="clear" w:color="auto" w:fill="auto"/>
              </w:tcPr>
            </w:tcPrChange>
          </w:tcPr>
          <w:p w14:paraId="5B6445FA" w14:textId="77777777" w:rsidR="00B04EEB" w:rsidRPr="000456B4" w:rsidRDefault="00B04EEB" w:rsidP="000B1A01">
            <w:pPr>
              <w:keepNext/>
              <w:jc w:val="left"/>
              <w:rPr>
                <w:ins w:id="1737" w:author="Yasser Syed" w:date="2019-06-25T00:06:00Z"/>
                <w:sz w:val="18"/>
                <w:szCs w:val="18"/>
              </w:rPr>
            </w:pPr>
            <w:ins w:id="1738" w:author="Yasser Syed" w:date="2019-06-25T00:06:00Z">
              <w:r w:rsidRPr="000456B4">
                <w:rPr>
                  <w:sz w:val="18"/>
                  <w:szCs w:val="18"/>
                </w:rPr>
                <w:t>Colour primaries</w:t>
              </w:r>
            </w:ins>
          </w:p>
        </w:tc>
        <w:tc>
          <w:tcPr>
            <w:tcW w:w="3217" w:type="dxa"/>
            <w:gridSpan w:val="2"/>
            <w:shd w:val="clear" w:color="auto" w:fill="auto"/>
            <w:tcPrChange w:id="1739" w:author="Yasser Syed" w:date="2019-06-25T00:23:00Z">
              <w:tcPr>
                <w:tcW w:w="3239" w:type="dxa"/>
                <w:gridSpan w:val="2"/>
                <w:shd w:val="clear" w:color="auto" w:fill="auto"/>
              </w:tcPr>
            </w:tcPrChange>
          </w:tcPr>
          <w:p w14:paraId="30DD7A9D" w14:textId="77777777" w:rsidR="00B04EEB" w:rsidRPr="000456B4" w:rsidRDefault="00B04EEB" w:rsidP="000B1A01">
            <w:pPr>
              <w:keepNext/>
              <w:jc w:val="left"/>
              <w:rPr>
                <w:ins w:id="1740" w:author="Yasser Syed" w:date="2019-06-25T00:06:00Z"/>
                <w:sz w:val="18"/>
                <w:szCs w:val="18"/>
              </w:rPr>
            </w:pPr>
            <w:ins w:id="1741" w:author="Yasser Syed" w:date="2019-06-25T00:06:00Z">
              <w:r w:rsidRPr="000456B4">
                <w:rPr>
                  <w:sz w:val="18"/>
                  <w:szCs w:val="18"/>
                </w:rPr>
                <w:t>06.0E.2B.34.04.01.01.0D.04.01.01.01.03.04.00.0</w:t>
              </w:r>
            </w:ins>
          </w:p>
        </w:tc>
      </w:tr>
      <w:tr w:rsidR="00B04EEB" w:rsidRPr="000456B4" w14:paraId="24EA824F" w14:textId="77777777" w:rsidTr="007150D1">
        <w:trPr>
          <w:jc w:val="center"/>
          <w:ins w:id="1742" w:author="Yasser Syed" w:date="2019-06-25T00:06:00Z"/>
          <w:trPrChange w:id="1743" w:author="Yasser Syed" w:date="2019-06-25T00:23:00Z">
            <w:trPr>
              <w:jc w:val="center"/>
            </w:trPr>
          </w:trPrChange>
        </w:trPr>
        <w:tc>
          <w:tcPr>
            <w:tcW w:w="717" w:type="dxa"/>
            <w:vMerge/>
            <w:shd w:val="clear" w:color="auto" w:fill="auto"/>
            <w:tcPrChange w:id="1744" w:author="Yasser Syed" w:date="2019-06-25T00:23:00Z">
              <w:tcPr>
                <w:tcW w:w="626" w:type="dxa"/>
                <w:vMerge/>
                <w:shd w:val="clear" w:color="auto" w:fill="auto"/>
              </w:tcPr>
            </w:tcPrChange>
          </w:tcPr>
          <w:p w14:paraId="406EBD28" w14:textId="77777777" w:rsidR="00B04EEB" w:rsidRPr="000456B4" w:rsidRDefault="00B04EEB" w:rsidP="000B1A01">
            <w:pPr>
              <w:keepNext/>
              <w:spacing w:before="0"/>
              <w:jc w:val="center"/>
              <w:rPr>
                <w:ins w:id="1745" w:author="Yasser Syed" w:date="2019-06-25T00:06:00Z"/>
                <w:b/>
                <w:sz w:val="18"/>
                <w:szCs w:val="18"/>
              </w:rPr>
            </w:pPr>
          </w:p>
        </w:tc>
        <w:tc>
          <w:tcPr>
            <w:tcW w:w="1877" w:type="dxa"/>
            <w:shd w:val="clear" w:color="auto" w:fill="auto"/>
            <w:tcPrChange w:id="1746" w:author="Yasser Syed" w:date="2019-06-25T00:23:00Z">
              <w:tcPr>
                <w:tcW w:w="1890" w:type="dxa"/>
                <w:shd w:val="clear" w:color="auto" w:fill="auto"/>
              </w:tcPr>
            </w:tcPrChange>
          </w:tcPr>
          <w:p w14:paraId="735B7F6B" w14:textId="77777777" w:rsidR="00B04EEB" w:rsidRPr="000456B4" w:rsidRDefault="00B04EEB" w:rsidP="000B1A01">
            <w:pPr>
              <w:keepNext/>
              <w:jc w:val="left"/>
              <w:rPr>
                <w:ins w:id="1747" w:author="Yasser Syed" w:date="2019-06-25T00:06:00Z"/>
                <w:sz w:val="18"/>
                <w:szCs w:val="18"/>
              </w:rPr>
            </w:pPr>
            <w:ins w:id="1748" w:author="Yasser Syed" w:date="2019-06-25T00:06:00Z">
              <w:r w:rsidRPr="000456B4">
                <w:rPr>
                  <w:sz w:val="18"/>
                  <w:szCs w:val="18"/>
                </w:rPr>
                <w:t>Transfer characteristic</w:t>
              </w:r>
            </w:ins>
          </w:p>
        </w:tc>
        <w:tc>
          <w:tcPr>
            <w:tcW w:w="3217" w:type="dxa"/>
            <w:gridSpan w:val="2"/>
            <w:shd w:val="clear" w:color="auto" w:fill="auto"/>
            <w:tcPrChange w:id="1749" w:author="Yasser Syed" w:date="2019-06-25T00:23:00Z">
              <w:tcPr>
                <w:tcW w:w="3239" w:type="dxa"/>
                <w:gridSpan w:val="2"/>
                <w:shd w:val="clear" w:color="auto" w:fill="auto"/>
              </w:tcPr>
            </w:tcPrChange>
          </w:tcPr>
          <w:p w14:paraId="18342E8C" w14:textId="77777777" w:rsidR="00B04EEB" w:rsidRPr="000456B4" w:rsidRDefault="00B04EEB" w:rsidP="000B1A01">
            <w:pPr>
              <w:keepNext/>
              <w:jc w:val="left"/>
              <w:rPr>
                <w:ins w:id="1750" w:author="Yasser Syed" w:date="2019-06-25T00:06:00Z"/>
                <w:sz w:val="18"/>
                <w:szCs w:val="18"/>
              </w:rPr>
            </w:pPr>
            <w:ins w:id="1751" w:author="Yasser Syed" w:date="2019-06-25T00:06:00Z">
              <w:r w:rsidRPr="000456B4">
                <w:rPr>
                  <w:sz w:val="18"/>
                  <w:szCs w:val="18"/>
                </w:rPr>
                <w:t>06.0E.2B.34.04.01.01.0E.04.01.01.01.01.09.00.00</w:t>
              </w:r>
            </w:ins>
          </w:p>
        </w:tc>
      </w:tr>
      <w:tr w:rsidR="00B04EEB" w:rsidRPr="000456B4" w14:paraId="54468B32" w14:textId="77777777" w:rsidTr="007150D1">
        <w:trPr>
          <w:jc w:val="center"/>
          <w:ins w:id="1752" w:author="Yasser Syed" w:date="2019-06-25T00:06:00Z"/>
          <w:trPrChange w:id="1753" w:author="Yasser Syed" w:date="2019-06-25T00:23:00Z">
            <w:trPr>
              <w:jc w:val="center"/>
            </w:trPr>
          </w:trPrChange>
        </w:trPr>
        <w:tc>
          <w:tcPr>
            <w:tcW w:w="717" w:type="dxa"/>
            <w:vMerge/>
            <w:shd w:val="clear" w:color="auto" w:fill="auto"/>
            <w:tcPrChange w:id="1754" w:author="Yasser Syed" w:date="2019-06-25T00:23:00Z">
              <w:tcPr>
                <w:tcW w:w="626" w:type="dxa"/>
                <w:vMerge/>
                <w:shd w:val="clear" w:color="auto" w:fill="auto"/>
              </w:tcPr>
            </w:tcPrChange>
          </w:tcPr>
          <w:p w14:paraId="5395D52F" w14:textId="77777777" w:rsidR="00B04EEB" w:rsidRPr="000456B4" w:rsidRDefault="00B04EEB" w:rsidP="000B1A01">
            <w:pPr>
              <w:keepNext/>
              <w:spacing w:before="0"/>
              <w:jc w:val="center"/>
              <w:rPr>
                <w:ins w:id="1755" w:author="Yasser Syed" w:date="2019-06-25T00:06:00Z"/>
                <w:b/>
                <w:sz w:val="18"/>
                <w:szCs w:val="18"/>
              </w:rPr>
            </w:pPr>
          </w:p>
        </w:tc>
        <w:tc>
          <w:tcPr>
            <w:tcW w:w="1877" w:type="dxa"/>
            <w:shd w:val="clear" w:color="auto" w:fill="auto"/>
            <w:tcPrChange w:id="1756" w:author="Yasser Syed" w:date="2019-06-25T00:23:00Z">
              <w:tcPr>
                <w:tcW w:w="1890" w:type="dxa"/>
                <w:shd w:val="clear" w:color="auto" w:fill="auto"/>
              </w:tcPr>
            </w:tcPrChange>
          </w:tcPr>
          <w:p w14:paraId="362046AA" w14:textId="77777777" w:rsidR="00B04EEB" w:rsidRPr="000456B4" w:rsidRDefault="00B04EEB" w:rsidP="000B1A01">
            <w:pPr>
              <w:keepNext/>
              <w:jc w:val="left"/>
              <w:rPr>
                <w:ins w:id="1757" w:author="Yasser Syed" w:date="2019-06-25T00:06:00Z"/>
                <w:sz w:val="18"/>
                <w:szCs w:val="18"/>
              </w:rPr>
            </w:pPr>
            <w:ins w:id="1758" w:author="Yasser Syed" w:date="2019-06-25T00:06:00Z">
              <w:r w:rsidRPr="000456B4">
                <w:rPr>
                  <w:sz w:val="18"/>
                  <w:szCs w:val="18"/>
                </w:rPr>
                <w:t>Coding equations</w:t>
              </w:r>
            </w:ins>
          </w:p>
        </w:tc>
        <w:tc>
          <w:tcPr>
            <w:tcW w:w="1877" w:type="dxa"/>
            <w:shd w:val="clear" w:color="auto" w:fill="auto"/>
            <w:tcPrChange w:id="1759" w:author="Yasser Syed" w:date="2019-06-25T00:23:00Z">
              <w:tcPr>
                <w:tcW w:w="1890" w:type="dxa"/>
                <w:shd w:val="clear" w:color="auto" w:fill="auto"/>
              </w:tcPr>
            </w:tcPrChange>
          </w:tcPr>
          <w:p w14:paraId="0F43B264" w14:textId="77777777" w:rsidR="00B04EEB" w:rsidRPr="000456B4" w:rsidRDefault="00B04EEB" w:rsidP="000B1A01">
            <w:pPr>
              <w:keepNext/>
              <w:jc w:val="left"/>
              <w:rPr>
                <w:ins w:id="1760" w:author="Yasser Syed" w:date="2019-06-25T00:06:00Z"/>
                <w:sz w:val="18"/>
                <w:szCs w:val="18"/>
              </w:rPr>
            </w:pPr>
            <w:ins w:id="1761" w:author="Yasser Syed" w:date="2019-06-25T00:06:00Z">
              <w:r w:rsidRPr="000456B4">
                <w:rPr>
                  <w:sz w:val="18"/>
                  <w:szCs w:val="18"/>
                </w:rPr>
                <w:t>06.0E.2B.34.04.01.01.0D.04.01.01.01.02.06.00.00</w:t>
              </w:r>
            </w:ins>
          </w:p>
        </w:tc>
        <w:tc>
          <w:tcPr>
            <w:tcW w:w="1340" w:type="dxa"/>
            <w:shd w:val="clear" w:color="auto" w:fill="auto"/>
            <w:tcPrChange w:id="1762" w:author="Yasser Syed" w:date="2019-06-25T00:23:00Z">
              <w:tcPr>
                <w:tcW w:w="1349" w:type="dxa"/>
                <w:shd w:val="clear" w:color="auto" w:fill="auto"/>
              </w:tcPr>
            </w:tcPrChange>
          </w:tcPr>
          <w:p w14:paraId="331F5682" w14:textId="77777777" w:rsidR="00B04EEB" w:rsidRPr="000456B4" w:rsidRDefault="00B04EEB" w:rsidP="000B1A01">
            <w:pPr>
              <w:keepNext/>
              <w:jc w:val="left"/>
              <w:rPr>
                <w:ins w:id="1763" w:author="Yasser Syed" w:date="2019-06-25T00:06:00Z"/>
                <w:sz w:val="18"/>
                <w:szCs w:val="18"/>
              </w:rPr>
            </w:pPr>
            <w:ins w:id="1764" w:author="Yasser Syed" w:date="2019-06-25T00:06:00Z">
              <w:r w:rsidRPr="000456B4">
                <w:rPr>
                  <w:sz w:val="18"/>
                  <w:szCs w:val="18"/>
                </w:rPr>
                <w:t>N/R</w:t>
              </w:r>
            </w:ins>
          </w:p>
        </w:tc>
      </w:tr>
      <w:tr w:rsidR="00B04EEB" w:rsidRPr="000456B4" w14:paraId="1DC5E0E9" w14:textId="77777777" w:rsidTr="007150D1">
        <w:trPr>
          <w:trHeight w:val="381"/>
          <w:jc w:val="center"/>
          <w:ins w:id="1765" w:author="Yasser Syed" w:date="2019-06-25T00:06:00Z"/>
          <w:trPrChange w:id="1766" w:author="Yasser Syed" w:date="2019-06-25T00:23:00Z">
            <w:trPr>
              <w:trHeight w:val="381"/>
              <w:jc w:val="center"/>
            </w:trPr>
          </w:trPrChange>
        </w:trPr>
        <w:tc>
          <w:tcPr>
            <w:tcW w:w="717" w:type="dxa"/>
            <w:vMerge/>
            <w:shd w:val="clear" w:color="auto" w:fill="auto"/>
            <w:tcPrChange w:id="1767" w:author="Yasser Syed" w:date="2019-06-25T00:23:00Z">
              <w:tcPr>
                <w:tcW w:w="626" w:type="dxa"/>
                <w:vMerge/>
                <w:shd w:val="clear" w:color="auto" w:fill="auto"/>
              </w:tcPr>
            </w:tcPrChange>
          </w:tcPr>
          <w:p w14:paraId="3156F26E" w14:textId="77777777" w:rsidR="00B04EEB" w:rsidRPr="000456B4" w:rsidRDefault="00B04EEB" w:rsidP="000B1A01">
            <w:pPr>
              <w:keepNext/>
              <w:spacing w:before="0"/>
              <w:jc w:val="center"/>
              <w:rPr>
                <w:ins w:id="1768" w:author="Yasser Syed" w:date="2019-06-25T00:06:00Z"/>
                <w:b/>
                <w:sz w:val="18"/>
                <w:szCs w:val="18"/>
              </w:rPr>
            </w:pPr>
          </w:p>
        </w:tc>
        <w:tc>
          <w:tcPr>
            <w:tcW w:w="1877" w:type="dxa"/>
            <w:shd w:val="clear" w:color="auto" w:fill="auto"/>
            <w:tcPrChange w:id="1769" w:author="Yasser Syed" w:date="2019-06-25T00:23:00Z">
              <w:tcPr>
                <w:tcW w:w="1890" w:type="dxa"/>
                <w:shd w:val="clear" w:color="auto" w:fill="auto"/>
              </w:tcPr>
            </w:tcPrChange>
          </w:tcPr>
          <w:p w14:paraId="6F9F23B3" w14:textId="77777777" w:rsidR="00B04EEB" w:rsidRPr="000456B4" w:rsidRDefault="00B04EEB" w:rsidP="000B1A01">
            <w:pPr>
              <w:keepNext/>
              <w:jc w:val="left"/>
              <w:rPr>
                <w:ins w:id="1770" w:author="Yasser Syed" w:date="2019-06-25T00:06:00Z"/>
                <w:sz w:val="18"/>
                <w:szCs w:val="18"/>
              </w:rPr>
            </w:pPr>
            <w:ins w:id="1771" w:author="Yasser Syed" w:date="2019-06-25T00:06:00Z">
              <w:r w:rsidRPr="000456B4">
                <w:rPr>
                  <w:sz w:val="18"/>
                  <w:szCs w:val="18"/>
                </w:rPr>
                <w:t>Full/narrow level range</w:t>
              </w:r>
            </w:ins>
          </w:p>
        </w:tc>
        <w:tc>
          <w:tcPr>
            <w:tcW w:w="3217" w:type="dxa"/>
            <w:gridSpan w:val="2"/>
            <w:shd w:val="clear" w:color="auto" w:fill="auto"/>
            <w:tcPrChange w:id="1772" w:author="Yasser Syed" w:date="2019-06-25T00:23:00Z">
              <w:tcPr>
                <w:tcW w:w="3239" w:type="dxa"/>
                <w:gridSpan w:val="2"/>
                <w:shd w:val="clear" w:color="auto" w:fill="auto"/>
              </w:tcPr>
            </w:tcPrChange>
          </w:tcPr>
          <w:p w14:paraId="47297DA4" w14:textId="77777777" w:rsidR="00B04EEB" w:rsidRPr="000456B4" w:rsidRDefault="00B04EEB" w:rsidP="000B1A01">
            <w:pPr>
              <w:keepNext/>
              <w:jc w:val="left"/>
              <w:rPr>
                <w:ins w:id="1773" w:author="Yasser Syed" w:date="2019-06-25T00:06:00Z"/>
                <w:sz w:val="18"/>
                <w:szCs w:val="18"/>
              </w:rPr>
            </w:pPr>
            <w:ins w:id="1774" w:author="Yasser Syed" w:date="2019-06-25T00:06:00Z">
              <w:r w:rsidRPr="000456B4">
                <w:rPr>
                  <w:sz w:val="18"/>
                  <w:szCs w:val="18"/>
                </w:rPr>
                <w:t>Inferred</w:t>
              </w:r>
              <w:r>
                <w:rPr>
                  <w:sz w:val="18"/>
                  <w:szCs w:val="18"/>
                </w:rPr>
                <w:t xml:space="preserve"> (</w:t>
              </w:r>
              <w:r w:rsidRPr="000456B4">
                <w:rPr>
                  <w:sz w:val="18"/>
                  <w:szCs w:val="18"/>
                </w:rPr>
                <w:t>indicated in black reference level, white reference level, colour range</w:t>
              </w:r>
              <w:r>
                <w:rPr>
                  <w:sz w:val="18"/>
                  <w:szCs w:val="18"/>
                </w:rPr>
                <w:t>)</w:t>
              </w:r>
            </w:ins>
          </w:p>
        </w:tc>
      </w:tr>
      <w:tr w:rsidR="00B04EEB" w:rsidRPr="000456B4" w14:paraId="36A0A0F7" w14:textId="77777777" w:rsidTr="007150D1">
        <w:trPr>
          <w:trHeight w:val="358"/>
          <w:jc w:val="center"/>
          <w:ins w:id="1775" w:author="Yasser Syed" w:date="2019-06-25T00:06:00Z"/>
          <w:trPrChange w:id="1776" w:author="Yasser Syed" w:date="2019-06-25T00:23:00Z">
            <w:trPr>
              <w:trHeight w:val="358"/>
              <w:jc w:val="center"/>
            </w:trPr>
          </w:trPrChange>
        </w:trPr>
        <w:tc>
          <w:tcPr>
            <w:tcW w:w="717" w:type="dxa"/>
            <w:vMerge/>
            <w:shd w:val="clear" w:color="auto" w:fill="auto"/>
            <w:tcPrChange w:id="1777" w:author="Yasser Syed" w:date="2019-06-25T00:23:00Z">
              <w:tcPr>
                <w:tcW w:w="626" w:type="dxa"/>
                <w:vMerge/>
                <w:shd w:val="clear" w:color="auto" w:fill="auto"/>
              </w:tcPr>
            </w:tcPrChange>
          </w:tcPr>
          <w:p w14:paraId="4B520670" w14:textId="77777777" w:rsidR="00B04EEB" w:rsidRPr="000456B4" w:rsidRDefault="00B04EEB" w:rsidP="000B1A01">
            <w:pPr>
              <w:keepNext/>
              <w:spacing w:before="0"/>
              <w:jc w:val="center"/>
              <w:rPr>
                <w:ins w:id="1778" w:author="Yasser Syed" w:date="2019-06-25T00:06:00Z"/>
                <w:b/>
                <w:sz w:val="18"/>
                <w:szCs w:val="18"/>
              </w:rPr>
            </w:pPr>
          </w:p>
        </w:tc>
        <w:tc>
          <w:tcPr>
            <w:tcW w:w="1877" w:type="dxa"/>
            <w:shd w:val="clear" w:color="auto" w:fill="auto"/>
            <w:tcPrChange w:id="1779" w:author="Yasser Syed" w:date="2019-06-25T00:23:00Z">
              <w:tcPr>
                <w:tcW w:w="1890" w:type="dxa"/>
                <w:shd w:val="clear" w:color="auto" w:fill="auto"/>
              </w:tcPr>
            </w:tcPrChange>
          </w:tcPr>
          <w:p w14:paraId="24CDCE95" w14:textId="77777777" w:rsidR="00B04EEB" w:rsidRPr="000456B4" w:rsidRDefault="00B04EEB" w:rsidP="000B1A01">
            <w:pPr>
              <w:keepNext/>
              <w:jc w:val="left"/>
              <w:rPr>
                <w:ins w:id="1780" w:author="Yasser Syed" w:date="2019-06-25T00:06:00Z"/>
                <w:sz w:val="18"/>
                <w:szCs w:val="18"/>
              </w:rPr>
            </w:pPr>
            <w:ins w:id="1781" w:author="Yasser Syed" w:date="2019-06-25T00:06:00Z">
              <w:r w:rsidRPr="000456B4">
                <w:rPr>
                  <w:sz w:val="18"/>
                  <w:szCs w:val="18"/>
                </w:rPr>
                <w:t xml:space="preserve">4:2:0 chroma sample </w:t>
              </w:r>
              <w:r>
                <w:rPr>
                  <w:sz w:val="18"/>
                  <w:szCs w:val="18"/>
                </w:rPr>
                <w:t>location</w:t>
              </w:r>
              <w:r w:rsidRPr="000456B4">
                <w:rPr>
                  <w:sz w:val="18"/>
                  <w:szCs w:val="18"/>
                </w:rPr>
                <w:t xml:space="preserve"> alignment</w:t>
              </w:r>
            </w:ins>
          </w:p>
        </w:tc>
        <w:tc>
          <w:tcPr>
            <w:tcW w:w="1877" w:type="dxa"/>
            <w:shd w:val="clear" w:color="auto" w:fill="auto"/>
            <w:tcPrChange w:id="1782" w:author="Yasser Syed" w:date="2019-06-25T00:23:00Z">
              <w:tcPr>
                <w:tcW w:w="1890" w:type="dxa"/>
                <w:shd w:val="clear" w:color="auto" w:fill="auto"/>
              </w:tcPr>
            </w:tcPrChange>
          </w:tcPr>
          <w:p w14:paraId="067AE015" w14:textId="77777777" w:rsidR="00B04EEB" w:rsidRPr="000456B4" w:rsidRDefault="00B04EEB" w:rsidP="000B1A01">
            <w:pPr>
              <w:keepNext/>
              <w:jc w:val="left"/>
              <w:rPr>
                <w:ins w:id="1783" w:author="Yasser Syed" w:date="2019-06-25T00:06:00Z"/>
                <w:sz w:val="18"/>
                <w:szCs w:val="18"/>
              </w:rPr>
            </w:pPr>
            <w:ins w:id="1784" w:author="Yasser Syed" w:date="2019-06-25T00:06:00Z">
              <w:r w:rsidRPr="000456B4">
                <w:rPr>
                  <w:sz w:val="18"/>
                  <w:szCs w:val="18"/>
                </w:rPr>
                <w:t xml:space="preserve">Inferred (ChromaLocType = </w:t>
              </w:r>
              <w:r>
                <w:rPr>
                  <w:sz w:val="18"/>
                  <w:szCs w:val="18"/>
                </w:rPr>
                <w:t>2</w:t>
              </w:r>
              <w:r w:rsidRPr="000456B4">
                <w:rPr>
                  <w:sz w:val="18"/>
                  <w:szCs w:val="18"/>
                </w:rPr>
                <w:t>)</w:t>
              </w:r>
            </w:ins>
          </w:p>
        </w:tc>
        <w:tc>
          <w:tcPr>
            <w:tcW w:w="1340" w:type="dxa"/>
            <w:shd w:val="clear" w:color="auto" w:fill="auto"/>
            <w:tcPrChange w:id="1785" w:author="Yasser Syed" w:date="2019-06-25T00:23:00Z">
              <w:tcPr>
                <w:tcW w:w="1349" w:type="dxa"/>
                <w:shd w:val="clear" w:color="auto" w:fill="auto"/>
              </w:tcPr>
            </w:tcPrChange>
          </w:tcPr>
          <w:p w14:paraId="32F330B7" w14:textId="77777777" w:rsidR="00B04EEB" w:rsidRPr="000456B4" w:rsidRDefault="00B04EEB" w:rsidP="000B1A01">
            <w:pPr>
              <w:keepNext/>
              <w:jc w:val="left"/>
              <w:rPr>
                <w:ins w:id="1786" w:author="Yasser Syed" w:date="2019-06-25T00:06:00Z"/>
                <w:sz w:val="18"/>
                <w:szCs w:val="18"/>
              </w:rPr>
            </w:pPr>
            <w:ins w:id="1787" w:author="Yasser Syed" w:date="2019-06-25T00:06:00Z">
              <w:r>
                <w:rPr>
                  <w:sz w:val="18"/>
                  <w:szCs w:val="18"/>
                </w:rPr>
                <w:t>N/A</w:t>
              </w:r>
            </w:ins>
          </w:p>
        </w:tc>
      </w:tr>
    </w:tbl>
    <w:p w14:paraId="4BB58EF0" w14:textId="3D7D9577" w:rsidR="00AA46E7" w:rsidRPr="009C4C03" w:rsidDel="00B04EEB" w:rsidRDefault="006F3D69">
      <w:pPr>
        <w:pStyle w:val="enumlev1"/>
        <w:ind w:left="0" w:firstLine="0"/>
        <w:rPr>
          <w:del w:id="1788" w:author="Yasser Syed" w:date="2019-06-25T00:06:00Z"/>
        </w:rPr>
        <w:pPrChange w:id="1789" w:author="Yasser Syed" w:date="2019-06-25T00:06:00Z">
          <w:pPr>
            <w:pStyle w:val="enumlev1"/>
          </w:pPr>
        </w:pPrChange>
      </w:pPr>
      <w:del w:id="1790" w:author="Yasser Syed" w:date="2019-06-25T00:05:00Z">
        <w:r w:rsidRPr="009C4C03" w:rsidDel="00B04EEB">
          <w:delText>–</w:delText>
        </w:r>
        <w:r w:rsidRPr="009C4C03" w:rsidDel="00B04EEB">
          <w:tab/>
        </w:r>
        <w:r w:rsidR="00AA46E7" w:rsidRPr="009C4C03" w:rsidDel="00B04EEB">
          <w:delText>FR2020_RGB</w:delText>
        </w:r>
      </w:del>
    </w:p>
    <w:p w14:paraId="283AE8D4" w14:textId="71E9572A" w:rsidR="00AA46E7" w:rsidRPr="00374CBE" w:rsidRDefault="00AA46E7">
      <w:pPr>
        <w:pStyle w:val="enumlev1"/>
        <w:ind w:left="0" w:firstLine="0"/>
        <w:pPrChange w:id="1791" w:author="Yasser Syed" w:date="2019-06-25T00:06:00Z">
          <w:pPr/>
        </w:pPrChange>
      </w:pPr>
    </w:p>
    <w:tbl>
      <w:tblPr>
        <w:tblW w:w="486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Look w:val="04A0" w:firstRow="1" w:lastRow="0" w:firstColumn="1" w:lastColumn="0" w:noHBand="0" w:noVBand="1"/>
      </w:tblPr>
      <w:tblGrid>
        <w:gridCol w:w="859"/>
        <w:gridCol w:w="1900"/>
        <w:gridCol w:w="2171"/>
        <w:gridCol w:w="36"/>
        <w:gridCol w:w="2182"/>
        <w:gridCol w:w="25"/>
        <w:gridCol w:w="2208"/>
      </w:tblGrid>
      <w:tr w:rsidR="00EF19D3" w:rsidRPr="00374CBE" w:rsidDel="00B04EEB" w14:paraId="162592A6" w14:textId="58C99DD8" w:rsidTr="00EF19D3">
        <w:trPr>
          <w:tblHeader/>
          <w:jc w:val="center"/>
          <w:del w:id="1792" w:author="Yasser Syed" w:date="2019-06-25T00:06:00Z"/>
        </w:trPr>
        <w:tc>
          <w:tcPr>
            <w:tcW w:w="9371" w:type="dxa"/>
            <w:gridSpan w:val="7"/>
            <w:tcBorders>
              <w:top w:val="nil"/>
              <w:left w:val="nil"/>
              <w:right w:val="nil"/>
            </w:tcBorders>
            <w:shd w:val="clear" w:color="auto" w:fill="auto"/>
            <w:vAlign w:val="center"/>
          </w:tcPr>
          <w:p w14:paraId="657A0BDA" w14:textId="15A0E6F9" w:rsidR="00EF19D3" w:rsidRPr="009C4C03" w:rsidDel="00B04EEB" w:rsidRDefault="00EF19D3" w:rsidP="00EF19D3">
            <w:pPr>
              <w:pStyle w:val="TableNoTitle"/>
              <w:rPr>
                <w:del w:id="1793" w:author="Yasser Syed" w:date="2019-06-25T00:06:00Z"/>
              </w:rPr>
            </w:pPr>
            <w:del w:id="1794" w:author="Yasser Syed" w:date="2019-06-25T00:06:00Z">
              <w:r w:rsidRPr="009C4C03" w:rsidDel="00B04EEB">
                <w:delText>Table 5 – SDR WCG common colour volume descriptions</w:delText>
              </w:r>
            </w:del>
          </w:p>
        </w:tc>
      </w:tr>
      <w:tr w:rsidR="00C24107" w:rsidRPr="00374CBE" w:rsidDel="00B04EEB" w14:paraId="576C20F3" w14:textId="096E566A" w:rsidTr="00EF19D3">
        <w:trPr>
          <w:tblHeader/>
          <w:jc w:val="center"/>
          <w:del w:id="1795" w:author="Yasser Syed" w:date="2019-06-25T00:06:00Z"/>
        </w:trPr>
        <w:tc>
          <w:tcPr>
            <w:tcW w:w="857" w:type="dxa"/>
            <w:shd w:val="clear" w:color="auto" w:fill="auto"/>
            <w:vAlign w:val="center"/>
          </w:tcPr>
          <w:p w14:paraId="7702DA0A" w14:textId="49B95AEF" w:rsidR="00AA46E7" w:rsidRPr="00374CBE" w:rsidDel="00B04EEB" w:rsidRDefault="00AA46E7" w:rsidP="00EF19D3">
            <w:pPr>
              <w:pStyle w:val="Tablehead"/>
              <w:rPr>
                <w:del w:id="1796" w:author="Yasser Syed" w:date="2019-06-25T00:06:00Z"/>
              </w:rPr>
            </w:pPr>
          </w:p>
        </w:tc>
        <w:tc>
          <w:tcPr>
            <w:tcW w:w="1898" w:type="dxa"/>
            <w:shd w:val="clear" w:color="auto" w:fill="auto"/>
          </w:tcPr>
          <w:p w14:paraId="4373A758" w14:textId="6E192163" w:rsidR="00AA46E7" w:rsidRPr="00374CBE" w:rsidDel="00B04EEB" w:rsidRDefault="00AA46E7" w:rsidP="006F3D69">
            <w:pPr>
              <w:pStyle w:val="Tablehead"/>
              <w:rPr>
                <w:del w:id="1797" w:author="Yasser Syed" w:date="2019-06-25T00:06:00Z"/>
              </w:rPr>
            </w:pPr>
            <w:del w:id="1798" w:author="Yasser Syed" w:date="2019-06-25T00:06:00Z">
              <w:r w:rsidRPr="00374CBE" w:rsidDel="00B04EEB">
                <w:delText xml:space="preserve">System </w:delText>
              </w:r>
              <w:r w:rsidR="00B220B0" w:rsidRPr="00374CBE" w:rsidDel="00B04EEB">
                <w:delText>i</w:delText>
              </w:r>
              <w:r w:rsidRPr="00374CBE" w:rsidDel="00B04EEB">
                <w:delText>dentifier</w:delText>
              </w:r>
            </w:del>
          </w:p>
        </w:tc>
        <w:tc>
          <w:tcPr>
            <w:tcW w:w="2169" w:type="dxa"/>
            <w:shd w:val="clear" w:color="auto" w:fill="auto"/>
          </w:tcPr>
          <w:p w14:paraId="46E7C298" w14:textId="33C12DBB" w:rsidR="00AA46E7" w:rsidRPr="00374CBE" w:rsidDel="00B04EEB" w:rsidRDefault="00AA46E7" w:rsidP="006F3D69">
            <w:pPr>
              <w:pStyle w:val="Tablehead"/>
              <w:rPr>
                <w:del w:id="1799" w:author="Yasser Syed" w:date="2019-06-25T00:06:00Z"/>
              </w:rPr>
            </w:pPr>
            <w:del w:id="1800" w:author="Yasser Syed" w:date="2019-06-25T00:06:00Z">
              <w:r w:rsidRPr="00374CBE" w:rsidDel="00B04EEB">
                <w:delText>BT2020_YCC_NCL</w:delText>
              </w:r>
            </w:del>
          </w:p>
        </w:tc>
        <w:tc>
          <w:tcPr>
            <w:tcW w:w="2216" w:type="dxa"/>
            <w:gridSpan w:val="2"/>
            <w:shd w:val="clear" w:color="auto" w:fill="auto"/>
          </w:tcPr>
          <w:p w14:paraId="44212313" w14:textId="5DCC380F" w:rsidR="00AA46E7" w:rsidRPr="00374CBE" w:rsidDel="00B04EEB" w:rsidRDefault="00AA46E7" w:rsidP="006F3D69">
            <w:pPr>
              <w:pStyle w:val="Tablehead"/>
              <w:rPr>
                <w:del w:id="1801" w:author="Yasser Syed" w:date="2019-06-25T00:06:00Z"/>
              </w:rPr>
            </w:pPr>
            <w:del w:id="1802" w:author="Yasser Syed" w:date="2019-06-25T00:06:00Z">
              <w:r w:rsidRPr="00374CBE" w:rsidDel="00B04EEB">
                <w:delText>BT2020_RGB</w:delText>
              </w:r>
            </w:del>
          </w:p>
        </w:tc>
        <w:tc>
          <w:tcPr>
            <w:tcW w:w="2231" w:type="dxa"/>
            <w:gridSpan w:val="2"/>
            <w:shd w:val="clear" w:color="auto" w:fill="auto"/>
          </w:tcPr>
          <w:p w14:paraId="464B7248" w14:textId="6025139D" w:rsidR="00AA46E7" w:rsidRPr="00374CBE" w:rsidDel="00B04EEB" w:rsidRDefault="00AA46E7" w:rsidP="006F3D69">
            <w:pPr>
              <w:pStyle w:val="Tablehead"/>
              <w:rPr>
                <w:del w:id="1803" w:author="Yasser Syed" w:date="2019-06-25T00:06:00Z"/>
              </w:rPr>
            </w:pPr>
            <w:del w:id="1804" w:author="Yasser Syed" w:date="2019-06-25T00:06:00Z">
              <w:r w:rsidRPr="00374CBE" w:rsidDel="00B04EEB">
                <w:delText>FR2020_RGB</w:delText>
              </w:r>
            </w:del>
          </w:p>
        </w:tc>
      </w:tr>
      <w:tr w:rsidR="00C24107" w:rsidRPr="00374CBE" w:rsidDel="00B04EEB" w14:paraId="1DBC7D3A" w14:textId="3C02964D" w:rsidTr="00EF19D3">
        <w:trPr>
          <w:cantSplit/>
          <w:trHeight w:val="576"/>
          <w:jc w:val="center"/>
          <w:del w:id="1805" w:author="Yasser Syed" w:date="2019-06-25T00:06:00Z"/>
        </w:trPr>
        <w:tc>
          <w:tcPr>
            <w:tcW w:w="857" w:type="dxa"/>
            <w:vMerge w:val="restart"/>
            <w:shd w:val="clear" w:color="auto" w:fill="auto"/>
            <w:textDirection w:val="btLr"/>
            <w:vAlign w:val="center"/>
          </w:tcPr>
          <w:p w14:paraId="6A390096" w14:textId="39F79A8A" w:rsidR="00AA46E7" w:rsidRPr="00374CBE" w:rsidDel="00B04EEB" w:rsidRDefault="00AA46E7" w:rsidP="00EF19D3">
            <w:pPr>
              <w:pStyle w:val="Tabletext0"/>
              <w:jc w:val="center"/>
              <w:rPr>
                <w:del w:id="1806" w:author="Yasser Syed" w:date="2019-06-25T00:06:00Z"/>
                <w:b/>
              </w:rPr>
            </w:pPr>
            <w:del w:id="1807" w:author="Yasser Syed" w:date="2019-06-25T00:06:00Z">
              <w:r w:rsidRPr="00374CBE" w:rsidDel="00B04EEB">
                <w:rPr>
                  <w:b/>
                </w:rPr>
                <w:delText>Colour properties</w:delText>
              </w:r>
            </w:del>
          </w:p>
        </w:tc>
        <w:tc>
          <w:tcPr>
            <w:tcW w:w="1898" w:type="dxa"/>
            <w:shd w:val="clear" w:color="auto" w:fill="auto"/>
          </w:tcPr>
          <w:p w14:paraId="27D8736E" w14:textId="242B5229" w:rsidR="00AA46E7" w:rsidRPr="00374CBE" w:rsidDel="00B04EEB" w:rsidRDefault="00AA46E7" w:rsidP="006F3D69">
            <w:pPr>
              <w:pStyle w:val="Tabletext0"/>
              <w:rPr>
                <w:del w:id="1808" w:author="Yasser Syed" w:date="2019-06-25T00:06:00Z"/>
              </w:rPr>
            </w:pPr>
            <w:del w:id="1809" w:author="Yasser Syed" w:date="2019-06-25T00:06:00Z">
              <w:r w:rsidRPr="00374CBE" w:rsidDel="00B04EEB">
                <w:delText>Colour primaries</w:delText>
              </w:r>
            </w:del>
          </w:p>
        </w:tc>
        <w:tc>
          <w:tcPr>
            <w:tcW w:w="2169" w:type="dxa"/>
            <w:shd w:val="clear" w:color="auto" w:fill="auto"/>
          </w:tcPr>
          <w:p w14:paraId="35D0FCE2" w14:textId="4F1A8AF5" w:rsidR="00AA46E7" w:rsidRPr="00374CBE" w:rsidDel="00B04EEB" w:rsidRDefault="00AA46E7" w:rsidP="00EF19D3">
            <w:pPr>
              <w:pStyle w:val="Tabletext0"/>
              <w:jc w:val="center"/>
              <w:rPr>
                <w:del w:id="1810" w:author="Yasser Syed" w:date="2019-06-25T00:06:00Z"/>
              </w:rPr>
            </w:pPr>
            <w:del w:id="1811" w:author="Yasser Syed" w:date="2019-06-25T00:06:00Z">
              <w:r w:rsidRPr="00374CBE" w:rsidDel="00B04EEB">
                <w:delText>BT.2020</w:delText>
              </w:r>
            </w:del>
          </w:p>
        </w:tc>
        <w:tc>
          <w:tcPr>
            <w:tcW w:w="2216" w:type="dxa"/>
            <w:gridSpan w:val="2"/>
            <w:shd w:val="clear" w:color="auto" w:fill="auto"/>
          </w:tcPr>
          <w:p w14:paraId="2D822D3D" w14:textId="7F9D6D47" w:rsidR="00AA46E7" w:rsidRPr="00374CBE" w:rsidDel="00B04EEB" w:rsidRDefault="00AA46E7" w:rsidP="00EF19D3">
            <w:pPr>
              <w:pStyle w:val="Tabletext0"/>
              <w:jc w:val="center"/>
              <w:rPr>
                <w:del w:id="1812" w:author="Yasser Syed" w:date="2019-06-25T00:06:00Z"/>
              </w:rPr>
            </w:pPr>
            <w:del w:id="1813" w:author="Yasser Syed" w:date="2019-06-25T00:06:00Z">
              <w:r w:rsidRPr="00374CBE" w:rsidDel="00B04EEB">
                <w:delText>BT.2020</w:delText>
              </w:r>
            </w:del>
          </w:p>
        </w:tc>
        <w:tc>
          <w:tcPr>
            <w:tcW w:w="2231" w:type="dxa"/>
            <w:gridSpan w:val="2"/>
            <w:shd w:val="clear" w:color="auto" w:fill="auto"/>
          </w:tcPr>
          <w:p w14:paraId="760E4D68" w14:textId="33681BE3" w:rsidR="00AA46E7" w:rsidRPr="00374CBE" w:rsidDel="00B04EEB" w:rsidRDefault="00AA46E7" w:rsidP="00EF19D3">
            <w:pPr>
              <w:pStyle w:val="Tabletext0"/>
              <w:jc w:val="center"/>
              <w:rPr>
                <w:del w:id="1814" w:author="Yasser Syed" w:date="2019-06-25T00:06:00Z"/>
              </w:rPr>
            </w:pPr>
            <w:del w:id="1815" w:author="Yasser Syed" w:date="2019-06-25T00:06:00Z">
              <w:r w:rsidRPr="00374CBE" w:rsidDel="00B04EEB">
                <w:delText>BT.2020</w:delText>
              </w:r>
            </w:del>
          </w:p>
        </w:tc>
      </w:tr>
      <w:tr w:rsidR="00C24107" w:rsidRPr="00374CBE" w:rsidDel="00B04EEB" w14:paraId="7EEC600F" w14:textId="7C9EC916" w:rsidTr="00EF19D3">
        <w:trPr>
          <w:trHeight w:val="576"/>
          <w:jc w:val="center"/>
          <w:del w:id="1816" w:author="Yasser Syed" w:date="2019-06-25T00:06:00Z"/>
        </w:trPr>
        <w:tc>
          <w:tcPr>
            <w:tcW w:w="857" w:type="dxa"/>
            <w:vMerge/>
            <w:shd w:val="clear" w:color="auto" w:fill="auto"/>
            <w:vAlign w:val="center"/>
          </w:tcPr>
          <w:p w14:paraId="631CEA04" w14:textId="4A4CE2B6" w:rsidR="00AA46E7" w:rsidRPr="00374CBE" w:rsidDel="00B04EEB" w:rsidRDefault="00AA46E7" w:rsidP="00EF19D3">
            <w:pPr>
              <w:pStyle w:val="Tabletext0"/>
              <w:jc w:val="center"/>
              <w:rPr>
                <w:del w:id="1817" w:author="Yasser Syed" w:date="2019-06-25T00:06:00Z"/>
                <w:b/>
              </w:rPr>
            </w:pPr>
          </w:p>
        </w:tc>
        <w:tc>
          <w:tcPr>
            <w:tcW w:w="1898" w:type="dxa"/>
            <w:shd w:val="clear" w:color="auto" w:fill="auto"/>
          </w:tcPr>
          <w:p w14:paraId="674A9463" w14:textId="24655FE0" w:rsidR="00AA46E7" w:rsidRPr="00374CBE" w:rsidDel="00B04EEB" w:rsidRDefault="00AA46E7" w:rsidP="006F3D69">
            <w:pPr>
              <w:pStyle w:val="Tabletext0"/>
              <w:rPr>
                <w:del w:id="1818" w:author="Yasser Syed" w:date="2019-06-25T00:06:00Z"/>
              </w:rPr>
            </w:pPr>
            <w:del w:id="1819" w:author="Yasser Syed" w:date="2019-06-25T00:06:00Z">
              <w:r w:rsidRPr="00374CBE" w:rsidDel="00B04EEB">
                <w:delText>Transfer characteristics</w:delText>
              </w:r>
            </w:del>
          </w:p>
        </w:tc>
        <w:tc>
          <w:tcPr>
            <w:tcW w:w="2169" w:type="dxa"/>
            <w:shd w:val="clear" w:color="auto" w:fill="auto"/>
          </w:tcPr>
          <w:p w14:paraId="332B7A40" w14:textId="297D88F1" w:rsidR="00AA46E7" w:rsidRPr="00374CBE" w:rsidDel="00B04EEB" w:rsidRDefault="00AA46E7" w:rsidP="00EF19D3">
            <w:pPr>
              <w:pStyle w:val="Tabletext0"/>
              <w:jc w:val="center"/>
              <w:rPr>
                <w:del w:id="1820" w:author="Yasser Syed" w:date="2019-06-25T00:06:00Z"/>
              </w:rPr>
            </w:pPr>
            <w:del w:id="1821" w:author="Yasser Syed" w:date="2019-06-25T00:06:00Z">
              <w:r w:rsidRPr="00374CBE" w:rsidDel="00B04EEB">
                <w:delText>BT.2020</w:delText>
              </w:r>
            </w:del>
          </w:p>
        </w:tc>
        <w:tc>
          <w:tcPr>
            <w:tcW w:w="2216" w:type="dxa"/>
            <w:gridSpan w:val="2"/>
            <w:shd w:val="clear" w:color="auto" w:fill="auto"/>
          </w:tcPr>
          <w:p w14:paraId="25FDAC63" w14:textId="794813D8" w:rsidR="00AA46E7" w:rsidRPr="00374CBE" w:rsidDel="00B04EEB" w:rsidRDefault="00AA46E7" w:rsidP="00EF19D3">
            <w:pPr>
              <w:pStyle w:val="Tabletext0"/>
              <w:jc w:val="center"/>
              <w:rPr>
                <w:del w:id="1822" w:author="Yasser Syed" w:date="2019-06-25T00:06:00Z"/>
              </w:rPr>
            </w:pPr>
            <w:del w:id="1823" w:author="Yasser Syed" w:date="2019-06-25T00:06:00Z">
              <w:r w:rsidRPr="00374CBE" w:rsidDel="00B04EEB">
                <w:delText>BT.2020</w:delText>
              </w:r>
            </w:del>
          </w:p>
        </w:tc>
        <w:tc>
          <w:tcPr>
            <w:tcW w:w="2231" w:type="dxa"/>
            <w:gridSpan w:val="2"/>
            <w:shd w:val="clear" w:color="auto" w:fill="auto"/>
          </w:tcPr>
          <w:p w14:paraId="0FCB2237" w14:textId="4F79542B" w:rsidR="00AA46E7" w:rsidRPr="00374CBE" w:rsidDel="00B04EEB" w:rsidRDefault="00AA46E7" w:rsidP="00EF19D3">
            <w:pPr>
              <w:pStyle w:val="Tabletext0"/>
              <w:jc w:val="center"/>
              <w:rPr>
                <w:del w:id="1824" w:author="Yasser Syed" w:date="2019-06-25T00:06:00Z"/>
              </w:rPr>
            </w:pPr>
            <w:del w:id="1825" w:author="Yasser Syed" w:date="2019-06-25T00:06:00Z">
              <w:r w:rsidRPr="00374CBE" w:rsidDel="00B04EEB">
                <w:delText>BT.2020</w:delText>
              </w:r>
            </w:del>
          </w:p>
        </w:tc>
      </w:tr>
      <w:tr w:rsidR="00C24107" w:rsidRPr="00374CBE" w:rsidDel="00B04EEB" w14:paraId="3BE9B8AB" w14:textId="20236970" w:rsidTr="00EF19D3">
        <w:trPr>
          <w:trHeight w:val="576"/>
          <w:jc w:val="center"/>
          <w:del w:id="1826" w:author="Yasser Syed" w:date="2019-06-25T00:06:00Z"/>
        </w:trPr>
        <w:tc>
          <w:tcPr>
            <w:tcW w:w="857" w:type="dxa"/>
            <w:vMerge/>
            <w:shd w:val="clear" w:color="auto" w:fill="auto"/>
            <w:vAlign w:val="center"/>
          </w:tcPr>
          <w:p w14:paraId="4D2E159C" w14:textId="72955E87" w:rsidR="00AA46E7" w:rsidRPr="00374CBE" w:rsidDel="00B04EEB" w:rsidRDefault="00AA46E7" w:rsidP="00EF19D3">
            <w:pPr>
              <w:pStyle w:val="Tabletext0"/>
              <w:jc w:val="center"/>
              <w:rPr>
                <w:del w:id="1827" w:author="Yasser Syed" w:date="2019-06-25T00:06:00Z"/>
                <w:b/>
              </w:rPr>
            </w:pPr>
          </w:p>
        </w:tc>
        <w:tc>
          <w:tcPr>
            <w:tcW w:w="1898" w:type="dxa"/>
            <w:shd w:val="clear" w:color="auto" w:fill="auto"/>
          </w:tcPr>
          <w:p w14:paraId="7BFFECBE" w14:textId="4549B79E" w:rsidR="00AA46E7" w:rsidRPr="00374CBE" w:rsidDel="00B04EEB" w:rsidRDefault="00AA46E7" w:rsidP="006F3D69">
            <w:pPr>
              <w:pStyle w:val="Tabletext0"/>
              <w:rPr>
                <w:del w:id="1828" w:author="Yasser Syed" w:date="2019-06-25T00:06:00Z"/>
              </w:rPr>
            </w:pPr>
            <w:del w:id="1829" w:author="Yasser Syed" w:date="2019-06-25T00:06:00Z">
              <w:r w:rsidRPr="00374CBE" w:rsidDel="00B04EEB">
                <w:delText>Colour representation</w:delText>
              </w:r>
            </w:del>
          </w:p>
        </w:tc>
        <w:tc>
          <w:tcPr>
            <w:tcW w:w="2169" w:type="dxa"/>
            <w:shd w:val="clear" w:color="auto" w:fill="auto"/>
          </w:tcPr>
          <w:p w14:paraId="242A2485" w14:textId="3C8F304B" w:rsidR="00AA46E7" w:rsidRPr="00374CBE" w:rsidDel="00B04EEB" w:rsidRDefault="00AA46E7" w:rsidP="00EF19D3">
            <w:pPr>
              <w:pStyle w:val="Tabletext0"/>
              <w:jc w:val="center"/>
              <w:rPr>
                <w:del w:id="1830" w:author="Yasser Syed" w:date="2019-06-25T00:06:00Z"/>
              </w:rPr>
            </w:pPr>
            <w:del w:id="1831" w:author="Yasser Syed" w:date="2019-06-25T00:06:00Z">
              <w:r w:rsidRPr="00374CBE" w:rsidDel="00B04EEB">
                <w:delText>Y′CbCr</w:delText>
              </w:r>
            </w:del>
          </w:p>
        </w:tc>
        <w:tc>
          <w:tcPr>
            <w:tcW w:w="2216" w:type="dxa"/>
            <w:gridSpan w:val="2"/>
            <w:shd w:val="clear" w:color="auto" w:fill="auto"/>
          </w:tcPr>
          <w:p w14:paraId="7FC7C094" w14:textId="18CF4BE6" w:rsidR="00AA46E7" w:rsidRPr="00374CBE" w:rsidDel="00B04EEB" w:rsidRDefault="00AA46E7" w:rsidP="00EF19D3">
            <w:pPr>
              <w:pStyle w:val="Tabletext0"/>
              <w:jc w:val="center"/>
              <w:rPr>
                <w:del w:id="1832" w:author="Yasser Syed" w:date="2019-06-25T00:06:00Z"/>
              </w:rPr>
            </w:pPr>
            <w:del w:id="1833" w:author="Yasser Syed" w:date="2019-06-25T00:06:00Z">
              <w:r w:rsidRPr="00374CBE" w:rsidDel="00B04EEB">
                <w:delText>R′G′B′</w:delText>
              </w:r>
            </w:del>
          </w:p>
        </w:tc>
        <w:tc>
          <w:tcPr>
            <w:tcW w:w="2231" w:type="dxa"/>
            <w:gridSpan w:val="2"/>
            <w:shd w:val="clear" w:color="auto" w:fill="auto"/>
          </w:tcPr>
          <w:p w14:paraId="2D33EBCC" w14:textId="799339F5" w:rsidR="00AA46E7" w:rsidRPr="00374CBE" w:rsidDel="00B04EEB" w:rsidRDefault="00AA46E7" w:rsidP="00EF19D3">
            <w:pPr>
              <w:pStyle w:val="Tabletext0"/>
              <w:jc w:val="center"/>
              <w:rPr>
                <w:del w:id="1834" w:author="Yasser Syed" w:date="2019-06-25T00:06:00Z"/>
              </w:rPr>
            </w:pPr>
            <w:del w:id="1835" w:author="Yasser Syed" w:date="2019-06-25T00:06:00Z">
              <w:r w:rsidRPr="00374CBE" w:rsidDel="00B04EEB">
                <w:delText>R′G′B′</w:delText>
              </w:r>
            </w:del>
          </w:p>
        </w:tc>
      </w:tr>
      <w:tr w:rsidR="00C24107" w:rsidRPr="00374CBE" w:rsidDel="00B04EEB" w14:paraId="3F05244A" w14:textId="4C18C749" w:rsidTr="00EF19D3">
        <w:trPr>
          <w:cantSplit/>
          <w:trHeight w:val="435"/>
          <w:jc w:val="center"/>
          <w:del w:id="1836" w:author="Yasser Syed" w:date="2019-06-25T00:06:00Z"/>
        </w:trPr>
        <w:tc>
          <w:tcPr>
            <w:tcW w:w="857" w:type="dxa"/>
            <w:vMerge w:val="restart"/>
            <w:shd w:val="clear" w:color="auto" w:fill="auto"/>
            <w:textDirection w:val="btLr"/>
            <w:vAlign w:val="center"/>
          </w:tcPr>
          <w:p w14:paraId="105E3D82" w14:textId="0CEB1547" w:rsidR="00AA46E7" w:rsidRPr="00374CBE" w:rsidDel="00B04EEB" w:rsidRDefault="00AA46E7" w:rsidP="00EF19D3">
            <w:pPr>
              <w:pStyle w:val="Tabletext0"/>
              <w:jc w:val="center"/>
              <w:rPr>
                <w:del w:id="1837" w:author="Yasser Syed" w:date="2019-06-25T00:06:00Z"/>
                <w:b/>
              </w:rPr>
            </w:pPr>
            <w:del w:id="1838" w:author="Yasser Syed" w:date="2019-06-25T00:06:00Z">
              <w:r w:rsidRPr="00374CBE" w:rsidDel="00B04EEB">
                <w:rPr>
                  <w:b/>
                </w:rPr>
                <w:delText>Other</w:delText>
              </w:r>
            </w:del>
          </w:p>
        </w:tc>
        <w:tc>
          <w:tcPr>
            <w:tcW w:w="1898" w:type="dxa"/>
            <w:shd w:val="clear" w:color="auto" w:fill="auto"/>
          </w:tcPr>
          <w:p w14:paraId="0A6A5F59" w14:textId="484278B8" w:rsidR="00AA46E7" w:rsidRPr="00374CBE" w:rsidDel="00B04EEB" w:rsidRDefault="00AA46E7" w:rsidP="006F3D69">
            <w:pPr>
              <w:pStyle w:val="Tabletext0"/>
              <w:rPr>
                <w:del w:id="1839" w:author="Yasser Syed" w:date="2019-06-25T00:06:00Z"/>
              </w:rPr>
            </w:pPr>
            <w:del w:id="1840" w:author="Yasser Syed" w:date="2019-06-25T00:06:00Z">
              <w:r w:rsidRPr="00374CBE" w:rsidDel="00B04EEB">
                <w:delText>Full/narrow range</w:delText>
              </w:r>
            </w:del>
          </w:p>
        </w:tc>
        <w:tc>
          <w:tcPr>
            <w:tcW w:w="2169" w:type="dxa"/>
            <w:shd w:val="clear" w:color="auto" w:fill="auto"/>
          </w:tcPr>
          <w:p w14:paraId="2DD898DF" w14:textId="51896985" w:rsidR="00AA46E7" w:rsidRPr="00374CBE" w:rsidDel="00B04EEB" w:rsidRDefault="00AA46E7" w:rsidP="00EF19D3">
            <w:pPr>
              <w:pStyle w:val="Tabletext0"/>
              <w:jc w:val="center"/>
              <w:rPr>
                <w:del w:id="1841" w:author="Yasser Syed" w:date="2019-06-25T00:06:00Z"/>
              </w:rPr>
            </w:pPr>
            <w:del w:id="1842" w:author="Yasser Syed" w:date="2019-06-25T00:06:00Z">
              <w:r w:rsidRPr="00374CBE" w:rsidDel="00B04EEB">
                <w:delText>Narrow</w:delText>
              </w:r>
            </w:del>
          </w:p>
        </w:tc>
        <w:tc>
          <w:tcPr>
            <w:tcW w:w="2216" w:type="dxa"/>
            <w:gridSpan w:val="2"/>
            <w:shd w:val="clear" w:color="auto" w:fill="auto"/>
          </w:tcPr>
          <w:p w14:paraId="696D7E0C" w14:textId="21BDAD16" w:rsidR="00AA46E7" w:rsidRPr="00374CBE" w:rsidDel="00B04EEB" w:rsidRDefault="00AA46E7" w:rsidP="00EF19D3">
            <w:pPr>
              <w:pStyle w:val="Tabletext0"/>
              <w:jc w:val="center"/>
              <w:rPr>
                <w:del w:id="1843" w:author="Yasser Syed" w:date="2019-06-25T00:06:00Z"/>
              </w:rPr>
            </w:pPr>
            <w:del w:id="1844" w:author="Yasser Syed" w:date="2019-06-25T00:06:00Z">
              <w:r w:rsidRPr="00374CBE" w:rsidDel="00B04EEB">
                <w:delText>Narrow</w:delText>
              </w:r>
            </w:del>
          </w:p>
        </w:tc>
        <w:tc>
          <w:tcPr>
            <w:tcW w:w="2231" w:type="dxa"/>
            <w:gridSpan w:val="2"/>
            <w:shd w:val="clear" w:color="auto" w:fill="auto"/>
          </w:tcPr>
          <w:p w14:paraId="288986CD" w14:textId="6AA4B74C" w:rsidR="00AA46E7" w:rsidRPr="00374CBE" w:rsidDel="00B04EEB" w:rsidRDefault="00AA46E7" w:rsidP="00EF19D3">
            <w:pPr>
              <w:pStyle w:val="Tabletext0"/>
              <w:jc w:val="center"/>
              <w:rPr>
                <w:del w:id="1845" w:author="Yasser Syed" w:date="2019-06-25T00:06:00Z"/>
              </w:rPr>
            </w:pPr>
            <w:del w:id="1846" w:author="Yasser Syed" w:date="2019-06-25T00:06:00Z">
              <w:r w:rsidRPr="00374CBE" w:rsidDel="00B04EEB">
                <w:delText>Full</w:delText>
              </w:r>
            </w:del>
          </w:p>
        </w:tc>
      </w:tr>
      <w:tr w:rsidR="00C24107" w:rsidRPr="00374CBE" w:rsidDel="00B04EEB" w14:paraId="70D6964A" w14:textId="32D3DB89" w:rsidTr="00EF19D3">
        <w:trPr>
          <w:cantSplit/>
          <w:trHeight w:val="440"/>
          <w:jc w:val="center"/>
          <w:del w:id="1847" w:author="Yasser Syed" w:date="2019-06-25T00:06:00Z"/>
        </w:trPr>
        <w:tc>
          <w:tcPr>
            <w:tcW w:w="857" w:type="dxa"/>
            <w:vMerge/>
            <w:shd w:val="clear" w:color="auto" w:fill="auto"/>
            <w:textDirection w:val="btLr"/>
            <w:vAlign w:val="center"/>
          </w:tcPr>
          <w:p w14:paraId="434DFF1A" w14:textId="6DA20BD7" w:rsidR="00AA46E7" w:rsidRPr="00374CBE" w:rsidDel="00B04EEB" w:rsidRDefault="00AA46E7" w:rsidP="00EF19D3">
            <w:pPr>
              <w:pStyle w:val="Tabletext0"/>
              <w:jc w:val="center"/>
              <w:rPr>
                <w:del w:id="1848" w:author="Yasser Syed" w:date="2019-06-25T00:06:00Z"/>
                <w:b/>
              </w:rPr>
            </w:pPr>
          </w:p>
        </w:tc>
        <w:tc>
          <w:tcPr>
            <w:tcW w:w="1898" w:type="dxa"/>
            <w:shd w:val="clear" w:color="auto" w:fill="auto"/>
          </w:tcPr>
          <w:p w14:paraId="22406895" w14:textId="763E34B4" w:rsidR="00AA46E7" w:rsidRPr="00374CBE" w:rsidDel="00B04EEB" w:rsidRDefault="00AA46E7" w:rsidP="006F3D69">
            <w:pPr>
              <w:pStyle w:val="Tabletext0"/>
              <w:rPr>
                <w:del w:id="1849" w:author="Yasser Syed" w:date="2019-06-25T00:06:00Z"/>
              </w:rPr>
            </w:pPr>
            <w:del w:id="1850" w:author="Yasser Syed" w:date="2019-06-25T00:06:00Z">
              <w:r w:rsidRPr="00374CBE" w:rsidDel="00B04EEB">
                <w:delText xml:space="preserve">4:2:0 chroma sample </w:delText>
              </w:r>
              <w:r w:rsidR="001769D9" w:rsidRPr="00374CBE" w:rsidDel="00B04EEB">
                <w:delText xml:space="preserve">location </w:delText>
              </w:r>
              <w:r w:rsidRPr="00374CBE" w:rsidDel="00B04EEB">
                <w:delText>alignment</w:delText>
              </w:r>
            </w:del>
          </w:p>
        </w:tc>
        <w:tc>
          <w:tcPr>
            <w:tcW w:w="2169" w:type="dxa"/>
            <w:shd w:val="clear" w:color="auto" w:fill="auto"/>
          </w:tcPr>
          <w:p w14:paraId="1BF8D155" w14:textId="756FB242" w:rsidR="00AA46E7" w:rsidRPr="00374CBE" w:rsidDel="00B04EEB" w:rsidRDefault="00AA46E7" w:rsidP="00EF19D3">
            <w:pPr>
              <w:pStyle w:val="Tabletext0"/>
              <w:jc w:val="center"/>
              <w:rPr>
                <w:del w:id="1851" w:author="Yasser Syed" w:date="2019-06-25T00:06:00Z"/>
              </w:rPr>
            </w:pPr>
            <w:del w:id="1852" w:author="Yasser Syed" w:date="2019-06-25T00:06:00Z">
              <w:r w:rsidRPr="00374CBE" w:rsidDel="00B04EEB">
                <w:delText>Co-sited</w:delText>
              </w:r>
            </w:del>
          </w:p>
        </w:tc>
        <w:tc>
          <w:tcPr>
            <w:tcW w:w="2216" w:type="dxa"/>
            <w:gridSpan w:val="2"/>
            <w:shd w:val="clear" w:color="auto" w:fill="auto"/>
          </w:tcPr>
          <w:p w14:paraId="33835C02" w14:textId="4FA73FE9" w:rsidR="00AA46E7" w:rsidRPr="00374CBE" w:rsidDel="00B04EEB" w:rsidRDefault="00A655E9" w:rsidP="00EF19D3">
            <w:pPr>
              <w:pStyle w:val="Tabletext0"/>
              <w:jc w:val="center"/>
              <w:rPr>
                <w:del w:id="1853" w:author="Yasser Syed" w:date="2019-06-25T00:06:00Z"/>
              </w:rPr>
            </w:pPr>
            <w:del w:id="1854" w:author="Yasser Syed" w:date="2019-06-25T00:06:00Z">
              <w:r w:rsidRPr="00374CBE" w:rsidDel="00B04EEB">
                <w:delText>N/A</w:delText>
              </w:r>
            </w:del>
          </w:p>
        </w:tc>
        <w:tc>
          <w:tcPr>
            <w:tcW w:w="2231" w:type="dxa"/>
            <w:gridSpan w:val="2"/>
            <w:shd w:val="clear" w:color="auto" w:fill="auto"/>
          </w:tcPr>
          <w:p w14:paraId="516D800F" w14:textId="1898A3E2" w:rsidR="00AA46E7" w:rsidRPr="00374CBE" w:rsidDel="00B04EEB" w:rsidRDefault="00A655E9" w:rsidP="00EF19D3">
            <w:pPr>
              <w:pStyle w:val="Tabletext0"/>
              <w:jc w:val="center"/>
              <w:rPr>
                <w:del w:id="1855" w:author="Yasser Syed" w:date="2019-06-25T00:06:00Z"/>
              </w:rPr>
            </w:pPr>
            <w:del w:id="1856" w:author="Yasser Syed" w:date="2019-06-25T00:06:00Z">
              <w:r w:rsidRPr="00374CBE" w:rsidDel="00B04EEB">
                <w:delText>N/A</w:delText>
              </w:r>
            </w:del>
          </w:p>
        </w:tc>
      </w:tr>
      <w:tr w:rsidR="00C24107" w:rsidRPr="00374CBE" w:rsidDel="00B04EEB" w14:paraId="6C5F62FE" w14:textId="6861EBA7" w:rsidTr="00EF19D3">
        <w:trPr>
          <w:cantSplit/>
          <w:trHeight w:val="432"/>
          <w:jc w:val="center"/>
          <w:del w:id="1857" w:author="Yasser Syed" w:date="2019-06-25T00:06:00Z"/>
        </w:trPr>
        <w:tc>
          <w:tcPr>
            <w:tcW w:w="857" w:type="dxa"/>
            <w:vMerge w:val="restart"/>
            <w:shd w:val="clear" w:color="auto" w:fill="auto"/>
            <w:textDirection w:val="btLr"/>
            <w:vAlign w:val="center"/>
          </w:tcPr>
          <w:p w14:paraId="735082BA" w14:textId="68617559" w:rsidR="00AA46E7" w:rsidRPr="009C4C03" w:rsidDel="00B04EEB" w:rsidRDefault="00AA46E7" w:rsidP="0047289E">
            <w:pPr>
              <w:pStyle w:val="Tabletext0"/>
              <w:keepNext/>
              <w:jc w:val="center"/>
              <w:rPr>
                <w:del w:id="1858" w:author="Yasser Syed" w:date="2019-06-25T00:06:00Z"/>
                <w:b/>
                <w:lang w:val="fr-CH"/>
              </w:rPr>
            </w:pPr>
            <w:del w:id="1859" w:author="Yasser Syed" w:date="2019-06-25T00:06:00Z">
              <w:r w:rsidRPr="009C4C03" w:rsidDel="00B04EEB">
                <w:rPr>
                  <w:b/>
                  <w:lang w:val="fr-CH"/>
                </w:rPr>
                <w:delText>CICP parameters</w:delText>
              </w:r>
              <w:r w:rsidR="00120342" w:rsidRPr="009C4C03" w:rsidDel="00B04EEB">
                <w:rPr>
                  <w:b/>
                  <w:lang w:val="fr-CH"/>
                </w:rPr>
                <w:br/>
                <w:delText xml:space="preserve">Rec. ITU-T H.273 | ISO/IEC </w:delText>
              </w:r>
              <w:r w:rsidR="008A14C4" w:rsidRPr="009C4C03" w:rsidDel="00B04EEB">
                <w:rPr>
                  <w:b/>
                  <w:lang w:val="fr-CH"/>
                </w:rPr>
                <w:delText>23091-2</w:delText>
              </w:r>
            </w:del>
          </w:p>
        </w:tc>
        <w:tc>
          <w:tcPr>
            <w:tcW w:w="1898" w:type="dxa"/>
            <w:shd w:val="clear" w:color="auto" w:fill="auto"/>
          </w:tcPr>
          <w:p w14:paraId="72B3FE7F" w14:textId="0CB33318" w:rsidR="00AA46E7" w:rsidRPr="00374CBE" w:rsidDel="00B04EEB" w:rsidRDefault="00AA46E7" w:rsidP="0047289E">
            <w:pPr>
              <w:pStyle w:val="Tabletext0"/>
              <w:keepNext/>
              <w:rPr>
                <w:del w:id="1860" w:author="Yasser Syed" w:date="2019-06-25T00:06:00Z"/>
              </w:rPr>
            </w:pPr>
            <w:del w:id="1861" w:author="Yasser Syed" w:date="2019-06-25T00:06:00Z">
              <w:r w:rsidRPr="00374CBE" w:rsidDel="00B04EEB">
                <w:delText>ColourPrimaries</w:delText>
              </w:r>
            </w:del>
          </w:p>
        </w:tc>
        <w:tc>
          <w:tcPr>
            <w:tcW w:w="2169" w:type="dxa"/>
            <w:shd w:val="clear" w:color="auto" w:fill="auto"/>
          </w:tcPr>
          <w:p w14:paraId="7E3741BF" w14:textId="30371918" w:rsidR="00AA46E7" w:rsidRPr="00374CBE" w:rsidDel="00B04EEB" w:rsidRDefault="00AA46E7" w:rsidP="0047289E">
            <w:pPr>
              <w:pStyle w:val="Tabletext0"/>
              <w:keepNext/>
              <w:jc w:val="center"/>
              <w:rPr>
                <w:del w:id="1862" w:author="Yasser Syed" w:date="2019-06-25T00:06:00Z"/>
              </w:rPr>
            </w:pPr>
            <w:del w:id="1863" w:author="Yasser Syed" w:date="2019-06-25T00:06:00Z">
              <w:r w:rsidRPr="00374CBE" w:rsidDel="00B04EEB">
                <w:delText>9</w:delText>
              </w:r>
            </w:del>
          </w:p>
        </w:tc>
        <w:tc>
          <w:tcPr>
            <w:tcW w:w="2216" w:type="dxa"/>
            <w:gridSpan w:val="2"/>
            <w:shd w:val="clear" w:color="auto" w:fill="auto"/>
          </w:tcPr>
          <w:p w14:paraId="28E24715" w14:textId="0C9D7A37" w:rsidR="00AA46E7" w:rsidRPr="00374CBE" w:rsidDel="00B04EEB" w:rsidRDefault="00AA46E7" w:rsidP="0047289E">
            <w:pPr>
              <w:pStyle w:val="Tabletext0"/>
              <w:keepNext/>
              <w:jc w:val="center"/>
              <w:rPr>
                <w:del w:id="1864" w:author="Yasser Syed" w:date="2019-06-25T00:06:00Z"/>
              </w:rPr>
            </w:pPr>
            <w:del w:id="1865" w:author="Yasser Syed" w:date="2019-06-25T00:06:00Z">
              <w:r w:rsidRPr="00374CBE" w:rsidDel="00B04EEB">
                <w:delText>9</w:delText>
              </w:r>
            </w:del>
          </w:p>
        </w:tc>
        <w:tc>
          <w:tcPr>
            <w:tcW w:w="2231" w:type="dxa"/>
            <w:gridSpan w:val="2"/>
            <w:shd w:val="clear" w:color="auto" w:fill="auto"/>
          </w:tcPr>
          <w:p w14:paraId="0BCDAC80" w14:textId="41334EC6" w:rsidR="00AA46E7" w:rsidRPr="00374CBE" w:rsidDel="00B04EEB" w:rsidRDefault="00AA46E7" w:rsidP="0047289E">
            <w:pPr>
              <w:pStyle w:val="Tabletext0"/>
              <w:keepNext/>
              <w:jc w:val="center"/>
              <w:rPr>
                <w:del w:id="1866" w:author="Yasser Syed" w:date="2019-06-25T00:06:00Z"/>
              </w:rPr>
            </w:pPr>
            <w:del w:id="1867" w:author="Yasser Syed" w:date="2019-06-25T00:06:00Z">
              <w:r w:rsidRPr="00374CBE" w:rsidDel="00B04EEB">
                <w:delText>9</w:delText>
              </w:r>
            </w:del>
          </w:p>
        </w:tc>
      </w:tr>
      <w:tr w:rsidR="00C24107" w:rsidRPr="00374CBE" w:rsidDel="00B04EEB" w14:paraId="05725740" w14:textId="0D8CCFBD" w:rsidTr="00EF19D3">
        <w:trPr>
          <w:trHeight w:val="326"/>
          <w:jc w:val="center"/>
          <w:del w:id="1868" w:author="Yasser Syed" w:date="2019-06-25T00:06:00Z"/>
        </w:trPr>
        <w:tc>
          <w:tcPr>
            <w:tcW w:w="857" w:type="dxa"/>
            <w:vMerge/>
            <w:shd w:val="clear" w:color="auto" w:fill="auto"/>
            <w:vAlign w:val="center"/>
          </w:tcPr>
          <w:p w14:paraId="2265A8D4" w14:textId="0F9A4AD3" w:rsidR="00AA46E7" w:rsidRPr="00374CBE" w:rsidDel="00B04EEB" w:rsidRDefault="00AA46E7" w:rsidP="0047289E">
            <w:pPr>
              <w:pStyle w:val="Tabletext0"/>
              <w:keepNext/>
              <w:jc w:val="center"/>
              <w:rPr>
                <w:del w:id="1869" w:author="Yasser Syed" w:date="2019-06-25T00:06:00Z"/>
                <w:b/>
              </w:rPr>
            </w:pPr>
          </w:p>
        </w:tc>
        <w:tc>
          <w:tcPr>
            <w:tcW w:w="1898" w:type="dxa"/>
            <w:shd w:val="clear" w:color="auto" w:fill="auto"/>
          </w:tcPr>
          <w:p w14:paraId="310A9EEA" w14:textId="6E59D96F" w:rsidR="00AA46E7" w:rsidRPr="00374CBE" w:rsidDel="00B04EEB" w:rsidRDefault="00AA46E7" w:rsidP="0047289E">
            <w:pPr>
              <w:pStyle w:val="Tabletext0"/>
              <w:keepNext/>
              <w:rPr>
                <w:del w:id="1870" w:author="Yasser Syed" w:date="2019-06-25T00:06:00Z"/>
              </w:rPr>
            </w:pPr>
            <w:del w:id="1871" w:author="Yasser Syed" w:date="2019-06-25T00:06:00Z">
              <w:r w:rsidRPr="00374CBE" w:rsidDel="00B04EEB">
                <w:delText>TransferCharacteristics</w:delText>
              </w:r>
            </w:del>
          </w:p>
        </w:tc>
        <w:tc>
          <w:tcPr>
            <w:tcW w:w="2169" w:type="dxa"/>
            <w:shd w:val="clear" w:color="auto" w:fill="auto"/>
          </w:tcPr>
          <w:p w14:paraId="7F7F3EEF" w14:textId="36EE7EA0" w:rsidR="00AA46E7" w:rsidRPr="00374CBE" w:rsidDel="00B04EEB" w:rsidRDefault="00AA46E7" w:rsidP="0047289E">
            <w:pPr>
              <w:pStyle w:val="Tabletext0"/>
              <w:keepNext/>
              <w:jc w:val="center"/>
              <w:rPr>
                <w:del w:id="1872" w:author="Yasser Syed" w:date="2019-06-25T00:06:00Z"/>
              </w:rPr>
            </w:pPr>
            <w:del w:id="1873" w:author="Yasser Syed" w:date="2019-06-25T00:06:00Z">
              <w:r w:rsidRPr="00374CBE" w:rsidDel="00B04EEB">
                <w:delText>14</w:delText>
              </w:r>
            </w:del>
          </w:p>
        </w:tc>
        <w:tc>
          <w:tcPr>
            <w:tcW w:w="2216" w:type="dxa"/>
            <w:gridSpan w:val="2"/>
            <w:shd w:val="clear" w:color="auto" w:fill="auto"/>
          </w:tcPr>
          <w:p w14:paraId="4F9E656A" w14:textId="238A9D28" w:rsidR="00AA46E7" w:rsidRPr="00374CBE" w:rsidDel="00B04EEB" w:rsidRDefault="00AA46E7" w:rsidP="0047289E">
            <w:pPr>
              <w:pStyle w:val="Tabletext0"/>
              <w:keepNext/>
              <w:jc w:val="center"/>
              <w:rPr>
                <w:del w:id="1874" w:author="Yasser Syed" w:date="2019-06-25T00:06:00Z"/>
              </w:rPr>
            </w:pPr>
            <w:del w:id="1875" w:author="Yasser Syed" w:date="2019-06-25T00:06:00Z">
              <w:r w:rsidRPr="00374CBE" w:rsidDel="00B04EEB">
                <w:delText>14</w:delText>
              </w:r>
            </w:del>
          </w:p>
        </w:tc>
        <w:tc>
          <w:tcPr>
            <w:tcW w:w="2231" w:type="dxa"/>
            <w:gridSpan w:val="2"/>
            <w:shd w:val="clear" w:color="auto" w:fill="auto"/>
          </w:tcPr>
          <w:p w14:paraId="0AA56076" w14:textId="1B43A7E5" w:rsidR="00AA46E7" w:rsidRPr="00374CBE" w:rsidDel="00B04EEB" w:rsidRDefault="00AA46E7" w:rsidP="0047289E">
            <w:pPr>
              <w:pStyle w:val="Tabletext0"/>
              <w:keepNext/>
              <w:jc w:val="center"/>
              <w:rPr>
                <w:del w:id="1876" w:author="Yasser Syed" w:date="2019-06-25T00:06:00Z"/>
              </w:rPr>
            </w:pPr>
            <w:del w:id="1877" w:author="Yasser Syed" w:date="2019-06-25T00:06:00Z">
              <w:r w:rsidRPr="00374CBE" w:rsidDel="00B04EEB">
                <w:delText>14</w:delText>
              </w:r>
            </w:del>
          </w:p>
        </w:tc>
      </w:tr>
      <w:tr w:rsidR="00C24107" w:rsidRPr="00374CBE" w:rsidDel="00B04EEB" w14:paraId="45386E02" w14:textId="55872499" w:rsidTr="00EF19D3">
        <w:trPr>
          <w:trHeight w:val="326"/>
          <w:jc w:val="center"/>
          <w:del w:id="1878" w:author="Yasser Syed" w:date="2019-06-25T00:06:00Z"/>
        </w:trPr>
        <w:tc>
          <w:tcPr>
            <w:tcW w:w="857" w:type="dxa"/>
            <w:vMerge/>
            <w:shd w:val="clear" w:color="auto" w:fill="auto"/>
            <w:vAlign w:val="center"/>
          </w:tcPr>
          <w:p w14:paraId="0E89F790" w14:textId="6E0A4D70" w:rsidR="00AA46E7" w:rsidRPr="00374CBE" w:rsidDel="00B04EEB" w:rsidRDefault="00AA46E7" w:rsidP="0047289E">
            <w:pPr>
              <w:pStyle w:val="Tabletext0"/>
              <w:keepNext/>
              <w:jc w:val="center"/>
              <w:rPr>
                <w:del w:id="1879" w:author="Yasser Syed" w:date="2019-06-25T00:06:00Z"/>
                <w:b/>
              </w:rPr>
            </w:pPr>
          </w:p>
        </w:tc>
        <w:tc>
          <w:tcPr>
            <w:tcW w:w="1898" w:type="dxa"/>
            <w:shd w:val="clear" w:color="auto" w:fill="auto"/>
          </w:tcPr>
          <w:p w14:paraId="5DEB0376" w14:textId="54B158CC" w:rsidR="00AA46E7" w:rsidRPr="00374CBE" w:rsidDel="00B04EEB" w:rsidRDefault="00AA46E7" w:rsidP="0047289E">
            <w:pPr>
              <w:pStyle w:val="Tabletext0"/>
              <w:keepNext/>
              <w:rPr>
                <w:del w:id="1880" w:author="Yasser Syed" w:date="2019-06-25T00:06:00Z"/>
              </w:rPr>
            </w:pPr>
            <w:del w:id="1881" w:author="Yasser Syed" w:date="2019-06-25T00:06:00Z">
              <w:r w:rsidRPr="00374CBE" w:rsidDel="00B04EEB">
                <w:delText>MatrixCoefficients</w:delText>
              </w:r>
            </w:del>
          </w:p>
        </w:tc>
        <w:tc>
          <w:tcPr>
            <w:tcW w:w="2169" w:type="dxa"/>
            <w:shd w:val="clear" w:color="auto" w:fill="auto"/>
          </w:tcPr>
          <w:p w14:paraId="1BF0AFE5" w14:textId="0414702A" w:rsidR="00AA46E7" w:rsidRPr="00374CBE" w:rsidDel="00B04EEB" w:rsidRDefault="00AA46E7" w:rsidP="0047289E">
            <w:pPr>
              <w:pStyle w:val="Tabletext0"/>
              <w:keepNext/>
              <w:jc w:val="center"/>
              <w:rPr>
                <w:del w:id="1882" w:author="Yasser Syed" w:date="2019-06-25T00:06:00Z"/>
              </w:rPr>
            </w:pPr>
            <w:del w:id="1883" w:author="Yasser Syed" w:date="2019-06-25T00:06:00Z">
              <w:r w:rsidRPr="00374CBE" w:rsidDel="00B04EEB">
                <w:delText>9</w:delText>
              </w:r>
            </w:del>
          </w:p>
        </w:tc>
        <w:tc>
          <w:tcPr>
            <w:tcW w:w="2216" w:type="dxa"/>
            <w:gridSpan w:val="2"/>
            <w:shd w:val="clear" w:color="auto" w:fill="auto"/>
          </w:tcPr>
          <w:p w14:paraId="7B98987D" w14:textId="1E064DE5" w:rsidR="00AA46E7" w:rsidRPr="00374CBE" w:rsidDel="00B04EEB" w:rsidRDefault="00AA46E7" w:rsidP="0047289E">
            <w:pPr>
              <w:pStyle w:val="Tabletext0"/>
              <w:keepNext/>
              <w:jc w:val="center"/>
              <w:rPr>
                <w:del w:id="1884" w:author="Yasser Syed" w:date="2019-06-25T00:06:00Z"/>
              </w:rPr>
            </w:pPr>
            <w:del w:id="1885" w:author="Yasser Syed" w:date="2019-06-25T00:06:00Z">
              <w:r w:rsidRPr="00374CBE" w:rsidDel="00B04EEB">
                <w:delText>0</w:delText>
              </w:r>
            </w:del>
          </w:p>
        </w:tc>
        <w:tc>
          <w:tcPr>
            <w:tcW w:w="2231" w:type="dxa"/>
            <w:gridSpan w:val="2"/>
            <w:shd w:val="clear" w:color="auto" w:fill="auto"/>
          </w:tcPr>
          <w:p w14:paraId="281EEB5F" w14:textId="22453ECE" w:rsidR="00AA46E7" w:rsidRPr="00374CBE" w:rsidDel="00B04EEB" w:rsidRDefault="00AA46E7" w:rsidP="0047289E">
            <w:pPr>
              <w:pStyle w:val="Tabletext0"/>
              <w:keepNext/>
              <w:jc w:val="center"/>
              <w:rPr>
                <w:del w:id="1886" w:author="Yasser Syed" w:date="2019-06-25T00:06:00Z"/>
              </w:rPr>
            </w:pPr>
            <w:del w:id="1887" w:author="Yasser Syed" w:date="2019-06-25T00:06:00Z">
              <w:r w:rsidRPr="00374CBE" w:rsidDel="00B04EEB">
                <w:delText>0</w:delText>
              </w:r>
            </w:del>
          </w:p>
        </w:tc>
      </w:tr>
      <w:tr w:rsidR="00C24107" w:rsidRPr="00374CBE" w:rsidDel="00B04EEB" w14:paraId="3C0FC28D" w14:textId="38841C0B" w:rsidTr="00EF19D3">
        <w:trPr>
          <w:trHeight w:val="326"/>
          <w:jc w:val="center"/>
          <w:del w:id="1888" w:author="Yasser Syed" w:date="2019-06-25T00:06:00Z"/>
        </w:trPr>
        <w:tc>
          <w:tcPr>
            <w:tcW w:w="857" w:type="dxa"/>
            <w:vMerge/>
            <w:shd w:val="clear" w:color="auto" w:fill="auto"/>
            <w:vAlign w:val="center"/>
          </w:tcPr>
          <w:p w14:paraId="20E11C0B" w14:textId="3C93F187" w:rsidR="00AA46E7" w:rsidRPr="00374CBE" w:rsidDel="00B04EEB" w:rsidRDefault="00AA46E7" w:rsidP="0047289E">
            <w:pPr>
              <w:pStyle w:val="Tabletext0"/>
              <w:keepNext/>
              <w:jc w:val="center"/>
              <w:rPr>
                <w:del w:id="1889" w:author="Yasser Syed" w:date="2019-06-25T00:06:00Z"/>
                <w:b/>
              </w:rPr>
            </w:pPr>
          </w:p>
        </w:tc>
        <w:tc>
          <w:tcPr>
            <w:tcW w:w="1898" w:type="dxa"/>
            <w:shd w:val="clear" w:color="auto" w:fill="auto"/>
          </w:tcPr>
          <w:p w14:paraId="76FD9940" w14:textId="73A2966A" w:rsidR="00AA46E7" w:rsidRPr="00374CBE" w:rsidDel="00B04EEB" w:rsidRDefault="00C124A1" w:rsidP="0047289E">
            <w:pPr>
              <w:pStyle w:val="Tabletext0"/>
              <w:keepNext/>
              <w:rPr>
                <w:del w:id="1890" w:author="Yasser Syed" w:date="2019-06-25T00:06:00Z"/>
              </w:rPr>
            </w:pPr>
            <w:del w:id="1891" w:author="Yasser Syed" w:date="2019-06-25T00:06:00Z">
              <w:r w:rsidRPr="00374CBE" w:rsidDel="00B04EEB">
                <w:delText>VideoFullRangeFlag</w:delText>
              </w:r>
            </w:del>
          </w:p>
        </w:tc>
        <w:tc>
          <w:tcPr>
            <w:tcW w:w="2169" w:type="dxa"/>
            <w:shd w:val="clear" w:color="auto" w:fill="auto"/>
          </w:tcPr>
          <w:p w14:paraId="79ED227C" w14:textId="792B13CC" w:rsidR="00AA46E7" w:rsidRPr="00374CBE" w:rsidDel="00B04EEB" w:rsidRDefault="00C124A1" w:rsidP="0047289E">
            <w:pPr>
              <w:pStyle w:val="Tabletext0"/>
              <w:keepNext/>
              <w:jc w:val="center"/>
              <w:rPr>
                <w:del w:id="1892" w:author="Yasser Syed" w:date="2019-06-25T00:06:00Z"/>
              </w:rPr>
            </w:pPr>
            <w:del w:id="1893" w:author="Yasser Syed" w:date="2019-06-25T00:06:00Z">
              <w:r w:rsidRPr="00374CBE" w:rsidDel="00B04EEB">
                <w:delText>0</w:delText>
              </w:r>
            </w:del>
          </w:p>
        </w:tc>
        <w:tc>
          <w:tcPr>
            <w:tcW w:w="2216" w:type="dxa"/>
            <w:gridSpan w:val="2"/>
            <w:shd w:val="clear" w:color="auto" w:fill="auto"/>
          </w:tcPr>
          <w:p w14:paraId="1950E12A" w14:textId="0AD70D67" w:rsidR="00AA46E7" w:rsidRPr="00374CBE" w:rsidDel="00B04EEB" w:rsidRDefault="00C124A1" w:rsidP="0047289E">
            <w:pPr>
              <w:pStyle w:val="Tabletext0"/>
              <w:keepNext/>
              <w:jc w:val="center"/>
              <w:rPr>
                <w:del w:id="1894" w:author="Yasser Syed" w:date="2019-06-25T00:06:00Z"/>
              </w:rPr>
            </w:pPr>
            <w:del w:id="1895" w:author="Yasser Syed" w:date="2019-06-25T00:06:00Z">
              <w:r w:rsidRPr="00374CBE" w:rsidDel="00B04EEB">
                <w:delText>0</w:delText>
              </w:r>
            </w:del>
          </w:p>
        </w:tc>
        <w:tc>
          <w:tcPr>
            <w:tcW w:w="2231" w:type="dxa"/>
            <w:gridSpan w:val="2"/>
            <w:shd w:val="clear" w:color="auto" w:fill="auto"/>
          </w:tcPr>
          <w:p w14:paraId="4EDAD44F" w14:textId="1AF15CDC" w:rsidR="00AA46E7" w:rsidRPr="00374CBE" w:rsidDel="00B04EEB" w:rsidRDefault="00C124A1" w:rsidP="0047289E">
            <w:pPr>
              <w:pStyle w:val="Tabletext0"/>
              <w:keepNext/>
              <w:jc w:val="center"/>
              <w:rPr>
                <w:del w:id="1896" w:author="Yasser Syed" w:date="2019-06-25T00:06:00Z"/>
              </w:rPr>
            </w:pPr>
            <w:del w:id="1897" w:author="Yasser Syed" w:date="2019-06-25T00:06:00Z">
              <w:r w:rsidRPr="00374CBE" w:rsidDel="00B04EEB">
                <w:delText>1</w:delText>
              </w:r>
            </w:del>
          </w:p>
        </w:tc>
      </w:tr>
      <w:tr w:rsidR="00AA46E7" w:rsidRPr="00374CBE" w:rsidDel="00B04EEB" w14:paraId="18878B5E" w14:textId="21A84274" w:rsidTr="00EF19D3">
        <w:trPr>
          <w:cantSplit/>
          <w:trHeight w:val="1008"/>
          <w:jc w:val="center"/>
          <w:del w:id="1898" w:author="Yasser Syed" w:date="2019-06-25T00:06:00Z"/>
        </w:trPr>
        <w:tc>
          <w:tcPr>
            <w:tcW w:w="857" w:type="dxa"/>
            <w:vMerge w:val="restart"/>
            <w:shd w:val="clear" w:color="auto" w:fill="auto"/>
            <w:textDirection w:val="btLr"/>
            <w:vAlign w:val="center"/>
          </w:tcPr>
          <w:p w14:paraId="43A76B9F" w14:textId="06ECBAA3" w:rsidR="00AA46E7" w:rsidRPr="00374CBE" w:rsidDel="00B04EEB" w:rsidRDefault="00AA46E7" w:rsidP="00EF19D3">
            <w:pPr>
              <w:pStyle w:val="Tabletext0"/>
              <w:jc w:val="center"/>
              <w:rPr>
                <w:del w:id="1899" w:author="Yasser Syed" w:date="2019-06-25T00:06:00Z"/>
                <w:b/>
              </w:rPr>
            </w:pPr>
            <w:del w:id="1900" w:author="Yasser Syed" w:date="2019-06-25T00:06:00Z">
              <w:r w:rsidRPr="00374CBE" w:rsidDel="00B04EEB">
                <w:rPr>
                  <w:b/>
                </w:rPr>
                <w:delText>SMPTE MXF parameters</w:delText>
              </w:r>
              <w:r w:rsidR="00FB6CC6" w:rsidRPr="00374CBE" w:rsidDel="00B04EEB">
                <w:rPr>
                  <w:b/>
                </w:rPr>
                <w:br/>
              </w:r>
              <w:r w:rsidR="00950D65" w:rsidRPr="00374CBE" w:rsidDel="00B04EEB">
                <w:rPr>
                  <w:b/>
                </w:rPr>
                <w:delText xml:space="preserve">SMPTE </w:delText>
              </w:r>
              <w:r w:rsidR="0019796F" w:rsidRPr="00374CBE" w:rsidDel="00B04EEB">
                <w:rPr>
                  <w:b/>
                </w:rPr>
                <w:delText>ST 2067-21</w:delText>
              </w:r>
            </w:del>
          </w:p>
        </w:tc>
        <w:tc>
          <w:tcPr>
            <w:tcW w:w="1898" w:type="dxa"/>
            <w:shd w:val="clear" w:color="auto" w:fill="auto"/>
          </w:tcPr>
          <w:p w14:paraId="08D888C8" w14:textId="7883B027" w:rsidR="00AA46E7" w:rsidRPr="00374CBE" w:rsidDel="00B04EEB" w:rsidRDefault="00AA46E7" w:rsidP="006F3D69">
            <w:pPr>
              <w:pStyle w:val="Tabletext0"/>
              <w:rPr>
                <w:del w:id="1901" w:author="Yasser Syed" w:date="2019-06-25T00:06:00Z"/>
              </w:rPr>
            </w:pPr>
            <w:del w:id="1902" w:author="Yasser Syed" w:date="2019-06-25T00:06:00Z">
              <w:r w:rsidRPr="00374CBE" w:rsidDel="00B04EEB">
                <w:delText>Colour primaries</w:delText>
              </w:r>
            </w:del>
          </w:p>
        </w:tc>
        <w:tc>
          <w:tcPr>
            <w:tcW w:w="6616" w:type="dxa"/>
            <w:gridSpan w:val="5"/>
            <w:shd w:val="clear" w:color="auto" w:fill="auto"/>
          </w:tcPr>
          <w:p w14:paraId="76042836" w14:textId="7C59F210" w:rsidR="00AA46E7" w:rsidRPr="00374CBE" w:rsidDel="00B04EEB" w:rsidRDefault="00AA46E7" w:rsidP="00EF19D3">
            <w:pPr>
              <w:pStyle w:val="Tabletext0"/>
              <w:jc w:val="center"/>
              <w:rPr>
                <w:del w:id="1903" w:author="Yasser Syed" w:date="2019-06-25T00:06:00Z"/>
              </w:rPr>
            </w:pPr>
            <w:del w:id="1904" w:author="Yasser Syed" w:date="2019-06-25T00:06:00Z">
              <w:r w:rsidRPr="00374CBE" w:rsidDel="00B04EEB">
                <w:delText>06.0E.2B.34.04.01.01.0D.04.01.01.01.03.04.00.0</w:delText>
              </w:r>
            </w:del>
          </w:p>
        </w:tc>
      </w:tr>
      <w:tr w:rsidR="00AA46E7" w:rsidRPr="00374CBE" w:rsidDel="00B04EEB" w14:paraId="40AE3BE3" w14:textId="037AC27F" w:rsidTr="00EF19D3">
        <w:trPr>
          <w:jc w:val="center"/>
          <w:del w:id="1905" w:author="Yasser Syed" w:date="2019-06-25T00:06:00Z"/>
        </w:trPr>
        <w:tc>
          <w:tcPr>
            <w:tcW w:w="857" w:type="dxa"/>
            <w:vMerge/>
            <w:shd w:val="clear" w:color="auto" w:fill="auto"/>
          </w:tcPr>
          <w:p w14:paraId="22FA506B" w14:textId="4F0A32AF" w:rsidR="00AA46E7" w:rsidRPr="00374CBE" w:rsidDel="00B04EEB" w:rsidRDefault="00AA46E7" w:rsidP="006F3D69">
            <w:pPr>
              <w:pStyle w:val="Tabletext0"/>
              <w:rPr>
                <w:del w:id="1906" w:author="Yasser Syed" w:date="2019-06-25T00:06:00Z"/>
              </w:rPr>
            </w:pPr>
          </w:p>
        </w:tc>
        <w:tc>
          <w:tcPr>
            <w:tcW w:w="1898" w:type="dxa"/>
            <w:shd w:val="clear" w:color="auto" w:fill="auto"/>
          </w:tcPr>
          <w:p w14:paraId="77EBE658" w14:textId="27DE0AC3" w:rsidR="00AA46E7" w:rsidRPr="00374CBE" w:rsidDel="00B04EEB" w:rsidRDefault="00AA46E7" w:rsidP="006F3D69">
            <w:pPr>
              <w:pStyle w:val="Tabletext0"/>
              <w:rPr>
                <w:del w:id="1907" w:author="Yasser Syed" w:date="2019-06-25T00:06:00Z"/>
              </w:rPr>
            </w:pPr>
            <w:del w:id="1908" w:author="Yasser Syed" w:date="2019-06-25T00:06:00Z">
              <w:r w:rsidRPr="00374CBE" w:rsidDel="00B04EEB">
                <w:delText>Transfer characteristic</w:delText>
              </w:r>
            </w:del>
          </w:p>
        </w:tc>
        <w:tc>
          <w:tcPr>
            <w:tcW w:w="6616" w:type="dxa"/>
            <w:gridSpan w:val="5"/>
            <w:shd w:val="clear" w:color="auto" w:fill="auto"/>
          </w:tcPr>
          <w:p w14:paraId="2FF0B721" w14:textId="649D5961" w:rsidR="00AA46E7" w:rsidRPr="00374CBE" w:rsidDel="00B04EEB" w:rsidRDefault="00AA46E7" w:rsidP="00EF19D3">
            <w:pPr>
              <w:pStyle w:val="Tabletext0"/>
              <w:jc w:val="center"/>
              <w:rPr>
                <w:del w:id="1909" w:author="Yasser Syed" w:date="2019-06-25T00:06:00Z"/>
              </w:rPr>
            </w:pPr>
            <w:del w:id="1910" w:author="Yasser Syed" w:date="2019-06-25T00:06:00Z">
              <w:r w:rsidRPr="00374CBE" w:rsidDel="00B04EEB">
                <w:delText>06.0E.2B.34.04.01.01.0E.04.01.01.01.01.09.00.00</w:delText>
              </w:r>
            </w:del>
          </w:p>
        </w:tc>
      </w:tr>
      <w:tr w:rsidR="00C24107" w:rsidRPr="00374CBE" w:rsidDel="00B04EEB" w14:paraId="23FEEC9A" w14:textId="370AEB06" w:rsidTr="00EF19D3">
        <w:trPr>
          <w:jc w:val="center"/>
          <w:del w:id="1911" w:author="Yasser Syed" w:date="2019-06-25T00:06:00Z"/>
        </w:trPr>
        <w:tc>
          <w:tcPr>
            <w:tcW w:w="857" w:type="dxa"/>
            <w:vMerge/>
            <w:shd w:val="clear" w:color="auto" w:fill="auto"/>
          </w:tcPr>
          <w:p w14:paraId="773C5791" w14:textId="178436F7" w:rsidR="00AA46E7" w:rsidRPr="00374CBE" w:rsidDel="00B04EEB" w:rsidRDefault="00AA46E7" w:rsidP="006F3D69">
            <w:pPr>
              <w:pStyle w:val="Tabletext0"/>
              <w:rPr>
                <w:del w:id="1912" w:author="Yasser Syed" w:date="2019-06-25T00:06:00Z"/>
              </w:rPr>
            </w:pPr>
          </w:p>
        </w:tc>
        <w:tc>
          <w:tcPr>
            <w:tcW w:w="1898" w:type="dxa"/>
            <w:shd w:val="clear" w:color="auto" w:fill="auto"/>
          </w:tcPr>
          <w:p w14:paraId="60F8494A" w14:textId="3A4E002D" w:rsidR="00AA46E7" w:rsidRPr="00374CBE" w:rsidDel="00B04EEB" w:rsidRDefault="00AA46E7" w:rsidP="006F3D69">
            <w:pPr>
              <w:pStyle w:val="Tabletext0"/>
              <w:rPr>
                <w:del w:id="1913" w:author="Yasser Syed" w:date="2019-06-25T00:06:00Z"/>
              </w:rPr>
            </w:pPr>
            <w:del w:id="1914" w:author="Yasser Syed" w:date="2019-06-25T00:06:00Z">
              <w:r w:rsidRPr="00374CBE" w:rsidDel="00B04EEB">
                <w:delText>Coding equations</w:delText>
              </w:r>
            </w:del>
          </w:p>
        </w:tc>
        <w:tc>
          <w:tcPr>
            <w:tcW w:w="2169" w:type="dxa"/>
            <w:shd w:val="clear" w:color="auto" w:fill="auto"/>
          </w:tcPr>
          <w:p w14:paraId="30208037" w14:textId="36456384" w:rsidR="00AA46E7" w:rsidRPr="00374CBE" w:rsidDel="00B04EEB" w:rsidRDefault="00AA46E7" w:rsidP="00EF19D3">
            <w:pPr>
              <w:pStyle w:val="Tabletext0"/>
              <w:jc w:val="center"/>
              <w:rPr>
                <w:del w:id="1915" w:author="Yasser Syed" w:date="2019-06-25T00:06:00Z"/>
              </w:rPr>
            </w:pPr>
            <w:del w:id="1916" w:author="Yasser Syed" w:date="2019-06-25T00:06:00Z">
              <w:r w:rsidRPr="00374CBE" w:rsidDel="00B04EEB">
                <w:delText>06.0E.2B.34.04.01.01.0D.04.01.01.01.02.06.00.00</w:delText>
              </w:r>
            </w:del>
          </w:p>
        </w:tc>
        <w:tc>
          <w:tcPr>
            <w:tcW w:w="2216" w:type="dxa"/>
            <w:gridSpan w:val="2"/>
            <w:shd w:val="clear" w:color="auto" w:fill="auto"/>
          </w:tcPr>
          <w:p w14:paraId="69E379C5" w14:textId="4EEE2EE6" w:rsidR="00AA46E7" w:rsidRPr="00374CBE" w:rsidDel="00B04EEB" w:rsidRDefault="00AA46E7" w:rsidP="00EF19D3">
            <w:pPr>
              <w:pStyle w:val="Tabletext0"/>
              <w:jc w:val="center"/>
              <w:rPr>
                <w:del w:id="1917" w:author="Yasser Syed" w:date="2019-06-25T00:06:00Z"/>
              </w:rPr>
            </w:pPr>
            <w:del w:id="1918" w:author="Yasser Syed" w:date="2019-06-25T00:06:00Z">
              <w:r w:rsidRPr="00374CBE" w:rsidDel="00B04EEB">
                <w:delText>N/</w:delText>
              </w:r>
              <w:r w:rsidR="004375E3" w:rsidRPr="00374CBE" w:rsidDel="00B04EEB">
                <w:delText>R</w:delText>
              </w:r>
            </w:del>
          </w:p>
        </w:tc>
        <w:tc>
          <w:tcPr>
            <w:tcW w:w="2231" w:type="dxa"/>
            <w:gridSpan w:val="2"/>
            <w:shd w:val="clear" w:color="auto" w:fill="auto"/>
          </w:tcPr>
          <w:p w14:paraId="56C378D2" w14:textId="544D5D8E" w:rsidR="00AA46E7" w:rsidRPr="00374CBE" w:rsidDel="00B04EEB" w:rsidRDefault="00AA46E7" w:rsidP="00EF19D3">
            <w:pPr>
              <w:pStyle w:val="Tabletext0"/>
              <w:jc w:val="center"/>
              <w:rPr>
                <w:del w:id="1919" w:author="Yasser Syed" w:date="2019-06-25T00:06:00Z"/>
              </w:rPr>
            </w:pPr>
            <w:del w:id="1920" w:author="Yasser Syed" w:date="2019-06-25T00:06:00Z">
              <w:r w:rsidRPr="00374CBE" w:rsidDel="00B04EEB">
                <w:delText>N/</w:delText>
              </w:r>
              <w:r w:rsidR="004375E3" w:rsidRPr="00374CBE" w:rsidDel="00B04EEB">
                <w:delText>R</w:delText>
              </w:r>
            </w:del>
          </w:p>
        </w:tc>
      </w:tr>
      <w:tr w:rsidR="00AA46E7" w:rsidRPr="00374CBE" w:rsidDel="00B04EEB" w14:paraId="3CE79178" w14:textId="3780595C" w:rsidTr="00EF19D3">
        <w:trPr>
          <w:trHeight w:val="381"/>
          <w:jc w:val="center"/>
          <w:del w:id="1921" w:author="Yasser Syed" w:date="2019-06-25T00:06:00Z"/>
        </w:trPr>
        <w:tc>
          <w:tcPr>
            <w:tcW w:w="857" w:type="dxa"/>
            <w:vMerge/>
            <w:shd w:val="clear" w:color="auto" w:fill="auto"/>
          </w:tcPr>
          <w:p w14:paraId="05C7A165" w14:textId="38E7283C" w:rsidR="00AA46E7" w:rsidRPr="00374CBE" w:rsidDel="00B04EEB" w:rsidRDefault="00AA46E7" w:rsidP="006F3D69">
            <w:pPr>
              <w:pStyle w:val="Tabletext0"/>
              <w:rPr>
                <w:del w:id="1922" w:author="Yasser Syed" w:date="2019-06-25T00:06:00Z"/>
              </w:rPr>
            </w:pPr>
          </w:p>
        </w:tc>
        <w:tc>
          <w:tcPr>
            <w:tcW w:w="1898" w:type="dxa"/>
            <w:shd w:val="clear" w:color="auto" w:fill="auto"/>
          </w:tcPr>
          <w:p w14:paraId="231AECF0" w14:textId="5EC2795A" w:rsidR="00AA46E7" w:rsidRPr="00374CBE" w:rsidDel="00B04EEB" w:rsidRDefault="00AA46E7" w:rsidP="006F3D69">
            <w:pPr>
              <w:pStyle w:val="Tabletext0"/>
              <w:rPr>
                <w:del w:id="1923" w:author="Yasser Syed" w:date="2019-06-25T00:06:00Z"/>
              </w:rPr>
            </w:pPr>
            <w:del w:id="1924" w:author="Yasser Syed" w:date="2019-06-25T00:06:00Z">
              <w:r w:rsidRPr="00374CBE" w:rsidDel="00B04EEB">
                <w:delText>Full/narrow level range</w:delText>
              </w:r>
            </w:del>
          </w:p>
        </w:tc>
        <w:tc>
          <w:tcPr>
            <w:tcW w:w="6616" w:type="dxa"/>
            <w:gridSpan w:val="5"/>
            <w:shd w:val="clear" w:color="auto" w:fill="auto"/>
          </w:tcPr>
          <w:p w14:paraId="5B007DD1" w14:textId="402A72BB" w:rsidR="00AA46E7" w:rsidRPr="00374CBE" w:rsidDel="00B04EEB" w:rsidRDefault="00AA46E7" w:rsidP="00EF19D3">
            <w:pPr>
              <w:pStyle w:val="Tabletext0"/>
              <w:jc w:val="center"/>
              <w:rPr>
                <w:del w:id="1925" w:author="Yasser Syed" w:date="2019-06-25T00:06:00Z"/>
              </w:rPr>
            </w:pPr>
            <w:del w:id="1926" w:author="Yasser Syed" w:date="2019-06-25T00:06:00Z">
              <w:r w:rsidRPr="00374CBE" w:rsidDel="00B04EEB">
                <w:delText>Inferred</w:delText>
              </w:r>
              <w:r w:rsidR="005A1934" w:rsidRPr="00374CBE" w:rsidDel="00B04EEB">
                <w:delText xml:space="preserve"> (indicated in black reference level, white reference level, colour range)</w:delText>
              </w:r>
            </w:del>
          </w:p>
        </w:tc>
      </w:tr>
      <w:tr w:rsidR="00827B34" w:rsidRPr="00374CBE" w:rsidDel="00B04EEB" w14:paraId="1992C898" w14:textId="1790D07A" w:rsidTr="00EF19D3">
        <w:trPr>
          <w:trHeight w:val="358"/>
          <w:jc w:val="center"/>
          <w:del w:id="1927" w:author="Yasser Syed" w:date="2019-06-25T00:06:00Z"/>
        </w:trPr>
        <w:tc>
          <w:tcPr>
            <w:tcW w:w="857" w:type="dxa"/>
            <w:vMerge/>
            <w:shd w:val="clear" w:color="auto" w:fill="auto"/>
          </w:tcPr>
          <w:p w14:paraId="1AC47A91" w14:textId="51F0E7B3" w:rsidR="00827B34" w:rsidRPr="00374CBE" w:rsidDel="00B04EEB" w:rsidRDefault="00827B34" w:rsidP="006F3D69">
            <w:pPr>
              <w:pStyle w:val="Tabletext0"/>
              <w:rPr>
                <w:del w:id="1928" w:author="Yasser Syed" w:date="2019-06-25T00:06:00Z"/>
              </w:rPr>
            </w:pPr>
          </w:p>
        </w:tc>
        <w:tc>
          <w:tcPr>
            <w:tcW w:w="1898" w:type="dxa"/>
            <w:shd w:val="clear" w:color="auto" w:fill="auto"/>
          </w:tcPr>
          <w:p w14:paraId="7E9EDB92" w14:textId="698486A4" w:rsidR="00827B34" w:rsidRPr="00374CBE" w:rsidDel="00B04EEB" w:rsidRDefault="00827B34" w:rsidP="006F3D69">
            <w:pPr>
              <w:pStyle w:val="Tabletext0"/>
              <w:rPr>
                <w:del w:id="1929" w:author="Yasser Syed" w:date="2019-06-25T00:06:00Z"/>
              </w:rPr>
            </w:pPr>
            <w:del w:id="1930" w:author="Yasser Syed" w:date="2019-06-25T00:06:00Z">
              <w:r w:rsidRPr="00374CBE" w:rsidDel="00B04EEB">
                <w:delText>4:2:0 chroma sample location alignment</w:delText>
              </w:r>
            </w:del>
          </w:p>
        </w:tc>
        <w:tc>
          <w:tcPr>
            <w:tcW w:w="2205" w:type="dxa"/>
            <w:gridSpan w:val="2"/>
            <w:shd w:val="clear" w:color="auto" w:fill="auto"/>
          </w:tcPr>
          <w:p w14:paraId="2F5A7A82" w14:textId="32F805DA" w:rsidR="00827B34" w:rsidRPr="00374CBE" w:rsidDel="00B04EEB" w:rsidRDefault="00827B34" w:rsidP="00EF19D3">
            <w:pPr>
              <w:pStyle w:val="Tabletext0"/>
              <w:jc w:val="center"/>
              <w:rPr>
                <w:del w:id="1931" w:author="Yasser Syed" w:date="2019-06-25T00:06:00Z"/>
              </w:rPr>
            </w:pPr>
            <w:del w:id="1932" w:author="Yasser Syed" w:date="2019-06-25T00:06:00Z">
              <w:r w:rsidRPr="00374CBE" w:rsidDel="00B04EEB">
                <w:delText>Inferred (ChromaLocType = 2)</w:delText>
              </w:r>
            </w:del>
          </w:p>
        </w:tc>
        <w:tc>
          <w:tcPr>
            <w:tcW w:w="2205" w:type="dxa"/>
            <w:gridSpan w:val="2"/>
            <w:shd w:val="clear" w:color="auto" w:fill="auto"/>
          </w:tcPr>
          <w:p w14:paraId="3D1A9A7A" w14:textId="13F6D4A8" w:rsidR="00827B34" w:rsidRPr="00374CBE" w:rsidDel="00B04EEB" w:rsidRDefault="00827B34" w:rsidP="00EF19D3">
            <w:pPr>
              <w:pStyle w:val="Tabletext0"/>
              <w:jc w:val="center"/>
              <w:rPr>
                <w:del w:id="1933" w:author="Yasser Syed" w:date="2019-06-25T00:06:00Z"/>
              </w:rPr>
            </w:pPr>
            <w:del w:id="1934" w:author="Yasser Syed" w:date="2019-06-25T00:06:00Z">
              <w:r w:rsidRPr="00374CBE" w:rsidDel="00B04EEB">
                <w:delText>N/A</w:delText>
              </w:r>
            </w:del>
          </w:p>
        </w:tc>
        <w:tc>
          <w:tcPr>
            <w:tcW w:w="2206" w:type="dxa"/>
            <w:shd w:val="clear" w:color="auto" w:fill="auto"/>
          </w:tcPr>
          <w:p w14:paraId="40A51E93" w14:textId="2C280D3E" w:rsidR="00827B34" w:rsidRPr="00374CBE" w:rsidDel="00B04EEB" w:rsidRDefault="00827B34" w:rsidP="00EF19D3">
            <w:pPr>
              <w:pStyle w:val="Tabletext0"/>
              <w:jc w:val="center"/>
              <w:rPr>
                <w:del w:id="1935" w:author="Yasser Syed" w:date="2019-06-25T00:06:00Z"/>
              </w:rPr>
            </w:pPr>
            <w:del w:id="1936" w:author="Yasser Syed" w:date="2019-06-25T00:06:00Z">
              <w:r w:rsidRPr="00374CBE" w:rsidDel="00B04EEB">
                <w:delText>N/A</w:delText>
              </w:r>
            </w:del>
          </w:p>
        </w:tc>
      </w:tr>
    </w:tbl>
    <w:p w14:paraId="65613495" w14:textId="7F90ACEE" w:rsidR="00AA46E7" w:rsidRDefault="00AA46E7" w:rsidP="001F05F0">
      <w:pPr>
        <w:rPr>
          <w:ins w:id="1937" w:author="Yasser Syed" w:date="2019-06-25T00:02:00Z"/>
        </w:rPr>
      </w:pPr>
      <w:r w:rsidRPr="00374CBE">
        <w:t xml:space="preserve">Particular aspects of the usage described in Table </w:t>
      </w:r>
      <w:ins w:id="1938" w:author="Yasser Syed" w:date="2019-06-25T00:06:00Z">
        <w:r w:rsidR="00B04EEB">
          <w:t>6</w:t>
        </w:r>
      </w:ins>
      <w:del w:id="1939" w:author="Yasser Syed" w:date="2019-06-25T00:06:00Z">
        <w:r w:rsidR="00C124A1" w:rsidRPr="00374CBE" w:rsidDel="00B04EEB">
          <w:delText>5</w:delText>
        </w:r>
      </w:del>
      <w:r w:rsidRPr="00374CBE">
        <w:t xml:space="preserve"> are </w:t>
      </w:r>
      <w:r w:rsidR="00B35E6D" w:rsidRPr="00374CBE">
        <w:t xml:space="preserve">clarified </w:t>
      </w:r>
      <w:r w:rsidRPr="00374CBE">
        <w:t>as follows:</w:t>
      </w:r>
    </w:p>
    <w:p w14:paraId="37B09789" w14:textId="7730EC50" w:rsidR="00767691" w:rsidRPr="00374CBE" w:rsidDel="00B04EEB" w:rsidRDefault="00767691">
      <w:pPr>
        <w:ind w:left="360"/>
        <w:rPr>
          <w:del w:id="1940" w:author="Yasser Syed" w:date="2019-06-25T00:07:00Z"/>
        </w:rPr>
        <w:pPrChange w:id="1941" w:author="Yasser Syed" w:date="2019-06-25T00:03:00Z">
          <w:pPr/>
        </w:pPrChange>
      </w:pPr>
    </w:p>
    <w:p w14:paraId="5D2B3376" w14:textId="19167393" w:rsidR="00AA46E7" w:rsidRDefault="00EF19D3" w:rsidP="001F05F0">
      <w:pPr>
        <w:pStyle w:val="enumlev1"/>
        <w:rPr>
          <w:ins w:id="1942" w:author="Yasser Syed" w:date="2019-06-25T00:03:00Z"/>
          <w:rFonts w:eastAsia="Calibri"/>
        </w:rPr>
      </w:pPr>
      <w:r w:rsidRPr="00374CBE">
        <w:t>–</w:t>
      </w:r>
      <w:r w:rsidRPr="00374CBE">
        <w:tab/>
      </w:r>
      <w:r w:rsidR="00AA46E7" w:rsidRPr="00374CBE">
        <w:t>The transfer characteristics indicator values of 1, 6, 14, and 15 are functionally the same</w:t>
      </w:r>
      <w:r w:rsidR="00AA46E7" w:rsidRPr="00374CBE">
        <w:rPr>
          <w:rFonts w:eastAsia="Calibri"/>
        </w:rPr>
        <w:t>.</w:t>
      </w:r>
      <w:r w:rsidR="00091E1F" w:rsidRPr="00374CBE">
        <w:rPr>
          <w:rFonts w:eastAsia="Calibri"/>
        </w:rPr>
        <w:t xml:space="preserve"> </w:t>
      </w:r>
      <w:r w:rsidR="00091E1F" w:rsidRPr="00374CBE">
        <w:t>Blu-ray BD</w:t>
      </w:r>
      <w:r w:rsidRPr="00374CBE">
        <w:noBreakHyphen/>
      </w:r>
      <w:r w:rsidR="00091E1F" w:rsidRPr="00374CBE">
        <w:t>ROM 3.1 (</w:t>
      </w:r>
      <w:r w:rsidR="004569A5" w:rsidRPr="00374CBE">
        <w:t>"</w:t>
      </w:r>
      <w:r w:rsidR="00091E1F" w:rsidRPr="00374CBE">
        <w:t>4K</w:t>
      </w:r>
      <w:r w:rsidR="004569A5" w:rsidRPr="00374CBE">
        <w:t>"</w:t>
      </w:r>
      <w:r w:rsidR="00091E1F" w:rsidRPr="00374CBE">
        <w:t>) and the DVB UHD specifications list use of the transfer characteristics value of 14 for SDR/WCG (</w:t>
      </w:r>
      <w:r w:rsidR="00D039F7" w:rsidRPr="00374CBE">
        <w:t>Recommendation</w:t>
      </w:r>
      <w:r w:rsidR="00F920E4" w:rsidRPr="00374CBE">
        <w:t xml:space="preserve"> ITU-R </w:t>
      </w:r>
      <w:r w:rsidR="00091E1F" w:rsidRPr="00374CBE">
        <w:t>BT.2020) video.</w:t>
      </w:r>
      <w:r w:rsidR="00AA46E7" w:rsidRPr="00374CBE">
        <w:rPr>
          <w:rFonts w:eastAsia="Calibri"/>
        </w:rPr>
        <w:t xml:space="preserve"> ATSC specifications list use of </w:t>
      </w:r>
      <w:r w:rsidR="00C124A1" w:rsidRPr="00374CBE">
        <w:rPr>
          <w:rFonts w:eastAsia="Calibri"/>
        </w:rPr>
        <w:t xml:space="preserve">the </w:t>
      </w:r>
      <w:r w:rsidR="00AA46E7" w:rsidRPr="00374CBE">
        <w:rPr>
          <w:rFonts w:eastAsia="Calibri"/>
        </w:rPr>
        <w:t xml:space="preserve">transfer characteristics </w:t>
      </w:r>
      <w:r w:rsidR="00C124A1" w:rsidRPr="00374CBE">
        <w:rPr>
          <w:rFonts w:eastAsia="Calibri"/>
        </w:rPr>
        <w:t xml:space="preserve">value </w:t>
      </w:r>
      <w:r w:rsidR="00AA46E7" w:rsidRPr="00374CBE">
        <w:rPr>
          <w:rFonts w:eastAsia="Calibri"/>
        </w:rPr>
        <w:t>of 1 for SDR video.</w:t>
      </w:r>
      <w:r w:rsidR="009066BE" w:rsidRPr="00374CBE">
        <w:rPr>
          <w:rFonts w:eastAsia="Calibri"/>
        </w:rPr>
        <w:t xml:space="preserve"> ARIB STD B32 </w:t>
      </w:r>
      <w:r w:rsidR="009066BE" w:rsidRPr="00374CBE">
        <w:t xml:space="preserve">lists use of the transfer characteristics value </w:t>
      </w:r>
      <w:r w:rsidR="007576B9" w:rsidRPr="00374CBE">
        <w:t>1</w:t>
      </w:r>
      <w:r w:rsidR="009066BE" w:rsidRPr="00374CBE">
        <w:rPr>
          <w:rFonts w:eastAsia="Calibri"/>
        </w:rPr>
        <w:t xml:space="preserve"> for HD and </w:t>
      </w:r>
      <w:r w:rsidR="007576B9" w:rsidRPr="00374CBE">
        <w:t>14</w:t>
      </w:r>
      <w:r w:rsidR="009066BE" w:rsidRPr="00374CBE">
        <w:rPr>
          <w:rFonts w:eastAsia="Calibri"/>
        </w:rPr>
        <w:t xml:space="preserve"> for UHD</w:t>
      </w:r>
      <w:r w:rsidR="007576B9" w:rsidRPr="00374CBE">
        <w:rPr>
          <w:rFonts w:eastAsia="Calibri"/>
        </w:rPr>
        <w:t xml:space="preserve"> for </w:t>
      </w:r>
      <w:r w:rsidR="007A4B0C" w:rsidRPr="00374CBE">
        <w:rPr>
          <w:rFonts w:eastAsia="Calibri"/>
        </w:rPr>
        <w:t xml:space="preserve">SDR </w:t>
      </w:r>
      <w:r w:rsidR="007576B9" w:rsidRPr="00374CBE">
        <w:rPr>
          <w:rFonts w:eastAsia="Calibri"/>
        </w:rPr>
        <w:t>WCG video</w:t>
      </w:r>
      <w:r w:rsidR="009066BE" w:rsidRPr="00374CBE">
        <w:rPr>
          <w:rFonts w:eastAsia="Calibri"/>
        </w:rPr>
        <w:t>.</w:t>
      </w:r>
    </w:p>
    <w:p w14:paraId="0D5C8242" w14:textId="5A1B2C41" w:rsidR="00767691" w:rsidRPr="00767691" w:rsidDel="00B04EEB" w:rsidRDefault="00767691">
      <w:pPr>
        <w:numPr>
          <w:ilvl w:val="0"/>
          <w:numId w:val="13"/>
        </w:numPr>
        <w:rPr>
          <w:del w:id="1943" w:author="Yasser Syed" w:date="2019-06-25T00:07:00Z"/>
          <w:rPrChange w:id="1944" w:author="Yasser Syed" w:date="2019-06-25T00:04:00Z">
            <w:rPr>
              <w:del w:id="1945" w:author="Yasser Syed" w:date="2019-06-25T00:07:00Z"/>
              <w:rFonts w:eastAsia="Calibri"/>
            </w:rPr>
          </w:rPrChange>
        </w:rPr>
        <w:pPrChange w:id="1946" w:author="Yasser Syed" w:date="2019-06-25T00:04:00Z">
          <w:pPr>
            <w:pStyle w:val="enumlev1"/>
          </w:pPr>
        </w:pPrChange>
      </w:pPr>
    </w:p>
    <w:p w14:paraId="5D620EF5" w14:textId="5F7D95C6" w:rsidR="00AA46E7" w:rsidRPr="00374CBE" w:rsidRDefault="00EF19D3" w:rsidP="001F05F0">
      <w:pPr>
        <w:pStyle w:val="enumlev1"/>
      </w:pPr>
      <w:r w:rsidRPr="00374CBE">
        <w:t>–</w:t>
      </w:r>
      <w:r w:rsidRPr="00374CBE">
        <w:tab/>
      </w:r>
      <w:r w:rsidR="00C124A1" w:rsidRPr="00374CBE">
        <w:t>The indicated chroma</w:t>
      </w:r>
      <w:r w:rsidR="00AA46E7" w:rsidRPr="00374CBE">
        <w:t xml:space="preserve"> sample </w:t>
      </w:r>
      <w:r w:rsidR="001769D9" w:rsidRPr="00374CBE">
        <w:t xml:space="preserve">location </w:t>
      </w:r>
      <w:r w:rsidR="00AA46E7" w:rsidRPr="00374CBE">
        <w:t xml:space="preserve">alignment is only applicable </w:t>
      </w:r>
      <w:r w:rsidR="00C124A1" w:rsidRPr="00374CBE">
        <w:t>for 4:2:0 chroma sampling</w:t>
      </w:r>
      <w:r w:rsidR="00AA46E7" w:rsidRPr="00374CBE">
        <w:t>.</w:t>
      </w:r>
      <w:r w:rsidR="005F325F" w:rsidRPr="00374CBE">
        <w:t xml:space="preserve"> ChromaLocType (the generic label </w:t>
      </w:r>
      <w:r w:rsidR="00205E4A" w:rsidRPr="00374CBE">
        <w:t xml:space="preserve">used in this document </w:t>
      </w:r>
      <w:r w:rsidR="005F325F" w:rsidRPr="00374CBE">
        <w:t xml:space="preserve">for the HEVC </w:t>
      </w:r>
      <w:r w:rsidR="00205E4A" w:rsidRPr="00374CBE">
        <w:t xml:space="preserve">and AVC </w:t>
      </w:r>
      <w:r w:rsidR="005F325F" w:rsidRPr="00374CBE">
        <w:t xml:space="preserve">bitstream </w:t>
      </w:r>
      <w:r w:rsidR="00205E4A" w:rsidRPr="00374CBE">
        <w:t xml:space="preserve">syntax </w:t>
      </w:r>
      <w:r w:rsidR="005F325F" w:rsidRPr="00374CBE">
        <w:t xml:space="preserve">elements: chroma_sample_loc_type_top_field and chroma_sample_loc_type_bottom_field), listed in Tables 1 and </w:t>
      </w:r>
      <w:ins w:id="1947" w:author="Yasser Syed" w:date="2019-06-25T00:07:00Z">
        <w:r w:rsidR="00B04EEB">
          <w:t>3</w:t>
        </w:r>
      </w:ins>
      <w:del w:id="1948" w:author="Yasser Syed" w:date="2019-06-25T00:07:00Z">
        <w:r w:rsidR="005F325F" w:rsidRPr="00374CBE" w:rsidDel="00B04EEB">
          <w:delText>2</w:delText>
        </w:r>
      </w:del>
      <w:r w:rsidR="005F325F" w:rsidRPr="00374CBE">
        <w:t xml:space="preserve"> of this document, indicates the 4:2:0 chroma sample </w:t>
      </w:r>
      <w:r w:rsidR="00205E4A" w:rsidRPr="00374CBE">
        <w:t xml:space="preserve">position </w:t>
      </w:r>
      <w:r w:rsidR="005F325F" w:rsidRPr="00374CBE">
        <w:t>alignment.</w:t>
      </w:r>
    </w:p>
    <w:p w14:paraId="15E4A5B9" w14:textId="18218D36" w:rsidR="007F1483" w:rsidRPr="00374CBE" w:rsidRDefault="00EF19D3" w:rsidP="001F05F0">
      <w:pPr>
        <w:pStyle w:val="Heading3"/>
      </w:pPr>
      <w:r w:rsidRPr="00374CBE">
        <w:t>7.2.5</w:t>
      </w:r>
      <w:r w:rsidRPr="00374CBE">
        <w:tab/>
      </w:r>
      <w:r w:rsidR="007F1483" w:rsidRPr="00374CBE">
        <w:t xml:space="preserve">Common descriptions and carriage – high dynamic range </w:t>
      </w:r>
      <w:r w:rsidR="007A4B0C" w:rsidRPr="00374CBE">
        <w:t xml:space="preserve">video </w:t>
      </w:r>
      <w:r w:rsidR="007F1483" w:rsidRPr="00374CBE">
        <w:t>with wide colour gamut</w:t>
      </w:r>
    </w:p>
    <w:p w14:paraId="7FB66014" w14:textId="77777777" w:rsidR="00D25F49" w:rsidRPr="00374CBE" w:rsidRDefault="00D25F49" w:rsidP="001F05F0">
      <w:pPr>
        <w:rPr>
          <w:rFonts w:eastAsia="Calibri"/>
        </w:rPr>
      </w:pPr>
      <w:r w:rsidRPr="00374CBE">
        <w:rPr>
          <w:rFonts w:eastAsia="Calibri"/>
        </w:rPr>
        <w:t>This colour volume describes HDR video</w:t>
      </w:r>
      <w:r w:rsidR="009066BE" w:rsidRPr="00374CBE">
        <w:rPr>
          <w:rFonts w:eastAsia="Calibri"/>
        </w:rPr>
        <w:t xml:space="preserve"> with WCG</w:t>
      </w:r>
      <w:r w:rsidRPr="00374CBE">
        <w:rPr>
          <w:rFonts w:eastAsia="Calibri"/>
        </w:rPr>
        <w:t>, which is typically associated with ultra high definition video.</w:t>
      </w:r>
    </w:p>
    <w:p w14:paraId="1290D01C" w14:textId="5A8FD9FF" w:rsidR="00D25F49" w:rsidRPr="00374CBE" w:rsidRDefault="00D25F49" w:rsidP="001F05F0">
      <w:pPr>
        <w:rPr>
          <w:rFonts w:eastAsia="Calibri"/>
        </w:rPr>
      </w:pPr>
      <w:r w:rsidRPr="00374CBE">
        <w:rPr>
          <w:rFonts w:eastAsia="Calibri"/>
        </w:rPr>
        <w:t xml:space="preserve">The following system identifier tags are described, as defined in Table </w:t>
      </w:r>
      <w:ins w:id="1949" w:author="Yasser Syed" w:date="2019-06-25T00:08:00Z">
        <w:r w:rsidR="00B04EEB">
          <w:rPr>
            <w:rFonts w:eastAsia="Calibri"/>
          </w:rPr>
          <w:t>7</w:t>
        </w:r>
      </w:ins>
      <w:del w:id="1950" w:author="Yasser Syed" w:date="2019-06-25T00:08:00Z">
        <w:r w:rsidRPr="00374CBE" w:rsidDel="00B04EEB">
          <w:rPr>
            <w:rFonts w:eastAsia="Calibri"/>
          </w:rPr>
          <w:delText>6</w:delText>
        </w:r>
      </w:del>
      <w:r w:rsidRPr="00374CBE">
        <w:rPr>
          <w:rFonts w:eastAsia="Calibri"/>
        </w:rPr>
        <w:t>:</w:t>
      </w:r>
    </w:p>
    <w:p w14:paraId="588C8AED" w14:textId="155C82AD" w:rsidR="00D25F49" w:rsidRPr="00374CBE" w:rsidRDefault="00EF19D3" w:rsidP="00040985">
      <w:pPr>
        <w:pStyle w:val="enumlev1"/>
        <w:rPr>
          <w:rFonts w:eastAsia="Calibri"/>
        </w:rPr>
      </w:pPr>
      <w:r w:rsidRPr="00374CBE">
        <w:t>–</w:t>
      </w:r>
      <w:r w:rsidRPr="00374CBE">
        <w:tab/>
      </w:r>
      <w:r w:rsidR="00D25F49" w:rsidRPr="00374CBE">
        <w:rPr>
          <w:rFonts w:eastAsia="Calibri"/>
        </w:rPr>
        <w:t>BT2100_PQ_YCC</w:t>
      </w:r>
    </w:p>
    <w:p w14:paraId="22BA8E40" w14:textId="38FBA504" w:rsidR="00D25F49" w:rsidRDefault="00EF19D3" w:rsidP="00040985">
      <w:pPr>
        <w:pStyle w:val="enumlev1"/>
        <w:rPr>
          <w:ins w:id="1951" w:author="Yasser Syed" w:date="2019-06-25T00:08:00Z"/>
          <w:rFonts w:eastAsia="Calibri"/>
        </w:rPr>
      </w:pPr>
      <w:r w:rsidRPr="00374CBE">
        <w:t>–</w:t>
      </w:r>
      <w:r w:rsidRPr="00374CBE">
        <w:tab/>
      </w:r>
      <w:r w:rsidR="00D25F49" w:rsidRPr="00374CBE">
        <w:rPr>
          <w:rFonts w:eastAsia="Calibri"/>
        </w:rPr>
        <w:t>BT2100_HLG_YCC</w:t>
      </w:r>
    </w:p>
    <w:p w14:paraId="28F66FAF" w14:textId="1977EA95" w:rsidR="00B04EEB" w:rsidRPr="00B04EEB" w:rsidRDefault="00B04EEB">
      <w:pPr>
        <w:pStyle w:val="ListParagraph"/>
        <w:keepNext/>
        <w:numPr>
          <w:ilvl w:val="0"/>
          <w:numId w:val="13"/>
        </w:numPr>
        <w:rPr>
          <w:rFonts w:eastAsia="Calibri"/>
        </w:rPr>
        <w:pPrChange w:id="1952" w:author="Yasser Syed" w:date="2019-06-25T00:08:00Z">
          <w:pPr>
            <w:pStyle w:val="enumlev1"/>
          </w:pPr>
        </w:pPrChange>
      </w:pPr>
      <w:ins w:id="1953" w:author="Yasser Syed" w:date="2019-06-25T00:08:00Z">
        <w:r w:rsidRPr="00B04EEB">
          <w:rPr>
            <w:rFonts w:eastAsia="Calibri"/>
          </w:rPr>
          <w:t>BT2100_PQ_ICTCP</w:t>
        </w:r>
      </w:ins>
    </w:p>
    <w:p w14:paraId="69EFF328" w14:textId="7BF69BCD" w:rsidR="00D25F49" w:rsidRPr="00374CBE" w:rsidRDefault="00EF19D3" w:rsidP="00040985">
      <w:pPr>
        <w:pStyle w:val="enumlev1"/>
        <w:rPr>
          <w:rFonts w:eastAsia="Calibri"/>
        </w:rPr>
      </w:pPr>
      <w:r w:rsidRPr="00374CBE">
        <w:t>–</w:t>
      </w:r>
      <w:r w:rsidRPr="00374CBE">
        <w:tab/>
      </w:r>
      <w:r w:rsidR="00D25F49" w:rsidRPr="00374CBE">
        <w:rPr>
          <w:rFonts w:eastAsia="Calibri"/>
        </w:rPr>
        <w:t>BT2100_PQ_RGB</w:t>
      </w:r>
    </w:p>
    <w:p w14:paraId="3550316E" w14:textId="63F71FDF" w:rsidR="00D25F49" w:rsidRDefault="00EF19D3" w:rsidP="00040985">
      <w:pPr>
        <w:pStyle w:val="enumlev1"/>
        <w:rPr>
          <w:ins w:id="1954" w:author="Yasser Syed" w:date="2019-06-25T00:09:00Z"/>
          <w:rFonts w:eastAsia="Calibri"/>
        </w:rPr>
      </w:pPr>
      <w:r w:rsidRPr="00374CBE">
        <w:t>–</w:t>
      </w:r>
      <w:r w:rsidRPr="00374CBE">
        <w:tab/>
      </w:r>
      <w:r w:rsidR="00D25F49" w:rsidRPr="00374CBE">
        <w:rPr>
          <w:rFonts w:eastAsia="Calibri"/>
        </w:rPr>
        <w:t>BT2100_HLG_RGB</w:t>
      </w:r>
    </w:p>
    <w:p w14:paraId="75983B9B" w14:textId="26D17E7C" w:rsidR="00B04EEB" w:rsidRDefault="00B04EEB" w:rsidP="00B04EEB">
      <w:pPr>
        <w:keepNext/>
        <w:tabs>
          <w:tab w:val="left" w:pos="4853"/>
          <w:tab w:val="right" w:pos="9691"/>
        </w:tabs>
        <w:overflowPunct/>
        <w:autoSpaceDE/>
        <w:autoSpaceDN/>
        <w:adjustRightInd/>
        <w:spacing w:before="120" w:after="120"/>
        <w:jc w:val="center"/>
        <w:textAlignment w:val="auto"/>
        <w:rPr>
          <w:ins w:id="1955" w:author="Yasser Syed" w:date="2019-06-25T00:09:00Z"/>
          <w:b/>
          <w:bCs/>
        </w:rPr>
      </w:pPr>
      <w:ins w:id="1956" w:author="Yasser Syed" w:date="2019-06-25T00:09:00Z">
        <w:r w:rsidRPr="000456B4">
          <w:rPr>
            <w:b/>
            <w:bCs/>
          </w:rPr>
          <w:lastRenderedPageBreak/>
          <w:t xml:space="preserve">Table </w:t>
        </w:r>
        <w:r w:rsidRPr="000456B4">
          <w:rPr>
            <w:b/>
            <w:bCs/>
          </w:rPr>
          <w:fldChar w:fldCharType="begin"/>
        </w:r>
        <w:r w:rsidRPr="000456B4">
          <w:rPr>
            <w:b/>
            <w:bCs/>
          </w:rPr>
          <w:instrText xml:space="preserve"> SEQ Table \* ARABIC </w:instrText>
        </w:r>
        <w:r w:rsidRPr="000456B4">
          <w:rPr>
            <w:b/>
            <w:bCs/>
          </w:rPr>
          <w:fldChar w:fldCharType="separate"/>
        </w:r>
        <w:r>
          <w:rPr>
            <w:b/>
            <w:bCs/>
            <w:noProof/>
          </w:rPr>
          <w:t>7</w:t>
        </w:r>
        <w:r w:rsidRPr="000456B4">
          <w:rPr>
            <w:b/>
            <w:bCs/>
          </w:rPr>
          <w:fldChar w:fldCharType="end"/>
        </w:r>
        <w:r w:rsidRPr="000456B4">
          <w:rPr>
            <w:b/>
            <w:bCs/>
          </w:rPr>
          <w:t xml:space="preserve"> </w:t>
        </w:r>
      </w:ins>
      <w:ins w:id="1957" w:author="Yasser Syed" w:date="2019-06-25T18:33:00Z">
        <w:r w:rsidR="000B2ED5" w:rsidRPr="000456B4">
          <w:rPr>
            <w:b/>
            <w:bCs/>
          </w:rPr>
          <w:t>–</w:t>
        </w:r>
      </w:ins>
      <w:ins w:id="1958" w:author="Yasser Syed" w:date="2019-06-25T00:09:00Z">
        <w:r w:rsidRPr="000456B4">
          <w:rPr>
            <w:b/>
            <w:bCs/>
          </w:rPr>
          <w:t xml:space="preserve"> HDR WCG common colour volume descriptions</w:t>
        </w:r>
      </w:ins>
    </w:p>
    <w:tbl>
      <w:tblPr>
        <w:tblW w:w="468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Look w:val="04A0" w:firstRow="1" w:lastRow="0" w:firstColumn="1" w:lastColumn="0" w:noHBand="0" w:noVBand="1"/>
      </w:tblPr>
      <w:tblGrid>
        <w:gridCol w:w="712"/>
        <w:gridCol w:w="2234"/>
        <w:gridCol w:w="1160"/>
        <w:gridCol w:w="1342"/>
        <w:gridCol w:w="1160"/>
        <w:gridCol w:w="1160"/>
        <w:gridCol w:w="1254"/>
      </w:tblGrid>
      <w:tr w:rsidR="00B04EEB" w:rsidRPr="000456B4" w14:paraId="1D57C684" w14:textId="77777777" w:rsidTr="000B1A01">
        <w:trPr>
          <w:tblHeader/>
          <w:jc w:val="center"/>
          <w:ins w:id="1959" w:author="Yasser Syed" w:date="2019-06-25T00:09:00Z"/>
        </w:trPr>
        <w:tc>
          <w:tcPr>
            <w:tcW w:w="394" w:type="pct"/>
            <w:shd w:val="clear" w:color="auto" w:fill="auto"/>
            <w:vAlign w:val="center"/>
          </w:tcPr>
          <w:p w14:paraId="6C339AAC" w14:textId="77777777" w:rsidR="00B04EEB" w:rsidRPr="000456B4" w:rsidRDefault="00B04EEB" w:rsidP="000B1A01">
            <w:pPr>
              <w:keepNext/>
              <w:spacing w:before="0"/>
              <w:jc w:val="center"/>
              <w:rPr>
                <w:ins w:id="1960" w:author="Yasser Syed" w:date="2019-06-25T00:09:00Z"/>
                <w:rFonts w:eastAsia="Calibri"/>
                <w:b/>
                <w:sz w:val="18"/>
                <w:szCs w:val="18"/>
              </w:rPr>
            </w:pPr>
          </w:p>
        </w:tc>
        <w:tc>
          <w:tcPr>
            <w:tcW w:w="1238" w:type="pct"/>
            <w:shd w:val="clear" w:color="auto" w:fill="auto"/>
          </w:tcPr>
          <w:p w14:paraId="12C1B1F2" w14:textId="4E26470F" w:rsidR="00B04EEB" w:rsidRPr="000456B4" w:rsidRDefault="00B04EEB" w:rsidP="000B1A01">
            <w:pPr>
              <w:keepNext/>
              <w:jc w:val="left"/>
              <w:rPr>
                <w:ins w:id="1961" w:author="Yasser Syed" w:date="2019-06-25T00:09:00Z"/>
                <w:rFonts w:eastAsia="Calibri"/>
                <w:b/>
                <w:sz w:val="18"/>
                <w:szCs w:val="18"/>
              </w:rPr>
            </w:pPr>
            <w:ins w:id="1962" w:author="Yasser Syed" w:date="2019-06-25T00:09:00Z">
              <w:r w:rsidRPr="000456B4">
                <w:rPr>
                  <w:rFonts w:eastAsia="Calibri"/>
                  <w:b/>
                  <w:sz w:val="18"/>
                  <w:szCs w:val="18"/>
                </w:rPr>
                <w:t xml:space="preserve">System </w:t>
              </w:r>
            </w:ins>
            <w:ins w:id="1963" w:author="Yasser Syed" w:date="2019-06-25T00:22:00Z">
              <w:r w:rsidR="007150D1">
                <w:rPr>
                  <w:rFonts w:eastAsia="Calibri"/>
                  <w:b/>
                  <w:sz w:val="18"/>
                  <w:szCs w:val="18"/>
                </w:rPr>
                <w:t>i</w:t>
              </w:r>
            </w:ins>
            <w:ins w:id="1964" w:author="Yasser Syed" w:date="2019-06-25T00:09:00Z">
              <w:r w:rsidRPr="000456B4">
                <w:rPr>
                  <w:rFonts w:eastAsia="Calibri"/>
                  <w:b/>
                  <w:sz w:val="18"/>
                  <w:szCs w:val="18"/>
                </w:rPr>
                <w:t>dentifier</w:t>
              </w:r>
            </w:ins>
          </w:p>
        </w:tc>
        <w:tc>
          <w:tcPr>
            <w:tcW w:w="643" w:type="pct"/>
            <w:shd w:val="clear" w:color="auto" w:fill="auto"/>
          </w:tcPr>
          <w:p w14:paraId="2BD45553" w14:textId="77777777" w:rsidR="00B04EEB" w:rsidRPr="000456B4" w:rsidRDefault="00B04EEB" w:rsidP="000B1A01">
            <w:pPr>
              <w:keepNext/>
              <w:jc w:val="left"/>
              <w:rPr>
                <w:ins w:id="1965" w:author="Yasser Syed" w:date="2019-06-25T00:09:00Z"/>
                <w:rFonts w:eastAsia="Calibri"/>
                <w:b/>
                <w:sz w:val="18"/>
                <w:szCs w:val="18"/>
              </w:rPr>
            </w:pPr>
            <w:ins w:id="1966" w:author="Yasser Syed" w:date="2019-06-25T00:09:00Z">
              <w:r w:rsidRPr="000456B4">
                <w:rPr>
                  <w:rFonts w:eastAsia="Calibri"/>
                  <w:b/>
                  <w:sz w:val="18"/>
                  <w:szCs w:val="18"/>
                </w:rPr>
                <w:t>BT2100_PQ_YCC</w:t>
              </w:r>
            </w:ins>
          </w:p>
        </w:tc>
        <w:tc>
          <w:tcPr>
            <w:tcW w:w="744" w:type="pct"/>
            <w:shd w:val="clear" w:color="auto" w:fill="auto"/>
          </w:tcPr>
          <w:p w14:paraId="0BDA24C7" w14:textId="77777777" w:rsidR="00B04EEB" w:rsidRPr="000456B4" w:rsidRDefault="00B04EEB" w:rsidP="000B1A01">
            <w:pPr>
              <w:keepNext/>
              <w:jc w:val="left"/>
              <w:rPr>
                <w:ins w:id="1967" w:author="Yasser Syed" w:date="2019-06-25T00:09:00Z"/>
                <w:rFonts w:eastAsia="Calibri"/>
                <w:b/>
                <w:sz w:val="18"/>
                <w:szCs w:val="18"/>
              </w:rPr>
            </w:pPr>
            <w:ins w:id="1968" w:author="Yasser Syed" w:date="2019-06-25T00:09:00Z">
              <w:r w:rsidRPr="000456B4">
                <w:rPr>
                  <w:rFonts w:eastAsia="Calibri"/>
                  <w:b/>
                  <w:sz w:val="18"/>
                  <w:szCs w:val="18"/>
                </w:rPr>
                <w:t>BT2100_HLG_YCC</w:t>
              </w:r>
            </w:ins>
          </w:p>
        </w:tc>
        <w:tc>
          <w:tcPr>
            <w:tcW w:w="643" w:type="pct"/>
          </w:tcPr>
          <w:p w14:paraId="4AC18EAE" w14:textId="77777777" w:rsidR="00B04EEB" w:rsidRPr="004A1BC3" w:rsidRDefault="00B04EEB" w:rsidP="000B1A01">
            <w:pPr>
              <w:keepNext/>
              <w:jc w:val="left"/>
              <w:rPr>
                <w:ins w:id="1969" w:author="Yasser Syed" w:date="2019-06-25T00:09:00Z"/>
                <w:rFonts w:eastAsia="Calibri"/>
                <w:b/>
                <w:sz w:val="18"/>
                <w:szCs w:val="18"/>
              </w:rPr>
            </w:pPr>
            <w:ins w:id="1970" w:author="Yasser Syed" w:date="2019-06-25T00:09:00Z">
              <w:r w:rsidRPr="0058106C">
                <w:rPr>
                  <w:rFonts w:eastAsia="Calibri"/>
                  <w:b/>
                  <w:sz w:val="18"/>
                  <w:szCs w:val="18"/>
                </w:rPr>
                <w:t>BT2100_PQ_ICTCP</w:t>
              </w:r>
            </w:ins>
          </w:p>
        </w:tc>
        <w:tc>
          <w:tcPr>
            <w:tcW w:w="643" w:type="pct"/>
            <w:shd w:val="clear" w:color="auto" w:fill="auto"/>
          </w:tcPr>
          <w:p w14:paraId="7E8B7F60" w14:textId="77777777" w:rsidR="00B04EEB" w:rsidRPr="000456B4" w:rsidRDefault="00B04EEB" w:rsidP="000B1A01">
            <w:pPr>
              <w:keepNext/>
              <w:jc w:val="left"/>
              <w:rPr>
                <w:ins w:id="1971" w:author="Yasser Syed" w:date="2019-06-25T00:09:00Z"/>
                <w:rFonts w:eastAsia="Calibri"/>
                <w:b/>
                <w:sz w:val="18"/>
                <w:szCs w:val="18"/>
              </w:rPr>
            </w:pPr>
            <w:ins w:id="1972" w:author="Yasser Syed" w:date="2019-06-25T00:09:00Z">
              <w:r w:rsidRPr="000456B4">
                <w:rPr>
                  <w:rFonts w:eastAsia="Calibri"/>
                  <w:b/>
                  <w:sz w:val="18"/>
                  <w:szCs w:val="18"/>
                </w:rPr>
                <w:t>BT2100_PQ_RGB</w:t>
              </w:r>
            </w:ins>
          </w:p>
        </w:tc>
        <w:tc>
          <w:tcPr>
            <w:tcW w:w="695" w:type="pct"/>
            <w:shd w:val="clear" w:color="auto" w:fill="auto"/>
          </w:tcPr>
          <w:p w14:paraId="48A281BB" w14:textId="77777777" w:rsidR="00B04EEB" w:rsidRPr="000456B4" w:rsidRDefault="00B04EEB" w:rsidP="000B1A01">
            <w:pPr>
              <w:keepNext/>
              <w:jc w:val="left"/>
              <w:rPr>
                <w:ins w:id="1973" w:author="Yasser Syed" w:date="2019-06-25T00:09:00Z"/>
                <w:rFonts w:eastAsia="Calibri"/>
                <w:b/>
                <w:sz w:val="18"/>
                <w:szCs w:val="18"/>
              </w:rPr>
            </w:pPr>
            <w:ins w:id="1974" w:author="Yasser Syed" w:date="2019-06-25T00:09:00Z">
              <w:r w:rsidRPr="000456B4">
                <w:rPr>
                  <w:rFonts w:eastAsia="Calibri"/>
                  <w:b/>
                  <w:sz w:val="18"/>
                  <w:szCs w:val="18"/>
                </w:rPr>
                <w:t>BT2100_HLG_RGB</w:t>
              </w:r>
            </w:ins>
          </w:p>
        </w:tc>
      </w:tr>
      <w:tr w:rsidR="00B04EEB" w:rsidRPr="000456B4" w14:paraId="1851A9AD" w14:textId="77777777" w:rsidTr="000B1A01">
        <w:trPr>
          <w:cantSplit/>
          <w:trHeight w:val="576"/>
          <w:jc w:val="center"/>
          <w:ins w:id="1975" w:author="Yasser Syed" w:date="2019-06-25T00:09:00Z"/>
        </w:trPr>
        <w:tc>
          <w:tcPr>
            <w:tcW w:w="394" w:type="pct"/>
            <w:vMerge w:val="restart"/>
            <w:shd w:val="clear" w:color="auto" w:fill="auto"/>
            <w:textDirection w:val="btLr"/>
            <w:vAlign w:val="center"/>
          </w:tcPr>
          <w:p w14:paraId="4B6778CA" w14:textId="77777777" w:rsidR="00B04EEB" w:rsidRPr="000456B4" w:rsidRDefault="00B04EEB" w:rsidP="000B1A01">
            <w:pPr>
              <w:keepNext/>
              <w:spacing w:before="0"/>
              <w:jc w:val="center"/>
              <w:rPr>
                <w:ins w:id="1976" w:author="Yasser Syed" w:date="2019-06-25T00:09:00Z"/>
                <w:rFonts w:eastAsia="Calibri"/>
                <w:b/>
                <w:sz w:val="18"/>
                <w:szCs w:val="18"/>
              </w:rPr>
            </w:pPr>
            <w:ins w:id="1977" w:author="Yasser Syed" w:date="2019-06-25T00:09:00Z">
              <w:r w:rsidRPr="000456B4">
                <w:rPr>
                  <w:rFonts w:eastAsia="Calibri"/>
                  <w:b/>
                  <w:sz w:val="18"/>
                  <w:szCs w:val="18"/>
                </w:rPr>
                <w:t>Colour properties</w:t>
              </w:r>
            </w:ins>
          </w:p>
        </w:tc>
        <w:tc>
          <w:tcPr>
            <w:tcW w:w="1238" w:type="pct"/>
            <w:shd w:val="clear" w:color="auto" w:fill="auto"/>
          </w:tcPr>
          <w:p w14:paraId="5B91B81F" w14:textId="77777777" w:rsidR="00B04EEB" w:rsidRPr="000456B4" w:rsidRDefault="00B04EEB" w:rsidP="000B1A01">
            <w:pPr>
              <w:keepNext/>
              <w:jc w:val="left"/>
              <w:rPr>
                <w:ins w:id="1978" w:author="Yasser Syed" w:date="2019-06-25T00:09:00Z"/>
                <w:rFonts w:eastAsia="Calibri"/>
                <w:sz w:val="18"/>
                <w:szCs w:val="18"/>
              </w:rPr>
            </w:pPr>
            <w:ins w:id="1979" w:author="Yasser Syed" w:date="2019-06-25T00:09:00Z">
              <w:r w:rsidRPr="000456B4">
                <w:rPr>
                  <w:rFonts w:eastAsia="Calibri"/>
                  <w:sz w:val="18"/>
                  <w:szCs w:val="18"/>
                </w:rPr>
                <w:t>Colour primaries</w:t>
              </w:r>
            </w:ins>
          </w:p>
        </w:tc>
        <w:tc>
          <w:tcPr>
            <w:tcW w:w="643" w:type="pct"/>
            <w:shd w:val="clear" w:color="auto" w:fill="auto"/>
          </w:tcPr>
          <w:p w14:paraId="005155D5" w14:textId="77777777" w:rsidR="00B04EEB" w:rsidRPr="000456B4" w:rsidRDefault="00B04EEB" w:rsidP="000B1A01">
            <w:pPr>
              <w:keepNext/>
              <w:jc w:val="left"/>
              <w:rPr>
                <w:ins w:id="1980" w:author="Yasser Syed" w:date="2019-06-25T00:09:00Z"/>
                <w:rFonts w:eastAsia="Calibri"/>
                <w:sz w:val="18"/>
                <w:szCs w:val="18"/>
              </w:rPr>
            </w:pPr>
            <w:ins w:id="1981" w:author="Yasser Syed" w:date="2019-06-25T00:09:00Z">
              <w:r w:rsidRPr="000456B4">
                <w:rPr>
                  <w:rFonts w:eastAsia="Calibri"/>
                  <w:sz w:val="18"/>
                  <w:szCs w:val="18"/>
                </w:rPr>
                <w:t>BT.2020 / BT.2100</w:t>
              </w:r>
            </w:ins>
          </w:p>
        </w:tc>
        <w:tc>
          <w:tcPr>
            <w:tcW w:w="744" w:type="pct"/>
            <w:shd w:val="clear" w:color="auto" w:fill="auto"/>
          </w:tcPr>
          <w:p w14:paraId="4B567451" w14:textId="77777777" w:rsidR="00B04EEB" w:rsidRPr="000456B4" w:rsidRDefault="00B04EEB" w:rsidP="000B1A01">
            <w:pPr>
              <w:keepNext/>
              <w:jc w:val="left"/>
              <w:rPr>
                <w:ins w:id="1982" w:author="Yasser Syed" w:date="2019-06-25T00:09:00Z"/>
                <w:rFonts w:eastAsia="Calibri"/>
                <w:sz w:val="18"/>
                <w:szCs w:val="18"/>
              </w:rPr>
            </w:pPr>
            <w:ins w:id="1983" w:author="Yasser Syed" w:date="2019-06-25T00:09:00Z">
              <w:r w:rsidRPr="000456B4">
                <w:rPr>
                  <w:rFonts w:eastAsia="Calibri"/>
                  <w:sz w:val="18"/>
                  <w:szCs w:val="18"/>
                </w:rPr>
                <w:t>BT.2020 / BT.2100</w:t>
              </w:r>
            </w:ins>
          </w:p>
        </w:tc>
        <w:tc>
          <w:tcPr>
            <w:tcW w:w="643" w:type="pct"/>
          </w:tcPr>
          <w:p w14:paraId="4EB91A26" w14:textId="77777777" w:rsidR="00B04EEB" w:rsidRPr="00045E89" w:rsidRDefault="00B04EEB" w:rsidP="000B1A01">
            <w:pPr>
              <w:keepNext/>
              <w:jc w:val="left"/>
              <w:rPr>
                <w:ins w:id="1984" w:author="Yasser Syed" w:date="2019-06-25T00:09:00Z"/>
                <w:rFonts w:eastAsia="Calibri"/>
                <w:sz w:val="18"/>
                <w:szCs w:val="18"/>
              </w:rPr>
            </w:pPr>
            <w:ins w:id="1985" w:author="Yasser Syed" w:date="2019-06-25T00:09:00Z">
              <w:r w:rsidRPr="00045E89">
                <w:rPr>
                  <w:rFonts w:eastAsia="Calibri"/>
                  <w:sz w:val="18"/>
                  <w:szCs w:val="18"/>
                </w:rPr>
                <w:t>BT.2100</w:t>
              </w:r>
            </w:ins>
          </w:p>
        </w:tc>
        <w:tc>
          <w:tcPr>
            <w:tcW w:w="643" w:type="pct"/>
            <w:shd w:val="clear" w:color="auto" w:fill="auto"/>
          </w:tcPr>
          <w:p w14:paraId="2E2CFA0C" w14:textId="77777777" w:rsidR="00B04EEB" w:rsidRPr="000456B4" w:rsidRDefault="00B04EEB" w:rsidP="000B1A01">
            <w:pPr>
              <w:keepNext/>
              <w:jc w:val="left"/>
              <w:rPr>
                <w:ins w:id="1986" w:author="Yasser Syed" w:date="2019-06-25T00:09:00Z"/>
                <w:rFonts w:eastAsia="Calibri"/>
                <w:sz w:val="18"/>
                <w:szCs w:val="18"/>
              </w:rPr>
            </w:pPr>
            <w:ins w:id="1987" w:author="Yasser Syed" w:date="2019-06-25T00:09:00Z">
              <w:r w:rsidRPr="000456B4">
                <w:rPr>
                  <w:rFonts w:eastAsia="Calibri"/>
                  <w:sz w:val="18"/>
                  <w:szCs w:val="18"/>
                </w:rPr>
                <w:t>BT.2020 / BT.2100</w:t>
              </w:r>
            </w:ins>
          </w:p>
        </w:tc>
        <w:tc>
          <w:tcPr>
            <w:tcW w:w="695" w:type="pct"/>
            <w:shd w:val="clear" w:color="auto" w:fill="auto"/>
          </w:tcPr>
          <w:p w14:paraId="0E817AD3" w14:textId="77777777" w:rsidR="00B04EEB" w:rsidRPr="000456B4" w:rsidRDefault="00B04EEB" w:rsidP="000B1A01">
            <w:pPr>
              <w:keepNext/>
              <w:jc w:val="left"/>
              <w:rPr>
                <w:ins w:id="1988" w:author="Yasser Syed" w:date="2019-06-25T00:09:00Z"/>
                <w:rFonts w:eastAsia="Calibri"/>
                <w:sz w:val="18"/>
                <w:szCs w:val="18"/>
              </w:rPr>
            </w:pPr>
            <w:ins w:id="1989" w:author="Yasser Syed" w:date="2019-06-25T00:09:00Z">
              <w:r w:rsidRPr="000456B4">
                <w:rPr>
                  <w:rFonts w:eastAsia="Calibri"/>
                  <w:sz w:val="18"/>
                  <w:szCs w:val="18"/>
                </w:rPr>
                <w:t>BT.2020 / BT.2100</w:t>
              </w:r>
            </w:ins>
          </w:p>
        </w:tc>
      </w:tr>
      <w:tr w:rsidR="00B04EEB" w:rsidRPr="000456B4" w14:paraId="35324238" w14:textId="77777777" w:rsidTr="000B1A01">
        <w:trPr>
          <w:trHeight w:val="576"/>
          <w:jc w:val="center"/>
          <w:ins w:id="1990" w:author="Yasser Syed" w:date="2019-06-25T00:09:00Z"/>
        </w:trPr>
        <w:tc>
          <w:tcPr>
            <w:tcW w:w="394" w:type="pct"/>
            <w:vMerge/>
            <w:shd w:val="clear" w:color="auto" w:fill="auto"/>
            <w:vAlign w:val="center"/>
          </w:tcPr>
          <w:p w14:paraId="0FE70E18" w14:textId="77777777" w:rsidR="00B04EEB" w:rsidRPr="000456B4" w:rsidRDefault="00B04EEB" w:rsidP="000B1A01">
            <w:pPr>
              <w:keepNext/>
              <w:spacing w:before="0"/>
              <w:jc w:val="center"/>
              <w:rPr>
                <w:ins w:id="1991" w:author="Yasser Syed" w:date="2019-06-25T00:09:00Z"/>
                <w:rFonts w:eastAsia="Calibri"/>
                <w:b/>
                <w:sz w:val="18"/>
                <w:szCs w:val="18"/>
              </w:rPr>
            </w:pPr>
          </w:p>
        </w:tc>
        <w:tc>
          <w:tcPr>
            <w:tcW w:w="1238" w:type="pct"/>
            <w:shd w:val="clear" w:color="auto" w:fill="auto"/>
          </w:tcPr>
          <w:p w14:paraId="2E1463B2" w14:textId="77777777" w:rsidR="00B04EEB" w:rsidRPr="000456B4" w:rsidRDefault="00B04EEB" w:rsidP="000B1A01">
            <w:pPr>
              <w:keepNext/>
              <w:jc w:val="left"/>
              <w:rPr>
                <w:ins w:id="1992" w:author="Yasser Syed" w:date="2019-06-25T00:09:00Z"/>
                <w:rFonts w:eastAsia="Calibri"/>
                <w:sz w:val="18"/>
                <w:szCs w:val="18"/>
              </w:rPr>
            </w:pPr>
            <w:ins w:id="1993" w:author="Yasser Syed" w:date="2019-06-25T00:09:00Z">
              <w:r w:rsidRPr="000456B4">
                <w:rPr>
                  <w:rFonts w:eastAsia="Calibri"/>
                  <w:sz w:val="18"/>
                  <w:szCs w:val="18"/>
                </w:rPr>
                <w:t>Transfer characteristics</w:t>
              </w:r>
            </w:ins>
          </w:p>
        </w:tc>
        <w:tc>
          <w:tcPr>
            <w:tcW w:w="643" w:type="pct"/>
            <w:shd w:val="clear" w:color="auto" w:fill="auto"/>
          </w:tcPr>
          <w:p w14:paraId="5F41673F" w14:textId="77777777" w:rsidR="00B04EEB" w:rsidRPr="000456B4" w:rsidRDefault="00B04EEB" w:rsidP="000B1A01">
            <w:pPr>
              <w:keepNext/>
              <w:jc w:val="left"/>
              <w:rPr>
                <w:ins w:id="1994" w:author="Yasser Syed" w:date="2019-06-25T00:09:00Z"/>
                <w:rFonts w:eastAsia="Calibri"/>
                <w:sz w:val="18"/>
                <w:szCs w:val="18"/>
              </w:rPr>
            </w:pPr>
            <w:ins w:id="1995" w:author="Yasser Syed" w:date="2019-06-25T00:09:00Z">
              <w:r w:rsidRPr="000456B4">
                <w:rPr>
                  <w:rFonts w:eastAsia="Calibri"/>
                  <w:sz w:val="18"/>
                  <w:szCs w:val="18"/>
                </w:rPr>
                <w:t>BT.2100 PQ</w:t>
              </w:r>
            </w:ins>
          </w:p>
        </w:tc>
        <w:tc>
          <w:tcPr>
            <w:tcW w:w="744" w:type="pct"/>
            <w:shd w:val="clear" w:color="auto" w:fill="auto"/>
          </w:tcPr>
          <w:p w14:paraId="6B22D5F1" w14:textId="77777777" w:rsidR="00B04EEB" w:rsidRPr="000456B4" w:rsidRDefault="00B04EEB" w:rsidP="000B1A01">
            <w:pPr>
              <w:keepNext/>
              <w:jc w:val="left"/>
              <w:rPr>
                <w:ins w:id="1996" w:author="Yasser Syed" w:date="2019-06-25T00:09:00Z"/>
                <w:rFonts w:eastAsia="Calibri"/>
                <w:sz w:val="18"/>
                <w:szCs w:val="18"/>
              </w:rPr>
            </w:pPr>
            <w:ins w:id="1997" w:author="Yasser Syed" w:date="2019-06-25T00:09:00Z">
              <w:r w:rsidRPr="000456B4">
                <w:rPr>
                  <w:rFonts w:eastAsia="Calibri"/>
                  <w:sz w:val="18"/>
                  <w:szCs w:val="18"/>
                </w:rPr>
                <w:t>BT.2100 HLG</w:t>
              </w:r>
            </w:ins>
          </w:p>
        </w:tc>
        <w:tc>
          <w:tcPr>
            <w:tcW w:w="643" w:type="pct"/>
          </w:tcPr>
          <w:p w14:paraId="32767AA2" w14:textId="77777777" w:rsidR="00B04EEB" w:rsidRPr="00045E89" w:rsidRDefault="00B04EEB" w:rsidP="000B1A01">
            <w:pPr>
              <w:keepNext/>
              <w:jc w:val="left"/>
              <w:rPr>
                <w:ins w:id="1998" w:author="Yasser Syed" w:date="2019-06-25T00:09:00Z"/>
                <w:rFonts w:eastAsia="Calibri"/>
                <w:sz w:val="18"/>
                <w:szCs w:val="18"/>
              </w:rPr>
            </w:pPr>
            <w:ins w:id="1999" w:author="Yasser Syed" w:date="2019-06-25T00:09:00Z">
              <w:r w:rsidRPr="00045E89">
                <w:rPr>
                  <w:rFonts w:eastAsia="Calibri"/>
                  <w:sz w:val="18"/>
                  <w:szCs w:val="18"/>
                </w:rPr>
                <w:t>BT.2100 PQ</w:t>
              </w:r>
            </w:ins>
          </w:p>
        </w:tc>
        <w:tc>
          <w:tcPr>
            <w:tcW w:w="643" w:type="pct"/>
            <w:shd w:val="clear" w:color="auto" w:fill="auto"/>
          </w:tcPr>
          <w:p w14:paraId="064B6AE7" w14:textId="77777777" w:rsidR="00B04EEB" w:rsidRPr="000456B4" w:rsidRDefault="00B04EEB" w:rsidP="000B1A01">
            <w:pPr>
              <w:keepNext/>
              <w:jc w:val="left"/>
              <w:rPr>
                <w:ins w:id="2000" w:author="Yasser Syed" w:date="2019-06-25T00:09:00Z"/>
                <w:rFonts w:eastAsia="Calibri"/>
                <w:sz w:val="18"/>
                <w:szCs w:val="18"/>
              </w:rPr>
            </w:pPr>
            <w:ins w:id="2001" w:author="Yasser Syed" w:date="2019-06-25T00:09:00Z">
              <w:r w:rsidRPr="000456B4">
                <w:rPr>
                  <w:rFonts w:eastAsia="Calibri"/>
                  <w:sz w:val="18"/>
                  <w:szCs w:val="18"/>
                </w:rPr>
                <w:t>BT.2100 PQ</w:t>
              </w:r>
            </w:ins>
          </w:p>
        </w:tc>
        <w:tc>
          <w:tcPr>
            <w:tcW w:w="695" w:type="pct"/>
            <w:shd w:val="clear" w:color="auto" w:fill="auto"/>
          </w:tcPr>
          <w:p w14:paraId="1650CF6D" w14:textId="77777777" w:rsidR="00B04EEB" w:rsidRPr="000456B4" w:rsidRDefault="00B04EEB" w:rsidP="000B1A01">
            <w:pPr>
              <w:keepNext/>
              <w:jc w:val="left"/>
              <w:rPr>
                <w:ins w:id="2002" w:author="Yasser Syed" w:date="2019-06-25T00:09:00Z"/>
                <w:rFonts w:eastAsia="Calibri"/>
                <w:sz w:val="18"/>
                <w:szCs w:val="18"/>
              </w:rPr>
            </w:pPr>
            <w:ins w:id="2003" w:author="Yasser Syed" w:date="2019-06-25T00:09:00Z">
              <w:r w:rsidRPr="000456B4">
                <w:rPr>
                  <w:rFonts w:eastAsia="Calibri"/>
                  <w:sz w:val="18"/>
                  <w:szCs w:val="18"/>
                </w:rPr>
                <w:t>BT.2100 HLG</w:t>
              </w:r>
            </w:ins>
          </w:p>
        </w:tc>
      </w:tr>
      <w:tr w:rsidR="00B04EEB" w:rsidRPr="000456B4" w14:paraId="42AF2FF2" w14:textId="77777777" w:rsidTr="000B1A01">
        <w:trPr>
          <w:trHeight w:val="576"/>
          <w:jc w:val="center"/>
          <w:ins w:id="2004" w:author="Yasser Syed" w:date="2019-06-25T00:09:00Z"/>
        </w:trPr>
        <w:tc>
          <w:tcPr>
            <w:tcW w:w="394" w:type="pct"/>
            <w:vMerge/>
            <w:shd w:val="clear" w:color="auto" w:fill="auto"/>
            <w:vAlign w:val="center"/>
          </w:tcPr>
          <w:p w14:paraId="64232BF8" w14:textId="77777777" w:rsidR="00B04EEB" w:rsidRPr="000456B4" w:rsidRDefault="00B04EEB" w:rsidP="000B1A01">
            <w:pPr>
              <w:keepNext/>
              <w:spacing w:before="0"/>
              <w:jc w:val="center"/>
              <w:rPr>
                <w:ins w:id="2005" w:author="Yasser Syed" w:date="2019-06-25T00:09:00Z"/>
                <w:rFonts w:eastAsia="Calibri"/>
                <w:b/>
                <w:sz w:val="18"/>
                <w:szCs w:val="18"/>
              </w:rPr>
            </w:pPr>
          </w:p>
        </w:tc>
        <w:tc>
          <w:tcPr>
            <w:tcW w:w="1238" w:type="pct"/>
            <w:shd w:val="clear" w:color="auto" w:fill="auto"/>
          </w:tcPr>
          <w:p w14:paraId="345AA9D4" w14:textId="77777777" w:rsidR="00B04EEB" w:rsidRPr="000456B4" w:rsidRDefault="00B04EEB" w:rsidP="000B1A01">
            <w:pPr>
              <w:keepNext/>
              <w:jc w:val="left"/>
              <w:rPr>
                <w:ins w:id="2006" w:author="Yasser Syed" w:date="2019-06-25T00:09:00Z"/>
                <w:rFonts w:eastAsia="Calibri"/>
                <w:sz w:val="18"/>
                <w:szCs w:val="18"/>
              </w:rPr>
            </w:pPr>
            <w:ins w:id="2007" w:author="Yasser Syed" w:date="2019-06-25T00:09:00Z">
              <w:r w:rsidRPr="000456B4">
                <w:rPr>
                  <w:rFonts w:eastAsia="Calibri"/>
                  <w:sz w:val="18"/>
                  <w:szCs w:val="18"/>
                </w:rPr>
                <w:t>Colour representation</w:t>
              </w:r>
            </w:ins>
          </w:p>
        </w:tc>
        <w:tc>
          <w:tcPr>
            <w:tcW w:w="643" w:type="pct"/>
            <w:shd w:val="clear" w:color="auto" w:fill="auto"/>
          </w:tcPr>
          <w:p w14:paraId="1531F09A" w14:textId="77777777" w:rsidR="00B04EEB" w:rsidRPr="000456B4" w:rsidRDefault="00B04EEB" w:rsidP="000B1A01">
            <w:pPr>
              <w:keepNext/>
              <w:jc w:val="left"/>
              <w:rPr>
                <w:ins w:id="2008" w:author="Yasser Syed" w:date="2019-06-25T00:09:00Z"/>
                <w:rFonts w:eastAsia="Calibri"/>
                <w:sz w:val="18"/>
                <w:szCs w:val="18"/>
              </w:rPr>
            </w:pPr>
            <w:ins w:id="2009" w:author="Yasser Syed" w:date="2019-06-25T00:09:00Z">
              <w:r>
                <w:rPr>
                  <w:sz w:val="18"/>
                  <w:szCs w:val="18"/>
                </w:rPr>
                <w:t>Y′CbCr</w:t>
              </w:r>
            </w:ins>
          </w:p>
        </w:tc>
        <w:tc>
          <w:tcPr>
            <w:tcW w:w="744" w:type="pct"/>
            <w:shd w:val="clear" w:color="auto" w:fill="auto"/>
          </w:tcPr>
          <w:p w14:paraId="37E7FB78" w14:textId="77777777" w:rsidR="00B04EEB" w:rsidRPr="000456B4" w:rsidRDefault="00B04EEB" w:rsidP="000B1A01">
            <w:pPr>
              <w:keepNext/>
              <w:jc w:val="left"/>
              <w:rPr>
                <w:ins w:id="2010" w:author="Yasser Syed" w:date="2019-06-25T00:09:00Z"/>
                <w:rFonts w:eastAsia="Calibri"/>
                <w:sz w:val="18"/>
                <w:szCs w:val="18"/>
              </w:rPr>
            </w:pPr>
            <w:ins w:id="2011" w:author="Yasser Syed" w:date="2019-06-25T00:09:00Z">
              <w:r w:rsidRPr="00DC62C9">
                <w:rPr>
                  <w:sz w:val="18"/>
                  <w:szCs w:val="18"/>
                </w:rPr>
                <w:t>Y′CbCr</w:t>
              </w:r>
            </w:ins>
          </w:p>
        </w:tc>
        <w:tc>
          <w:tcPr>
            <w:tcW w:w="643" w:type="pct"/>
          </w:tcPr>
          <w:p w14:paraId="59A6F4EC" w14:textId="77777777" w:rsidR="00B04EEB" w:rsidRPr="00045E89" w:rsidRDefault="00B04EEB" w:rsidP="000B1A01">
            <w:pPr>
              <w:keepNext/>
              <w:jc w:val="left"/>
              <w:rPr>
                <w:ins w:id="2012" w:author="Yasser Syed" w:date="2019-06-25T00:09:00Z"/>
                <w:rFonts w:eastAsia="Calibri"/>
                <w:sz w:val="18"/>
                <w:szCs w:val="18"/>
              </w:rPr>
            </w:pPr>
            <w:ins w:id="2013" w:author="Yasser Syed" w:date="2019-06-25T00:09:00Z">
              <w:r w:rsidRPr="00045E89">
                <w:rPr>
                  <w:rFonts w:eastAsia="Calibri"/>
                  <w:sz w:val="18"/>
                  <w:szCs w:val="18"/>
                </w:rPr>
                <w:t>IC</w:t>
              </w:r>
              <w:r w:rsidRPr="00045E89">
                <w:rPr>
                  <w:rFonts w:eastAsia="Calibri"/>
                  <w:sz w:val="18"/>
                  <w:szCs w:val="18"/>
                  <w:vertAlign w:val="subscript"/>
                </w:rPr>
                <w:t>T</w:t>
              </w:r>
              <w:r w:rsidRPr="00045E89">
                <w:rPr>
                  <w:rFonts w:eastAsia="Calibri"/>
                  <w:sz w:val="18"/>
                  <w:szCs w:val="18"/>
                </w:rPr>
                <w:t>C</w:t>
              </w:r>
              <w:r w:rsidRPr="00045E89">
                <w:rPr>
                  <w:rFonts w:eastAsia="Calibri"/>
                  <w:sz w:val="18"/>
                  <w:szCs w:val="18"/>
                  <w:vertAlign w:val="subscript"/>
                </w:rPr>
                <w:t>P</w:t>
              </w:r>
            </w:ins>
          </w:p>
        </w:tc>
        <w:tc>
          <w:tcPr>
            <w:tcW w:w="643" w:type="pct"/>
            <w:shd w:val="clear" w:color="auto" w:fill="auto"/>
          </w:tcPr>
          <w:p w14:paraId="750EE2C3" w14:textId="77777777" w:rsidR="00B04EEB" w:rsidRPr="000456B4" w:rsidRDefault="00B04EEB" w:rsidP="000B1A01">
            <w:pPr>
              <w:keepNext/>
              <w:jc w:val="left"/>
              <w:rPr>
                <w:ins w:id="2014" w:author="Yasser Syed" w:date="2019-06-25T00:09:00Z"/>
                <w:rFonts w:eastAsia="Calibri"/>
                <w:sz w:val="18"/>
                <w:szCs w:val="18"/>
              </w:rPr>
            </w:pPr>
            <w:ins w:id="2015" w:author="Yasser Syed" w:date="2019-06-25T00:09:00Z">
              <w:r w:rsidRPr="000456B4">
                <w:rPr>
                  <w:rFonts w:eastAsia="Calibri"/>
                  <w:sz w:val="18"/>
                  <w:szCs w:val="18"/>
                </w:rPr>
                <w:t>R′G′B′</w:t>
              </w:r>
            </w:ins>
          </w:p>
        </w:tc>
        <w:tc>
          <w:tcPr>
            <w:tcW w:w="695" w:type="pct"/>
            <w:shd w:val="clear" w:color="auto" w:fill="auto"/>
          </w:tcPr>
          <w:p w14:paraId="571E5BA8" w14:textId="77777777" w:rsidR="00B04EEB" w:rsidRPr="000456B4" w:rsidRDefault="00B04EEB" w:rsidP="000B1A01">
            <w:pPr>
              <w:keepNext/>
              <w:jc w:val="left"/>
              <w:rPr>
                <w:ins w:id="2016" w:author="Yasser Syed" w:date="2019-06-25T00:09:00Z"/>
                <w:rFonts w:eastAsia="Calibri"/>
                <w:sz w:val="18"/>
                <w:szCs w:val="18"/>
              </w:rPr>
            </w:pPr>
            <w:ins w:id="2017" w:author="Yasser Syed" w:date="2019-06-25T00:09:00Z">
              <w:r w:rsidRPr="000456B4">
                <w:rPr>
                  <w:rFonts w:eastAsia="Calibri"/>
                  <w:sz w:val="18"/>
                  <w:szCs w:val="18"/>
                </w:rPr>
                <w:t>R′G′B′</w:t>
              </w:r>
            </w:ins>
          </w:p>
        </w:tc>
      </w:tr>
      <w:tr w:rsidR="00B04EEB" w:rsidRPr="000456B4" w14:paraId="526B0F50" w14:textId="77777777" w:rsidTr="000B1A01">
        <w:trPr>
          <w:cantSplit/>
          <w:trHeight w:val="381"/>
          <w:jc w:val="center"/>
          <w:ins w:id="2018" w:author="Yasser Syed" w:date="2019-06-25T00:09:00Z"/>
        </w:trPr>
        <w:tc>
          <w:tcPr>
            <w:tcW w:w="394" w:type="pct"/>
            <w:vMerge w:val="restart"/>
            <w:shd w:val="clear" w:color="auto" w:fill="auto"/>
            <w:textDirection w:val="btLr"/>
            <w:vAlign w:val="center"/>
          </w:tcPr>
          <w:p w14:paraId="55CF30AD" w14:textId="77777777" w:rsidR="00B04EEB" w:rsidRPr="000456B4" w:rsidRDefault="00B04EEB" w:rsidP="000B1A01">
            <w:pPr>
              <w:keepNext/>
              <w:spacing w:before="0"/>
              <w:jc w:val="center"/>
              <w:rPr>
                <w:ins w:id="2019" w:author="Yasser Syed" w:date="2019-06-25T00:09:00Z"/>
                <w:rFonts w:eastAsia="Calibri"/>
                <w:b/>
                <w:sz w:val="18"/>
                <w:szCs w:val="18"/>
              </w:rPr>
            </w:pPr>
            <w:ins w:id="2020" w:author="Yasser Syed" w:date="2019-06-25T00:09:00Z">
              <w:r w:rsidRPr="000456B4">
                <w:rPr>
                  <w:rFonts w:eastAsia="Calibri"/>
                  <w:b/>
                  <w:sz w:val="18"/>
                  <w:szCs w:val="18"/>
                </w:rPr>
                <w:t>Other</w:t>
              </w:r>
            </w:ins>
          </w:p>
        </w:tc>
        <w:tc>
          <w:tcPr>
            <w:tcW w:w="1238" w:type="pct"/>
            <w:shd w:val="clear" w:color="auto" w:fill="auto"/>
          </w:tcPr>
          <w:p w14:paraId="088B4DEB" w14:textId="77777777" w:rsidR="00B04EEB" w:rsidRPr="000456B4" w:rsidRDefault="00B04EEB" w:rsidP="000B1A01">
            <w:pPr>
              <w:keepNext/>
              <w:jc w:val="left"/>
              <w:rPr>
                <w:ins w:id="2021" w:author="Yasser Syed" w:date="2019-06-25T00:09:00Z"/>
                <w:rFonts w:eastAsia="Calibri"/>
                <w:sz w:val="18"/>
                <w:szCs w:val="18"/>
              </w:rPr>
            </w:pPr>
            <w:ins w:id="2022" w:author="Yasser Syed" w:date="2019-06-25T00:09:00Z">
              <w:r w:rsidRPr="000456B4">
                <w:rPr>
                  <w:rFonts w:eastAsia="Calibri"/>
                  <w:sz w:val="18"/>
                  <w:szCs w:val="18"/>
                </w:rPr>
                <w:t>Full/narrow range</w:t>
              </w:r>
            </w:ins>
          </w:p>
        </w:tc>
        <w:tc>
          <w:tcPr>
            <w:tcW w:w="643" w:type="pct"/>
            <w:shd w:val="clear" w:color="auto" w:fill="auto"/>
          </w:tcPr>
          <w:p w14:paraId="6338E784" w14:textId="77777777" w:rsidR="00B04EEB" w:rsidRPr="000456B4" w:rsidRDefault="00B04EEB" w:rsidP="000B1A01">
            <w:pPr>
              <w:keepNext/>
              <w:jc w:val="left"/>
              <w:rPr>
                <w:ins w:id="2023" w:author="Yasser Syed" w:date="2019-06-25T00:09:00Z"/>
                <w:rFonts w:eastAsia="Calibri"/>
                <w:sz w:val="18"/>
                <w:szCs w:val="18"/>
              </w:rPr>
            </w:pPr>
            <w:ins w:id="2024" w:author="Yasser Syed" w:date="2019-06-25T00:09:00Z">
              <w:r w:rsidRPr="000456B4">
                <w:rPr>
                  <w:rFonts w:eastAsia="Calibri"/>
                  <w:sz w:val="18"/>
                  <w:szCs w:val="18"/>
                </w:rPr>
                <w:t>Narrow</w:t>
              </w:r>
            </w:ins>
          </w:p>
        </w:tc>
        <w:tc>
          <w:tcPr>
            <w:tcW w:w="744" w:type="pct"/>
            <w:shd w:val="clear" w:color="auto" w:fill="auto"/>
          </w:tcPr>
          <w:p w14:paraId="1916A72B" w14:textId="77777777" w:rsidR="00B04EEB" w:rsidRPr="000456B4" w:rsidRDefault="00B04EEB" w:rsidP="000B1A01">
            <w:pPr>
              <w:keepNext/>
              <w:jc w:val="left"/>
              <w:rPr>
                <w:ins w:id="2025" w:author="Yasser Syed" w:date="2019-06-25T00:09:00Z"/>
                <w:rFonts w:eastAsia="Calibri"/>
                <w:sz w:val="18"/>
                <w:szCs w:val="18"/>
              </w:rPr>
            </w:pPr>
            <w:ins w:id="2026" w:author="Yasser Syed" w:date="2019-06-25T00:09:00Z">
              <w:r w:rsidRPr="000456B4">
                <w:rPr>
                  <w:rFonts w:eastAsia="Calibri"/>
                  <w:sz w:val="18"/>
                  <w:szCs w:val="18"/>
                </w:rPr>
                <w:t>Narrow</w:t>
              </w:r>
            </w:ins>
          </w:p>
        </w:tc>
        <w:tc>
          <w:tcPr>
            <w:tcW w:w="643" w:type="pct"/>
          </w:tcPr>
          <w:p w14:paraId="1517EBE6" w14:textId="77777777" w:rsidR="00B04EEB" w:rsidRPr="00045E89" w:rsidRDefault="00B04EEB" w:rsidP="000B1A01">
            <w:pPr>
              <w:keepNext/>
              <w:jc w:val="left"/>
              <w:rPr>
                <w:ins w:id="2027" w:author="Yasser Syed" w:date="2019-06-25T00:09:00Z"/>
                <w:rFonts w:eastAsia="Calibri"/>
                <w:sz w:val="18"/>
                <w:szCs w:val="18"/>
              </w:rPr>
            </w:pPr>
            <w:ins w:id="2028" w:author="Yasser Syed" w:date="2019-06-25T00:09:00Z">
              <w:r w:rsidRPr="00045E89">
                <w:rPr>
                  <w:rFonts w:eastAsia="Calibri"/>
                  <w:sz w:val="18"/>
                  <w:szCs w:val="18"/>
                </w:rPr>
                <w:t>Narrow</w:t>
              </w:r>
            </w:ins>
          </w:p>
        </w:tc>
        <w:tc>
          <w:tcPr>
            <w:tcW w:w="643" w:type="pct"/>
            <w:shd w:val="clear" w:color="auto" w:fill="auto"/>
          </w:tcPr>
          <w:p w14:paraId="51C190C6" w14:textId="77777777" w:rsidR="00B04EEB" w:rsidRPr="000456B4" w:rsidRDefault="00B04EEB" w:rsidP="000B1A01">
            <w:pPr>
              <w:keepNext/>
              <w:jc w:val="left"/>
              <w:rPr>
                <w:ins w:id="2029" w:author="Yasser Syed" w:date="2019-06-25T00:09:00Z"/>
                <w:rFonts w:eastAsia="Calibri"/>
                <w:sz w:val="18"/>
                <w:szCs w:val="18"/>
              </w:rPr>
            </w:pPr>
            <w:ins w:id="2030" w:author="Yasser Syed" w:date="2019-06-25T00:09:00Z">
              <w:r w:rsidRPr="000456B4">
                <w:rPr>
                  <w:rFonts w:eastAsia="Calibri"/>
                  <w:sz w:val="18"/>
                  <w:szCs w:val="18"/>
                </w:rPr>
                <w:t>Narrow</w:t>
              </w:r>
            </w:ins>
          </w:p>
        </w:tc>
        <w:tc>
          <w:tcPr>
            <w:tcW w:w="695" w:type="pct"/>
            <w:shd w:val="clear" w:color="auto" w:fill="auto"/>
          </w:tcPr>
          <w:p w14:paraId="09DBDAF1" w14:textId="77777777" w:rsidR="00B04EEB" w:rsidRPr="000456B4" w:rsidRDefault="00B04EEB" w:rsidP="000B1A01">
            <w:pPr>
              <w:keepNext/>
              <w:jc w:val="left"/>
              <w:rPr>
                <w:ins w:id="2031" w:author="Yasser Syed" w:date="2019-06-25T00:09:00Z"/>
                <w:rFonts w:eastAsia="Calibri"/>
                <w:sz w:val="18"/>
                <w:szCs w:val="18"/>
              </w:rPr>
            </w:pPr>
            <w:ins w:id="2032" w:author="Yasser Syed" w:date="2019-06-25T00:09:00Z">
              <w:r w:rsidRPr="000456B4">
                <w:rPr>
                  <w:rFonts w:eastAsia="Calibri"/>
                  <w:sz w:val="18"/>
                  <w:szCs w:val="18"/>
                </w:rPr>
                <w:t>Narrow</w:t>
              </w:r>
            </w:ins>
          </w:p>
        </w:tc>
      </w:tr>
      <w:tr w:rsidR="00B04EEB" w:rsidRPr="000456B4" w14:paraId="583E0D93" w14:textId="77777777" w:rsidTr="000B1A01">
        <w:trPr>
          <w:cantSplit/>
          <w:trHeight w:val="332"/>
          <w:jc w:val="center"/>
          <w:ins w:id="2033" w:author="Yasser Syed" w:date="2019-06-25T00:09:00Z"/>
        </w:trPr>
        <w:tc>
          <w:tcPr>
            <w:tcW w:w="394" w:type="pct"/>
            <w:vMerge/>
            <w:shd w:val="clear" w:color="auto" w:fill="auto"/>
            <w:textDirection w:val="btLr"/>
            <w:vAlign w:val="center"/>
          </w:tcPr>
          <w:p w14:paraId="70376001" w14:textId="77777777" w:rsidR="00B04EEB" w:rsidRPr="000456B4" w:rsidRDefault="00B04EEB" w:rsidP="000B1A01">
            <w:pPr>
              <w:keepNext/>
              <w:spacing w:before="0"/>
              <w:jc w:val="center"/>
              <w:rPr>
                <w:ins w:id="2034" w:author="Yasser Syed" w:date="2019-06-25T00:09:00Z"/>
                <w:rFonts w:eastAsia="Calibri"/>
                <w:b/>
                <w:sz w:val="18"/>
                <w:szCs w:val="18"/>
              </w:rPr>
            </w:pPr>
          </w:p>
        </w:tc>
        <w:tc>
          <w:tcPr>
            <w:tcW w:w="1238" w:type="pct"/>
            <w:shd w:val="clear" w:color="auto" w:fill="auto"/>
          </w:tcPr>
          <w:p w14:paraId="176AEE71" w14:textId="77777777" w:rsidR="00B04EEB" w:rsidRPr="000456B4" w:rsidRDefault="00B04EEB" w:rsidP="000B1A01">
            <w:pPr>
              <w:keepNext/>
              <w:jc w:val="left"/>
              <w:rPr>
                <w:ins w:id="2035" w:author="Yasser Syed" w:date="2019-06-25T00:09:00Z"/>
                <w:rFonts w:eastAsia="Calibri"/>
                <w:sz w:val="18"/>
                <w:szCs w:val="18"/>
              </w:rPr>
            </w:pPr>
            <w:ins w:id="2036" w:author="Yasser Syed" w:date="2019-06-25T00:09:00Z">
              <w:r w:rsidRPr="000456B4">
                <w:rPr>
                  <w:rFonts w:eastAsia="Calibri"/>
                  <w:sz w:val="18"/>
                  <w:szCs w:val="18"/>
                </w:rPr>
                <w:t xml:space="preserve">4:2:0 chroma sample </w:t>
              </w:r>
              <w:r>
                <w:rPr>
                  <w:rFonts w:eastAsia="Calibri"/>
                  <w:sz w:val="18"/>
                  <w:szCs w:val="18"/>
                </w:rPr>
                <w:t>location</w:t>
              </w:r>
              <w:r w:rsidRPr="000456B4">
                <w:rPr>
                  <w:rFonts w:eastAsia="Calibri"/>
                  <w:sz w:val="18"/>
                  <w:szCs w:val="18"/>
                </w:rPr>
                <w:t xml:space="preserve"> alignment</w:t>
              </w:r>
            </w:ins>
          </w:p>
        </w:tc>
        <w:tc>
          <w:tcPr>
            <w:tcW w:w="643" w:type="pct"/>
            <w:shd w:val="clear" w:color="auto" w:fill="auto"/>
          </w:tcPr>
          <w:p w14:paraId="7C4A2410" w14:textId="77777777" w:rsidR="00B04EEB" w:rsidRPr="000456B4" w:rsidRDefault="00B04EEB" w:rsidP="000B1A01">
            <w:pPr>
              <w:keepNext/>
              <w:jc w:val="left"/>
              <w:rPr>
                <w:ins w:id="2037" w:author="Yasser Syed" w:date="2019-06-25T00:09:00Z"/>
                <w:rFonts w:eastAsia="Calibri"/>
                <w:sz w:val="18"/>
                <w:szCs w:val="18"/>
              </w:rPr>
            </w:pPr>
            <w:ins w:id="2038" w:author="Yasser Syed" w:date="2019-06-25T00:09:00Z">
              <w:r w:rsidRPr="000456B4">
                <w:rPr>
                  <w:rFonts w:eastAsia="Calibri"/>
                  <w:sz w:val="18"/>
                  <w:szCs w:val="18"/>
                </w:rPr>
                <w:t>Co-sited</w:t>
              </w:r>
            </w:ins>
          </w:p>
        </w:tc>
        <w:tc>
          <w:tcPr>
            <w:tcW w:w="744" w:type="pct"/>
            <w:shd w:val="clear" w:color="auto" w:fill="auto"/>
          </w:tcPr>
          <w:p w14:paraId="435670CC" w14:textId="77777777" w:rsidR="00B04EEB" w:rsidRPr="000456B4" w:rsidRDefault="00B04EEB" w:rsidP="000B1A01">
            <w:pPr>
              <w:keepNext/>
              <w:jc w:val="left"/>
              <w:rPr>
                <w:ins w:id="2039" w:author="Yasser Syed" w:date="2019-06-25T00:09:00Z"/>
                <w:rFonts w:eastAsia="Calibri"/>
                <w:sz w:val="18"/>
                <w:szCs w:val="18"/>
              </w:rPr>
            </w:pPr>
            <w:ins w:id="2040" w:author="Yasser Syed" w:date="2019-06-25T00:09:00Z">
              <w:r w:rsidRPr="000456B4">
                <w:rPr>
                  <w:rFonts w:eastAsia="Calibri"/>
                  <w:sz w:val="18"/>
                  <w:szCs w:val="18"/>
                </w:rPr>
                <w:t>Co-sited</w:t>
              </w:r>
            </w:ins>
          </w:p>
        </w:tc>
        <w:tc>
          <w:tcPr>
            <w:tcW w:w="643" w:type="pct"/>
          </w:tcPr>
          <w:p w14:paraId="66322D08" w14:textId="77777777" w:rsidR="00B04EEB" w:rsidRPr="00045E89" w:rsidRDefault="00B04EEB" w:rsidP="000B1A01">
            <w:pPr>
              <w:keepNext/>
              <w:jc w:val="left"/>
              <w:rPr>
                <w:ins w:id="2041" w:author="Yasser Syed" w:date="2019-06-25T00:09:00Z"/>
                <w:rFonts w:eastAsia="Calibri"/>
                <w:sz w:val="18"/>
                <w:szCs w:val="18"/>
              </w:rPr>
            </w:pPr>
            <w:ins w:id="2042" w:author="Yasser Syed" w:date="2019-06-25T00:09:00Z">
              <w:r w:rsidRPr="00045E89">
                <w:rPr>
                  <w:rFonts w:eastAsia="Calibri"/>
                  <w:sz w:val="18"/>
                  <w:szCs w:val="18"/>
                </w:rPr>
                <w:t>Co-sited</w:t>
              </w:r>
            </w:ins>
          </w:p>
        </w:tc>
        <w:tc>
          <w:tcPr>
            <w:tcW w:w="643" w:type="pct"/>
            <w:shd w:val="clear" w:color="auto" w:fill="auto"/>
          </w:tcPr>
          <w:p w14:paraId="2DF66D77" w14:textId="77777777" w:rsidR="00B04EEB" w:rsidRPr="000456B4" w:rsidRDefault="00B04EEB" w:rsidP="000B1A01">
            <w:pPr>
              <w:keepNext/>
              <w:jc w:val="left"/>
              <w:rPr>
                <w:ins w:id="2043" w:author="Yasser Syed" w:date="2019-06-25T00:09:00Z"/>
                <w:rFonts w:eastAsia="Calibri"/>
                <w:sz w:val="18"/>
                <w:szCs w:val="18"/>
              </w:rPr>
            </w:pPr>
            <w:ins w:id="2044" w:author="Yasser Syed" w:date="2019-06-25T00:09:00Z">
              <w:r>
                <w:rPr>
                  <w:rFonts w:eastAsia="Calibri"/>
                  <w:sz w:val="18"/>
                  <w:szCs w:val="18"/>
                </w:rPr>
                <w:t>N/A</w:t>
              </w:r>
            </w:ins>
          </w:p>
        </w:tc>
        <w:tc>
          <w:tcPr>
            <w:tcW w:w="695" w:type="pct"/>
            <w:shd w:val="clear" w:color="auto" w:fill="auto"/>
          </w:tcPr>
          <w:p w14:paraId="61D234BC" w14:textId="77777777" w:rsidR="00B04EEB" w:rsidRPr="000456B4" w:rsidRDefault="00B04EEB" w:rsidP="000B1A01">
            <w:pPr>
              <w:keepNext/>
              <w:jc w:val="left"/>
              <w:rPr>
                <w:ins w:id="2045" w:author="Yasser Syed" w:date="2019-06-25T00:09:00Z"/>
                <w:rFonts w:eastAsia="Calibri"/>
                <w:sz w:val="18"/>
                <w:szCs w:val="18"/>
              </w:rPr>
            </w:pPr>
            <w:ins w:id="2046" w:author="Yasser Syed" w:date="2019-06-25T00:09:00Z">
              <w:r>
                <w:rPr>
                  <w:rFonts w:eastAsia="Calibri"/>
                  <w:sz w:val="18"/>
                  <w:szCs w:val="18"/>
                </w:rPr>
                <w:t>N/A</w:t>
              </w:r>
            </w:ins>
          </w:p>
        </w:tc>
      </w:tr>
      <w:tr w:rsidR="00B04EEB" w:rsidRPr="000456B4" w14:paraId="57F8FA54" w14:textId="77777777" w:rsidTr="000B1A01">
        <w:trPr>
          <w:cantSplit/>
          <w:trHeight w:val="432"/>
          <w:jc w:val="center"/>
          <w:ins w:id="2047" w:author="Yasser Syed" w:date="2019-06-25T00:09:00Z"/>
        </w:trPr>
        <w:tc>
          <w:tcPr>
            <w:tcW w:w="394" w:type="pct"/>
            <w:vMerge w:val="restart"/>
            <w:shd w:val="clear" w:color="auto" w:fill="auto"/>
            <w:textDirection w:val="btLr"/>
            <w:vAlign w:val="center"/>
          </w:tcPr>
          <w:p w14:paraId="5F9BB537" w14:textId="77777777" w:rsidR="00B04EEB" w:rsidRPr="000456B4" w:rsidRDefault="00B04EEB" w:rsidP="000B1A01">
            <w:pPr>
              <w:keepNext/>
              <w:spacing w:before="0"/>
              <w:jc w:val="center"/>
              <w:rPr>
                <w:ins w:id="2048" w:author="Yasser Syed" w:date="2019-06-25T00:09:00Z"/>
                <w:rFonts w:eastAsia="Calibri"/>
                <w:b/>
                <w:sz w:val="18"/>
                <w:szCs w:val="18"/>
              </w:rPr>
            </w:pPr>
            <w:ins w:id="2049" w:author="Yasser Syed" w:date="2019-06-25T00:09:00Z">
              <w:r w:rsidRPr="000456B4">
                <w:rPr>
                  <w:rFonts w:eastAsia="Calibri"/>
                  <w:b/>
                  <w:sz w:val="18"/>
                  <w:szCs w:val="18"/>
                </w:rPr>
                <w:t>CICP parameters</w:t>
              </w:r>
              <w:r>
                <w:rPr>
                  <w:rFonts w:eastAsia="Calibri"/>
                  <w:b/>
                  <w:sz w:val="18"/>
                  <w:szCs w:val="18"/>
                </w:rPr>
                <w:br/>
              </w:r>
              <w:r w:rsidRPr="00120342">
                <w:rPr>
                  <w:rFonts w:eastAsia="Calibri"/>
                  <w:b/>
                  <w:sz w:val="18"/>
                  <w:szCs w:val="18"/>
                </w:rPr>
                <w:t>Rec. ITU-T H.273 | ISO/IEC 23001-8</w:t>
              </w:r>
            </w:ins>
          </w:p>
        </w:tc>
        <w:tc>
          <w:tcPr>
            <w:tcW w:w="1238" w:type="pct"/>
            <w:shd w:val="clear" w:color="auto" w:fill="auto"/>
          </w:tcPr>
          <w:p w14:paraId="7383DFA3" w14:textId="77777777" w:rsidR="00B04EEB" w:rsidRPr="000456B4" w:rsidRDefault="00B04EEB" w:rsidP="000B1A01">
            <w:pPr>
              <w:keepNext/>
              <w:jc w:val="left"/>
              <w:rPr>
                <w:ins w:id="2050" w:author="Yasser Syed" w:date="2019-06-25T00:09:00Z"/>
                <w:rFonts w:eastAsia="Calibri"/>
                <w:sz w:val="18"/>
                <w:szCs w:val="18"/>
              </w:rPr>
            </w:pPr>
            <w:ins w:id="2051" w:author="Yasser Syed" w:date="2019-06-25T00:09:00Z">
              <w:r w:rsidRPr="000456B4">
                <w:rPr>
                  <w:rFonts w:eastAsia="Calibri"/>
                  <w:sz w:val="18"/>
                  <w:szCs w:val="18"/>
                </w:rPr>
                <w:t>ColourPrimaries</w:t>
              </w:r>
            </w:ins>
          </w:p>
        </w:tc>
        <w:tc>
          <w:tcPr>
            <w:tcW w:w="643" w:type="pct"/>
            <w:shd w:val="clear" w:color="auto" w:fill="auto"/>
          </w:tcPr>
          <w:p w14:paraId="25275632" w14:textId="77777777" w:rsidR="00B04EEB" w:rsidRPr="000456B4" w:rsidRDefault="00B04EEB" w:rsidP="000B1A01">
            <w:pPr>
              <w:keepNext/>
              <w:jc w:val="left"/>
              <w:rPr>
                <w:ins w:id="2052" w:author="Yasser Syed" w:date="2019-06-25T00:09:00Z"/>
                <w:rFonts w:eastAsia="Calibri"/>
                <w:sz w:val="18"/>
                <w:szCs w:val="18"/>
              </w:rPr>
            </w:pPr>
            <w:ins w:id="2053" w:author="Yasser Syed" w:date="2019-06-25T00:09:00Z">
              <w:r w:rsidRPr="000456B4">
                <w:rPr>
                  <w:rFonts w:eastAsia="Calibri"/>
                  <w:sz w:val="18"/>
                  <w:szCs w:val="18"/>
                </w:rPr>
                <w:t>9</w:t>
              </w:r>
            </w:ins>
          </w:p>
        </w:tc>
        <w:tc>
          <w:tcPr>
            <w:tcW w:w="744" w:type="pct"/>
            <w:shd w:val="clear" w:color="auto" w:fill="auto"/>
          </w:tcPr>
          <w:p w14:paraId="712277E1" w14:textId="77777777" w:rsidR="00B04EEB" w:rsidRPr="000456B4" w:rsidRDefault="00B04EEB" w:rsidP="000B1A01">
            <w:pPr>
              <w:keepNext/>
              <w:jc w:val="left"/>
              <w:rPr>
                <w:ins w:id="2054" w:author="Yasser Syed" w:date="2019-06-25T00:09:00Z"/>
                <w:rFonts w:eastAsia="Calibri"/>
                <w:sz w:val="18"/>
                <w:szCs w:val="18"/>
              </w:rPr>
            </w:pPr>
            <w:ins w:id="2055" w:author="Yasser Syed" w:date="2019-06-25T00:09:00Z">
              <w:r w:rsidRPr="000456B4">
                <w:rPr>
                  <w:rFonts w:eastAsia="Calibri"/>
                  <w:sz w:val="18"/>
                  <w:szCs w:val="18"/>
                </w:rPr>
                <w:t>9</w:t>
              </w:r>
            </w:ins>
          </w:p>
        </w:tc>
        <w:tc>
          <w:tcPr>
            <w:tcW w:w="643" w:type="pct"/>
          </w:tcPr>
          <w:p w14:paraId="525DEA06" w14:textId="77777777" w:rsidR="00B04EEB" w:rsidRPr="00045E89" w:rsidRDefault="00B04EEB" w:rsidP="000B1A01">
            <w:pPr>
              <w:keepNext/>
              <w:jc w:val="left"/>
              <w:rPr>
                <w:ins w:id="2056" w:author="Yasser Syed" w:date="2019-06-25T00:09:00Z"/>
                <w:rFonts w:eastAsia="Calibri"/>
                <w:sz w:val="18"/>
                <w:szCs w:val="18"/>
              </w:rPr>
            </w:pPr>
            <w:ins w:id="2057" w:author="Yasser Syed" w:date="2019-06-25T00:09:00Z">
              <w:r w:rsidRPr="00045E89">
                <w:rPr>
                  <w:rFonts w:eastAsia="Calibri"/>
                  <w:sz w:val="18"/>
                  <w:szCs w:val="18"/>
                </w:rPr>
                <w:t>9</w:t>
              </w:r>
            </w:ins>
          </w:p>
        </w:tc>
        <w:tc>
          <w:tcPr>
            <w:tcW w:w="643" w:type="pct"/>
            <w:shd w:val="clear" w:color="auto" w:fill="auto"/>
          </w:tcPr>
          <w:p w14:paraId="77E7C89C" w14:textId="77777777" w:rsidR="00B04EEB" w:rsidRPr="000456B4" w:rsidRDefault="00B04EEB" w:rsidP="000B1A01">
            <w:pPr>
              <w:keepNext/>
              <w:jc w:val="left"/>
              <w:rPr>
                <w:ins w:id="2058" w:author="Yasser Syed" w:date="2019-06-25T00:09:00Z"/>
                <w:rFonts w:eastAsia="Calibri"/>
                <w:sz w:val="18"/>
                <w:szCs w:val="18"/>
              </w:rPr>
            </w:pPr>
            <w:ins w:id="2059" w:author="Yasser Syed" w:date="2019-06-25T00:09:00Z">
              <w:r w:rsidRPr="000456B4">
                <w:rPr>
                  <w:rFonts w:eastAsia="Calibri"/>
                  <w:sz w:val="18"/>
                  <w:szCs w:val="18"/>
                </w:rPr>
                <w:t>9</w:t>
              </w:r>
            </w:ins>
          </w:p>
        </w:tc>
        <w:tc>
          <w:tcPr>
            <w:tcW w:w="695" w:type="pct"/>
            <w:shd w:val="clear" w:color="auto" w:fill="auto"/>
          </w:tcPr>
          <w:p w14:paraId="1208001C" w14:textId="77777777" w:rsidR="00B04EEB" w:rsidRPr="000456B4" w:rsidRDefault="00B04EEB" w:rsidP="000B1A01">
            <w:pPr>
              <w:keepNext/>
              <w:jc w:val="left"/>
              <w:rPr>
                <w:ins w:id="2060" w:author="Yasser Syed" w:date="2019-06-25T00:09:00Z"/>
                <w:rFonts w:eastAsia="Calibri"/>
                <w:sz w:val="18"/>
                <w:szCs w:val="18"/>
              </w:rPr>
            </w:pPr>
            <w:ins w:id="2061" w:author="Yasser Syed" w:date="2019-06-25T00:09:00Z">
              <w:r w:rsidRPr="000456B4">
                <w:rPr>
                  <w:rFonts w:eastAsia="Calibri"/>
                  <w:sz w:val="18"/>
                  <w:szCs w:val="18"/>
                </w:rPr>
                <w:t>9</w:t>
              </w:r>
            </w:ins>
          </w:p>
        </w:tc>
      </w:tr>
      <w:tr w:rsidR="00B04EEB" w:rsidRPr="000456B4" w14:paraId="78350205" w14:textId="77777777" w:rsidTr="000B1A01">
        <w:trPr>
          <w:trHeight w:val="326"/>
          <w:jc w:val="center"/>
          <w:ins w:id="2062" w:author="Yasser Syed" w:date="2019-06-25T00:09:00Z"/>
        </w:trPr>
        <w:tc>
          <w:tcPr>
            <w:tcW w:w="394" w:type="pct"/>
            <w:vMerge/>
            <w:shd w:val="clear" w:color="auto" w:fill="auto"/>
            <w:vAlign w:val="center"/>
          </w:tcPr>
          <w:p w14:paraId="05A83F49" w14:textId="77777777" w:rsidR="00B04EEB" w:rsidRPr="000456B4" w:rsidRDefault="00B04EEB" w:rsidP="000B1A01">
            <w:pPr>
              <w:keepNext/>
              <w:spacing w:before="0"/>
              <w:jc w:val="center"/>
              <w:rPr>
                <w:ins w:id="2063" w:author="Yasser Syed" w:date="2019-06-25T00:09:00Z"/>
                <w:rFonts w:eastAsia="Calibri"/>
                <w:b/>
                <w:sz w:val="18"/>
                <w:szCs w:val="18"/>
              </w:rPr>
            </w:pPr>
          </w:p>
        </w:tc>
        <w:tc>
          <w:tcPr>
            <w:tcW w:w="1238" w:type="pct"/>
            <w:shd w:val="clear" w:color="auto" w:fill="auto"/>
          </w:tcPr>
          <w:p w14:paraId="22909409" w14:textId="77777777" w:rsidR="00B04EEB" w:rsidRPr="000456B4" w:rsidRDefault="00B04EEB" w:rsidP="000B1A01">
            <w:pPr>
              <w:keepNext/>
              <w:jc w:val="left"/>
              <w:rPr>
                <w:ins w:id="2064" w:author="Yasser Syed" w:date="2019-06-25T00:09:00Z"/>
                <w:rFonts w:eastAsia="Calibri"/>
                <w:sz w:val="18"/>
                <w:szCs w:val="18"/>
              </w:rPr>
            </w:pPr>
            <w:ins w:id="2065" w:author="Yasser Syed" w:date="2019-06-25T00:09:00Z">
              <w:r w:rsidRPr="000456B4">
                <w:rPr>
                  <w:rFonts w:eastAsia="Calibri"/>
                  <w:sz w:val="18"/>
                  <w:szCs w:val="18"/>
                </w:rPr>
                <w:t>TransferCharacteristics</w:t>
              </w:r>
            </w:ins>
          </w:p>
        </w:tc>
        <w:tc>
          <w:tcPr>
            <w:tcW w:w="643" w:type="pct"/>
            <w:shd w:val="clear" w:color="auto" w:fill="auto"/>
          </w:tcPr>
          <w:p w14:paraId="1F8BDFCF" w14:textId="77777777" w:rsidR="00B04EEB" w:rsidRPr="000456B4" w:rsidRDefault="00B04EEB" w:rsidP="000B1A01">
            <w:pPr>
              <w:keepNext/>
              <w:jc w:val="left"/>
              <w:rPr>
                <w:ins w:id="2066" w:author="Yasser Syed" w:date="2019-06-25T00:09:00Z"/>
                <w:rFonts w:eastAsia="Calibri"/>
                <w:sz w:val="18"/>
                <w:szCs w:val="18"/>
              </w:rPr>
            </w:pPr>
            <w:ins w:id="2067" w:author="Yasser Syed" w:date="2019-06-25T00:09:00Z">
              <w:r w:rsidRPr="000456B4">
                <w:rPr>
                  <w:rFonts w:eastAsia="Calibri"/>
                  <w:sz w:val="18"/>
                  <w:szCs w:val="18"/>
                </w:rPr>
                <w:t>16</w:t>
              </w:r>
            </w:ins>
          </w:p>
        </w:tc>
        <w:tc>
          <w:tcPr>
            <w:tcW w:w="744" w:type="pct"/>
            <w:shd w:val="clear" w:color="auto" w:fill="auto"/>
          </w:tcPr>
          <w:p w14:paraId="5415C710" w14:textId="77777777" w:rsidR="00B04EEB" w:rsidRPr="000456B4" w:rsidRDefault="00B04EEB" w:rsidP="000B1A01">
            <w:pPr>
              <w:keepNext/>
              <w:jc w:val="left"/>
              <w:rPr>
                <w:ins w:id="2068" w:author="Yasser Syed" w:date="2019-06-25T00:09:00Z"/>
                <w:rFonts w:eastAsia="Calibri"/>
                <w:sz w:val="18"/>
                <w:szCs w:val="18"/>
              </w:rPr>
            </w:pPr>
            <w:ins w:id="2069" w:author="Yasser Syed" w:date="2019-06-25T00:09:00Z">
              <w:r w:rsidRPr="000456B4">
                <w:rPr>
                  <w:rFonts w:eastAsia="Calibri"/>
                  <w:sz w:val="18"/>
                  <w:szCs w:val="18"/>
                </w:rPr>
                <w:t>18</w:t>
              </w:r>
            </w:ins>
          </w:p>
        </w:tc>
        <w:tc>
          <w:tcPr>
            <w:tcW w:w="643" w:type="pct"/>
          </w:tcPr>
          <w:p w14:paraId="628299DC" w14:textId="77777777" w:rsidR="00B04EEB" w:rsidRPr="00045E89" w:rsidRDefault="00B04EEB" w:rsidP="000B1A01">
            <w:pPr>
              <w:keepNext/>
              <w:jc w:val="left"/>
              <w:rPr>
                <w:ins w:id="2070" w:author="Yasser Syed" w:date="2019-06-25T00:09:00Z"/>
                <w:rFonts w:eastAsia="Calibri"/>
                <w:sz w:val="18"/>
                <w:szCs w:val="18"/>
              </w:rPr>
            </w:pPr>
            <w:ins w:id="2071" w:author="Yasser Syed" w:date="2019-06-25T00:09:00Z">
              <w:r w:rsidRPr="00045E89">
                <w:rPr>
                  <w:rFonts w:eastAsia="Calibri"/>
                  <w:sz w:val="18"/>
                  <w:szCs w:val="18"/>
                </w:rPr>
                <w:t>16</w:t>
              </w:r>
            </w:ins>
          </w:p>
        </w:tc>
        <w:tc>
          <w:tcPr>
            <w:tcW w:w="643" w:type="pct"/>
            <w:shd w:val="clear" w:color="auto" w:fill="auto"/>
          </w:tcPr>
          <w:p w14:paraId="47558016" w14:textId="77777777" w:rsidR="00B04EEB" w:rsidRPr="000456B4" w:rsidRDefault="00B04EEB" w:rsidP="000B1A01">
            <w:pPr>
              <w:keepNext/>
              <w:jc w:val="left"/>
              <w:rPr>
                <w:ins w:id="2072" w:author="Yasser Syed" w:date="2019-06-25T00:09:00Z"/>
                <w:rFonts w:eastAsia="Calibri"/>
                <w:sz w:val="18"/>
                <w:szCs w:val="18"/>
              </w:rPr>
            </w:pPr>
            <w:ins w:id="2073" w:author="Yasser Syed" w:date="2019-06-25T00:09:00Z">
              <w:r w:rsidRPr="000456B4">
                <w:rPr>
                  <w:rFonts w:eastAsia="Calibri"/>
                  <w:sz w:val="18"/>
                  <w:szCs w:val="18"/>
                </w:rPr>
                <w:t>16</w:t>
              </w:r>
            </w:ins>
          </w:p>
        </w:tc>
        <w:tc>
          <w:tcPr>
            <w:tcW w:w="695" w:type="pct"/>
            <w:shd w:val="clear" w:color="auto" w:fill="auto"/>
          </w:tcPr>
          <w:p w14:paraId="361FACCD" w14:textId="77777777" w:rsidR="00B04EEB" w:rsidRPr="000456B4" w:rsidRDefault="00B04EEB" w:rsidP="000B1A01">
            <w:pPr>
              <w:keepNext/>
              <w:jc w:val="left"/>
              <w:rPr>
                <w:ins w:id="2074" w:author="Yasser Syed" w:date="2019-06-25T00:09:00Z"/>
                <w:rFonts w:eastAsia="Calibri"/>
                <w:sz w:val="18"/>
                <w:szCs w:val="18"/>
              </w:rPr>
            </w:pPr>
            <w:ins w:id="2075" w:author="Yasser Syed" w:date="2019-06-25T00:09:00Z">
              <w:r w:rsidRPr="000456B4">
                <w:rPr>
                  <w:rFonts w:eastAsia="Calibri"/>
                  <w:sz w:val="18"/>
                  <w:szCs w:val="18"/>
                </w:rPr>
                <w:t>18</w:t>
              </w:r>
            </w:ins>
          </w:p>
        </w:tc>
      </w:tr>
      <w:tr w:rsidR="00B04EEB" w:rsidRPr="000456B4" w14:paraId="5D343CF0" w14:textId="77777777" w:rsidTr="000B1A01">
        <w:trPr>
          <w:trHeight w:val="326"/>
          <w:jc w:val="center"/>
          <w:ins w:id="2076" w:author="Yasser Syed" w:date="2019-06-25T00:09:00Z"/>
        </w:trPr>
        <w:tc>
          <w:tcPr>
            <w:tcW w:w="394" w:type="pct"/>
            <w:vMerge/>
            <w:shd w:val="clear" w:color="auto" w:fill="auto"/>
            <w:vAlign w:val="center"/>
          </w:tcPr>
          <w:p w14:paraId="249B79F2" w14:textId="77777777" w:rsidR="00B04EEB" w:rsidRPr="000456B4" w:rsidRDefault="00B04EEB" w:rsidP="000B1A01">
            <w:pPr>
              <w:keepNext/>
              <w:spacing w:before="0"/>
              <w:jc w:val="center"/>
              <w:rPr>
                <w:ins w:id="2077" w:author="Yasser Syed" w:date="2019-06-25T00:09:00Z"/>
                <w:rFonts w:eastAsia="Calibri"/>
                <w:b/>
                <w:sz w:val="18"/>
                <w:szCs w:val="18"/>
              </w:rPr>
            </w:pPr>
          </w:p>
        </w:tc>
        <w:tc>
          <w:tcPr>
            <w:tcW w:w="1238" w:type="pct"/>
            <w:shd w:val="clear" w:color="auto" w:fill="auto"/>
          </w:tcPr>
          <w:p w14:paraId="7BA203C4" w14:textId="77777777" w:rsidR="00B04EEB" w:rsidRPr="000456B4" w:rsidRDefault="00B04EEB" w:rsidP="000B1A01">
            <w:pPr>
              <w:keepNext/>
              <w:jc w:val="left"/>
              <w:rPr>
                <w:ins w:id="2078" w:author="Yasser Syed" w:date="2019-06-25T00:09:00Z"/>
                <w:rFonts w:eastAsia="Calibri"/>
                <w:sz w:val="18"/>
                <w:szCs w:val="18"/>
              </w:rPr>
            </w:pPr>
            <w:ins w:id="2079" w:author="Yasser Syed" w:date="2019-06-25T00:09:00Z">
              <w:r w:rsidRPr="000456B4">
                <w:rPr>
                  <w:rFonts w:eastAsia="Calibri"/>
                  <w:sz w:val="18"/>
                  <w:szCs w:val="18"/>
                </w:rPr>
                <w:t>MatrixCoefficients</w:t>
              </w:r>
            </w:ins>
          </w:p>
        </w:tc>
        <w:tc>
          <w:tcPr>
            <w:tcW w:w="643" w:type="pct"/>
            <w:shd w:val="clear" w:color="auto" w:fill="auto"/>
          </w:tcPr>
          <w:p w14:paraId="117761A7" w14:textId="77777777" w:rsidR="00B04EEB" w:rsidRPr="000456B4" w:rsidRDefault="00B04EEB" w:rsidP="000B1A01">
            <w:pPr>
              <w:keepNext/>
              <w:jc w:val="left"/>
              <w:rPr>
                <w:ins w:id="2080" w:author="Yasser Syed" w:date="2019-06-25T00:09:00Z"/>
                <w:rFonts w:eastAsia="Calibri"/>
                <w:sz w:val="18"/>
                <w:szCs w:val="18"/>
              </w:rPr>
            </w:pPr>
            <w:ins w:id="2081" w:author="Yasser Syed" w:date="2019-06-25T00:09:00Z">
              <w:r w:rsidRPr="000456B4">
                <w:rPr>
                  <w:rFonts w:eastAsia="Calibri"/>
                  <w:sz w:val="18"/>
                  <w:szCs w:val="18"/>
                </w:rPr>
                <w:t>9</w:t>
              </w:r>
            </w:ins>
          </w:p>
        </w:tc>
        <w:tc>
          <w:tcPr>
            <w:tcW w:w="744" w:type="pct"/>
            <w:shd w:val="clear" w:color="auto" w:fill="auto"/>
          </w:tcPr>
          <w:p w14:paraId="2BEA096E" w14:textId="77777777" w:rsidR="00B04EEB" w:rsidRPr="000456B4" w:rsidRDefault="00B04EEB" w:rsidP="000B1A01">
            <w:pPr>
              <w:keepNext/>
              <w:jc w:val="left"/>
              <w:rPr>
                <w:ins w:id="2082" w:author="Yasser Syed" w:date="2019-06-25T00:09:00Z"/>
                <w:rFonts w:eastAsia="Calibri"/>
                <w:sz w:val="18"/>
                <w:szCs w:val="18"/>
              </w:rPr>
            </w:pPr>
            <w:ins w:id="2083" w:author="Yasser Syed" w:date="2019-06-25T00:09:00Z">
              <w:r w:rsidRPr="000456B4">
                <w:rPr>
                  <w:rFonts w:eastAsia="Calibri"/>
                  <w:sz w:val="18"/>
                  <w:szCs w:val="18"/>
                </w:rPr>
                <w:t>9</w:t>
              </w:r>
            </w:ins>
          </w:p>
        </w:tc>
        <w:tc>
          <w:tcPr>
            <w:tcW w:w="643" w:type="pct"/>
          </w:tcPr>
          <w:p w14:paraId="4C78788F" w14:textId="77777777" w:rsidR="00B04EEB" w:rsidRPr="00045E89" w:rsidRDefault="00B04EEB" w:rsidP="000B1A01">
            <w:pPr>
              <w:keepNext/>
              <w:jc w:val="left"/>
              <w:rPr>
                <w:ins w:id="2084" w:author="Yasser Syed" w:date="2019-06-25T00:09:00Z"/>
                <w:rFonts w:eastAsia="Calibri"/>
                <w:sz w:val="18"/>
                <w:szCs w:val="18"/>
              </w:rPr>
            </w:pPr>
            <w:ins w:id="2085" w:author="Yasser Syed" w:date="2019-06-25T00:09:00Z">
              <w:r w:rsidRPr="00045E89">
                <w:rPr>
                  <w:rFonts w:eastAsia="Calibri"/>
                  <w:sz w:val="18"/>
                  <w:szCs w:val="18"/>
                </w:rPr>
                <w:t>14</w:t>
              </w:r>
            </w:ins>
          </w:p>
        </w:tc>
        <w:tc>
          <w:tcPr>
            <w:tcW w:w="643" w:type="pct"/>
            <w:shd w:val="clear" w:color="auto" w:fill="auto"/>
          </w:tcPr>
          <w:p w14:paraId="44B5D73F" w14:textId="77777777" w:rsidR="00B04EEB" w:rsidRPr="000456B4" w:rsidRDefault="00B04EEB" w:rsidP="000B1A01">
            <w:pPr>
              <w:keepNext/>
              <w:jc w:val="left"/>
              <w:rPr>
                <w:ins w:id="2086" w:author="Yasser Syed" w:date="2019-06-25T00:09:00Z"/>
                <w:rFonts w:eastAsia="Calibri"/>
                <w:sz w:val="18"/>
                <w:szCs w:val="18"/>
              </w:rPr>
            </w:pPr>
            <w:ins w:id="2087" w:author="Yasser Syed" w:date="2019-06-25T00:09:00Z">
              <w:r w:rsidRPr="000456B4">
                <w:rPr>
                  <w:rFonts w:eastAsia="Calibri"/>
                  <w:sz w:val="18"/>
                  <w:szCs w:val="18"/>
                </w:rPr>
                <w:t>0</w:t>
              </w:r>
            </w:ins>
          </w:p>
        </w:tc>
        <w:tc>
          <w:tcPr>
            <w:tcW w:w="695" w:type="pct"/>
            <w:shd w:val="clear" w:color="auto" w:fill="auto"/>
          </w:tcPr>
          <w:p w14:paraId="0F0F68CD" w14:textId="77777777" w:rsidR="00B04EEB" w:rsidRPr="000456B4" w:rsidRDefault="00B04EEB" w:rsidP="000B1A01">
            <w:pPr>
              <w:keepNext/>
              <w:jc w:val="left"/>
              <w:rPr>
                <w:ins w:id="2088" w:author="Yasser Syed" w:date="2019-06-25T00:09:00Z"/>
                <w:rFonts w:eastAsia="Calibri"/>
                <w:sz w:val="18"/>
                <w:szCs w:val="18"/>
              </w:rPr>
            </w:pPr>
            <w:ins w:id="2089" w:author="Yasser Syed" w:date="2019-06-25T00:09:00Z">
              <w:r w:rsidRPr="000456B4">
                <w:rPr>
                  <w:rFonts w:eastAsia="Calibri"/>
                  <w:sz w:val="18"/>
                  <w:szCs w:val="18"/>
                </w:rPr>
                <w:t>0</w:t>
              </w:r>
            </w:ins>
          </w:p>
        </w:tc>
      </w:tr>
      <w:tr w:rsidR="00B04EEB" w:rsidRPr="000456B4" w14:paraId="7FBE0FDB" w14:textId="77777777" w:rsidTr="000B1A01">
        <w:trPr>
          <w:trHeight w:val="326"/>
          <w:jc w:val="center"/>
          <w:ins w:id="2090" w:author="Yasser Syed" w:date="2019-06-25T00:09:00Z"/>
        </w:trPr>
        <w:tc>
          <w:tcPr>
            <w:tcW w:w="394" w:type="pct"/>
            <w:vMerge/>
            <w:shd w:val="clear" w:color="auto" w:fill="auto"/>
            <w:vAlign w:val="center"/>
          </w:tcPr>
          <w:p w14:paraId="3812B36E" w14:textId="77777777" w:rsidR="00B04EEB" w:rsidRPr="000456B4" w:rsidRDefault="00B04EEB" w:rsidP="000B1A01">
            <w:pPr>
              <w:keepNext/>
              <w:spacing w:before="0"/>
              <w:jc w:val="center"/>
              <w:rPr>
                <w:ins w:id="2091" w:author="Yasser Syed" w:date="2019-06-25T00:09:00Z"/>
                <w:rFonts w:eastAsia="Calibri"/>
                <w:b/>
                <w:sz w:val="18"/>
                <w:szCs w:val="18"/>
              </w:rPr>
            </w:pPr>
          </w:p>
        </w:tc>
        <w:tc>
          <w:tcPr>
            <w:tcW w:w="1238" w:type="pct"/>
            <w:shd w:val="clear" w:color="auto" w:fill="auto"/>
          </w:tcPr>
          <w:p w14:paraId="407A608C" w14:textId="77777777" w:rsidR="00B04EEB" w:rsidRPr="000456B4" w:rsidRDefault="00B04EEB" w:rsidP="000B1A01">
            <w:pPr>
              <w:keepNext/>
              <w:jc w:val="left"/>
              <w:rPr>
                <w:ins w:id="2092" w:author="Yasser Syed" w:date="2019-06-25T00:09:00Z"/>
                <w:rFonts w:eastAsia="Calibri"/>
                <w:sz w:val="18"/>
                <w:szCs w:val="18"/>
              </w:rPr>
            </w:pPr>
            <w:ins w:id="2093" w:author="Yasser Syed" w:date="2019-06-25T00:09:00Z">
              <w:r w:rsidRPr="000456B4">
                <w:rPr>
                  <w:rFonts w:eastAsia="Calibri"/>
                  <w:sz w:val="18"/>
                  <w:szCs w:val="18"/>
                </w:rPr>
                <w:t>VideoFullRangeFlag</w:t>
              </w:r>
            </w:ins>
          </w:p>
        </w:tc>
        <w:tc>
          <w:tcPr>
            <w:tcW w:w="643" w:type="pct"/>
            <w:shd w:val="clear" w:color="auto" w:fill="auto"/>
          </w:tcPr>
          <w:p w14:paraId="31D6AFAE" w14:textId="77777777" w:rsidR="00B04EEB" w:rsidRPr="000456B4" w:rsidRDefault="00B04EEB" w:rsidP="000B1A01">
            <w:pPr>
              <w:keepNext/>
              <w:jc w:val="left"/>
              <w:rPr>
                <w:ins w:id="2094" w:author="Yasser Syed" w:date="2019-06-25T00:09:00Z"/>
                <w:rFonts w:eastAsia="Calibri"/>
                <w:sz w:val="18"/>
                <w:szCs w:val="18"/>
              </w:rPr>
            </w:pPr>
            <w:ins w:id="2095" w:author="Yasser Syed" w:date="2019-06-25T00:09:00Z">
              <w:r w:rsidRPr="000456B4">
                <w:rPr>
                  <w:rFonts w:eastAsia="Calibri"/>
                  <w:sz w:val="18"/>
                  <w:szCs w:val="18"/>
                </w:rPr>
                <w:t>0</w:t>
              </w:r>
            </w:ins>
          </w:p>
        </w:tc>
        <w:tc>
          <w:tcPr>
            <w:tcW w:w="744" w:type="pct"/>
            <w:shd w:val="clear" w:color="auto" w:fill="auto"/>
          </w:tcPr>
          <w:p w14:paraId="141E715E" w14:textId="77777777" w:rsidR="00B04EEB" w:rsidRPr="000456B4" w:rsidRDefault="00B04EEB" w:rsidP="000B1A01">
            <w:pPr>
              <w:keepNext/>
              <w:jc w:val="left"/>
              <w:rPr>
                <w:ins w:id="2096" w:author="Yasser Syed" w:date="2019-06-25T00:09:00Z"/>
                <w:rFonts w:eastAsia="Calibri"/>
                <w:sz w:val="18"/>
                <w:szCs w:val="18"/>
              </w:rPr>
            </w:pPr>
            <w:ins w:id="2097" w:author="Yasser Syed" w:date="2019-06-25T00:09:00Z">
              <w:r w:rsidRPr="000456B4">
                <w:rPr>
                  <w:rFonts w:eastAsia="Calibri"/>
                  <w:sz w:val="18"/>
                  <w:szCs w:val="18"/>
                </w:rPr>
                <w:t>0</w:t>
              </w:r>
            </w:ins>
          </w:p>
        </w:tc>
        <w:tc>
          <w:tcPr>
            <w:tcW w:w="643" w:type="pct"/>
          </w:tcPr>
          <w:p w14:paraId="6EEFDDBD" w14:textId="77777777" w:rsidR="00B04EEB" w:rsidRPr="00045E89" w:rsidRDefault="00B04EEB" w:rsidP="000B1A01">
            <w:pPr>
              <w:keepNext/>
              <w:jc w:val="left"/>
              <w:rPr>
                <w:ins w:id="2098" w:author="Yasser Syed" w:date="2019-06-25T00:09:00Z"/>
                <w:rFonts w:eastAsia="Calibri"/>
                <w:sz w:val="18"/>
                <w:szCs w:val="18"/>
              </w:rPr>
            </w:pPr>
            <w:ins w:id="2099" w:author="Yasser Syed" w:date="2019-06-25T00:09:00Z">
              <w:r w:rsidRPr="00045E89">
                <w:rPr>
                  <w:rFonts w:eastAsia="Calibri"/>
                  <w:sz w:val="18"/>
                  <w:szCs w:val="18"/>
                </w:rPr>
                <w:t>0</w:t>
              </w:r>
            </w:ins>
          </w:p>
        </w:tc>
        <w:tc>
          <w:tcPr>
            <w:tcW w:w="643" w:type="pct"/>
            <w:shd w:val="clear" w:color="auto" w:fill="auto"/>
          </w:tcPr>
          <w:p w14:paraId="031A9D84" w14:textId="77777777" w:rsidR="00B04EEB" w:rsidRPr="000456B4" w:rsidRDefault="00B04EEB" w:rsidP="000B1A01">
            <w:pPr>
              <w:keepNext/>
              <w:jc w:val="left"/>
              <w:rPr>
                <w:ins w:id="2100" w:author="Yasser Syed" w:date="2019-06-25T00:09:00Z"/>
                <w:rFonts w:eastAsia="Calibri"/>
                <w:sz w:val="18"/>
                <w:szCs w:val="18"/>
              </w:rPr>
            </w:pPr>
            <w:ins w:id="2101" w:author="Yasser Syed" w:date="2019-06-25T00:09:00Z">
              <w:r w:rsidRPr="000456B4">
                <w:rPr>
                  <w:rFonts w:eastAsia="Calibri"/>
                  <w:sz w:val="18"/>
                  <w:szCs w:val="18"/>
                </w:rPr>
                <w:t>0</w:t>
              </w:r>
            </w:ins>
          </w:p>
        </w:tc>
        <w:tc>
          <w:tcPr>
            <w:tcW w:w="695" w:type="pct"/>
            <w:shd w:val="clear" w:color="auto" w:fill="auto"/>
          </w:tcPr>
          <w:p w14:paraId="2F197C30" w14:textId="77777777" w:rsidR="00B04EEB" w:rsidRPr="000456B4" w:rsidRDefault="00B04EEB" w:rsidP="000B1A01">
            <w:pPr>
              <w:keepNext/>
              <w:jc w:val="left"/>
              <w:rPr>
                <w:ins w:id="2102" w:author="Yasser Syed" w:date="2019-06-25T00:09:00Z"/>
                <w:rFonts w:eastAsia="Calibri"/>
                <w:sz w:val="18"/>
                <w:szCs w:val="18"/>
              </w:rPr>
            </w:pPr>
            <w:ins w:id="2103" w:author="Yasser Syed" w:date="2019-06-25T00:09:00Z">
              <w:r w:rsidRPr="000456B4">
                <w:rPr>
                  <w:rFonts w:eastAsia="Calibri"/>
                  <w:sz w:val="18"/>
                  <w:szCs w:val="18"/>
                </w:rPr>
                <w:t>0</w:t>
              </w:r>
            </w:ins>
          </w:p>
        </w:tc>
      </w:tr>
      <w:tr w:rsidR="00B04EEB" w:rsidRPr="000456B4" w14:paraId="5B209929" w14:textId="77777777" w:rsidTr="000B1A01">
        <w:trPr>
          <w:jc w:val="center"/>
          <w:ins w:id="2104" w:author="Yasser Syed" w:date="2019-06-25T00:09:00Z"/>
        </w:trPr>
        <w:tc>
          <w:tcPr>
            <w:tcW w:w="394" w:type="pct"/>
            <w:vMerge w:val="restart"/>
            <w:shd w:val="clear" w:color="auto" w:fill="auto"/>
            <w:textDirection w:val="btLr"/>
            <w:vAlign w:val="center"/>
          </w:tcPr>
          <w:p w14:paraId="39735446" w14:textId="77777777" w:rsidR="00B04EEB" w:rsidRPr="000456B4" w:rsidRDefault="00B04EEB" w:rsidP="000B1A01">
            <w:pPr>
              <w:keepNext/>
              <w:spacing w:before="0"/>
              <w:jc w:val="center"/>
              <w:rPr>
                <w:ins w:id="2105" w:author="Yasser Syed" w:date="2019-06-25T00:09:00Z"/>
                <w:rFonts w:eastAsia="Calibri"/>
                <w:b/>
                <w:sz w:val="18"/>
                <w:szCs w:val="18"/>
              </w:rPr>
            </w:pPr>
            <w:ins w:id="2106" w:author="Yasser Syed" w:date="2019-06-25T00:09:00Z">
              <w:r w:rsidRPr="000456B4">
                <w:rPr>
                  <w:rFonts w:eastAsia="Calibri"/>
                  <w:b/>
                  <w:sz w:val="18"/>
                  <w:szCs w:val="18"/>
                </w:rPr>
                <w:t>SMPTE MXF parameters</w:t>
              </w:r>
              <w:r>
                <w:rPr>
                  <w:rFonts w:eastAsia="Calibri"/>
                  <w:b/>
                  <w:sz w:val="18"/>
                  <w:szCs w:val="18"/>
                </w:rPr>
                <w:br/>
                <w:t xml:space="preserve">SMPTE </w:t>
              </w:r>
              <w:r>
                <w:rPr>
                  <w:b/>
                  <w:sz w:val="18"/>
                  <w:szCs w:val="18"/>
                </w:rPr>
                <w:t>ST 2067-21</w:t>
              </w:r>
            </w:ins>
          </w:p>
        </w:tc>
        <w:tc>
          <w:tcPr>
            <w:tcW w:w="1238" w:type="pct"/>
            <w:shd w:val="clear" w:color="auto" w:fill="auto"/>
          </w:tcPr>
          <w:p w14:paraId="1874C3E5" w14:textId="77777777" w:rsidR="00B04EEB" w:rsidRPr="000456B4" w:rsidRDefault="00B04EEB" w:rsidP="000B1A01">
            <w:pPr>
              <w:keepNext/>
              <w:jc w:val="left"/>
              <w:rPr>
                <w:ins w:id="2107" w:author="Yasser Syed" w:date="2019-06-25T00:09:00Z"/>
                <w:rFonts w:eastAsia="Calibri"/>
                <w:sz w:val="18"/>
                <w:szCs w:val="18"/>
              </w:rPr>
            </w:pPr>
            <w:ins w:id="2108" w:author="Yasser Syed" w:date="2019-06-25T00:09:00Z">
              <w:r w:rsidRPr="000456B4">
                <w:rPr>
                  <w:rFonts w:eastAsia="Calibri"/>
                  <w:sz w:val="18"/>
                  <w:szCs w:val="18"/>
                </w:rPr>
                <w:t>Colour primaries</w:t>
              </w:r>
            </w:ins>
          </w:p>
        </w:tc>
        <w:tc>
          <w:tcPr>
            <w:tcW w:w="3368" w:type="pct"/>
            <w:gridSpan w:val="5"/>
          </w:tcPr>
          <w:p w14:paraId="528BE016" w14:textId="77777777" w:rsidR="00B04EEB" w:rsidRPr="000456B4" w:rsidRDefault="00B04EEB" w:rsidP="000B1A01">
            <w:pPr>
              <w:keepNext/>
              <w:jc w:val="left"/>
              <w:rPr>
                <w:ins w:id="2109" w:author="Yasser Syed" w:date="2019-06-25T00:09:00Z"/>
                <w:rFonts w:eastAsia="Calibri"/>
                <w:sz w:val="18"/>
                <w:szCs w:val="18"/>
              </w:rPr>
            </w:pPr>
            <w:ins w:id="2110" w:author="Yasser Syed" w:date="2019-06-25T00:09:00Z">
              <w:r w:rsidRPr="000456B4">
                <w:rPr>
                  <w:rFonts w:eastAsia="Calibri"/>
                  <w:sz w:val="18"/>
                  <w:szCs w:val="18"/>
                </w:rPr>
                <w:t>06.0E.2B.34.04.01.01.0D.04.01.01.01.03.04.00.00</w:t>
              </w:r>
            </w:ins>
          </w:p>
        </w:tc>
      </w:tr>
      <w:tr w:rsidR="00B04EEB" w:rsidRPr="000456B4" w14:paraId="0E173F39" w14:textId="77777777" w:rsidTr="000B1A01">
        <w:trPr>
          <w:jc w:val="center"/>
          <w:ins w:id="2111" w:author="Yasser Syed" w:date="2019-06-25T00:09:00Z"/>
        </w:trPr>
        <w:tc>
          <w:tcPr>
            <w:tcW w:w="394" w:type="pct"/>
            <w:vMerge/>
            <w:shd w:val="clear" w:color="auto" w:fill="auto"/>
            <w:vAlign w:val="center"/>
          </w:tcPr>
          <w:p w14:paraId="0CA0ACB0" w14:textId="77777777" w:rsidR="00B04EEB" w:rsidRPr="000456B4" w:rsidRDefault="00B04EEB" w:rsidP="000B1A01">
            <w:pPr>
              <w:keepNext/>
              <w:spacing w:before="0"/>
              <w:jc w:val="center"/>
              <w:rPr>
                <w:ins w:id="2112" w:author="Yasser Syed" w:date="2019-06-25T00:09:00Z"/>
                <w:rFonts w:eastAsia="Calibri"/>
                <w:b/>
                <w:sz w:val="18"/>
                <w:szCs w:val="18"/>
              </w:rPr>
            </w:pPr>
          </w:p>
        </w:tc>
        <w:tc>
          <w:tcPr>
            <w:tcW w:w="1238" w:type="pct"/>
            <w:shd w:val="clear" w:color="auto" w:fill="auto"/>
          </w:tcPr>
          <w:p w14:paraId="0B0D99E8" w14:textId="77777777" w:rsidR="00B04EEB" w:rsidRPr="000456B4" w:rsidRDefault="00B04EEB" w:rsidP="000B1A01">
            <w:pPr>
              <w:keepNext/>
              <w:jc w:val="left"/>
              <w:rPr>
                <w:ins w:id="2113" w:author="Yasser Syed" w:date="2019-06-25T00:09:00Z"/>
                <w:rFonts w:eastAsia="Calibri"/>
                <w:sz w:val="18"/>
                <w:szCs w:val="18"/>
              </w:rPr>
            </w:pPr>
            <w:ins w:id="2114" w:author="Yasser Syed" w:date="2019-06-25T00:09:00Z">
              <w:r w:rsidRPr="000456B4">
                <w:rPr>
                  <w:rFonts w:eastAsia="Calibri"/>
                  <w:sz w:val="18"/>
                  <w:szCs w:val="18"/>
                </w:rPr>
                <w:t>Transfer characteristic</w:t>
              </w:r>
            </w:ins>
          </w:p>
        </w:tc>
        <w:tc>
          <w:tcPr>
            <w:tcW w:w="643" w:type="pct"/>
            <w:shd w:val="clear" w:color="auto" w:fill="auto"/>
          </w:tcPr>
          <w:p w14:paraId="23D61513" w14:textId="77777777" w:rsidR="00B04EEB" w:rsidRPr="000456B4" w:rsidRDefault="00B04EEB" w:rsidP="000B1A01">
            <w:pPr>
              <w:keepNext/>
              <w:jc w:val="left"/>
              <w:rPr>
                <w:ins w:id="2115" w:author="Yasser Syed" w:date="2019-06-25T00:09:00Z"/>
                <w:rFonts w:eastAsia="Calibri"/>
                <w:sz w:val="18"/>
                <w:szCs w:val="18"/>
              </w:rPr>
            </w:pPr>
            <w:ins w:id="2116" w:author="Yasser Syed" w:date="2019-06-25T00:09:00Z">
              <w:r w:rsidRPr="000456B4">
                <w:rPr>
                  <w:rFonts w:eastAsia="Calibri"/>
                  <w:sz w:val="18"/>
                  <w:szCs w:val="18"/>
                </w:rPr>
                <w:t>06.0E.2B.34.04.01.01.0D.04.01.01.01.01.0A.00.00</w:t>
              </w:r>
            </w:ins>
          </w:p>
        </w:tc>
        <w:tc>
          <w:tcPr>
            <w:tcW w:w="744" w:type="pct"/>
            <w:shd w:val="clear" w:color="auto" w:fill="auto"/>
          </w:tcPr>
          <w:p w14:paraId="66F351CB" w14:textId="77777777" w:rsidR="00B04EEB" w:rsidRPr="000456B4" w:rsidRDefault="00B04EEB" w:rsidP="000B1A01">
            <w:pPr>
              <w:keepNext/>
              <w:jc w:val="left"/>
              <w:rPr>
                <w:ins w:id="2117" w:author="Yasser Syed" w:date="2019-06-25T00:09:00Z"/>
                <w:rFonts w:eastAsia="Calibri"/>
                <w:sz w:val="18"/>
                <w:szCs w:val="18"/>
              </w:rPr>
            </w:pPr>
            <w:ins w:id="2118" w:author="Yasser Syed" w:date="2019-06-25T00:09:00Z">
              <w:r w:rsidRPr="000456B4">
                <w:rPr>
                  <w:rFonts w:eastAsia="Calibri"/>
                  <w:sz w:val="18"/>
                  <w:szCs w:val="18"/>
                </w:rPr>
                <w:t>06.0E.2B.34.04.01.01.0D.04.01.01.01.01.0B.00.00</w:t>
              </w:r>
            </w:ins>
          </w:p>
        </w:tc>
        <w:tc>
          <w:tcPr>
            <w:tcW w:w="643" w:type="pct"/>
          </w:tcPr>
          <w:p w14:paraId="1F95B50F" w14:textId="77777777" w:rsidR="00B04EEB" w:rsidRPr="000456B4" w:rsidRDefault="00B04EEB" w:rsidP="000B1A01">
            <w:pPr>
              <w:keepNext/>
              <w:jc w:val="left"/>
              <w:rPr>
                <w:ins w:id="2119" w:author="Yasser Syed" w:date="2019-06-25T00:09:00Z"/>
                <w:rFonts w:eastAsia="Calibri"/>
                <w:sz w:val="18"/>
                <w:szCs w:val="18"/>
              </w:rPr>
            </w:pPr>
            <w:ins w:id="2120" w:author="Yasser Syed" w:date="2019-06-25T00:09:00Z">
              <w:r w:rsidRPr="000456B4">
                <w:rPr>
                  <w:rFonts w:eastAsia="Calibri"/>
                  <w:sz w:val="18"/>
                  <w:szCs w:val="18"/>
                </w:rPr>
                <w:t>06.0E.2B.34.04.01.01.0D.04.01.01.01.01.0A.00.00</w:t>
              </w:r>
            </w:ins>
          </w:p>
        </w:tc>
        <w:tc>
          <w:tcPr>
            <w:tcW w:w="643" w:type="pct"/>
            <w:shd w:val="clear" w:color="auto" w:fill="auto"/>
          </w:tcPr>
          <w:p w14:paraId="4D4FD1E5" w14:textId="77777777" w:rsidR="00B04EEB" w:rsidRPr="000456B4" w:rsidRDefault="00B04EEB" w:rsidP="000B1A01">
            <w:pPr>
              <w:keepNext/>
              <w:jc w:val="left"/>
              <w:rPr>
                <w:ins w:id="2121" w:author="Yasser Syed" w:date="2019-06-25T00:09:00Z"/>
                <w:rFonts w:eastAsia="Calibri"/>
                <w:sz w:val="18"/>
                <w:szCs w:val="18"/>
              </w:rPr>
            </w:pPr>
            <w:ins w:id="2122" w:author="Yasser Syed" w:date="2019-06-25T00:09:00Z">
              <w:r w:rsidRPr="000456B4">
                <w:rPr>
                  <w:rFonts w:eastAsia="Calibri"/>
                  <w:sz w:val="18"/>
                  <w:szCs w:val="18"/>
                </w:rPr>
                <w:t>06.0E.2B.34.04.01.01.0D.04.01.01.01.01.0A.00.00</w:t>
              </w:r>
            </w:ins>
          </w:p>
        </w:tc>
        <w:tc>
          <w:tcPr>
            <w:tcW w:w="695" w:type="pct"/>
            <w:shd w:val="clear" w:color="auto" w:fill="auto"/>
          </w:tcPr>
          <w:p w14:paraId="0A34290B" w14:textId="77777777" w:rsidR="00B04EEB" w:rsidRPr="000456B4" w:rsidRDefault="00B04EEB" w:rsidP="000B1A01">
            <w:pPr>
              <w:keepNext/>
              <w:jc w:val="left"/>
              <w:rPr>
                <w:ins w:id="2123" w:author="Yasser Syed" w:date="2019-06-25T00:09:00Z"/>
                <w:rFonts w:eastAsia="Calibri"/>
                <w:sz w:val="18"/>
                <w:szCs w:val="18"/>
              </w:rPr>
            </w:pPr>
            <w:ins w:id="2124" w:author="Yasser Syed" w:date="2019-06-25T00:09:00Z">
              <w:r w:rsidRPr="000456B4">
                <w:rPr>
                  <w:rFonts w:eastAsia="Calibri"/>
                  <w:sz w:val="18"/>
                  <w:szCs w:val="18"/>
                </w:rPr>
                <w:t>06.0E.2B.34.04.01.01.0D.04.01.01.01.01.0B.00.00</w:t>
              </w:r>
            </w:ins>
          </w:p>
        </w:tc>
      </w:tr>
      <w:tr w:rsidR="00B04EEB" w:rsidRPr="000456B4" w14:paraId="3A3C65A3" w14:textId="77777777" w:rsidTr="000B1A01">
        <w:trPr>
          <w:jc w:val="center"/>
          <w:ins w:id="2125" w:author="Yasser Syed" w:date="2019-06-25T00:09:00Z"/>
        </w:trPr>
        <w:tc>
          <w:tcPr>
            <w:tcW w:w="394" w:type="pct"/>
            <w:vMerge/>
            <w:shd w:val="clear" w:color="auto" w:fill="auto"/>
            <w:vAlign w:val="center"/>
          </w:tcPr>
          <w:p w14:paraId="2CE13856" w14:textId="77777777" w:rsidR="00B04EEB" w:rsidRPr="000456B4" w:rsidRDefault="00B04EEB" w:rsidP="000B1A01">
            <w:pPr>
              <w:keepNext/>
              <w:spacing w:before="0"/>
              <w:jc w:val="center"/>
              <w:rPr>
                <w:ins w:id="2126" w:author="Yasser Syed" w:date="2019-06-25T00:09:00Z"/>
                <w:rFonts w:eastAsia="Calibri"/>
                <w:b/>
                <w:sz w:val="18"/>
                <w:szCs w:val="18"/>
              </w:rPr>
            </w:pPr>
          </w:p>
        </w:tc>
        <w:tc>
          <w:tcPr>
            <w:tcW w:w="1238" w:type="pct"/>
            <w:shd w:val="clear" w:color="auto" w:fill="auto"/>
          </w:tcPr>
          <w:p w14:paraId="573B11C9" w14:textId="77777777" w:rsidR="00B04EEB" w:rsidRPr="000456B4" w:rsidRDefault="00B04EEB" w:rsidP="000B1A01">
            <w:pPr>
              <w:keepNext/>
              <w:jc w:val="left"/>
              <w:rPr>
                <w:ins w:id="2127" w:author="Yasser Syed" w:date="2019-06-25T00:09:00Z"/>
                <w:rFonts w:eastAsia="Calibri"/>
                <w:sz w:val="18"/>
                <w:szCs w:val="18"/>
              </w:rPr>
            </w:pPr>
            <w:ins w:id="2128" w:author="Yasser Syed" w:date="2019-06-25T00:09:00Z">
              <w:r w:rsidRPr="000456B4">
                <w:rPr>
                  <w:rFonts w:eastAsia="Calibri"/>
                  <w:sz w:val="18"/>
                  <w:szCs w:val="18"/>
                </w:rPr>
                <w:t>Coding equations</w:t>
              </w:r>
            </w:ins>
          </w:p>
        </w:tc>
        <w:tc>
          <w:tcPr>
            <w:tcW w:w="1387" w:type="pct"/>
            <w:gridSpan w:val="2"/>
            <w:shd w:val="clear" w:color="auto" w:fill="auto"/>
          </w:tcPr>
          <w:p w14:paraId="10261DFF" w14:textId="77777777" w:rsidR="00B04EEB" w:rsidRPr="000456B4" w:rsidRDefault="00B04EEB" w:rsidP="000B1A01">
            <w:pPr>
              <w:keepNext/>
              <w:jc w:val="left"/>
              <w:rPr>
                <w:ins w:id="2129" w:author="Yasser Syed" w:date="2019-06-25T00:09:00Z"/>
                <w:rFonts w:eastAsia="Calibri"/>
                <w:sz w:val="18"/>
                <w:szCs w:val="18"/>
              </w:rPr>
            </w:pPr>
            <w:ins w:id="2130" w:author="Yasser Syed" w:date="2019-06-25T00:09:00Z">
              <w:r w:rsidRPr="000456B4">
                <w:rPr>
                  <w:rFonts w:eastAsia="Calibri"/>
                  <w:sz w:val="18"/>
                  <w:szCs w:val="18"/>
                </w:rPr>
                <w:t>06.0E.2B.34.04.01.01.0D.04.01.01.01.02.06.00.00</w:t>
              </w:r>
            </w:ins>
          </w:p>
        </w:tc>
        <w:tc>
          <w:tcPr>
            <w:tcW w:w="643" w:type="pct"/>
          </w:tcPr>
          <w:p w14:paraId="225099FE" w14:textId="77777777" w:rsidR="00B4635A" w:rsidRDefault="00B4635A" w:rsidP="00B4635A">
            <w:pPr>
              <w:tabs>
                <w:tab w:val="clear" w:pos="794"/>
                <w:tab w:val="clear" w:pos="1191"/>
                <w:tab w:val="clear" w:pos="1588"/>
                <w:tab w:val="clear" w:pos="1985"/>
              </w:tabs>
              <w:overflowPunct/>
              <w:autoSpaceDE/>
              <w:autoSpaceDN/>
              <w:adjustRightInd/>
              <w:spacing w:before="0"/>
              <w:jc w:val="left"/>
              <w:textAlignment w:val="auto"/>
              <w:rPr>
                <w:ins w:id="2131" w:author="Yasser Syed" w:date="2019-06-25T00:52:00Z"/>
                <w:color w:val="000000"/>
                <w:sz w:val="18"/>
                <w:szCs w:val="18"/>
              </w:rPr>
            </w:pPr>
          </w:p>
          <w:p w14:paraId="7A614C90" w14:textId="51F0EA12" w:rsidR="00B4635A" w:rsidRPr="00B4635A" w:rsidRDefault="00B4635A" w:rsidP="00B4635A">
            <w:pPr>
              <w:tabs>
                <w:tab w:val="clear" w:pos="794"/>
                <w:tab w:val="clear" w:pos="1191"/>
                <w:tab w:val="clear" w:pos="1588"/>
                <w:tab w:val="clear" w:pos="1985"/>
              </w:tabs>
              <w:overflowPunct/>
              <w:autoSpaceDE/>
              <w:autoSpaceDN/>
              <w:adjustRightInd/>
              <w:spacing w:before="0"/>
              <w:jc w:val="left"/>
              <w:textAlignment w:val="auto"/>
              <w:rPr>
                <w:ins w:id="2132" w:author="Yasser Syed" w:date="2019-06-25T00:51:00Z"/>
                <w:sz w:val="15"/>
                <w:szCs w:val="15"/>
                <w:lang w:val="en-US"/>
                <w:rPrChange w:id="2133" w:author="Yasser Syed" w:date="2019-06-25T00:51:00Z">
                  <w:rPr>
                    <w:ins w:id="2134" w:author="Yasser Syed" w:date="2019-06-25T00:51:00Z"/>
                    <w:lang w:val="en-US"/>
                  </w:rPr>
                </w:rPrChange>
              </w:rPr>
            </w:pPr>
            <w:ins w:id="2135" w:author="Yasser Syed" w:date="2019-06-25T00:51:00Z">
              <w:r w:rsidRPr="00B4635A">
                <w:rPr>
                  <w:color w:val="000000"/>
                  <w:sz w:val="18"/>
                  <w:szCs w:val="18"/>
                  <w:rPrChange w:id="2136" w:author="Yasser Syed" w:date="2019-06-25T00:51:00Z">
                    <w:rPr>
                      <w:color w:val="000000"/>
                      <w:sz w:val="22"/>
                      <w:szCs w:val="22"/>
                    </w:rPr>
                  </w:rPrChange>
                </w:rPr>
                <w:t>06.0E.2B.34.04.01.01.0D.04.01.01.01.02.07.00.00</w:t>
              </w:r>
            </w:ins>
          </w:p>
          <w:p w14:paraId="2159682D" w14:textId="524D9946" w:rsidR="00B04EEB" w:rsidRPr="000456B4" w:rsidRDefault="00B04EEB" w:rsidP="000B1A01">
            <w:pPr>
              <w:keepNext/>
              <w:jc w:val="left"/>
              <w:rPr>
                <w:ins w:id="2137" w:author="Yasser Syed" w:date="2019-06-25T00:09:00Z"/>
                <w:rFonts w:eastAsia="Calibri"/>
                <w:sz w:val="18"/>
                <w:szCs w:val="18"/>
              </w:rPr>
            </w:pPr>
          </w:p>
        </w:tc>
        <w:tc>
          <w:tcPr>
            <w:tcW w:w="643" w:type="pct"/>
            <w:shd w:val="clear" w:color="auto" w:fill="auto"/>
          </w:tcPr>
          <w:p w14:paraId="7DFE4416" w14:textId="77777777" w:rsidR="00B04EEB" w:rsidRPr="000456B4" w:rsidRDefault="00B04EEB" w:rsidP="000B1A01">
            <w:pPr>
              <w:keepNext/>
              <w:jc w:val="left"/>
              <w:rPr>
                <w:ins w:id="2138" w:author="Yasser Syed" w:date="2019-06-25T00:09:00Z"/>
                <w:rFonts w:eastAsia="Calibri"/>
                <w:sz w:val="18"/>
                <w:szCs w:val="18"/>
              </w:rPr>
            </w:pPr>
            <w:ins w:id="2139" w:author="Yasser Syed" w:date="2019-06-25T00:09:00Z">
              <w:r w:rsidRPr="000456B4">
                <w:rPr>
                  <w:rFonts w:eastAsia="Calibri"/>
                  <w:sz w:val="18"/>
                  <w:szCs w:val="18"/>
                </w:rPr>
                <w:t>N/R</w:t>
              </w:r>
            </w:ins>
          </w:p>
        </w:tc>
        <w:tc>
          <w:tcPr>
            <w:tcW w:w="695" w:type="pct"/>
            <w:shd w:val="clear" w:color="auto" w:fill="auto"/>
          </w:tcPr>
          <w:p w14:paraId="1E86F39C" w14:textId="77777777" w:rsidR="00B04EEB" w:rsidRPr="000456B4" w:rsidRDefault="00B04EEB" w:rsidP="000B1A01">
            <w:pPr>
              <w:keepNext/>
              <w:jc w:val="left"/>
              <w:rPr>
                <w:ins w:id="2140" w:author="Yasser Syed" w:date="2019-06-25T00:09:00Z"/>
                <w:rFonts w:eastAsia="Calibri"/>
                <w:sz w:val="18"/>
                <w:szCs w:val="18"/>
              </w:rPr>
            </w:pPr>
            <w:ins w:id="2141" w:author="Yasser Syed" w:date="2019-06-25T00:09:00Z">
              <w:r w:rsidRPr="000456B4">
                <w:rPr>
                  <w:rFonts w:eastAsia="Calibri"/>
                  <w:sz w:val="18"/>
                  <w:szCs w:val="18"/>
                </w:rPr>
                <w:t>N/R</w:t>
              </w:r>
            </w:ins>
          </w:p>
        </w:tc>
      </w:tr>
      <w:tr w:rsidR="00B04EEB" w:rsidRPr="000456B4" w14:paraId="1BFCCA62" w14:textId="77777777" w:rsidTr="000B1A01">
        <w:trPr>
          <w:jc w:val="center"/>
          <w:ins w:id="2142" w:author="Yasser Syed" w:date="2019-06-25T00:09:00Z"/>
        </w:trPr>
        <w:tc>
          <w:tcPr>
            <w:tcW w:w="394" w:type="pct"/>
            <w:vMerge/>
            <w:shd w:val="clear" w:color="auto" w:fill="auto"/>
            <w:vAlign w:val="center"/>
          </w:tcPr>
          <w:p w14:paraId="3A14005F" w14:textId="77777777" w:rsidR="00B04EEB" w:rsidRPr="000456B4" w:rsidRDefault="00B04EEB" w:rsidP="000B1A01">
            <w:pPr>
              <w:keepNext/>
              <w:spacing w:before="0"/>
              <w:jc w:val="center"/>
              <w:rPr>
                <w:ins w:id="2143" w:author="Yasser Syed" w:date="2019-06-25T00:09:00Z"/>
                <w:rFonts w:eastAsia="Calibri"/>
                <w:b/>
                <w:sz w:val="18"/>
                <w:szCs w:val="18"/>
              </w:rPr>
            </w:pPr>
          </w:p>
        </w:tc>
        <w:tc>
          <w:tcPr>
            <w:tcW w:w="1238" w:type="pct"/>
            <w:shd w:val="clear" w:color="auto" w:fill="auto"/>
          </w:tcPr>
          <w:p w14:paraId="2C5F1467" w14:textId="77777777" w:rsidR="00B04EEB" w:rsidRPr="000456B4" w:rsidRDefault="00B04EEB" w:rsidP="000B1A01">
            <w:pPr>
              <w:keepNext/>
              <w:jc w:val="left"/>
              <w:rPr>
                <w:ins w:id="2144" w:author="Yasser Syed" w:date="2019-06-25T00:09:00Z"/>
                <w:rFonts w:eastAsia="Calibri"/>
                <w:sz w:val="18"/>
                <w:szCs w:val="18"/>
              </w:rPr>
            </w:pPr>
            <w:ins w:id="2145" w:author="Yasser Syed" w:date="2019-06-25T00:09:00Z">
              <w:r w:rsidRPr="000456B4">
                <w:rPr>
                  <w:rFonts w:eastAsia="Calibri"/>
                  <w:sz w:val="18"/>
                  <w:szCs w:val="18"/>
                </w:rPr>
                <w:t>Full/narrow level range</w:t>
              </w:r>
            </w:ins>
          </w:p>
        </w:tc>
        <w:tc>
          <w:tcPr>
            <w:tcW w:w="3368" w:type="pct"/>
            <w:gridSpan w:val="5"/>
          </w:tcPr>
          <w:p w14:paraId="569E8FBB" w14:textId="77777777" w:rsidR="00B04EEB" w:rsidRPr="000456B4" w:rsidRDefault="00B04EEB" w:rsidP="000B1A01">
            <w:pPr>
              <w:keepNext/>
              <w:jc w:val="left"/>
              <w:rPr>
                <w:ins w:id="2146" w:author="Yasser Syed" w:date="2019-06-25T00:09:00Z"/>
                <w:rFonts w:eastAsia="Calibri"/>
                <w:sz w:val="18"/>
                <w:szCs w:val="18"/>
              </w:rPr>
            </w:pPr>
            <w:ins w:id="2147" w:author="Yasser Syed" w:date="2019-06-25T00:09:00Z">
              <w:r w:rsidRPr="000456B4">
                <w:rPr>
                  <w:rFonts w:eastAsia="Calibri"/>
                  <w:sz w:val="18"/>
                  <w:szCs w:val="18"/>
                </w:rPr>
                <w:t>Inferred</w:t>
              </w:r>
              <w:r>
                <w:rPr>
                  <w:rFonts w:eastAsia="Calibri"/>
                  <w:sz w:val="18"/>
                  <w:szCs w:val="18"/>
                </w:rPr>
                <w:t xml:space="preserve"> (</w:t>
              </w:r>
              <w:r w:rsidRPr="000456B4">
                <w:rPr>
                  <w:sz w:val="18"/>
                  <w:szCs w:val="18"/>
                </w:rPr>
                <w:t>indicated in black reference level, white reference level, colour range</w:t>
              </w:r>
              <w:r>
                <w:rPr>
                  <w:sz w:val="18"/>
                  <w:szCs w:val="18"/>
                </w:rPr>
                <w:t>)</w:t>
              </w:r>
            </w:ins>
          </w:p>
        </w:tc>
      </w:tr>
      <w:tr w:rsidR="00B04EEB" w:rsidRPr="000456B4" w14:paraId="756029CA" w14:textId="77777777" w:rsidTr="000B1A01">
        <w:trPr>
          <w:trHeight w:val="367"/>
          <w:jc w:val="center"/>
          <w:ins w:id="2148" w:author="Yasser Syed" w:date="2019-06-25T00:09:00Z"/>
        </w:trPr>
        <w:tc>
          <w:tcPr>
            <w:tcW w:w="394" w:type="pct"/>
            <w:vMerge/>
            <w:shd w:val="clear" w:color="auto" w:fill="auto"/>
            <w:vAlign w:val="center"/>
          </w:tcPr>
          <w:p w14:paraId="4BECD616" w14:textId="77777777" w:rsidR="00B04EEB" w:rsidRPr="000456B4" w:rsidRDefault="00B04EEB" w:rsidP="000B1A01">
            <w:pPr>
              <w:keepNext/>
              <w:spacing w:before="0"/>
              <w:jc w:val="center"/>
              <w:rPr>
                <w:ins w:id="2149" w:author="Yasser Syed" w:date="2019-06-25T00:09:00Z"/>
                <w:rFonts w:eastAsia="Calibri"/>
                <w:b/>
                <w:sz w:val="18"/>
                <w:szCs w:val="18"/>
              </w:rPr>
            </w:pPr>
          </w:p>
        </w:tc>
        <w:tc>
          <w:tcPr>
            <w:tcW w:w="1238" w:type="pct"/>
            <w:shd w:val="clear" w:color="auto" w:fill="auto"/>
          </w:tcPr>
          <w:p w14:paraId="57DDE494" w14:textId="77777777" w:rsidR="00B04EEB" w:rsidRPr="000456B4" w:rsidRDefault="00B04EEB" w:rsidP="000B1A01">
            <w:pPr>
              <w:keepNext/>
              <w:jc w:val="left"/>
              <w:rPr>
                <w:ins w:id="2150" w:author="Yasser Syed" w:date="2019-06-25T00:09:00Z"/>
                <w:rFonts w:eastAsia="Calibri"/>
                <w:sz w:val="18"/>
                <w:szCs w:val="18"/>
              </w:rPr>
            </w:pPr>
            <w:ins w:id="2151" w:author="Yasser Syed" w:date="2019-06-25T00:09:00Z">
              <w:r w:rsidRPr="000456B4">
                <w:rPr>
                  <w:rFonts w:eastAsia="Calibri"/>
                  <w:sz w:val="18"/>
                  <w:szCs w:val="18"/>
                </w:rPr>
                <w:t xml:space="preserve">4:2:0 chroma sample </w:t>
              </w:r>
              <w:r>
                <w:rPr>
                  <w:rFonts w:eastAsia="Calibri"/>
                  <w:sz w:val="18"/>
                  <w:szCs w:val="18"/>
                </w:rPr>
                <w:t>location</w:t>
              </w:r>
              <w:r w:rsidRPr="000456B4">
                <w:rPr>
                  <w:rFonts w:eastAsia="Calibri"/>
                  <w:sz w:val="18"/>
                  <w:szCs w:val="18"/>
                </w:rPr>
                <w:t xml:space="preserve"> alignment</w:t>
              </w:r>
            </w:ins>
          </w:p>
        </w:tc>
        <w:tc>
          <w:tcPr>
            <w:tcW w:w="643" w:type="pct"/>
            <w:shd w:val="clear" w:color="auto" w:fill="auto"/>
          </w:tcPr>
          <w:p w14:paraId="7696F2C1" w14:textId="40F85042" w:rsidR="00B04EEB" w:rsidRPr="000456B4" w:rsidRDefault="00B04EEB" w:rsidP="000B1A01">
            <w:pPr>
              <w:keepNext/>
              <w:jc w:val="left"/>
              <w:rPr>
                <w:ins w:id="2152" w:author="Yasser Syed" w:date="2019-06-25T00:09:00Z"/>
                <w:rFonts w:eastAsia="Calibri"/>
                <w:sz w:val="18"/>
                <w:szCs w:val="18"/>
              </w:rPr>
            </w:pPr>
            <w:ins w:id="2153" w:author="Yasser Syed" w:date="2019-06-25T00:09:00Z">
              <w:r w:rsidRPr="000456B4">
                <w:rPr>
                  <w:rFonts w:eastAsia="Calibri"/>
                  <w:sz w:val="18"/>
                  <w:szCs w:val="18"/>
                </w:rPr>
                <w:t>Inferred (</w:t>
              </w:r>
              <w:proofErr w:type="spellStart"/>
              <w:r w:rsidRPr="000456B4">
                <w:rPr>
                  <w:sz w:val="18"/>
                  <w:szCs w:val="18"/>
                </w:rPr>
                <w:t>ChromaLoc</w:t>
              </w:r>
            </w:ins>
            <w:ins w:id="2154" w:author="Yasser Syed" w:date="2019-06-25T18:27:00Z">
              <w:r w:rsidR="004E65AA">
                <w:rPr>
                  <w:sz w:val="18"/>
                  <w:szCs w:val="18"/>
                </w:rPr>
                <w:t>‌</w:t>
              </w:r>
            </w:ins>
            <w:ins w:id="2155" w:author="Yasser Syed" w:date="2019-06-25T00:09:00Z">
              <w:r w:rsidRPr="000456B4">
                <w:rPr>
                  <w:sz w:val="18"/>
                  <w:szCs w:val="18"/>
                </w:rPr>
                <w:t>Type</w:t>
              </w:r>
              <w:proofErr w:type="spellEnd"/>
              <w:r w:rsidRPr="000456B4">
                <w:rPr>
                  <w:sz w:val="18"/>
                  <w:szCs w:val="18"/>
                </w:rPr>
                <w:t xml:space="preserve"> = </w:t>
              </w:r>
              <w:r w:rsidRPr="000456B4">
                <w:rPr>
                  <w:rFonts w:eastAsia="Calibri"/>
                  <w:sz w:val="18"/>
                  <w:szCs w:val="18"/>
                </w:rPr>
                <w:t>2)</w:t>
              </w:r>
            </w:ins>
          </w:p>
        </w:tc>
        <w:tc>
          <w:tcPr>
            <w:tcW w:w="744" w:type="pct"/>
            <w:shd w:val="clear" w:color="auto" w:fill="auto"/>
          </w:tcPr>
          <w:p w14:paraId="17EBD306" w14:textId="383CBE96" w:rsidR="00B04EEB" w:rsidRPr="000456B4" w:rsidRDefault="00B04EEB" w:rsidP="000B1A01">
            <w:pPr>
              <w:keepNext/>
              <w:jc w:val="left"/>
              <w:rPr>
                <w:ins w:id="2156" w:author="Yasser Syed" w:date="2019-06-25T00:09:00Z"/>
                <w:rFonts w:eastAsia="Calibri"/>
                <w:sz w:val="18"/>
                <w:szCs w:val="18"/>
              </w:rPr>
            </w:pPr>
            <w:ins w:id="2157" w:author="Yasser Syed" w:date="2019-06-25T00:09:00Z">
              <w:r w:rsidRPr="000456B4">
                <w:rPr>
                  <w:rFonts w:eastAsia="Calibri"/>
                  <w:sz w:val="18"/>
                  <w:szCs w:val="18"/>
                </w:rPr>
                <w:t xml:space="preserve">Inferred </w:t>
              </w:r>
              <w:r w:rsidRPr="000456B4">
                <w:rPr>
                  <w:sz w:val="18"/>
                  <w:szCs w:val="18"/>
                </w:rPr>
                <w:t>(</w:t>
              </w:r>
              <w:proofErr w:type="spellStart"/>
              <w:r w:rsidRPr="000456B4">
                <w:rPr>
                  <w:sz w:val="18"/>
                  <w:szCs w:val="18"/>
                </w:rPr>
                <w:t>ChromaLoc</w:t>
              </w:r>
            </w:ins>
            <w:ins w:id="2158" w:author="Yasser Syed" w:date="2019-06-25T18:28:00Z">
              <w:r w:rsidR="004E65AA">
                <w:rPr>
                  <w:sz w:val="18"/>
                  <w:szCs w:val="18"/>
                </w:rPr>
                <w:t>‌</w:t>
              </w:r>
            </w:ins>
            <w:ins w:id="2159" w:author="Yasser Syed" w:date="2019-06-25T00:09:00Z">
              <w:r w:rsidRPr="000456B4">
                <w:rPr>
                  <w:sz w:val="18"/>
                  <w:szCs w:val="18"/>
                </w:rPr>
                <w:t>Type</w:t>
              </w:r>
              <w:proofErr w:type="spellEnd"/>
              <w:r w:rsidRPr="000456B4">
                <w:rPr>
                  <w:sz w:val="18"/>
                  <w:szCs w:val="18"/>
                </w:rPr>
                <w:t xml:space="preserve"> = </w:t>
              </w:r>
              <w:r>
                <w:rPr>
                  <w:sz w:val="18"/>
                  <w:szCs w:val="18"/>
                </w:rPr>
                <w:t>2)</w:t>
              </w:r>
            </w:ins>
          </w:p>
        </w:tc>
        <w:tc>
          <w:tcPr>
            <w:tcW w:w="643" w:type="pct"/>
          </w:tcPr>
          <w:p w14:paraId="4D0B38DD" w14:textId="05A83D8E" w:rsidR="00B04EEB" w:rsidRDefault="00B04EEB" w:rsidP="000B1A01">
            <w:pPr>
              <w:keepNext/>
              <w:jc w:val="left"/>
              <w:rPr>
                <w:ins w:id="2160" w:author="Yasser Syed" w:date="2019-06-25T00:09:00Z"/>
                <w:sz w:val="18"/>
                <w:szCs w:val="18"/>
              </w:rPr>
            </w:pPr>
            <w:ins w:id="2161" w:author="Yasser Syed" w:date="2019-06-25T00:09:00Z">
              <w:r w:rsidRPr="000456B4">
                <w:rPr>
                  <w:rFonts w:eastAsia="Calibri"/>
                  <w:sz w:val="18"/>
                  <w:szCs w:val="18"/>
                </w:rPr>
                <w:t xml:space="preserve">Inferred </w:t>
              </w:r>
              <w:r w:rsidRPr="000456B4">
                <w:rPr>
                  <w:sz w:val="18"/>
                  <w:szCs w:val="18"/>
                </w:rPr>
                <w:t>(</w:t>
              </w:r>
              <w:proofErr w:type="spellStart"/>
              <w:r w:rsidRPr="000456B4">
                <w:rPr>
                  <w:sz w:val="18"/>
                  <w:szCs w:val="18"/>
                </w:rPr>
                <w:t>ChromaLoc</w:t>
              </w:r>
            </w:ins>
            <w:ins w:id="2162" w:author="Yasser Syed" w:date="2019-06-25T18:28:00Z">
              <w:r w:rsidR="004E65AA">
                <w:rPr>
                  <w:sz w:val="18"/>
                  <w:szCs w:val="18"/>
                </w:rPr>
                <w:t>‌</w:t>
              </w:r>
            </w:ins>
            <w:ins w:id="2163" w:author="Yasser Syed" w:date="2019-06-25T00:09:00Z">
              <w:r w:rsidRPr="000456B4">
                <w:rPr>
                  <w:sz w:val="18"/>
                  <w:szCs w:val="18"/>
                </w:rPr>
                <w:t>Type</w:t>
              </w:r>
              <w:proofErr w:type="spellEnd"/>
              <w:r w:rsidRPr="000456B4">
                <w:rPr>
                  <w:sz w:val="18"/>
                  <w:szCs w:val="18"/>
                </w:rPr>
                <w:t xml:space="preserve"> = </w:t>
              </w:r>
              <w:r>
                <w:rPr>
                  <w:sz w:val="18"/>
                  <w:szCs w:val="18"/>
                </w:rPr>
                <w:t>2)</w:t>
              </w:r>
            </w:ins>
          </w:p>
        </w:tc>
        <w:tc>
          <w:tcPr>
            <w:tcW w:w="643" w:type="pct"/>
            <w:shd w:val="clear" w:color="auto" w:fill="auto"/>
          </w:tcPr>
          <w:p w14:paraId="42914C27" w14:textId="77777777" w:rsidR="00B04EEB" w:rsidRPr="000456B4" w:rsidRDefault="00B04EEB" w:rsidP="000B1A01">
            <w:pPr>
              <w:keepNext/>
              <w:jc w:val="left"/>
              <w:rPr>
                <w:ins w:id="2164" w:author="Yasser Syed" w:date="2019-06-25T00:09:00Z"/>
                <w:rFonts w:eastAsia="Calibri"/>
                <w:sz w:val="18"/>
                <w:szCs w:val="18"/>
              </w:rPr>
            </w:pPr>
            <w:ins w:id="2165" w:author="Yasser Syed" w:date="2019-06-25T00:09:00Z">
              <w:r>
                <w:rPr>
                  <w:sz w:val="18"/>
                  <w:szCs w:val="18"/>
                </w:rPr>
                <w:t>N/A</w:t>
              </w:r>
            </w:ins>
          </w:p>
        </w:tc>
        <w:tc>
          <w:tcPr>
            <w:tcW w:w="695" w:type="pct"/>
            <w:shd w:val="clear" w:color="auto" w:fill="auto"/>
          </w:tcPr>
          <w:p w14:paraId="5B235426" w14:textId="77777777" w:rsidR="00B04EEB" w:rsidRPr="000456B4" w:rsidRDefault="00B04EEB" w:rsidP="000B1A01">
            <w:pPr>
              <w:keepNext/>
              <w:jc w:val="left"/>
              <w:rPr>
                <w:ins w:id="2166" w:author="Yasser Syed" w:date="2019-06-25T00:09:00Z"/>
                <w:rFonts w:eastAsia="Calibri"/>
                <w:sz w:val="18"/>
                <w:szCs w:val="18"/>
              </w:rPr>
            </w:pPr>
            <w:ins w:id="2167" w:author="Yasser Syed" w:date="2019-06-25T00:09:00Z">
              <w:r>
                <w:rPr>
                  <w:sz w:val="18"/>
                  <w:szCs w:val="18"/>
                </w:rPr>
                <w:t>N/A</w:t>
              </w:r>
            </w:ins>
          </w:p>
        </w:tc>
      </w:tr>
    </w:tbl>
    <w:p w14:paraId="1A8E968A" w14:textId="77777777" w:rsidR="00B04EEB" w:rsidRPr="00374CBE" w:rsidDel="00B04EEB" w:rsidRDefault="00B04EEB" w:rsidP="00040985">
      <w:pPr>
        <w:pStyle w:val="enumlev1"/>
        <w:rPr>
          <w:del w:id="2168" w:author="Yasser Syed" w:date="2019-06-25T00:09:00Z"/>
          <w:rFonts w:eastAsia="Calibri"/>
        </w:rPr>
      </w:pPr>
    </w:p>
    <w:p w14:paraId="3617E1F5" w14:textId="77777777" w:rsidR="0047289E" w:rsidRPr="00374CBE" w:rsidRDefault="0047289E" w:rsidP="00EF19D3"/>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Look w:val="04A0" w:firstRow="1" w:lastRow="0" w:firstColumn="1" w:lastColumn="0" w:noHBand="0" w:noVBand="1"/>
      </w:tblPr>
      <w:tblGrid>
        <w:gridCol w:w="1000"/>
        <w:gridCol w:w="1874"/>
        <w:gridCol w:w="1639"/>
        <w:gridCol w:w="48"/>
        <w:gridCol w:w="1693"/>
        <w:gridCol w:w="21"/>
        <w:gridCol w:w="1600"/>
        <w:gridCol w:w="73"/>
        <w:gridCol w:w="1691"/>
      </w:tblGrid>
      <w:tr w:rsidR="00EF19D3" w:rsidRPr="00374CBE" w:rsidDel="00B04EEB" w14:paraId="2A001505" w14:textId="7BAA7C68" w:rsidTr="00EF19D3">
        <w:trPr>
          <w:tblHeader/>
          <w:jc w:val="center"/>
          <w:del w:id="2169" w:author="Yasser Syed" w:date="2019-06-25T00:09:00Z"/>
        </w:trPr>
        <w:tc>
          <w:tcPr>
            <w:tcW w:w="5000" w:type="pct"/>
            <w:gridSpan w:val="9"/>
            <w:tcBorders>
              <w:top w:val="nil"/>
              <w:left w:val="nil"/>
              <w:right w:val="nil"/>
            </w:tcBorders>
            <w:shd w:val="clear" w:color="auto" w:fill="auto"/>
            <w:vAlign w:val="center"/>
          </w:tcPr>
          <w:p w14:paraId="337EFEC2" w14:textId="20767670" w:rsidR="00EF19D3" w:rsidRPr="00374CBE" w:rsidDel="00B04EEB" w:rsidRDefault="00EF19D3" w:rsidP="003F2BBE">
            <w:pPr>
              <w:pStyle w:val="TableNoTitle"/>
              <w:rPr>
                <w:del w:id="2170" w:author="Yasser Syed" w:date="2019-06-25T00:09:00Z"/>
              </w:rPr>
            </w:pPr>
            <w:del w:id="2171" w:author="Yasser Syed" w:date="2019-06-25T00:09:00Z">
              <w:r w:rsidRPr="00374CBE" w:rsidDel="00B04EEB">
                <w:delText>Table 6 – HDR WCG common colour volume descriptions</w:delText>
              </w:r>
            </w:del>
          </w:p>
        </w:tc>
      </w:tr>
      <w:tr w:rsidR="00120342" w:rsidRPr="00374CBE" w:rsidDel="00B04EEB" w14:paraId="5A84CF8B" w14:textId="771C9611" w:rsidTr="00EF19D3">
        <w:trPr>
          <w:tblHeader/>
          <w:jc w:val="center"/>
          <w:del w:id="2172" w:author="Yasser Syed" w:date="2019-06-25T00:09:00Z"/>
        </w:trPr>
        <w:tc>
          <w:tcPr>
            <w:tcW w:w="519" w:type="pct"/>
            <w:shd w:val="clear" w:color="auto" w:fill="auto"/>
            <w:vAlign w:val="center"/>
          </w:tcPr>
          <w:p w14:paraId="63649152" w14:textId="56738AD4" w:rsidR="00D25F49" w:rsidRPr="00374CBE" w:rsidDel="00B04EEB" w:rsidRDefault="00D25F49" w:rsidP="003F2BBE">
            <w:pPr>
              <w:pStyle w:val="Tablehead"/>
              <w:keepNext/>
              <w:keepLines/>
              <w:rPr>
                <w:del w:id="2173" w:author="Yasser Syed" w:date="2019-06-25T00:09:00Z"/>
                <w:rFonts w:eastAsia="Calibri"/>
              </w:rPr>
            </w:pPr>
          </w:p>
        </w:tc>
        <w:tc>
          <w:tcPr>
            <w:tcW w:w="972" w:type="pct"/>
            <w:shd w:val="clear" w:color="auto" w:fill="auto"/>
          </w:tcPr>
          <w:p w14:paraId="2427E443" w14:textId="1078E7F4" w:rsidR="00D25F49" w:rsidRPr="00374CBE" w:rsidDel="00B04EEB" w:rsidRDefault="00D25F49" w:rsidP="003F2BBE">
            <w:pPr>
              <w:pStyle w:val="Tablehead"/>
              <w:keepNext/>
              <w:keepLines/>
              <w:rPr>
                <w:del w:id="2174" w:author="Yasser Syed" w:date="2019-06-25T00:09:00Z"/>
                <w:rFonts w:eastAsia="Calibri"/>
              </w:rPr>
            </w:pPr>
            <w:del w:id="2175" w:author="Yasser Syed" w:date="2019-06-25T00:09:00Z">
              <w:r w:rsidRPr="00374CBE" w:rsidDel="00B04EEB">
                <w:rPr>
                  <w:rFonts w:eastAsia="Calibri"/>
                </w:rPr>
                <w:delText xml:space="preserve">System </w:delText>
              </w:r>
              <w:r w:rsidR="00B220B0" w:rsidRPr="00374CBE" w:rsidDel="00B04EEB">
                <w:rPr>
                  <w:rFonts w:eastAsia="Calibri"/>
                </w:rPr>
                <w:delText>i</w:delText>
              </w:r>
              <w:r w:rsidRPr="00374CBE" w:rsidDel="00B04EEB">
                <w:rPr>
                  <w:rFonts w:eastAsia="Calibri"/>
                </w:rPr>
                <w:delText>dentifier</w:delText>
              </w:r>
            </w:del>
          </w:p>
        </w:tc>
        <w:tc>
          <w:tcPr>
            <w:tcW w:w="850" w:type="pct"/>
            <w:shd w:val="clear" w:color="auto" w:fill="auto"/>
          </w:tcPr>
          <w:p w14:paraId="296CA047" w14:textId="56A70226" w:rsidR="00D25F49" w:rsidRPr="00374CBE" w:rsidDel="00B04EEB" w:rsidRDefault="00D25F49" w:rsidP="003F2BBE">
            <w:pPr>
              <w:pStyle w:val="Tablehead"/>
              <w:keepNext/>
              <w:keepLines/>
              <w:rPr>
                <w:del w:id="2176" w:author="Yasser Syed" w:date="2019-06-25T00:09:00Z"/>
                <w:rFonts w:eastAsia="Calibri"/>
              </w:rPr>
            </w:pPr>
            <w:del w:id="2177" w:author="Yasser Syed" w:date="2019-06-25T00:09:00Z">
              <w:r w:rsidRPr="00374CBE" w:rsidDel="00B04EEB">
                <w:rPr>
                  <w:rFonts w:eastAsia="Calibri"/>
                </w:rPr>
                <w:delText>BT2100_PQ_YCC</w:delText>
              </w:r>
            </w:del>
          </w:p>
        </w:tc>
        <w:tc>
          <w:tcPr>
            <w:tcW w:w="914" w:type="pct"/>
            <w:gridSpan w:val="3"/>
            <w:shd w:val="clear" w:color="auto" w:fill="auto"/>
          </w:tcPr>
          <w:p w14:paraId="474D97A3" w14:textId="0402096C" w:rsidR="00D25F49" w:rsidRPr="00374CBE" w:rsidDel="00B04EEB" w:rsidRDefault="00D25F49" w:rsidP="003F2BBE">
            <w:pPr>
              <w:pStyle w:val="Tablehead"/>
              <w:keepNext/>
              <w:keepLines/>
              <w:rPr>
                <w:del w:id="2178" w:author="Yasser Syed" w:date="2019-06-25T00:09:00Z"/>
                <w:rFonts w:eastAsia="Calibri"/>
              </w:rPr>
            </w:pPr>
            <w:del w:id="2179" w:author="Yasser Syed" w:date="2019-06-25T00:09:00Z">
              <w:r w:rsidRPr="00374CBE" w:rsidDel="00B04EEB">
                <w:rPr>
                  <w:rFonts w:eastAsia="Calibri"/>
                </w:rPr>
                <w:delText>BT2100_HLG_YCC</w:delText>
              </w:r>
            </w:del>
          </w:p>
        </w:tc>
        <w:tc>
          <w:tcPr>
            <w:tcW w:w="830" w:type="pct"/>
            <w:shd w:val="clear" w:color="auto" w:fill="auto"/>
          </w:tcPr>
          <w:p w14:paraId="06BF2BE0" w14:textId="19457BC0" w:rsidR="00D25F49" w:rsidRPr="00374CBE" w:rsidDel="00B04EEB" w:rsidRDefault="00D25F49" w:rsidP="003F2BBE">
            <w:pPr>
              <w:pStyle w:val="Tablehead"/>
              <w:keepNext/>
              <w:keepLines/>
              <w:rPr>
                <w:del w:id="2180" w:author="Yasser Syed" w:date="2019-06-25T00:09:00Z"/>
                <w:rFonts w:eastAsia="Calibri"/>
              </w:rPr>
            </w:pPr>
            <w:del w:id="2181" w:author="Yasser Syed" w:date="2019-06-25T00:09:00Z">
              <w:r w:rsidRPr="00374CBE" w:rsidDel="00B04EEB">
                <w:rPr>
                  <w:rFonts w:eastAsia="Calibri"/>
                </w:rPr>
                <w:delText>BT2100_PQ_RGB</w:delText>
              </w:r>
            </w:del>
          </w:p>
        </w:tc>
        <w:tc>
          <w:tcPr>
            <w:tcW w:w="915" w:type="pct"/>
            <w:gridSpan w:val="2"/>
            <w:shd w:val="clear" w:color="auto" w:fill="auto"/>
          </w:tcPr>
          <w:p w14:paraId="6F02D3D0" w14:textId="0D9DBB06" w:rsidR="00D25F49" w:rsidRPr="00374CBE" w:rsidDel="00B04EEB" w:rsidRDefault="00D25F49" w:rsidP="003F2BBE">
            <w:pPr>
              <w:pStyle w:val="Tablehead"/>
              <w:keepNext/>
              <w:keepLines/>
              <w:rPr>
                <w:del w:id="2182" w:author="Yasser Syed" w:date="2019-06-25T00:09:00Z"/>
                <w:rFonts w:eastAsia="Calibri"/>
              </w:rPr>
            </w:pPr>
            <w:del w:id="2183" w:author="Yasser Syed" w:date="2019-06-25T00:09:00Z">
              <w:r w:rsidRPr="00374CBE" w:rsidDel="00B04EEB">
                <w:rPr>
                  <w:rFonts w:eastAsia="Calibri"/>
                </w:rPr>
                <w:delText>BT2100_HLG_RGB</w:delText>
              </w:r>
            </w:del>
          </w:p>
        </w:tc>
      </w:tr>
      <w:tr w:rsidR="00120342" w:rsidRPr="00374CBE" w:rsidDel="00B04EEB" w14:paraId="6E40C7A9" w14:textId="0CBAD88E" w:rsidTr="00EF19D3">
        <w:trPr>
          <w:cantSplit/>
          <w:trHeight w:val="576"/>
          <w:jc w:val="center"/>
          <w:del w:id="2184" w:author="Yasser Syed" w:date="2019-06-25T00:09:00Z"/>
        </w:trPr>
        <w:tc>
          <w:tcPr>
            <w:tcW w:w="519" w:type="pct"/>
            <w:vMerge w:val="restart"/>
            <w:shd w:val="clear" w:color="auto" w:fill="auto"/>
            <w:textDirection w:val="btLr"/>
            <w:vAlign w:val="center"/>
          </w:tcPr>
          <w:p w14:paraId="341AE070" w14:textId="44B3EB49" w:rsidR="00D25F49" w:rsidRPr="00374CBE" w:rsidDel="00B04EEB" w:rsidRDefault="00D25F49" w:rsidP="009C4C03">
            <w:pPr>
              <w:pStyle w:val="Tabletext0"/>
              <w:keepNext/>
              <w:jc w:val="center"/>
              <w:rPr>
                <w:del w:id="2185" w:author="Yasser Syed" w:date="2019-06-25T00:09:00Z"/>
                <w:rFonts w:eastAsia="Calibri"/>
                <w:b/>
              </w:rPr>
            </w:pPr>
            <w:del w:id="2186" w:author="Yasser Syed" w:date="2019-06-25T00:09:00Z">
              <w:r w:rsidRPr="00374CBE" w:rsidDel="00B04EEB">
                <w:rPr>
                  <w:rFonts w:eastAsia="Calibri"/>
                  <w:b/>
                </w:rPr>
                <w:delText>Colour properties</w:delText>
              </w:r>
            </w:del>
          </w:p>
        </w:tc>
        <w:tc>
          <w:tcPr>
            <w:tcW w:w="972" w:type="pct"/>
            <w:shd w:val="clear" w:color="auto" w:fill="auto"/>
          </w:tcPr>
          <w:p w14:paraId="0620F378" w14:textId="135878CC" w:rsidR="00D25F49" w:rsidRPr="00374CBE" w:rsidDel="00B04EEB" w:rsidRDefault="00D25F49" w:rsidP="003F2BBE">
            <w:pPr>
              <w:pStyle w:val="Tabletext0"/>
              <w:keepNext/>
              <w:rPr>
                <w:del w:id="2187" w:author="Yasser Syed" w:date="2019-06-25T00:09:00Z"/>
                <w:rFonts w:eastAsia="Calibri"/>
              </w:rPr>
            </w:pPr>
            <w:del w:id="2188" w:author="Yasser Syed" w:date="2019-06-25T00:09:00Z">
              <w:r w:rsidRPr="00374CBE" w:rsidDel="00B04EEB">
                <w:rPr>
                  <w:rFonts w:eastAsia="Calibri"/>
                </w:rPr>
                <w:delText>Colour primaries</w:delText>
              </w:r>
            </w:del>
          </w:p>
        </w:tc>
        <w:tc>
          <w:tcPr>
            <w:tcW w:w="850" w:type="pct"/>
            <w:shd w:val="clear" w:color="auto" w:fill="auto"/>
          </w:tcPr>
          <w:p w14:paraId="392900B6" w14:textId="721013AA" w:rsidR="00D25F49" w:rsidRPr="00374CBE" w:rsidDel="00B04EEB" w:rsidRDefault="00D25F49" w:rsidP="003F2BBE">
            <w:pPr>
              <w:pStyle w:val="Tabletext0"/>
              <w:keepNext/>
              <w:rPr>
                <w:del w:id="2189" w:author="Yasser Syed" w:date="2019-06-25T00:09:00Z"/>
                <w:rFonts w:eastAsia="Calibri"/>
              </w:rPr>
            </w:pPr>
            <w:del w:id="2190" w:author="Yasser Syed" w:date="2019-06-25T00:09:00Z">
              <w:r w:rsidRPr="00374CBE" w:rsidDel="00B04EEB">
                <w:rPr>
                  <w:rFonts w:eastAsia="Calibri"/>
                </w:rPr>
                <w:delText>BT.2020 / BT.2100</w:delText>
              </w:r>
            </w:del>
          </w:p>
        </w:tc>
        <w:tc>
          <w:tcPr>
            <w:tcW w:w="914" w:type="pct"/>
            <w:gridSpan w:val="3"/>
            <w:shd w:val="clear" w:color="auto" w:fill="auto"/>
          </w:tcPr>
          <w:p w14:paraId="750D0FD8" w14:textId="48BBE40C" w:rsidR="00D25F49" w:rsidRPr="00374CBE" w:rsidDel="00B04EEB" w:rsidRDefault="00D25F49" w:rsidP="003F2BBE">
            <w:pPr>
              <w:pStyle w:val="Tabletext0"/>
              <w:keepNext/>
              <w:rPr>
                <w:del w:id="2191" w:author="Yasser Syed" w:date="2019-06-25T00:09:00Z"/>
                <w:rFonts w:eastAsia="Calibri"/>
              </w:rPr>
            </w:pPr>
            <w:del w:id="2192" w:author="Yasser Syed" w:date="2019-06-25T00:09:00Z">
              <w:r w:rsidRPr="00374CBE" w:rsidDel="00B04EEB">
                <w:rPr>
                  <w:rFonts w:eastAsia="Calibri"/>
                </w:rPr>
                <w:delText>BT.2020 / BT.2100</w:delText>
              </w:r>
            </w:del>
          </w:p>
        </w:tc>
        <w:tc>
          <w:tcPr>
            <w:tcW w:w="830" w:type="pct"/>
            <w:shd w:val="clear" w:color="auto" w:fill="auto"/>
          </w:tcPr>
          <w:p w14:paraId="1125C77C" w14:textId="0A15D184" w:rsidR="00D25F49" w:rsidRPr="00374CBE" w:rsidDel="00B04EEB" w:rsidRDefault="00D25F49" w:rsidP="003F2BBE">
            <w:pPr>
              <w:pStyle w:val="Tabletext0"/>
              <w:keepNext/>
              <w:rPr>
                <w:del w:id="2193" w:author="Yasser Syed" w:date="2019-06-25T00:09:00Z"/>
                <w:rFonts w:eastAsia="Calibri"/>
              </w:rPr>
            </w:pPr>
            <w:del w:id="2194" w:author="Yasser Syed" w:date="2019-06-25T00:09:00Z">
              <w:r w:rsidRPr="00374CBE" w:rsidDel="00B04EEB">
                <w:rPr>
                  <w:rFonts w:eastAsia="Calibri"/>
                </w:rPr>
                <w:delText>BT.2020 / BT.2100</w:delText>
              </w:r>
            </w:del>
          </w:p>
        </w:tc>
        <w:tc>
          <w:tcPr>
            <w:tcW w:w="915" w:type="pct"/>
            <w:gridSpan w:val="2"/>
            <w:shd w:val="clear" w:color="auto" w:fill="auto"/>
          </w:tcPr>
          <w:p w14:paraId="716296D1" w14:textId="3C07A7BD" w:rsidR="00D25F49" w:rsidRPr="00374CBE" w:rsidDel="00B04EEB" w:rsidRDefault="00D25F49" w:rsidP="003F2BBE">
            <w:pPr>
              <w:pStyle w:val="Tabletext0"/>
              <w:keepNext/>
              <w:rPr>
                <w:del w:id="2195" w:author="Yasser Syed" w:date="2019-06-25T00:09:00Z"/>
                <w:rFonts w:eastAsia="Calibri"/>
              </w:rPr>
            </w:pPr>
            <w:del w:id="2196" w:author="Yasser Syed" w:date="2019-06-25T00:09:00Z">
              <w:r w:rsidRPr="00374CBE" w:rsidDel="00B04EEB">
                <w:rPr>
                  <w:rFonts w:eastAsia="Calibri"/>
                </w:rPr>
                <w:delText>BT.2020 / BT.2100</w:delText>
              </w:r>
            </w:del>
          </w:p>
        </w:tc>
      </w:tr>
      <w:tr w:rsidR="00120342" w:rsidRPr="00374CBE" w:rsidDel="00B04EEB" w14:paraId="7AD9CC3E" w14:textId="0A2BBA8B" w:rsidTr="00EF19D3">
        <w:trPr>
          <w:trHeight w:val="576"/>
          <w:jc w:val="center"/>
          <w:del w:id="2197" w:author="Yasser Syed" w:date="2019-06-25T00:09:00Z"/>
        </w:trPr>
        <w:tc>
          <w:tcPr>
            <w:tcW w:w="519" w:type="pct"/>
            <w:vMerge/>
            <w:shd w:val="clear" w:color="auto" w:fill="auto"/>
            <w:vAlign w:val="center"/>
          </w:tcPr>
          <w:p w14:paraId="4638826C" w14:textId="7712705C" w:rsidR="00D25F49" w:rsidRPr="00374CBE" w:rsidDel="00B04EEB" w:rsidRDefault="00D25F49" w:rsidP="00EF19D3">
            <w:pPr>
              <w:pStyle w:val="Tabletext0"/>
              <w:rPr>
                <w:del w:id="2198" w:author="Yasser Syed" w:date="2019-06-25T00:09:00Z"/>
                <w:rFonts w:eastAsia="Calibri"/>
                <w:b/>
              </w:rPr>
            </w:pPr>
          </w:p>
        </w:tc>
        <w:tc>
          <w:tcPr>
            <w:tcW w:w="972" w:type="pct"/>
            <w:shd w:val="clear" w:color="auto" w:fill="auto"/>
          </w:tcPr>
          <w:p w14:paraId="00F055F6" w14:textId="194CD086" w:rsidR="00D25F49" w:rsidRPr="00374CBE" w:rsidDel="00B04EEB" w:rsidRDefault="00D25F49" w:rsidP="00EF19D3">
            <w:pPr>
              <w:pStyle w:val="Tabletext0"/>
              <w:rPr>
                <w:del w:id="2199" w:author="Yasser Syed" w:date="2019-06-25T00:09:00Z"/>
                <w:rFonts w:eastAsia="Calibri"/>
              </w:rPr>
            </w:pPr>
            <w:del w:id="2200" w:author="Yasser Syed" w:date="2019-06-25T00:09:00Z">
              <w:r w:rsidRPr="00374CBE" w:rsidDel="00B04EEB">
                <w:rPr>
                  <w:rFonts w:eastAsia="Calibri"/>
                </w:rPr>
                <w:delText>Transfer characteristics</w:delText>
              </w:r>
            </w:del>
          </w:p>
        </w:tc>
        <w:tc>
          <w:tcPr>
            <w:tcW w:w="850" w:type="pct"/>
            <w:shd w:val="clear" w:color="auto" w:fill="auto"/>
          </w:tcPr>
          <w:p w14:paraId="1F1E60FD" w14:textId="43077297" w:rsidR="00D25F49" w:rsidRPr="00374CBE" w:rsidDel="00B04EEB" w:rsidRDefault="00E7610C" w:rsidP="00EF19D3">
            <w:pPr>
              <w:pStyle w:val="Tabletext0"/>
              <w:rPr>
                <w:del w:id="2201" w:author="Yasser Syed" w:date="2019-06-25T00:09:00Z"/>
                <w:rFonts w:eastAsia="Calibri"/>
              </w:rPr>
            </w:pPr>
            <w:del w:id="2202" w:author="Yasser Syed" w:date="2019-06-25T00:09:00Z">
              <w:r w:rsidRPr="00374CBE" w:rsidDel="00B04EEB">
                <w:rPr>
                  <w:rFonts w:eastAsia="Calibri"/>
                </w:rPr>
                <w:delText xml:space="preserve">BT.2100 </w:delText>
              </w:r>
              <w:r w:rsidR="00D25F49" w:rsidRPr="00374CBE" w:rsidDel="00B04EEB">
                <w:rPr>
                  <w:rFonts w:eastAsia="Calibri"/>
                </w:rPr>
                <w:delText>PQ</w:delText>
              </w:r>
            </w:del>
          </w:p>
        </w:tc>
        <w:tc>
          <w:tcPr>
            <w:tcW w:w="914" w:type="pct"/>
            <w:gridSpan w:val="3"/>
            <w:shd w:val="clear" w:color="auto" w:fill="auto"/>
          </w:tcPr>
          <w:p w14:paraId="6B7B7A3D" w14:textId="5B63D113" w:rsidR="00D25F49" w:rsidRPr="00374CBE" w:rsidDel="00B04EEB" w:rsidRDefault="00E7610C" w:rsidP="00EF19D3">
            <w:pPr>
              <w:pStyle w:val="Tabletext0"/>
              <w:rPr>
                <w:del w:id="2203" w:author="Yasser Syed" w:date="2019-06-25T00:09:00Z"/>
                <w:rFonts w:eastAsia="Calibri"/>
              </w:rPr>
            </w:pPr>
            <w:del w:id="2204" w:author="Yasser Syed" w:date="2019-06-25T00:09:00Z">
              <w:r w:rsidRPr="00374CBE" w:rsidDel="00B04EEB">
                <w:rPr>
                  <w:rFonts w:eastAsia="Calibri"/>
                </w:rPr>
                <w:delText xml:space="preserve">BT.2100 </w:delText>
              </w:r>
              <w:r w:rsidR="00D25F49" w:rsidRPr="00374CBE" w:rsidDel="00B04EEB">
                <w:rPr>
                  <w:rFonts w:eastAsia="Calibri"/>
                </w:rPr>
                <w:delText>HLG</w:delText>
              </w:r>
            </w:del>
          </w:p>
        </w:tc>
        <w:tc>
          <w:tcPr>
            <w:tcW w:w="830" w:type="pct"/>
            <w:shd w:val="clear" w:color="auto" w:fill="auto"/>
          </w:tcPr>
          <w:p w14:paraId="7B0D6191" w14:textId="062DCE32" w:rsidR="00D25F49" w:rsidRPr="00374CBE" w:rsidDel="00B04EEB" w:rsidRDefault="00E7610C" w:rsidP="00EF19D3">
            <w:pPr>
              <w:pStyle w:val="Tabletext0"/>
              <w:rPr>
                <w:del w:id="2205" w:author="Yasser Syed" w:date="2019-06-25T00:09:00Z"/>
                <w:rFonts w:eastAsia="Calibri"/>
              </w:rPr>
            </w:pPr>
            <w:del w:id="2206" w:author="Yasser Syed" w:date="2019-06-25T00:09:00Z">
              <w:r w:rsidRPr="00374CBE" w:rsidDel="00B04EEB">
                <w:rPr>
                  <w:rFonts w:eastAsia="Calibri"/>
                </w:rPr>
                <w:delText xml:space="preserve">BT.2100 </w:delText>
              </w:r>
              <w:r w:rsidR="00D25F49" w:rsidRPr="00374CBE" w:rsidDel="00B04EEB">
                <w:rPr>
                  <w:rFonts w:eastAsia="Calibri"/>
                </w:rPr>
                <w:delText>PQ</w:delText>
              </w:r>
            </w:del>
          </w:p>
        </w:tc>
        <w:tc>
          <w:tcPr>
            <w:tcW w:w="915" w:type="pct"/>
            <w:gridSpan w:val="2"/>
            <w:shd w:val="clear" w:color="auto" w:fill="auto"/>
          </w:tcPr>
          <w:p w14:paraId="4B64F362" w14:textId="7E15174C" w:rsidR="00D25F49" w:rsidRPr="00374CBE" w:rsidDel="00B04EEB" w:rsidRDefault="00E7610C" w:rsidP="00EF19D3">
            <w:pPr>
              <w:pStyle w:val="Tabletext0"/>
              <w:rPr>
                <w:del w:id="2207" w:author="Yasser Syed" w:date="2019-06-25T00:09:00Z"/>
                <w:rFonts w:eastAsia="Calibri"/>
              </w:rPr>
            </w:pPr>
            <w:del w:id="2208" w:author="Yasser Syed" w:date="2019-06-25T00:09:00Z">
              <w:r w:rsidRPr="00374CBE" w:rsidDel="00B04EEB">
                <w:rPr>
                  <w:rFonts w:eastAsia="Calibri"/>
                </w:rPr>
                <w:delText xml:space="preserve">BT.2100 </w:delText>
              </w:r>
              <w:r w:rsidR="00D25F49" w:rsidRPr="00374CBE" w:rsidDel="00B04EEB">
                <w:rPr>
                  <w:rFonts w:eastAsia="Calibri"/>
                </w:rPr>
                <w:delText>HLG</w:delText>
              </w:r>
            </w:del>
          </w:p>
        </w:tc>
      </w:tr>
      <w:tr w:rsidR="00120342" w:rsidRPr="00374CBE" w:rsidDel="00B04EEB" w14:paraId="1BFFD7CC" w14:textId="6EF19243" w:rsidTr="00EF19D3">
        <w:trPr>
          <w:trHeight w:val="576"/>
          <w:jc w:val="center"/>
          <w:del w:id="2209" w:author="Yasser Syed" w:date="2019-06-25T00:09:00Z"/>
        </w:trPr>
        <w:tc>
          <w:tcPr>
            <w:tcW w:w="519" w:type="pct"/>
            <w:vMerge/>
            <w:shd w:val="clear" w:color="auto" w:fill="auto"/>
            <w:vAlign w:val="center"/>
          </w:tcPr>
          <w:p w14:paraId="107D57F8" w14:textId="4AA02AC1" w:rsidR="00D25F49" w:rsidRPr="00374CBE" w:rsidDel="00B04EEB" w:rsidRDefault="00D25F49" w:rsidP="00EF19D3">
            <w:pPr>
              <w:pStyle w:val="Tabletext0"/>
              <w:rPr>
                <w:del w:id="2210" w:author="Yasser Syed" w:date="2019-06-25T00:09:00Z"/>
                <w:rFonts w:eastAsia="Calibri"/>
                <w:b/>
              </w:rPr>
            </w:pPr>
          </w:p>
        </w:tc>
        <w:tc>
          <w:tcPr>
            <w:tcW w:w="972" w:type="pct"/>
            <w:shd w:val="clear" w:color="auto" w:fill="auto"/>
          </w:tcPr>
          <w:p w14:paraId="33A478DF" w14:textId="569972F5" w:rsidR="00D25F49" w:rsidRPr="00374CBE" w:rsidDel="00B04EEB" w:rsidRDefault="00D25F49" w:rsidP="00EF19D3">
            <w:pPr>
              <w:pStyle w:val="Tabletext0"/>
              <w:rPr>
                <w:del w:id="2211" w:author="Yasser Syed" w:date="2019-06-25T00:09:00Z"/>
                <w:rFonts w:eastAsia="Calibri"/>
              </w:rPr>
            </w:pPr>
            <w:del w:id="2212" w:author="Yasser Syed" w:date="2019-06-25T00:09:00Z">
              <w:r w:rsidRPr="00374CBE" w:rsidDel="00B04EEB">
                <w:rPr>
                  <w:rFonts w:eastAsia="Calibri"/>
                </w:rPr>
                <w:delText>Colour representation</w:delText>
              </w:r>
            </w:del>
          </w:p>
        </w:tc>
        <w:tc>
          <w:tcPr>
            <w:tcW w:w="850" w:type="pct"/>
            <w:shd w:val="clear" w:color="auto" w:fill="auto"/>
          </w:tcPr>
          <w:p w14:paraId="47BDCA32" w14:textId="2EA5D175" w:rsidR="00D25F49" w:rsidRPr="00374CBE" w:rsidDel="00B04EEB" w:rsidRDefault="00D25F49" w:rsidP="00EF19D3">
            <w:pPr>
              <w:pStyle w:val="Tabletext0"/>
              <w:rPr>
                <w:del w:id="2213" w:author="Yasser Syed" w:date="2019-06-25T00:09:00Z"/>
                <w:rFonts w:eastAsia="Calibri"/>
              </w:rPr>
            </w:pPr>
            <w:del w:id="2214" w:author="Yasser Syed" w:date="2019-06-25T00:09:00Z">
              <w:r w:rsidRPr="00374CBE" w:rsidDel="00B04EEB">
                <w:rPr>
                  <w:rFonts w:eastAsia="Calibri"/>
                </w:rPr>
                <w:delText>Y′CbCr</w:delText>
              </w:r>
            </w:del>
          </w:p>
        </w:tc>
        <w:tc>
          <w:tcPr>
            <w:tcW w:w="914" w:type="pct"/>
            <w:gridSpan w:val="3"/>
            <w:shd w:val="clear" w:color="auto" w:fill="auto"/>
          </w:tcPr>
          <w:p w14:paraId="5702A911" w14:textId="72EE4BF9" w:rsidR="00D25F49" w:rsidRPr="00374CBE" w:rsidDel="00B04EEB" w:rsidRDefault="00D25F49" w:rsidP="00EF19D3">
            <w:pPr>
              <w:pStyle w:val="Tabletext0"/>
              <w:rPr>
                <w:del w:id="2215" w:author="Yasser Syed" w:date="2019-06-25T00:09:00Z"/>
                <w:rFonts w:eastAsia="Calibri"/>
              </w:rPr>
            </w:pPr>
            <w:del w:id="2216" w:author="Yasser Syed" w:date="2019-06-25T00:09:00Z">
              <w:r w:rsidRPr="00374CBE" w:rsidDel="00B04EEB">
                <w:rPr>
                  <w:rFonts w:eastAsia="Calibri"/>
                </w:rPr>
                <w:delText>Y′CbCr</w:delText>
              </w:r>
            </w:del>
          </w:p>
        </w:tc>
        <w:tc>
          <w:tcPr>
            <w:tcW w:w="830" w:type="pct"/>
            <w:shd w:val="clear" w:color="auto" w:fill="auto"/>
          </w:tcPr>
          <w:p w14:paraId="1C1CE744" w14:textId="129185E8" w:rsidR="00D25F49" w:rsidRPr="00374CBE" w:rsidDel="00B04EEB" w:rsidRDefault="00D25F49" w:rsidP="00EF19D3">
            <w:pPr>
              <w:pStyle w:val="Tabletext0"/>
              <w:rPr>
                <w:del w:id="2217" w:author="Yasser Syed" w:date="2019-06-25T00:09:00Z"/>
                <w:rFonts w:eastAsia="Calibri"/>
              </w:rPr>
            </w:pPr>
            <w:del w:id="2218" w:author="Yasser Syed" w:date="2019-06-25T00:09:00Z">
              <w:r w:rsidRPr="00374CBE" w:rsidDel="00B04EEB">
                <w:rPr>
                  <w:rFonts w:eastAsia="Calibri"/>
                </w:rPr>
                <w:delText>R′G′B′</w:delText>
              </w:r>
            </w:del>
          </w:p>
        </w:tc>
        <w:tc>
          <w:tcPr>
            <w:tcW w:w="915" w:type="pct"/>
            <w:gridSpan w:val="2"/>
            <w:shd w:val="clear" w:color="auto" w:fill="auto"/>
          </w:tcPr>
          <w:p w14:paraId="1BE0D95F" w14:textId="484A8C34" w:rsidR="00D25F49" w:rsidRPr="00374CBE" w:rsidDel="00B04EEB" w:rsidRDefault="00D25F49" w:rsidP="00EF19D3">
            <w:pPr>
              <w:pStyle w:val="Tabletext0"/>
              <w:rPr>
                <w:del w:id="2219" w:author="Yasser Syed" w:date="2019-06-25T00:09:00Z"/>
                <w:rFonts w:eastAsia="Calibri"/>
              </w:rPr>
            </w:pPr>
            <w:del w:id="2220" w:author="Yasser Syed" w:date="2019-06-25T00:09:00Z">
              <w:r w:rsidRPr="00374CBE" w:rsidDel="00B04EEB">
                <w:rPr>
                  <w:rFonts w:eastAsia="Calibri"/>
                </w:rPr>
                <w:delText>R′G′B′</w:delText>
              </w:r>
            </w:del>
          </w:p>
        </w:tc>
      </w:tr>
      <w:tr w:rsidR="00120342" w:rsidRPr="00374CBE" w:rsidDel="00B04EEB" w14:paraId="2F93F4DC" w14:textId="68C67027" w:rsidTr="00EF19D3">
        <w:trPr>
          <w:cantSplit/>
          <w:trHeight w:val="381"/>
          <w:jc w:val="center"/>
          <w:del w:id="2221" w:author="Yasser Syed" w:date="2019-06-25T00:09:00Z"/>
        </w:trPr>
        <w:tc>
          <w:tcPr>
            <w:tcW w:w="519" w:type="pct"/>
            <w:vMerge w:val="restart"/>
            <w:shd w:val="clear" w:color="auto" w:fill="auto"/>
            <w:textDirection w:val="btLr"/>
            <w:vAlign w:val="center"/>
          </w:tcPr>
          <w:p w14:paraId="41066F1F" w14:textId="3C5E791D" w:rsidR="00D25F49" w:rsidRPr="00374CBE" w:rsidDel="00B04EEB" w:rsidRDefault="00D25F49" w:rsidP="009C4C03">
            <w:pPr>
              <w:pStyle w:val="Tabletext0"/>
              <w:jc w:val="center"/>
              <w:rPr>
                <w:del w:id="2222" w:author="Yasser Syed" w:date="2019-06-25T00:09:00Z"/>
                <w:rFonts w:eastAsia="Calibri"/>
                <w:b/>
              </w:rPr>
            </w:pPr>
            <w:del w:id="2223" w:author="Yasser Syed" w:date="2019-06-25T00:09:00Z">
              <w:r w:rsidRPr="00374CBE" w:rsidDel="00B04EEB">
                <w:rPr>
                  <w:rFonts w:eastAsia="Calibri"/>
                  <w:b/>
                </w:rPr>
                <w:delText>Other</w:delText>
              </w:r>
            </w:del>
          </w:p>
        </w:tc>
        <w:tc>
          <w:tcPr>
            <w:tcW w:w="972" w:type="pct"/>
            <w:shd w:val="clear" w:color="auto" w:fill="auto"/>
          </w:tcPr>
          <w:p w14:paraId="2EE1D314" w14:textId="6A2E80B5" w:rsidR="00D25F49" w:rsidRPr="00374CBE" w:rsidDel="00B04EEB" w:rsidRDefault="00D25F49" w:rsidP="00EF19D3">
            <w:pPr>
              <w:pStyle w:val="Tabletext0"/>
              <w:rPr>
                <w:del w:id="2224" w:author="Yasser Syed" w:date="2019-06-25T00:09:00Z"/>
                <w:rFonts w:eastAsia="Calibri"/>
              </w:rPr>
            </w:pPr>
            <w:del w:id="2225" w:author="Yasser Syed" w:date="2019-06-25T00:09:00Z">
              <w:r w:rsidRPr="00374CBE" w:rsidDel="00B04EEB">
                <w:rPr>
                  <w:rFonts w:eastAsia="Calibri"/>
                </w:rPr>
                <w:delText>Full/narrow range</w:delText>
              </w:r>
            </w:del>
          </w:p>
        </w:tc>
        <w:tc>
          <w:tcPr>
            <w:tcW w:w="850" w:type="pct"/>
            <w:shd w:val="clear" w:color="auto" w:fill="auto"/>
          </w:tcPr>
          <w:p w14:paraId="286B5F70" w14:textId="201F2EA7" w:rsidR="00D25F49" w:rsidRPr="00374CBE" w:rsidDel="00B04EEB" w:rsidRDefault="00D25F49" w:rsidP="00EF19D3">
            <w:pPr>
              <w:pStyle w:val="Tabletext0"/>
              <w:rPr>
                <w:del w:id="2226" w:author="Yasser Syed" w:date="2019-06-25T00:09:00Z"/>
                <w:rFonts w:eastAsia="Calibri"/>
              </w:rPr>
            </w:pPr>
            <w:del w:id="2227" w:author="Yasser Syed" w:date="2019-06-25T00:09:00Z">
              <w:r w:rsidRPr="00374CBE" w:rsidDel="00B04EEB">
                <w:rPr>
                  <w:rFonts w:eastAsia="Calibri"/>
                </w:rPr>
                <w:delText>Narrow</w:delText>
              </w:r>
            </w:del>
          </w:p>
        </w:tc>
        <w:tc>
          <w:tcPr>
            <w:tcW w:w="914" w:type="pct"/>
            <w:gridSpan w:val="3"/>
            <w:shd w:val="clear" w:color="auto" w:fill="auto"/>
          </w:tcPr>
          <w:p w14:paraId="3A3915DE" w14:textId="23778EB9" w:rsidR="00D25F49" w:rsidRPr="00374CBE" w:rsidDel="00B04EEB" w:rsidRDefault="00D25F49" w:rsidP="00EF19D3">
            <w:pPr>
              <w:pStyle w:val="Tabletext0"/>
              <w:rPr>
                <w:del w:id="2228" w:author="Yasser Syed" w:date="2019-06-25T00:09:00Z"/>
                <w:rFonts w:eastAsia="Calibri"/>
              </w:rPr>
            </w:pPr>
            <w:del w:id="2229" w:author="Yasser Syed" w:date="2019-06-25T00:09:00Z">
              <w:r w:rsidRPr="00374CBE" w:rsidDel="00B04EEB">
                <w:rPr>
                  <w:rFonts w:eastAsia="Calibri"/>
                </w:rPr>
                <w:delText>Narrow</w:delText>
              </w:r>
            </w:del>
          </w:p>
        </w:tc>
        <w:tc>
          <w:tcPr>
            <w:tcW w:w="830" w:type="pct"/>
            <w:shd w:val="clear" w:color="auto" w:fill="auto"/>
          </w:tcPr>
          <w:p w14:paraId="3B08B8BF" w14:textId="0BD9F3FA" w:rsidR="00D25F49" w:rsidRPr="00374CBE" w:rsidDel="00B04EEB" w:rsidRDefault="00D25F49" w:rsidP="00EF19D3">
            <w:pPr>
              <w:pStyle w:val="Tabletext0"/>
              <w:rPr>
                <w:del w:id="2230" w:author="Yasser Syed" w:date="2019-06-25T00:09:00Z"/>
                <w:rFonts w:eastAsia="Calibri"/>
              </w:rPr>
            </w:pPr>
            <w:del w:id="2231" w:author="Yasser Syed" w:date="2019-06-25T00:09:00Z">
              <w:r w:rsidRPr="00374CBE" w:rsidDel="00B04EEB">
                <w:rPr>
                  <w:rFonts w:eastAsia="Calibri"/>
                </w:rPr>
                <w:delText>Narrow</w:delText>
              </w:r>
            </w:del>
          </w:p>
        </w:tc>
        <w:tc>
          <w:tcPr>
            <w:tcW w:w="915" w:type="pct"/>
            <w:gridSpan w:val="2"/>
            <w:shd w:val="clear" w:color="auto" w:fill="auto"/>
          </w:tcPr>
          <w:p w14:paraId="58A43BB8" w14:textId="726D5E45" w:rsidR="00D25F49" w:rsidRPr="00374CBE" w:rsidDel="00B04EEB" w:rsidRDefault="00D25F49" w:rsidP="00EF19D3">
            <w:pPr>
              <w:pStyle w:val="Tabletext0"/>
              <w:rPr>
                <w:del w:id="2232" w:author="Yasser Syed" w:date="2019-06-25T00:09:00Z"/>
                <w:rFonts w:eastAsia="Calibri"/>
              </w:rPr>
            </w:pPr>
            <w:del w:id="2233" w:author="Yasser Syed" w:date="2019-06-25T00:09:00Z">
              <w:r w:rsidRPr="00374CBE" w:rsidDel="00B04EEB">
                <w:rPr>
                  <w:rFonts w:eastAsia="Calibri"/>
                </w:rPr>
                <w:delText>Narrow</w:delText>
              </w:r>
            </w:del>
          </w:p>
        </w:tc>
      </w:tr>
      <w:tr w:rsidR="00120342" w:rsidRPr="00374CBE" w:rsidDel="00B04EEB" w14:paraId="44EF29ED" w14:textId="315D5545" w:rsidTr="00EF19D3">
        <w:trPr>
          <w:cantSplit/>
          <w:trHeight w:val="332"/>
          <w:jc w:val="center"/>
          <w:del w:id="2234" w:author="Yasser Syed" w:date="2019-06-25T00:09:00Z"/>
        </w:trPr>
        <w:tc>
          <w:tcPr>
            <w:tcW w:w="519" w:type="pct"/>
            <w:vMerge/>
            <w:shd w:val="clear" w:color="auto" w:fill="auto"/>
            <w:textDirection w:val="btLr"/>
            <w:vAlign w:val="center"/>
          </w:tcPr>
          <w:p w14:paraId="5A256ECB" w14:textId="1FC9885F" w:rsidR="00D25F49" w:rsidRPr="00374CBE" w:rsidDel="00B04EEB" w:rsidRDefault="00D25F49" w:rsidP="00EF19D3">
            <w:pPr>
              <w:pStyle w:val="Tabletext0"/>
              <w:rPr>
                <w:del w:id="2235" w:author="Yasser Syed" w:date="2019-06-25T00:09:00Z"/>
                <w:rFonts w:eastAsia="Calibri"/>
                <w:b/>
              </w:rPr>
            </w:pPr>
          </w:p>
        </w:tc>
        <w:tc>
          <w:tcPr>
            <w:tcW w:w="972" w:type="pct"/>
            <w:shd w:val="clear" w:color="auto" w:fill="auto"/>
          </w:tcPr>
          <w:p w14:paraId="69183789" w14:textId="4D1ADD42" w:rsidR="00D25F49" w:rsidRPr="00374CBE" w:rsidDel="00B04EEB" w:rsidRDefault="00D25F49" w:rsidP="00EF19D3">
            <w:pPr>
              <w:pStyle w:val="Tabletext0"/>
              <w:rPr>
                <w:del w:id="2236" w:author="Yasser Syed" w:date="2019-06-25T00:09:00Z"/>
                <w:rFonts w:eastAsia="Calibri"/>
              </w:rPr>
            </w:pPr>
            <w:del w:id="2237" w:author="Yasser Syed" w:date="2019-06-25T00:09:00Z">
              <w:r w:rsidRPr="00374CBE" w:rsidDel="00B04EEB">
                <w:rPr>
                  <w:rFonts w:eastAsia="Calibri"/>
                </w:rPr>
                <w:delText xml:space="preserve">4:2:0 chroma sample </w:delText>
              </w:r>
              <w:r w:rsidR="001769D9" w:rsidRPr="00374CBE" w:rsidDel="00B04EEB">
                <w:rPr>
                  <w:rFonts w:eastAsia="Calibri"/>
                </w:rPr>
                <w:delText xml:space="preserve">location </w:delText>
              </w:r>
              <w:r w:rsidRPr="00374CBE" w:rsidDel="00B04EEB">
                <w:rPr>
                  <w:rFonts w:eastAsia="Calibri"/>
                </w:rPr>
                <w:delText>alignment</w:delText>
              </w:r>
            </w:del>
          </w:p>
        </w:tc>
        <w:tc>
          <w:tcPr>
            <w:tcW w:w="850" w:type="pct"/>
            <w:shd w:val="clear" w:color="auto" w:fill="auto"/>
          </w:tcPr>
          <w:p w14:paraId="61178225" w14:textId="12A98987" w:rsidR="00D25F49" w:rsidRPr="00374CBE" w:rsidDel="00B04EEB" w:rsidRDefault="00D25F49" w:rsidP="00EF19D3">
            <w:pPr>
              <w:pStyle w:val="Tabletext0"/>
              <w:rPr>
                <w:del w:id="2238" w:author="Yasser Syed" w:date="2019-06-25T00:09:00Z"/>
                <w:rFonts w:eastAsia="Calibri"/>
              </w:rPr>
            </w:pPr>
            <w:del w:id="2239" w:author="Yasser Syed" w:date="2019-06-25T00:09:00Z">
              <w:r w:rsidRPr="00374CBE" w:rsidDel="00B04EEB">
                <w:rPr>
                  <w:rFonts w:eastAsia="Calibri"/>
                </w:rPr>
                <w:delText>Co-sited</w:delText>
              </w:r>
            </w:del>
          </w:p>
        </w:tc>
        <w:tc>
          <w:tcPr>
            <w:tcW w:w="914" w:type="pct"/>
            <w:gridSpan w:val="3"/>
            <w:shd w:val="clear" w:color="auto" w:fill="auto"/>
          </w:tcPr>
          <w:p w14:paraId="5DE8BD8D" w14:textId="60E0B02B" w:rsidR="00D25F49" w:rsidRPr="00374CBE" w:rsidDel="00B04EEB" w:rsidRDefault="00D25F49" w:rsidP="00EF19D3">
            <w:pPr>
              <w:pStyle w:val="Tabletext0"/>
              <w:rPr>
                <w:del w:id="2240" w:author="Yasser Syed" w:date="2019-06-25T00:09:00Z"/>
                <w:rFonts w:eastAsia="Calibri"/>
              </w:rPr>
            </w:pPr>
            <w:del w:id="2241" w:author="Yasser Syed" w:date="2019-06-25T00:09:00Z">
              <w:r w:rsidRPr="00374CBE" w:rsidDel="00B04EEB">
                <w:rPr>
                  <w:rFonts w:eastAsia="Calibri"/>
                </w:rPr>
                <w:delText>Co-sited</w:delText>
              </w:r>
            </w:del>
          </w:p>
        </w:tc>
        <w:tc>
          <w:tcPr>
            <w:tcW w:w="830" w:type="pct"/>
            <w:shd w:val="clear" w:color="auto" w:fill="auto"/>
          </w:tcPr>
          <w:p w14:paraId="44BCAA95" w14:textId="142666CE" w:rsidR="00D25F49" w:rsidRPr="00374CBE" w:rsidDel="00B04EEB" w:rsidRDefault="00A655E9" w:rsidP="00EF19D3">
            <w:pPr>
              <w:pStyle w:val="Tabletext0"/>
              <w:rPr>
                <w:del w:id="2242" w:author="Yasser Syed" w:date="2019-06-25T00:09:00Z"/>
                <w:rFonts w:eastAsia="Calibri"/>
              </w:rPr>
            </w:pPr>
            <w:del w:id="2243" w:author="Yasser Syed" w:date="2019-06-25T00:09:00Z">
              <w:r w:rsidRPr="00374CBE" w:rsidDel="00B04EEB">
                <w:rPr>
                  <w:rFonts w:eastAsia="Calibri"/>
                </w:rPr>
                <w:delText>N/A</w:delText>
              </w:r>
            </w:del>
          </w:p>
        </w:tc>
        <w:tc>
          <w:tcPr>
            <w:tcW w:w="915" w:type="pct"/>
            <w:gridSpan w:val="2"/>
            <w:shd w:val="clear" w:color="auto" w:fill="auto"/>
          </w:tcPr>
          <w:p w14:paraId="14E8E03C" w14:textId="37EA44C7" w:rsidR="00D25F49" w:rsidRPr="00374CBE" w:rsidDel="00B04EEB" w:rsidRDefault="00A655E9" w:rsidP="00EF19D3">
            <w:pPr>
              <w:pStyle w:val="Tabletext0"/>
              <w:rPr>
                <w:del w:id="2244" w:author="Yasser Syed" w:date="2019-06-25T00:09:00Z"/>
                <w:rFonts w:eastAsia="Calibri"/>
              </w:rPr>
            </w:pPr>
            <w:del w:id="2245" w:author="Yasser Syed" w:date="2019-06-25T00:09:00Z">
              <w:r w:rsidRPr="00374CBE" w:rsidDel="00B04EEB">
                <w:rPr>
                  <w:rFonts w:eastAsia="Calibri"/>
                </w:rPr>
                <w:delText>N/A</w:delText>
              </w:r>
            </w:del>
          </w:p>
        </w:tc>
      </w:tr>
      <w:tr w:rsidR="00120342" w:rsidRPr="00374CBE" w:rsidDel="00B04EEB" w14:paraId="1B52BE0E" w14:textId="77FB6075" w:rsidTr="00EF19D3">
        <w:trPr>
          <w:cantSplit/>
          <w:trHeight w:val="432"/>
          <w:jc w:val="center"/>
          <w:del w:id="2246" w:author="Yasser Syed" w:date="2019-06-25T00:09:00Z"/>
        </w:trPr>
        <w:tc>
          <w:tcPr>
            <w:tcW w:w="519" w:type="pct"/>
            <w:vMerge w:val="restart"/>
            <w:shd w:val="clear" w:color="auto" w:fill="auto"/>
            <w:textDirection w:val="btLr"/>
            <w:vAlign w:val="center"/>
          </w:tcPr>
          <w:p w14:paraId="2628318E" w14:textId="03637C08" w:rsidR="00D25F49" w:rsidRPr="009C4C03" w:rsidDel="00B04EEB" w:rsidRDefault="00D25F49" w:rsidP="00EF19D3">
            <w:pPr>
              <w:pStyle w:val="Tabletext0"/>
              <w:rPr>
                <w:del w:id="2247" w:author="Yasser Syed" w:date="2019-06-25T00:09:00Z"/>
                <w:rFonts w:eastAsia="Calibri"/>
                <w:b/>
                <w:lang w:val="fr-CH"/>
              </w:rPr>
            </w:pPr>
            <w:del w:id="2248" w:author="Yasser Syed" w:date="2019-06-25T00:09:00Z">
              <w:r w:rsidRPr="009C4C03" w:rsidDel="00B04EEB">
                <w:rPr>
                  <w:rFonts w:eastAsia="Calibri"/>
                  <w:b/>
                  <w:lang w:val="fr-CH"/>
                </w:rPr>
                <w:delText>CICP parameters</w:delText>
              </w:r>
              <w:r w:rsidR="00120342" w:rsidRPr="009C4C03" w:rsidDel="00B04EEB">
                <w:rPr>
                  <w:rFonts w:eastAsia="Calibri"/>
                  <w:b/>
                  <w:lang w:val="fr-CH"/>
                </w:rPr>
                <w:br/>
                <w:delText xml:space="preserve">Rec. ITU-T H.273 | ISO/IEC </w:delText>
              </w:r>
              <w:r w:rsidR="008A14C4" w:rsidRPr="009C4C03" w:rsidDel="00B04EEB">
                <w:rPr>
                  <w:rFonts w:eastAsia="Calibri"/>
                  <w:b/>
                  <w:lang w:val="fr-CH"/>
                </w:rPr>
                <w:delText>23091-2</w:delText>
              </w:r>
            </w:del>
          </w:p>
        </w:tc>
        <w:tc>
          <w:tcPr>
            <w:tcW w:w="972" w:type="pct"/>
            <w:shd w:val="clear" w:color="auto" w:fill="auto"/>
          </w:tcPr>
          <w:p w14:paraId="6F01E0DC" w14:textId="1D3C9F10" w:rsidR="00D25F49" w:rsidRPr="00374CBE" w:rsidDel="00B04EEB" w:rsidRDefault="00D25F49" w:rsidP="00EF19D3">
            <w:pPr>
              <w:pStyle w:val="Tabletext0"/>
              <w:rPr>
                <w:del w:id="2249" w:author="Yasser Syed" w:date="2019-06-25T00:09:00Z"/>
                <w:rFonts w:eastAsia="Calibri"/>
              </w:rPr>
            </w:pPr>
            <w:del w:id="2250" w:author="Yasser Syed" w:date="2019-06-25T00:09:00Z">
              <w:r w:rsidRPr="00374CBE" w:rsidDel="00B04EEB">
                <w:rPr>
                  <w:rFonts w:eastAsia="Calibri"/>
                </w:rPr>
                <w:delText>ColourPrimaries</w:delText>
              </w:r>
            </w:del>
          </w:p>
        </w:tc>
        <w:tc>
          <w:tcPr>
            <w:tcW w:w="850" w:type="pct"/>
            <w:shd w:val="clear" w:color="auto" w:fill="auto"/>
          </w:tcPr>
          <w:p w14:paraId="361C54AE" w14:textId="06B5987F" w:rsidR="00D25F49" w:rsidRPr="00374CBE" w:rsidDel="00B04EEB" w:rsidRDefault="00D25F49" w:rsidP="00EF19D3">
            <w:pPr>
              <w:pStyle w:val="Tabletext0"/>
              <w:rPr>
                <w:del w:id="2251" w:author="Yasser Syed" w:date="2019-06-25T00:09:00Z"/>
                <w:rFonts w:eastAsia="Calibri"/>
              </w:rPr>
            </w:pPr>
            <w:del w:id="2252" w:author="Yasser Syed" w:date="2019-06-25T00:09:00Z">
              <w:r w:rsidRPr="00374CBE" w:rsidDel="00B04EEB">
                <w:rPr>
                  <w:rFonts w:eastAsia="Calibri"/>
                </w:rPr>
                <w:delText>9</w:delText>
              </w:r>
            </w:del>
          </w:p>
        </w:tc>
        <w:tc>
          <w:tcPr>
            <w:tcW w:w="914" w:type="pct"/>
            <w:gridSpan w:val="3"/>
            <w:shd w:val="clear" w:color="auto" w:fill="auto"/>
          </w:tcPr>
          <w:p w14:paraId="77E95B51" w14:textId="675F550B" w:rsidR="00D25F49" w:rsidRPr="00374CBE" w:rsidDel="00B04EEB" w:rsidRDefault="00D25F49" w:rsidP="00EF19D3">
            <w:pPr>
              <w:pStyle w:val="Tabletext0"/>
              <w:rPr>
                <w:del w:id="2253" w:author="Yasser Syed" w:date="2019-06-25T00:09:00Z"/>
                <w:rFonts w:eastAsia="Calibri"/>
              </w:rPr>
            </w:pPr>
            <w:del w:id="2254" w:author="Yasser Syed" w:date="2019-06-25T00:09:00Z">
              <w:r w:rsidRPr="00374CBE" w:rsidDel="00B04EEB">
                <w:rPr>
                  <w:rFonts w:eastAsia="Calibri"/>
                </w:rPr>
                <w:delText>9</w:delText>
              </w:r>
            </w:del>
          </w:p>
        </w:tc>
        <w:tc>
          <w:tcPr>
            <w:tcW w:w="830" w:type="pct"/>
            <w:shd w:val="clear" w:color="auto" w:fill="auto"/>
          </w:tcPr>
          <w:p w14:paraId="4E6136E6" w14:textId="1101D415" w:rsidR="00D25F49" w:rsidRPr="00374CBE" w:rsidDel="00B04EEB" w:rsidRDefault="00D25F49" w:rsidP="00EF19D3">
            <w:pPr>
              <w:pStyle w:val="Tabletext0"/>
              <w:rPr>
                <w:del w:id="2255" w:author="Yasser Syed" w:date="2019-06-25T00:09:00Z"/>
                <w:rFonts w:eastAsia="Calibri"/>
              </w:rPr>
            </w:pPr>
            <w:del w:id="2256" w:author="Yasser Syed" w:date="2019-06-25T00:09:00Z">
              <w:r w:rsidRPr="00374CBE" w:rsidDel="00B04EEB">
                <w:rPr>
                  <w:rFonts w:eastAsia="Calibri"/>
                </w:rPr>
                <w:delText>9</w:delText>
              </w:r>
            </w:del>
          </w:p>
        </w:tc>
        <w:tc>
          <w:tcPr>
            <w:tcW w:w="915" w:type="pct"/>
            <w:gridSpan w:val="2"/>
            <w:shd w:val="clear" w:color="auto" w:fill="auto"/>
          </w:tcPr>
          <w:p w14:paraId="0283F4CB" w14:textId="2DD8F9FE" w:rsidR="00D25F49" w:rsidRPr="00374CBE" w:rsidDel="00B04EEB" w:rsidRDefault="00D25F49" w:rsidP="00EF19D3">
            <w:pPr>
              <w:pStyle w:val="Tabletext0"/>
              <w:rPr>
                <w:del w:id="2257" w:author="Yasser Syed" w:date="2019-06-25T00:09:00Z"/>
                <w:rFonts w:eastAsia="Calibri"/>
              </w:rPr>
            </w:pPr>
            <w:del w:id="2258" w:author="Yasser Syed" w:date="2019-06-25T00:09:00Z">
              <w:r w:rsidRPr="00374CBE" w:rsidDel="00B04EEB">
                <w:rPr>
                  <w:rFonts w:eastAsia="Calibri"/>
                </w:rPr>
                <w:delText>9</w:delText>
              </w:r>
            </w:del>
          </w:p>
        </w:tc>
      </w:tr>
      <w:tr w:rsidR="00120342" w:rsidRPr="00374CBE" w:rsidDel="00B04EEB" w14:paraId="7D7A0911" w14:textId="778F1EA4" w:rsidTr="00EF19D3">
        <w:trPr>
          <w:trHeight w:val="326"/>
          <w:jc w:val="center"/>
          <w:del w:id="2259" w:author="Yasser Syed" w:date="2019-06-25T00:09:00Z"/>
        </w:trPr>
        <w:tc>
          <w:tcPr>
            <w:tcW w:w="519" w:type="pct"/>
            <w:vMerge/>
            <w:shd w:val="clear" w:color="auto" w:fill="auto"/>
            <w:vAlign w:val="center"/>
          </w:tcPr>
          <w:p w14:paraId="5051DC4E" w14:textId="01B06AE2" w:rsidR="00D25F49" w:rsidRPr="00374CBE" w:rsidDel="00B04EEB" w:rsidRDefault="00D25F49" w:rsidP="00EF19D3">
            <w:pPr>
              <w:pStyle w:val="Tabletext0"/>
              <w:rPr>
                <w:del w:id="2260" w:author="Yasser Syed" w:date="2019-06-25T00:09:00Z"/>
                <w:rFonts w:eastAsia="Calibri"/>
                <w:b/>
              </w:rPr>
            </w:pPr>
          </w:p>
        </w:tc>
        <w:tc>
          <w:tcPr>
            <w:tcW w:w="972" w:type="pct"/>
            <w:shd w:val="clear" w:color="auto" w:fill="auto"/>
          </w:tcPr>
          <w:p w14:paraId="6F7D762C" w14:textId="0CA962D2" w:rsidR="00D25F49" w:rsidRPr="00374CBE" w:rsidDel="00B04EEB" w:rsidRDefault="00D25F49" w:rsidP="00EF19D3">
            <w:pPr>
              <w:pStyle w:val="Tabletext0"/>
              <w:rPr>
                <w:del w:id="2261" w:author="Yasser Syed" w:date="2019-06-25T00:09:00Z"/>
                <w:rFonts w:eastAsia="Calibri"/>
              </w:rPr>
            </w:pPr>
            <w:del w:id="2262" w:author="Yasser Syed" w:date="2019-06-25T00:09:00Z">
              <w:r w:rsidRPr="00374CBE" w:rsidDel="00B04EEB">
                <w:rPr>
                  <w:rFonts w:eastAsia="Calibri"/>
                </w:rPr>
                <w:delText>TransferCharacteristics</w:delText>
              </w:r>
            </w:del>
          </w:p>
        </w:tc>
        <w:tc>
          <w:tcPr>
            <w:tcW w:w="850" w:type="pct"/>
            <w:shd w:val="clear" w:color="auto" w:fill="auto"/>
          </w:tcPr>
          <w:p w14:paraId="3B2B6E05" w14:textId="28457B78" w:rsidR="00D25F49" w:rsidRPr="00374CBE" w:rsidDel="00B04EEB" w:rsidRDefault="00D25F49" w:rsidP="00EF19D3">
            <w:pPr>
              <w:pStyle w:val="Tabletext0"/>
              <w:rPr>
                <w:del w:id="2263" w:author="Yasser Syed" w:date="2019-06-25T00:09:00Z"/>
                <w:rFonts w:eastAsia="Calibri"/>
              </w:rPr>
            </w:pPr>
            <w:del w:id="2264" w:author="Yasser Syed" w:date="2019-06-25T00:09:00Z">
              <w:r w:rsidRPr="00374CBE" w:rsidDel="00B04EEB">
                <w:rPr>
                  <w:rFonts w:eastAsia="Calibri"/>
                </w:rPr>
                <w:delText>16</w:delText>
              </w:r>
            </w:del>
          </w:p>
        </w:tc>
        <w:tc>
          <w:tcPr>
            <w:tcW w:w="914" w:type="pct"/>
            <w:gridSpan w:val="3"/>
            <w:shd w:val="clear" w:color="auto" w:fill="auto"/>
          </w:tcPr>
          <w:p w14:paraId="0C288F5C" w14:textId="330744A7" w:rsidR="00D25F49" w:rsidRPr="00374CBE" w:rsidDel="00B04EEB" w:rsidRDefault="00D25F49" w:rsidP="00EF19D3">
            <w:pPr>
              <w:pStyle w:val="Tabletext0"/>
              <w:rPr>
                <w:del w:id="2265" w:author="Yasser Syed" w:date="2019-06-25T00:09:00Z"/>
                <w:rFonts w:eastAsia="Calibri"/>
              </w:rPr>
            </w:pPr>
            <w:del w:id="2266" w:author="Yasser Syed" w:date="2019-06-25T00:09:00Z">
              <w:r w:rsidRPr="00374CBE" w:rsidDel="00B04EEB">
                <w:rPr>
                  <w:rFonts w:eastAsia="Calibri"/>
                </w:rPr>
                <w:delText>18</w:delText>
              </w:r>
            </w:del>
          </w:p>
        </w:tc>
        <w:tc>
          <w:tcPr>
            <w:tcW w:w="830" w:type="pct"/>
            <w:shd w:val="clear" w:color="auto" w:fill="auto"/>
          </w:tcPr>
          <w:p w14:paraId="0B107239" w14:textId="3D6A9AAC" w:rsidR="00D25F49" w:rsidRPr="00374CBE" w:rsidDel="00B04EEB" w:rsidRDefault="00D25F49" w:rsidP="00EF19D3">
            <w:pPr>
              <w:pStyle w:val="Tabletext0"/>
              <w:rPr>
                <w:del w:id="2267" w:author="Yasser Syed" w:date="2019-06-25T00:09:00Z"/>
                <w:rFonts w:eastAsia="Calibri"/>
              </w:rPr>
            </w:pPr>
            <w:del w:id="2268" w:author="Yasser Syed" w:date="2019-06-25T00:09:00Z">
              <w:r w:rsidRPr="00374CBE" w:rsidDel="00B04EEB">
                <w:rPr>
                  <w:rFonts w:eastAsia="Calibri"/>
                </w:rPr>
                <w:delText>16</w:delText>
              </w:r>
            </w:del>
          </w:p>
        </w:tc>
        <w:tc>
          <w:tcPr>
            <w:tcW w:w="915" w:type="pct"/>
            <w:gridSpan w:val="2"/>
            <w:shd w:val="clear" w:color="auto" w:fill="auto"/>
          </w:tcPr>
          <w:p w14:paraId="10FAB838" w14:textId="047780A6" w:rsidR="00D25F49" w:rsidRPr="00374CBE" w:rsidDel="00B04EEB" w:rsidRDefault="00D25F49" w:rsidP="00EF19D3">
            <w:pPr>
              <w:pStyle w:val="Tabletext0"/>
              <w:rPr>
                <w:del w:id="2269" w:author="Yasser Syed" w:date="2019-06-25T00:09:00Z"/>
                <w:rFonts w:eastAsia="Calibri"/>
              </w:rPr>
            </w:pPr>
            <w:del w:id="2270" w:author="Yasser Syed" w:date="2019-06-25T00:09:00Z">
              <w:r w:rsidRPr="00374CBE" w:rsidDel="00B04EEB">
                <w:rPr>
                  <w:rFonts w:eastAsia="Calibri"/>
                </w:rPr>
                <w:delText>18</w:delText>
              </w:r>
            </w:del>
          </w:p>
        </w:tc>
      </w:tr>
      <w:tr w:rsidR="00120342" w:rsidRPr="00374CBE" w:rsidDel="00B04EEB" w14:paraId="68FB8D9F" w14:textId="7B43AAE6" w:rsidTr="00EF19D3">
        <w:trPr>
          <w:trHeight w:val="326"/>
          <w:jc w:val="center"/>
          <w:del w:id="2271" w:author="Yasser Syed" w:date="2019-06-25T00:09:00Z"/>
        </w:trPr>
        <w:tc>
          <w:tcPr>
            <w:tcW w:w="519" w:type="pct"/>
            <w:vMerge/>
            <w:shd w:val="clear" w:color="auto" w:fill="auto"/>
            <w:vAlign w:val="center"/>
          </w:tcPr>
          <w:p w14:paraId="4DBAD161" w14:textId="48977E93" w:rsidR="00D25F49" w:rsidRPr="00374CBE" w:rsidDel="00B04EEB" w:rsidRDefault="00D25F49" w:rsidP="00EF19D3">
            <w:pPr>
              <w:pStyle w:val="Tabletext0"/>
              <w:rPr>
                <w:del w:id="2272" w:author="Yasser Syed" w:date="2019-06-25T00:09:00Z"/>
                <w:rFonts w:eastAsia="Calibri"/>
                <w:b/>
              </w:rPr>
            </w:pPr>
          </w:p>
        </w:tc>
        <w:tc>
          <w:tcPr>
            <w:tcW w:w="972" w:type="pct"/>
            <w:shd w:val="clear" w:color="auto" w:fill="auto"/>
          </w:tcPr>
          <w:p w14:paraId="12FF47FD" w14:textId="7F812BC6" w:rsidR="00D25F49" w:rsidRPr="00374CBE" w:rsidDel="00B04EEB" w:rsidRDefault="00D25F49" w:rsidP="00EF19D3">
            <w:pPr>
              <w:pStyle w:val="Tabletext0"/>
              <w:rPr>
                <w:del w:id="2273" w:author="Yasser Syed" w:date="2019-06-25T00:09:00Z"/>
                <w:rFonts w:eastAsia="Calibri"/>
              </w:rPr>
            </w:pPr>
            <w:del w:id="2274" w:author="Yasser Syed" w:date="2019-06-25T00:09:00Z">
              <w:r w:rsidRPr="00374CBE" w:rsidDel="00B04EEB">
                <w:rPr>
                  <w:rFonts w:eastAsia="Calibri"/>
                </w:rPr>
                <w:delText>MatrixCoefficients</w:delText>
              </w:r>
            </w:del>
          </w:p>
        </w:tc>
        <w:tc>
          <w:tcPr>
            <w:tcW w:w="850" w:type="pct"/>
            <w:shd w:val="clear" w:color="auto" w:fill="auto"/>
          </w:tcPr>
          <w:p w14:paraId="66796EE7" w14:textId="5E861A9D" w:rsidR="00D25F49" w:rsidRPr="00374CBE" w:rsidDel="00B04EEB" w:rsidRDefault="00D25F49" w:rsidP="00EF19D3">
            <w:pPr>
              <w:pStyle w:val="Tabletext0"/>
              <w:rPr>
                <w:del w:id="2275" w:author="Yasser Syed" w:date="2019-06-25T00:09:00Z"/>
                <w:rFonts w:eastAsia="Calibri"/>
              </w:rPr>
            </w:pPr>
            <w:del w:id="2276" w:author="Yasser Syed" w:date="2019-06-25T00:09:00Z">
              <w:r w:rsidRPr="00374CBE" w:rsidDel="00B04EEB">
                <w:rPr>
                  <w:rFonts w:eastAsia="Calibri"/>
                </w:rPr>
                <w:delText>9</w:delText>
              </w:r>
            </w:del>
          </w:p>
        </w:tc>
        <w:tc>
          <w:tcPr>
            <w:tcW w:w="914" w:type="pct"/>
            <w:gridSpan w:val="3"/>
            <w:shd w:val="clear" w:color="auto" w:fill="auto"/>
          </w:tcPr>
          <w:p w14:paraId="5BA08462" w14:textId="7CEDC3DC" w:rsidR="00D25F49" w:rsidRPr="00374CBE" w:rsidDel="00B04EEB" w:rsidRDefault="00D25F49" w:rsidP="00EF19D3">
            <w:pPr>
              <w:pStyle w:val="Tabletext0"/>
              <w:rPr>
                <w:del w:id="2277" w:author="Yasser Syed" w:date="2019-06-25T00:09:00Z"/>
                <w:rFonts w:eastAsia="Calibri"/>
              </w:rPr>
            </w:pPr>
            <w:del w:id="2278" w:author="Yasser Syed" w:date="2019-06-25T00:09:00Z">
              <w:r w:rsidRPr="00374CBE" w:rsidDel="00B04EEB">
                <w:rPr>
                  <w:rFonts w:eastAsia="Calibri"/>
                </w:rPr>
                <w:delText>9</w:delText>
              </w:r>
            </w:del>
          </w:p>
        </w:tc>
        <w:tc>
          <w:tcPr>
            <w:tcW w:w="830" w:type="pct"/>
            <w:shd w:val="clear" w:color="auto" w:fill="auto"/>
          </w:tcPr>
          <w:p w14:paraId="38039618" w14:textId="6C4D985F" w:rsidR="00D25F49" w:rsidRPr="00374CBE" w:rsidDel="00B04EEB" w:rsidRDefault="00D25F49" w:rsidP="00EF19D3">
            <w:pPr>
              <w:pStyle w:val="Tabletext0"/>
              <w:rPr>
                <w:del w:id="2279" w:author="Yasser Syed" w:date="2019-06-25T00:09:00Z"/>
                <w:rFonts w:eastAsia="Calibri"/>
              </w:rPr>
            </w:pPr>
            <w:del w:id="2280" w:author="Yasser Syed" w:date="2019-06-25T00:09:00Z">
              <w:r w:rsidRPr="00374CBE" w:rsidDel="00B04EEB">
                <w:rPr>
                  <w:rFonts w:eastAsia="Calibri"/>
                </w:rPr>
                <w:delText>0</w:delText>
              </w:r>
            </w:del>
          </w:p>
        </w:tc>
        <w:tc>
          <w:tcPr>
            <w:tcW w:w="915" w:type="pct"/>
            <w:gridSpan w:val="2"/>
            <w:shd w:val="clear" w:color="auto" w:fill="auto"/>
          </w:tcPr>
          <w:p w14:paraId="7CA1DF2C" w14:textId="34033CE3" w:rsidR="00D25F49" w:rsidRPr="00374CBE" w:rsidDel="00B04EEB" w:rsidRDefault="00D25F49" w:rsidP="00EF19D3">
            <w:pPr>
              <w:pStyle w:val="Tabletext0"/>
              <w:rPr>
                <w:del w:id="2281" w:author="Yasser Syed" w:date="2019-06-25T00:09:00Z"/>
                <w:rFonts w:eastAsia="Calibri"/>
              </w:rPr>
            </w:pPr>
            <w:del w:id="2282" w:author="Yasser Syed" w:date="2019-06-25T00:09:00Z">
              <w:r w:rsidRPr="00374CBE" w:rsidDel="00B04EEB">
                <w:rPr>
                  <w:rFonts w:eastAsia="Calibri"/>
                </w:rPr>
                <w:delText>0</w:delText>
              </w:r>
            </w:del>
          </w:p>
        </w:tc>
      </w:tr>
      <w:tr w:rsidR="00120342" w:rsidRPr="00374CBE" w:rsidDel="00B04EEB" w14:paraId="478BF592" w14:textId="7264634E" w:rsidTr="00EF19D3">
        <w:trPr>
          <w:trHeight w:val="326"/>
          <w:jc w:val="center"/>
          <w:del w:id="2283" w:author="Yasser Syed" w:date="2019-06-25T00:09:00Z"/>
        </w:trPr>
        <w:tc>
          <w:tcPr>
            <w:tcW w:w="519" w:type="pct"/>
            <w:vMerge/>
            <w:shd w:val="clear" w:color="auto" w:fill="auto"/>
            <w:vAlign w:val="center"/>
          </w:tcPr>
          <w:p w14:paraId="157509AC" w14:textId="6E0042F8" w:rsidR="00D25F49" w:rsidRPr="00374CBE" w:rsidDel="00B04EEB" w:rsidRDefault="00D25F49" w:rsidP="00EF19D3">
            <w:pPr>
              <w:pStyle w:val="Tabletext0"/>
              <w:rPr>
                <w:del w:id="2284" w:author="Yasser Syed" w:date="2019-06-25T00:09:00Z"/>
                <w:rFonts w:eastAsia="Calibri"/>
                <w:b/>
              </w:rPr>
            </w:pPr>
          </w:p>
        </w:tc>
        <w:tc>
          <w:tcPr>
            <w:tcW w:w="972" w:type="pct"/>
            <w:shd w:val="clear" w:color="auto" w:fill="auto"/>
          </w:tcPr>
          <w:p w14:paraId="4600B718" w14:textId="3C3EC090" w:rsidR="00D25F49" w:rsidRPr="00374CBE" w:rsidDel="00B04EEB" w:rsidRDefault="007A4B0C" w:rsidP="00EF19D3">
            <w:pPr>
              <w:pStyle w:val="Tabletext0"/>
              <w:rPr>
                <w:del w:id="2285" w:author="Yasser Syed" w:date="2019-06-25T00:09:00Z"/>
                <w:rFonts w:eastAsia="Calibri"/>
              </w:rPr>
            </w:pPr>
            <w:del w:id="2286" w:author="Yasser Syed" w:date="2019-06-25T00:09:00Z">
              <w:r w:rsidRPr="00374CBE" w:rsidDel="00B04EEB">
                <w:rPr>
                  <w:rFonts w:eastAsia="Calibri"/>
                </w:rPr>
                <w:delText>VideoFullRangeFlag</w:delText>
              </w:r>
            </w:del>
          </w:p>
        </w:tc>
        <w:tc>
          <w:tcPr>
            <w:tcW w:w="850" w:type="pct"/>
            <w:shd w:val="clear" w:color="auto" w:fill="auto"/>
          </w:tcPr>
          <w:p w14:paraId="247CE29F" w14:textId="732708C3" w:rsidR="00D25F49" w:rsidRPr="00374CBE" w:rsidDel="00B04EEB" w:rsidRDefault="00D25F49" w:rsidP="00EF19D3">
            <w:pPr>
              <w:pStyle w:val="Tabletext0"/>
              <w:rPr>
                <w:del w:id="2287" w:author="Yasser Syed" w:date="2019-06-25T00:09:00Z"/>
                <w:rFonts w:eastAsia="Calibri"/>
              </w:rPr>
            </w:pPr>
            <w:del w:id="2288" w:author="Yasser Syed" w:date="2019-06-25T00:09:00Z">
              <w:r w:rsidRPr="00374CBE" w:rsidDel="00B04EEB">
                <w:rPr>
                  <w:rFonts w:eastAsia="Calibri"/>
                </w:rPr>
                <w:delText>0</w:delText>
              </w:r>
            </w:del>
          </w:p>
        </w:tc>
        <w:tc>
          <w:tcPr>
            <w:tcW w:w="914" w:type="pct"/>
            <w:gridSpan w:val="3"/>
            <w:shd w:val="clear" w:color="auto" w:fill="auto"/>
          </w:tcPr>
          <w:p w14:paraId="660EAB80" w14:textId="6CF5FC5E" w:rsidR="00D25F49" w:rsidRPr="00374CBE" w:rsidDel="00B04EEB" w:rsidRDefault="00D25F49" w:rsidP="00EF19D3">
            <w:pPr>
              <w:pStyle w:val="Tabletext0"/>
              <w:rPr>
                <w:del w:id="2289" w:author="Yasser Syed" w:date="2019-06-25T00:09:00Z"/>
                <w:rFonts w:eastAsia="Calibri"/>
              </w:rPr>
            </w:pPr>
            <w:del w:id="2290" w:author="Yasser Syed" w:date="2019-06-25T00:09:00Z">
              <w:r w:rsidRPr="00374CBE" w:rsidDel="00B04EEB">
                <w:rPr>
                  <w:rFonts w:eastAsia="Calibri"/>
                </w:rPr>
                <w:delText>0</w:delText>
              </w:r>
            </w:del>
          </w:p>
        </w:tc>
        <w:tc>
          <w:tcPr>
            <w:tcW w:w="830" w:type="pct"/>
            <w:shd w:val="clear" w:color="auto" w:fill="auto"/>
          </w:tcPr>
          <w:p w14:paraId="5BD6411D" w14:textId="25334AB8" w:rsidR="00D25F49" w:rsidRPr="00374CBE" w:rsidDel="00B04EEB" w:rsidRDefault="00D25F49" w:rsidP="00EF19D3">
            <w:pPr>
              <w:pStyle w:val="Tabletext0"/>
              <w:rPr>
                <w:del w:id="2291" w:author="Yasser Syed" w:date="2019-06-25T00:09:00Z"/>
                <w:rFonts w:eastAsia="Calibri"/>
              </w:rPr>
            </w:pPr>
            <w:del w:id="2292" w:author="Yasser Syed" w:date="2019-06-25T00:09:00Z">
              <w:r w:rsidRPr="00374CBE" w:rsidDel="00B04EEB">
                <w:rPr>
                  <w:rFonts w:eastAsia="Calibri"/>
                </w:rPr>
                <w:delText>0</w:delText>
              </w:r>
            </w:del>
          </w:p>
        </w:tc>
        <w:tc>
          <w:tcPr>
            <w:tcW w:w="915" w:type="pct"/>
            <w:gridSpan w:val="2"/>
            <w:shd w:val="clear" w:color="auto" w:fill="auto"/>
          </w:tcPr>
          <w:p w14:paraId="458CD9CA" w14:textId="3D0B37B1" w:rsidR="00D25F49" w:rsidRPr="00374CBE" w:rsidDel="00B04EEB" w:rsidRDefault="00D25F49" w:rsidP="00EF19D3">
            <w:pPr>
              <w:pStyle w:val="Tabletext0"/>
              <w:rPr>
                <w:del w:id="2293" w:author="Yasser Syed" w:date="2019-06-25T00:09:00Z"/>
                <w:rFonts w:eastAsia="Calibri"/>
              </w:rPr>
            </w:pPr>
            <w:del w:id="2294" w:author="Yasser Syed" w:date="2019-06-25T00:09:00Z">
              <w:r w:rsidRPr="00374CBE" w:rsidDel="00B04EEB">
                <w:rPr>
                  <w:rFonts w:eastAsia="Calibri"/>
                </w:rPr>
                <w:delText>0</w:delText>
              </w:r>
            </w:del>
          </w:p>
        </w:tc>
      </w:tr>
      <w:tr w:rsidR="00120342" w:rsidRPr="00374CBE" w:rsidDel="00B04EEB" w14:paraId="4BC8C4E0" w14:textId="2CE9A412" w:rsidTr="00EF19D3">
        <w:trPr>
          <w:jc w:val="center"/>
          <w:del w:id="2295" w:author="Yasser Syed" w:date="2019-06-25T00:09:00Z"/>
        </w:trPr>
        <w:tc>
          <w:tcPr>
            <w:tcW w:w="519" w:type="pct"/>
            <w:vMerge w:val="restart"/>
            <w:shd w:val="clear" w:color="auto" w:fill="auto"/>
            <w:textDirection w:val="btLr"/>
            <w:vAlign w:val="center"/>
          </w:tcPr>
          <w:p w14:paraId="5F58BE0D" w14:textId="64819256" w:rsidR="00D25F49" w:rsidRPr="00374CBE" w:rsidDel="00B04EEB" w:rsidRDefault="00D25F49" w:rsidP="009C4C03">
            <w:pPr>
              <w:pStyle w:val="Tabletext0"/>
              <w:jc w:val="center"/>
              <w:rPr>
                <w:del w:id="2296" w:author="Yasser Syed" w:date="2019-06-25T00:09:00Z"/>
                <w:rFonts w:eastAsia="Calibri"/>
                <w:b/>
              </w:rPr>
            </w:pPr>
            <w:del w:id="2297" w:author="Yasser Syed" w:date="2019-06-25T00:09:00Z">
              <w:r w:rsidRPr="00374CBE" w:rsidDel="00B04EEB">
                <w:rPr>
                  <w:rFonts w:eastAsia="Calibri"/>
                  <w:b/>
                </w:rPr>
                <w:delText>SMPTE MXF parameters</w:delText>
              </w:r>
              <w:r w:rsidR="00FB6CC6" w:rsidRPr="00374CBE" w:rsidDel="00B04EEB">
                <w:rPr>
                  <w:rFonts w:eastAsia="Calibri"/>
                  <w:b/>
                </w:rPr>
                <w:br/>
              </w:r>
              <w:r w:rsidR="00950D65" w:rsidRPr="00374CBE" w:rsidDel="00B04EEB">
                <w:rPr>
                  <w:rFonts w:eastAsia="Calibri"/>
                  <w:b/>
                </w:rPr>
                <w:delText xml:space="preserve">SMPTE </w:delText>
              </w:r>
              <w:r w:rsidR="0019796F" w:rsidRPr="00374CBE" w:rsidDel="00B04EEB">
                <w:rPr>
                  <w:b/>
                </w:rPr>
                <w:delText>ST 2067-21</w:delText>
              </w:r>
            </w:del>
          </w:p>
        </w:tc>
        <w:tc>
          <w:tcPr>
            <w:tcW w:w="972" w:type="pct"/>
            <w:shd w:val="clear" w:color="auto" w:fill="auto"/>
          </w:tcPr>
          <w:p w14:paraId="6A7FD4A8" w14:textId="485EA6E2" w:rsidR="00D25F49" w:rsidRPr="00374CBE" w:rsidDel="00B04EEB" w:rsidRDefault="00D25F49" w:rsidP="00EF19D3">
            <w:pPr>
              <w:pStyle w:val="Tabletext0"/>
              <w:rPr>
                <w:del w:id="2298" w:author="Yasser Syed" w:date="2019-06-25T00:09:00Z"/>
                <w:rFonts w:eastAsia="Calibri"/>
              </w:rPr>
            </w:pPr>
            <w:del w:id="2299" w:author="Yasser Syed" w:date="2019-06-25T00:09:00Z">
              <w:r w:rsidRPr="00374CBE" w:rsidDel="00B04EEB">
                <w:rPr>
                  <w:rFonts w:eastAsia="Calibri"/>
                </w:rPr>
                <w:delText>Colour primaries</w:delText>
              </w:r>
            </w:del>
          </w:p>
        </w:tc>
        <w:tc>
          <w:tcPr>
            <w:tcW w:w="3509" w:type="pct"/>
            <w:gridSpan w:val="7"/>
            <w:shd w:val="clear" w:color="auto" w:fill="auto"/>
          </w:tcPr>
          <w:p w14:paraId="450E2C5D" w14:textId="786DF1FE" w:rsidR="00D25F49" w:rsidRPr="00374CBE" w:rsidDel="00B04EEB" w:rsidRDefault="00D25F49" w:rsidP="00EF19D3">
            <w:pPr>
              <w:pStyle w:val="Tabletext0"/>
              <w:rPr>
                <w:del w:id="2300" w:author="Yasser Syed" w:date="2019-06-25T00:09:00Z"/>
                <w:rFonts w:eastAsia="Calibri"/>
              </w:rPr>
            </w:pPr>
            <w:del w:id="2301" w:author="Yasser Syed" w:date="2019-06-25T00:09:00Z">
              <w:r w:rsidRPr="00374CBE" w:rsidDel="00B04EEB">
                <w:rPr>
                  <w:rFonts w:eastAsia="Calibri"/>
                </w:rPr>
                <w:delText>06.0E.2B.34.04.01.01.0D.04.01.01.01.03.04.00.00</w:delText>
              </w:r>
            </w:del>
          </w:p>
        </w:tc>
      </w:tr>
      <w:tr w:rsidR="00120342" w:rsidRPr="00374CBE" w:rsidDel="00B04EEB" w14:paraId="6AF5AD73" w14:textId="139D0A18" w:rsidTr="00EF19D3">
        <w:trPr>
          <w:jc w:val="center"/>
          <w:del w:id="2302" w:author="Yasser Syed" w:date="2019-06-25T00:09:00Z"/>
        </w:trPr>
        <w:tc>
          <w:tcPr>
            <w:tcW w:w="519" w:type="pct"/>
            <w:vMerge/>
            <w:shd w:val="clear" w:color="auto" w:fill="auto"/>
            <w:vAlign w:val="center"/>
          </w:tcPr>
          <w:p w14:paraId="70359E16" w14:textId="1A4817B0" w:rsidR="00D25F49" w:rsidRPr="00374CBE" w:rsidDel="00B04EEB" w:rsidRDefault="00D25F49" w:rsidP="00EF19D3">
            <w:pPr>
              <w:pStyle w:val="Tabletext0"/>
              <w:rPr>
                <w:del w:id="2303" w:author="Yasser Syed" w:date="2019-06-25T00:09:00Z"/>
                <w:rFonts w:eastAsia="Calibri"/>
              </w:rPr>
            </w:pPr>
          </w:p>
        </w:tc>
        <w:tc>
          <w:tcPr>
            <w:tcW w:w="972" w:type="pct"/>
            <w:shd w:val="clear" w:color="auto" w:fill="auto"/>
          </w:tcPr>
          <w:p w14:paraId="53FEB497" w14:textId="4DD49AB7" w:rsidR="00D25F49" w:rsidRPr="00374CBE" w:rsidDel="00B04EEB" w:rsidRDefault="00D25F49" w:rsidP="00EF19D3">
            <w:pPr>
              <w:pStyle w:val="Tabletext0"/>
              <w:rPr>
                <w:del w:id="2304" w:author="Yasser Syed" w:date="2019-06-25T00:09:00Z"/>
                <w:rFonts w:eastAsia="Calibri"/>
              </w:rPr>
            </w:pPr>
            <w:del w:id="2305" w:author="Yasser Syed" w:date="2019-06-25T00:09:00Z">
              <w:r w:rsidRPr="00374CBE" w:rsidDel="00B04EEB">
                <w:rPr>
                  <w:rFonts w:eastAsia="Calibri"/>
                </w:rPr>
                <w:delText>Transfer characteristic</w:delText>
              </w:r>
            </w:del>
          </w:p>
        </w:tc>
        <w:tc>
          <w:tcPr>
            <w:tcW w:w="850" w:type="pct"/>
            <w:shd w:val="clear" w:color="auto" w:fill="auto"/>
          </w:tcPr>
          <w:p w14:paraId="6D62F5C5" w14:textId="6DFC2E15" w:rsidR="00D25F49" w:rsidRPr="00374CBE" w:rsidDel="00B04EEB" w:rsidRDefault="00D25F49" w:rsidP="00EF19D3">
            <w:pPr>
              <w:pStyle w:val="Tabletext0"/>
              <w:rPr>
                <w:del w:id="2306" w:author="Yasser Syed" w:date="2019-06-25T00:09:00Z"/>
                <w:rFonts w:eastAsia="Calibri"/>
              </w:rPr>
            </w:pPr>
            <w:del w:id="2307" w:author="Yasser Syed" w:date="2019-06-25T00:09:00Z">
              <w:r w:rsidRPr="00374CBE" w:rsidDel="00B04EEB">
                <w:rPr>
                  <w:rFonts w:eastAsia="Calibri"/>
                </w:rPr>
                <w:delText>06.0E.2B.34.04.01.01.0D.04.01.01.01.01.0A.00.00</w:delText>
              </w:r>
            </w:del>
          </w:p>
        </w:tc>
        <w:tc>
          <w:tcPr>
            <w:tcW w:w="914" w:type="pct"/>
            <w:gridSpan w:val="3"/>
            <w:shd w:val="clear" w:color="auto" w:fill="auto"/>
          </w:tcPr>
          <w:p w14:paraId="087B7C82" w14:textId="6887B31E" w:rsidR="00D25F49" w:rsidRPr="00374CBE" w:rsidDel="00B04EEB" w:rsidRDefault="00D25F49" w:rsidP="00EF19D3">
            <w:pPr>
              <w:pStyle w:val="Tabletext0"/>
              <w:rPr>
                <w:del w:id="2308" w:author="Yasser Syed" w:date="2019-06-25T00:09:00Z"/>
                <w:rFonts w:eastAsia="Calibri"/>
              </w:rPr>
            </w:pPr>
            <w:del w:id="2309" w:author="Yasser Syed" w:date="2019-06-25T00:09:00Z">
              <w:r w:rsidRPr="00374CBE" w:rsidDel="00B04EEB">
                <w:rPr>
                  <w:rFonts w:eastAsia="Calibri"/>
                </w:rPr>
                <w:delText>06.0E.2B.34.04.01.01.0D.04.01.01.01.01.0B.00.00</w:delText>
              </w:r>
            </w:del>
          </w:p>
        </w:tc>
        <w:tc>
          <w:tcPr>
            <w:tcW w:w="830" w:type="pct"/>
            <w:shd w:val="clear" w:color="auto" w:fill="auto"/>
          </w:tcPr>
          <w:p w14:paraId="0464371C" w14:textId="5515A65A" w:rsidR="00D25F49" w:rsidRPr="00374CBE" w:rsidDel="00B04EEB" w:rsidRDefault="00D25F49" w:rsidP="00EF19D3">
            <w:pPr>
              <w:pStyle w:val="Tabletext0"/>
              <w:rPr>
                <w:del w:id="2310" w:author="Yasser Syed" w:date="2019-06-25T00:09:00Z"/>
                <w:rFonts w:eastAsia="Calibri"/>
              </w:rPr>
            </w:pPr>
            <w:del w:id="2311" w:author="Yasser Syed" w:date="2019-06-25T00:09:00Z">
              <w:r w:rsidRPr="00374CBE" w:rsidDel="00B04EEB">
                <w:rPr>
                  <w:rFonts w:eastAsia="Calibri"/>
                </w:rPr>
                <w:delText>06.0E.2B.34.04.01.01.0D.04.01.01.01.01.0A.00.00</w:delText>
              </w:r>
            </w:del>
          </w:p>
        </w:tc>
        <w:tc>
          <w:tcPr>
            <w:tcW w:w="915" w:type="pct"/>
            <w:gridSpan w:val="2"/>
            <w:shd w:val="clear" w:color="auto" w:fill="auto"/>
          </w:tcPr>
          <w:p w14:paraId="13A2E346" w14:textId="0370A600" w:rsidR="00D25F49" w:rsidRPr="00374CBE" w:rsidDel="00B04EEB" w:rsidRDefault="00D25F49" w:rsidP="00EF19D3">
            <w:pPr>
              <w:pStyle w:val="Tabletext0"/>
              <w:rPr>
                <w:del w:id="2312" w:author="Yasser Syed" w:date="2019-06-25T00:09:00Z"/>
                <w:rFonts w:eastAsia="Calibri"/>
              </w:rPr>
            </w:pPr>
            <w:del w:id="2313" w:author="Yasser Syed" w:date="2019-06-25T00:09:00Z">
              <w:r w:rsidRPr="00374CBE" w:rsidDel="00B04EEB">
                <w:rPr>
                  <w:rFonts w:eastAsia="Calibri"/>
                </w:rPr>
                <w:delText>06.0E.2B.34.04.01.01.0D.04.01.01.01.01.0B.00.00</w:delText>
              </w:r>
            </w:del>
          </w:p>
        </w:tc>
      </w:tr>
      <w:tr w:rsidR="00120342" w:rsidRPr="00374CBE" w:rsidDel="00B04EEB" w14:paraId="6910C988" w14:textId="113719A0" w:rsidTr="00EF19D3">
        <w:trPr>
          <w:jc w:val="center"/>
          <w:del w:id="2314" w:author="Yasser Syed" w:date="2019-06-25T00:09:00Z"/>
        </w:trPr>
        <w:tc>
          <w:tcPr>
            <w:tcW w:w="519" w:type="pct"/>
            <w:vMerge/>
            <w:shd w:val="clear" w:color="auto" w:fill="auto"/>
            <w:vAlign w:val="center"/>
          </w:tcPr>
          <w:p w14:paraId="6E0BF761" w14:textId="0A990820" w:rsidR="00D25F49" w:rsidRPr="00374CBE" w:rsidDel="00B04EEB" w:rsidRDefault="00D25F49" w:rsidP="00EF19D3">
            <w:pPr>
              <w:pStyle w:val="Tabletext0"/>
              <w:rPr>
                <w:del w:id="2315" w:author="Yasser Syed" w:date="2019-06-25T00:09:00Z"/>
                <w:rFonts w:eastAsia="Calibri"/>
              </w:rPr>
            </w:pPr>
          </w:p>
        </w:tc>
        <w:tc>
          <w:tcPr>
            <w:tcW w:w="972" w:type="pct"/>
            <w:shd w:val="clear" w:color="auto" w:fill="auto"/>
          </w:tcPr>
          <w:p w14:paraId="5C1E45F0" w14:textId="4C3B9A4D" w:rsidR="00D25F49" w:rsidRPr="00374CBE" w:rsidDel="00B04EEB" w:rsidRDefault="00D25F49" w:rsidP="00EF19D3">
            <w:pPr>
              <w:pStyle w:val="Tabletext0"/>
              <w:rPr>
                <w:del w:id="2316" w:author="Yasser Syed" w:date="2019-06-25T00:09:00Z"/>
                <w:rFonts w:eastAsia="Calibri"/>
              </w:rPr>
            </w:pPr>
            <w:del w:id="2317" w:author="Yasser Syed" w:date="2019-06-25T00:09:00Z">
              <w:r w:rsidRPr="00374CBE" w:rsidDel="00B04EEB">
                <w:rPr>
                  <w:rFonts w:eastAsia="Calibri"/>
                </w:rPr>
                <w:delText>Coding equations</w:delText>
              </w:r>
            </w:del>
          </w:p>
        </w:tc>
        <w:tc>
          <w:tcPr>
            <w:tcW w:w="1764" w:type="pct"/>
            <w:gridSpan w:val="4"/>
            <w:shd w:val="clear" w:color="auto" w:fill="auto"/>
          </w:tcPr>
          <w:p w14:paraId="106DF237" w14:textId="53A7F931" w:rsidR="00D25F49" w:rsidRPr="00374CBE" w:rsidDel="00B04EEB" w:rsidRDefault="00D25F49" w:rsidP="00EF19D3">
            <w:pPr>
              <w:pStyle w:val="Tabletext0"/>
              <w:rPr>
                <w:del w:id="2318" w:author="Yasser Syed" w:date="2019-06-25T00:09:00Z"/>
                <w:rFonts w:eastAsia="Calibri"/>
              </w:rPr>
            </w:pPr>
            <w:del w:id="2319" w:author="Yasser Syed" w:date="2019-06-25T00:09:00Z">
              <w:r w:rsidRPr="00374CBE" w:rsidDel="00B04EEB">
                <w:rPr>
                  <w:rFonts w:eastAsia="Calibri"/>
                </w:rPr>
                <w:delText>06.0E.2B.34.04.01.01.0D.04.01.01.01.02.06.00.00</w:delText>
              </w:r>
            </w:del>
          </w:p>
        </w:tc>
        <w:tc>
          <w:tcPr>
            <w:tcW w:w="830" w:type="pct"/>
            <w:shd w:val="clear" w:color="auto" w:fill="auto"/>
          </w:tcPr>
          <w:p w14:paraId="64F1DC47" w14:textId="6850A092" w:rsidR="00D25F49" w:rsidRPr="00374CBE" w:rsidDel="00B04EEB" w:rsidRDefault="00D25F49" w:rsidP="00EF19D3">
            <w:pPr>
              <w:pStyle w:val="Tabletext0"/>
              <w:rPr>
                <w:del w:id="2320" w:author="Yasser Syed" w:date="2019-06-25T00:09:00Z"/>
                <w:rFonts w:eastAsia="Calibri"/>
              </w:rPr>
            </w:pPr>
            <w:del w:id="2321" w:author="Yasser Syed" w:date="2019-06-25T00:09:00Z">
              <w:r w:rsidRPr="00374CBE" w:rsidDel="00B04EEB">
                <w:rPr>
                  <w:rFonts w:eastAsia="Calibri"/>
                </w:rPr>
                <w:delText>N/R</w:delText>
              </w:r>
            </w:del>
          </w:p>
        </w:tc>
        <w:tc>
          <w:tcPr>
            <w:tcW w:w="915" w:type="pct"/>
            <w:gridSpan w:val="2"/>
            <w:shd w:val="clear" w:color="auto" w:fill="auto"/>
          </w:tcPr>
          <w:p w14:paraId="2D9C87C1" w14:textId="6C2637C9" w:rsidR="00D25F49" w:rsidRPr="00374CBE" w:rsidDel="00B04EEB" w:rsidRDefault="00D25F49" w:rsidP="00EF19D3">
            <w:pPr>
              <w:pStyle w:val="Tabletext0"/>
              <w:rPr>
                <w:del w:id="2322" w:author="Yasser Syed" w:date="2019-06-25T00:09:00Z"/>
                <w:rFonts w:eastAsia="Calibri"/>
              </w:rPr>
            </w:pPr>
            <w:del w:id="2323" w:author="Yasser Syed" w:date="2019-06-25T00:09:00Z">
              <w:r w:rsidRPr="00374CBE" w:rsidDel="00B04EEB">
                <w:rPr>
                  <w:rFonts w:eastAsia="Calibri"/>
                </w:rPr>
                <w:delText>N/R</w:delText>
              </w:r>
            </w:del>
          </w:p>
        </w:tc>
      </w:tr>
      <w:tr w:rsidR="00120342" w:rsidRPr="00374CBE" w:rsidDel="00B04EEB" w14:paraId="75ACB728" w14:textId="43497C81" w:rsidTr="00EF19D3">
        <w:trPr>
          <w:jc w:val="center"/>
          <w:del w:id="2324" w:author="Yasser Syed" w:date="2019-06-25T00:09:00Z"/>
        </w:trPr>
        <w:tc>
          <w:tcPr>
            <w:tcW w:w="519" w:type="pct"/>
            <w:vMerge/>
            <w:shd w:val="clear" w:color="auto" w:fill="auto"/>
            <w:vAlign w:val="center"/>
          </w:tcPr>
          <w:p w14:paraId="44105F1E" w14:textId="09DECF7E" w:rsidR="00D25F49" w:rsidRPr="00374CBE" w:rsidDel="00B04EEB" w:rsidRDefault="00D25F49" w:rsidP="00EF19D3">
            <w:pPr>
              <w:pStyle w:val="Tabletext0"/>
              <w:rPr>
                <w:del w:id="2325" w:author="Yasser Syed" w:date="2019-06-25T00:09:00Z"/>
                <w:rFonts w:eastAsia="Calibri"/>
              </w:rPr>
            </w:pPr>
          </w:p>
        </w:tc>
        <w:tc>
          <w:tcPr>
            <w:tcW w:w="972" w:type="pct"/>
            <w:shd w:val="clear" w:color="auto" w:fill="auto"/>
          </w:tcPr>
          <w:p w14:paraId="6958EC4A" w14:textId="559C2EFB" w:rsidR="00D25F49" w:rsidRPr="00374CBE" w:rsidDel="00B04EEB" w:rsidRDefault="00D25F49" w:rsidP="00EF19D3">
            <w:pPr>
              <w:pStyle w:val="Tabletext0"/>
              <w:rPr>
                <w:del w:id="2326" w:author="Yasser Syed" w:date="2019-06-25T00:09:00Z"/>
                <w:rFonts w:eastAsia="Calibri"/>
              </w:rPr>
            </w:pPr>
            <w:del w:id="2327" w:author="Yasser Syed" w:date="2019-06-25T00:09:00Z">
              <w:r w:rsidRPr="00374CBE" w:rsidDel="00B04EEB">
                <w:rPr>
                  <w:rFonts w:eastAsia="Calibri"/>
                </w:rPr>
                <w:delText>Full/narrow level range</w:delText>
              </w:r>
            </w:del>
          </w:p>
        </w:tc>
        <w:tc>
          <w:tcPr>
            <w:tcW w:w="3509" w:type="pct"/>
            <w:gridSpan w:val="7"/>
            <w:shd w:val="clear" w:color="auto" w:fill="auto"/>
          </w:tcPr>
          <w:p w14:paraId="136DC860" w14:textId="4CCBD8D0" w:rsidR="00D25F49" w:rsidRPr="00374CBE" w:rsidDel="00B04EEB" w:rsidRDefault="00D25F49" w:rsidP="00EF19D3">
            <w:pPr>
              <w:pStyle w:val="Tabletext0"/>
              <w:rPr>
                <w:del w:id="2328" w:author="Yasser Syed" w:date="2019-06-25T00:09:00Z"/>
                <w:rFonts w:eastAsia="Calibri"/>
              </w:rPr>
            </w:pPr>
            <w:del w:id="2329" w:author="Yasser Syed" w:date="2019-06-25T00:09:00Z">
              <w:r w:rsidRPr="00374CBE" w:rsidDel="00B04EEB">
                <w:rPr>
                  <w:rFonts w:eastAsia="Calibri"/>
                </w:rPr>
                <w:delText>Inferred</w:delText>
              </w:r>
              <w:r w:rsidR="005A1934" w:rsidRPr="00374CBE" w:rsidDel="00B04EEB">
                <w:rPr>
                  <w:rFonts w:eastAsia="Calibri"/>
                </w:rPr>
                <w:delText xml:space="preserve"> (</w:delText>
              </w:r>
              <w:r w:rsidR="005A1934" w:rsidRPr="00374CBE" w:rsidDel="00B04EEB">
                <w:delText>indicated in black reference level, white reference level, colour range)</w:delText>
              </w:r>
            </w:del>
          </w:p>
        </w:tc>
      </w:tr>
      <w:tr w:rsidR="00120342" w:rsidRPr="00374CBE" w:rsidDel="00B04EEB" w14:paraId="34F5C901" w14:textId="422DC29C" w:rsidTr="00EF19D3">
        <w:trPr>
          <w:trHeight w:val="367"/>
          <w:jc w:val="center"/>
          <w:del w:id="2330" w:author="Yasser Syed" w:date="2019-06-25T00:09:00Z"/>
        </w:trPr>
        <w:tc>
          <w:tcPr>
            <w:tcW w:w="519" w:type="pct"/>
            <w:vMerge/>
            <w:shd w:val="clear" w:color="auto" w:fill="auto"/>
            <w:vAlign w:val="center"/>
          </w:tcPr>
          <w:p w14:paraId="7DFB60C7" w14:textId="753A2BA4" w:rsidR="00827B34" w:rsidRPr="00374CBE" w:rsidDel="00B04EEB" w:rsidRDefault="00827B34" w:rsidP="00EF19D3">
            <w:pPr>
              <w:pStyle w:val="Tabletext0"/>
              <w:rPr>
                <w:del w:id="2331" w:author="Yasser Syed" w:date="2019-06-25T00:09:00Z"/>
                <w:rFonts w:eastAsia="Calibri"/>
              </w:rPr>
            </w:pPr>
          </w:p>
        </w:tc>
        <w:tc>
          <w:tcPr>
            <w:tcW w:w="972" w:type="pct"/>
            <w:shd w:val="clear" w:color="auto" w:fill="auto"/>
          </w:tcPr>
          <w:p w14:paraId="2FBCBE2F" w14:textId="18E66442" w:rsidR="00827B34" w:rsidRPr="00374CBE" w:rsidDel="00B04EEB" w:rsidRDefault="00827B34" w:rsidP="00EF19D3">
            <w:pPr>
              <w:pStyle w:val="Tabletext0"/>
              <w:rPr>
                <w:del w:id="2332" w:author="Yasser Syed" w:date="2019-06-25T00:09:00Z"/>
                <w:rFonts w:eastAsia="Calibri"/>
              </w:rPr>
            </w:pPr>
            <w:del w:id="2333" w:author="Yasser Syed" w:date="2019-06-25T00:09:00Z">
              <w:r w:rsidRPr="00374CBE" w:rsidDel="00B04EEB">
                <w:rPr>
                  <w:rFonts w:eastAsia="Calibri"/>
                </w:rPr>
                <w:delText>4:2:0 chroma sample location alignment</w:delText>
              </w:r>
            </w:del>
          </w:p>
        </w:tc>
        <w:tc>
          <w:tcPr>
            <w:tcW w:w="875" w:type="pct"/>
            <w:gridSpan w:val="2"/>
            <w:shd w:val="clear" w:color="auto" w:fill="auto"/>
          </w:tcPr>
          <w:p w14:paraId="76D8EFB5" w14:textId="410EFC26" w:rsidR="00827B34" w:rsidRPr="00374CBE" w:rsidDel="00B04EEB" w:rsidRDefault="00827B34" w:rsidP="00EF19D3">
            <w:pPr>
              <w:pStyle w:val="Tabletext0"/>
              <w:rPr>
                <w:del w:id="2334" w:author="Yasser Syed" w:date="2019-06-25T00:09:00Z"/>
                <w:rFonts w:eastAsia="Calibri"/>
              </w:rPr>
            </w:pPr>
            <w:del w:id="2335" w:author="Yasser Syed" w:date="2019-06-25T00:09:00Z">
              <w:r w:rsidRPr="00374CBE" w:rsidDel="00B04EEB">
                <w:rPr>
                  <w:rFonts w:eastAsia="Calibri"/>
                </w:rPr>
                <w:delText>Inferred (</w:delText>
              </w:r>
              <w:r w:rsidRPr="00374CBE" w:rsidDel="00B04EEB">
                <w:delText xml:space="preserve">ChromaLocType = </w:delText>
              </w:r>
              <w:r w:rsidRPr="00374CBE" w:rsidDel="00B04EEB">
                <w:rPr>
                  <w:rFonts w:eastAsia="Calibri"/>
                </w:rPr>
                <w:delText>2)</w:delText>
              </w:r>
            </w:del>
          </w:p>
        </w:tc>
        <w:tc>
          <w:tcPr>
            <w:tcW w:w="878" w:type="pct"/>
            <w:shd w:val="clear" w:color="auto" w:fill="auto"/>
          </w:tcPr>
          <w:p w14:paraId="7B70DC66" w14:textId="12768E6F" w:rsidR="00827B34" w:rsidRPr="00374CBE" w:rsidDel="00B04EEB" w:rsidRDefault="00827B34" w:rsidP="00EF19D3">
            <w:pPr>
              <w:pStyle w:val="Tabletext0"/>
              <w:rPr>
                <w:del w:id="2336" w:author="Yasser Syed" w:date="2019-06-25T00:09:00Z"/>
                <w:rFonts w:eastAsia="Calibri"/>
              </w:rPr>
            </w:pPr>
            <w:del w:id="2337" w:author="Yasser Syed" w:date="2019-06-25T00:09:00Z">
              <w:r w:rsidRPr="00374CBE" w:rsidDel="00B04EEB">
                <w:rPr>
                  <w:rFonts w:eastAsia="Calibri"/>
                </w:rPr>
                <w:delText xml:space="preserve">Inferred </w:delText>
              </w:r>
              <w:r w:rsidRPr="00374CBE" w:rsidDel="00B04EEB">
                <w:delText>(ChromaLocType = 2)</w:delText>
              </w:r>
            </w:del>
          </w:p>
        </w:tc>
        <w:tc>
          <w:tcPr>
            <w:tcW w:w="879" w:type="pct"/>
            <w:gridSpan w:val="3"/>
            <w:shd w:val="clear" w:color="auto" w:fill="auto"/>
          </w:tcPr>
          <w:p w14:paraId="33C439C1" w14:textId="48F516C8" w:rsidR="00827B34" w:rsidRPr="00374CBE" w:rsidDel="00B04EEB" w:rsidRDefault="00827B34" w:rsidP="00EF19D3">
            <w:pPr>
              <w:pStyle w:val="Tabletext0"/>
              <w:rPr>
                <w:del w:id="2338" w:author="Yasser Syed" w:date="2019-06-25T00:09:00Z"/>
                <w:rFonts w:eastAsia="Calibri"/>
              </w:rPr>
            </w:pPr>
            <w:del w:id="2339" w:author="Yasser Syed" w:date="2019-06-25T00:09:00Z">
              <w:r w:rsidRPr="00374CBE" w:rsidDel="00B04EEB">
                <w:delText>N/A</w:delText>
              </w:r>
            </w:del>
          </w:p>
        </w:tc>
        <w:tc>
          <w:tcPr>
            <w:tcW w:w="877" w:type="pct"/>
            <w:shd w:val="clear" w:color="auto" w:fill="auto"/>
          </w:tcPr>
          <w:p w14:paraId="09E86EF8" w14:textId="76FF7B65" w:rsidR="00827B34" w:rsidRPr="00374CBE" w:rsidDel="00B04EEB" w:rsidRDefault="00827B34" w:rsidP="00EF19D3">
            <w:pPr>
              <w:pStyle w:val="Tabletext0"/>
              <w:rPr>
                <w:del w:id="2340" w:author="Yasser Syed" w:date="2019-06-25T00:09:00Z"/>
                <w:rFonts w:eastAsia="Calibri"/>
              </w:rPr>
            </w:pPr>
            <w:del w:id="2341" w:author="Yasser Syed" w:date="2019-06-25T00:09:00Z">
              <w:r w:rsidRPr="00374CBE" w:rsidDel="00B04EEB">
                <w:delText>N/A</w:delText>
              </w:r>
            </w:del>
          </w:p>
        </w:tc>
      </w:tr>
    </w:tbl>
    <w:p w14:paraId="5F3021EC" w14:textId="77777777" w:rsidR="004B6C89" w:rsidRPr="00374CBE" w:rsidRDefault="004B6C89" w:rsidP="00373977">
      <w:r w:rsidRPr="00374CBE">
        <w:t xml:space="preserve">Particular aspects of the usage described in Table </w:t>
      </w:r>
      <w:r w:rsidR="00E7610C" w:rsidRPr="00374CBE">
        <w:t>6</w:t>
      </w:r>
      <w:r w:rsidRPr="00374CBE">
        <w:t xml:space="preserve"> are clarified as follows:</w:t>
      </w:r>
    </w:p>
    <w:p w14:paraId="549240DC" w14:textId="2C6E4249" w:rsidR="00E7610C" w:rsidRPr="00374CBE" w:rsidRDefault="0047289E" w:rsidP="00373977">
      <w:pPr>
        <w:pStyle w:val="enumlev1"/>
      </w:pPr>
      <w:r w:rsidRPr="00374CBE">
        <w:t>–</w:t>
      </w:r>
      <w:r w:rsidRPr="00374CBE">
        <w:tab/>
      </w:r>
      <w:r w:rsidR="00E7610C" w:rsidRPr="00374CBE">
        <w:t xml:space="preserve">The colour primaries specified in </w:t>
      </w:r>
      <w:r w:rsidR="00D039F7" w:rsidRPr="00374CBE">
        <w:t>Recommendation</w:t>
      </w:r>
      <w:r w:rsidR="00E7610C" w:rsidRPr="00374CBE">
        <w:t xml:space="preserve"> ITU-R BT.2020 and </w:t>
      </w:r>
      <w:r w:rsidR="00D039F7" w:rsidRPr="00374CBE">
        <w:t>Recommendation</w:t>
      </w:r>
      <w:r w:rsidR="00E7610C" w:rsidRPr="00374CBE">
        <w:t xml:space="preserve"> ITU-R BT.2100 are the same.</w:t>
      </w:r>
    </w:p>
    <w:p w14:paraId="09CF27DE" w14:textId="65AA912F" w:rsidR="004B6C89" w:rsidRDefault="0047289E" w:rsidP="00373977">
      <w:pPr>
        <w:pStyle w:val="enumlev1"/>
        <w:rPr>
          <w:ins w:id="2342" w:author="Yasser Syed" w:date="2019-06-25T00:11:00Z"/>
        </w:rPr>
      </w:pPr>
      <w:r w:rsidRPr="00374CBE">
        <w:t>–</w:t>
      </w:r>
      <w:r w:rsidRPr="00374CBE">
        <w:tab/>
      </w:r>
      <w:r w:rsidR="004B6C89" w:rsidRPr="00374CBE">
        <w:t xml:space="preserve">The indicated chroma sample </w:t>
      </w:r>
      <w:r w:rsidR="001769D9" w:rsidRPr="00374CBE">
        <w:t xml:space="preserve">location </w:t>
      </w:r>
      <w:r w:rsidR="004B6C89" w:rsidRPr="00374CBE">
        <w:t>alignment is only applicable for 4:2:0 chroma sampling.</w:t>
      </w:r>
      <w:r w:rsidR="005F325F" w:rsidRPr="00374CBE">
        <w:t xml:space="preserve"> ChromaLocType (the generic label </w:t>
      </w:r>
      <w:r w:rsidR="00205E4A" w:rsidRPr="00374CBE">
        <w:t xml:space="preserve">used in this document </w:t>
      </w:r>
      <w:r w:rsidR="005F325F" w:rsidRPr="00374CBE">
        <w:t xml:space="preserve">for the HEVC </w:t>
      </w:r>
      <w:r w:rsidR="00205E4A" w:rsidRPr="00374CBE">
        <w:t xml:space="preserve">and AVC </w:t>
      </w:r>
      <w:r w:rsidR="005F325F" w:rsidRPr="00374CBE">
        <w:t xml:space="preserve">bitstream </w:t>
      </w:r>
      <w:r w:rsidR="00205E4A" w:rsidRPr="00374CBE">
        <w:t xml:space="preserve">syntax </w:t>
      </w:r>
      <w:r w:rsidR="005F325F" w:rsidRPr="00374CBE">
        <w:t xml:space="preserve">elements: chroma_sample_loc_type_top_field and chroma_sample_loc_type_bottom_field), listed in Tables 1 and </w:t>
      </w:r>
      <w:ins w:id="2343" w:author="Yasser Syed" w:date="2019-06-26T16:23:00Z">
        <w:r w:rsidR="00764291">
          <w:t>3</w:t>
        </w:r>
      </w:ins>
      <w:del w:id="2344" w:author="Yasser Syed" w:date="2019-06-26T16:23:00Z">
        <w:r w:rsidR="005F325F" w:rsidRPr="00374CBE" w:rsidDel="00764291">
          <w:delText>2</w:delText>
        </w:r>
      </w:del>
      <w:r w:rsidR="005F325F" w:rsidRPr="00374CBE">
        <w:t xml:space="preserve"> of this document, indicates the 4:2:0 chroma sample </w:t>
      </w:r>
      <w:r w:rsidR="00205E4A" w:rsidRPr="00374CBE">
        <w:t xml:space="preserve">position </w:t>
      </w:r>
      <w:r w:rsidR="005F325F" w:rsidRPr="00374CBE">
        <w:t>alignment.</w:t>
      </w:r>
    </w:p>
    <w:p w14:paraId="0FDB4EF7" w14:textId="462A4F35" w:rsidR="00B04EEB" w:rsidRDefault="00B04EEB" w:rsidP="00B04EEB">
      <w:pPr>
        <w:pStyle w:val="Heading3"/>
        <w:rPr>
          <w:ins w:id="2345" w:author="Yasser Syed" w:date="2019-06-25T00:36:00Z"/>
          <w:rFonts w:eastAsia="Calibri"/>
        </w:rPr>
      </w:pPr>
      <w:ins w:id="2346" w:author="Yasser Syed" w:date="2019-06-25T00:11:00Z">
        <w:r>
          <w:t xml:space="preserve">7.2.6 </w:t>
        </w:r>
      </w:ins>
      <w:ins w:id="2347" w:author="Yasser Syed" w:date="2019-06-25T00:12:00Z">
        <w:r>
          <w:tab/>
        </w:r>
        <w:r>
          <w:rPr>
            <w:rFonts w:eastAsia="Calibri"/>
          </w:rPr>
          <w:t>Baseband carriage of colour volume description</w:t>
        </w:r>
      </w:ins>
    </w:p>
    <w:p w14:paraId="2832B6CB" w14:textId="602E8BA9" w:rsidR="00B04EEB" w:rsidRDefault="00B04EEB">
      <w:pPr>
        <w:rPr>
          <w:ins w:id="2348" w:author="Yasser Syed" w:date="2019-06-25T00:12:00Z"/>
          <w:rFonts w:eastAsia="Calibri"/>
        </w:rPr>
        <w:pPrChange w:id="2349" w:author="Yasser Syed" w:date="2019-06-25T18:28:00Z">
          <w:pPr>
            <w:tabs>
              <w:tab w:val="clear" w:pos="794"/>
              <w:tab w:val="clear" w:pos="1191"/>
              <w:tab w:val="clear" w:pos="1588"/>
              <w:tab w:val="clear" w:pos="1985"/>
            </w:tabs>
            <w:overflowPunct/>
            <w:autoSpaceDE/>
            <w:autoSpaceDN/>
            <w:adjustRightInd/>
            <w:spacing w:before="0"/>
            <w:jc w:val="left"/>
            <w:textAlignment w:val="auto"/>
          </w:pPr>
        </w:pPrChange>
      </w:pPr>
      <w:ins w:id="2350" w:author="Yasser Syed" w:date="2019-06-25T00:12:00Z">
        <w:r>
          <w:rPr>
            <w:rFonts w:eastAsia="Calibri"/>
          </w:rPr>
          <w:t xml:space="preserve">Uncompressed video signals carried over different SDI interfaces can carry colour volume descriptions according to </w:t>
        </w:r>
        <w:r w:rsidRPr="003478C4">
          <w:rPr>
            <w:rFonts w:eastAsia="Calibri"/>
          </w:rPr>
          <w:fldChar w:fldCharType="begin"/>
        </w:r>
        <w:r w:rsidRPr="003478C4">
          <w:rPr>
            <w:rFonts w:eastAsia="Calibri"/>
          </w:rPr>
          <w:instrText xml:space="preserve"> REF _Ref3818447 \h </w:instrText>
        </w:r>
        <w:r w:rsidRPr="0058106C">
          <w:rPr>
            <w:rFonts w:eastAsia="Calibri"/>
          </w:rPr>
          <w:instrText xml:space="preserve"> \* MERGEFORMAT </w:instrText>
        </w:r>
      </w:ins>
      <w:r w:rsidRPr="003478C4">
        <w:rPr>
          <w:rFonts w:eastAsia="Calibri"/>
        </w:rPr>
      </w:r>
      <w:ins w:id="2351" w:author="Yasser Syed" w:date="2019-06-25T00:12:00Z">
        <w:r w:rsidRPr="003478C4">
          <w:rPr>
            <w:rFonts w:eastAsia="Calibri"/>
          </w:rPr>
          <w:fldChar w:fldCharType="separate"/>
        </w:r>
      </w:ins>
      <w:ins w:id="2352" w:author="Yasser Syed" w:date="2019-06-25T18:30:00Z">
        <w:r w:rsidR="000B2ED5" w:rsidRPr="000B2ED5">
          <w:rPr>
            <w:color w:val="000000" w:themeColor="text1"/>
            <w:rPrChange w:id="2353" w:author="Yasser Syed" w:date="2019-06-25T18:30:00Z">
              <w:rPr>
                <w:b/>
                <w:i/>
                <w:color w:val="000000" w:themeColor="text1"/>
              </w:rPr>
            </w:rPrChange>
          </w:rPr>
          <w:t>Table </w:t>
        </w:r>
        <w:r w:rsidR="000B2ED5" w:rsidRPr="000B2ED5">
          <w:rPr>
            <w:color w:val="000000" w:themeColor="text1"/>
            <w:rPrChange w:id="2354" w:author="Yasser Syed" w:date="2019-06-25T18:30:00Z">
              <w:rPr>
                <w:b/>
                <w:i/>
                <w:noProof/>
                <w:color w:val="000000" w:themeColor="text1"/>
              </w:rPr>
            </w:rPrChange>
          </w:rPr>
          <w:t>8</w:t>
        </w:r>
      </w:ins>
      <w:ins w:id="2355" w:author="Yasser Syed" w:date="2019-06-25T00:12:00Z">
        <w:r w:rsidRPr="003478C4">
          <w:rPr>
            <w:rFonts w:eastAsia="Calibri"/>
          </w:rPr>
          <w:fldChar w:fldCharType="end"/>
        </w:r>
        <w:r w:rsidRPr="003478C4">
          <w:rPr>
            <w:rFonts w:eastAsia="Calibri"/>
          </w:rPr>
          <w:t xml:space="preserve"> and </w:t>
        </w:r>
        <w:r w:rsidRPr="003478C4">
          <w:rPr>
            <w:rFonts w:eastAsia="Calibri"/>
          </w:rPr>
          <w:fldChar w:fldCharType="begin"/>
        </w:r>
        <w:r w:rsidRPr="003478C4">
          <w:rPr>
            <w:rFonts w:eastAsia="Calibri"/>
          </w:rPr>
          <w:instrText xml:space="preserve"> REF _Ref3795080 \h </w:instrText>
        </w:r>
        <w:r w:rsidRPr="0058106C">
          <w:rPr>
            <w:rFonts w:eastAsia="Calibri"/>
          </w:rPr>
          <w:instrText xml:space="preserve"> \* MERGEFORMAT </w:instrText>
        </w:r>
      </w:ins>
      <w:r w:rsidRPr="003478C4">
        <w:rPr>
          <w:rFonts w:eastAsia="Calibri"/>
        </w:rPr>
      </w:r>
      <w:ins w:id="2356" w:author="Yasser Syed" w:date="2019-06-25T00:12:00Z">
        <w:r w:rsidRPr="003478C4">
          <w:rPr>
            <w:rFonts w:eastAsia="Calibri"/>
          </w:rPr>
          <w:fldChar w:fldCharType="separate"/>
        </w:r>
        <w:r w:rsidRPr="0058106C">
          <w:rPr>
            <w:color w:val="000000" w:themeColor="text1"/>
          </w:rPr>
          <w:t xml:space="preserve">Table </w:t>
        </w:r>
        <w:r w:rsidRPr="0058106C">
          <w:rPr>
            <w:noProof/>
            <w:color w:val="000000" w:themeColor="text1"/>
          </w:rPr>
          <w:t>9</w:t>
        </w:r>
        <w:r w:rsidRPr="003478C4">
          <w:rPr>
            <w:rFonts w:eastAsia="Calibri"/>
          </w:rPr>
          <w:fldChar w:fldCharType="end"/>
        </w:r>
        <w:r>
          <w:rPr>
            <w:rFonts w:eastAsia="Calibri"/>
          </w:rPr>
          <w:t>.</w:t>
        </w:r>
      </w:ins>
    </w:p>
    <w:p w14:paraId="2F391FF7" w14:textId="5A64DF12" w:rsidR="00B04EEB" w:rsidRPr="0058106C" w:rsidRDefault="00B04EEB">
      <w:pPr>
        <w:pStyle w:val="Caption"/>
        <w:keepNext/>
        <w:jc w:val="center"/>
        <w:rPr>
          <w:ins w:id="2357" w:author="Yasser Syed" w:date="2019-06-25T00:12:00Z"/>
          <w:rFonts w:eastAsia="Calibri"/>
          <w:b/>
          <w:i w:val="0"/>
          <w:color w:val="000000" w:themeColor="text1"/>
          <w:sz w:val="20"/>
          <w:szCs w:val="20"/>
        </w:rPr>
        <w:pPrChange w:id="2358" w:author="Yasser Syed" w:date="2019-06-25T18:28:00Z">
          <w:pPr>
            <w:pStyle w:val="Caption"/>
            <w:jc w:val="center"/>
          </w:pPr>
        </w:pPrChange>
      </w:pPr>
      <w:bookmarkStart w:id="2359" w:name="_Ref3818447"/>
      <w:ins w:id="2360" w:author="Yasser Syed" w:date="2019-06-25T00:12:00Z">
        <w:r w:rsidRPr="000B2ED5">
          <w:rPr>
            <w:b/>
            <w:i w:val="0"/>
            <w:color w:val="000000" w:themeColor="text1"/>
            <w:sz w:val="20"/>
            <w:szCs w:val="20"/>
          </w:rPr>
          <w:lastRenderedPageBreak/>
          <w:t>Table</w:t>
        </w:r>
      </w:ins>
      <w:ins w:id="2361" w:author="Yasser Syed" w:date="2019-06-25T18:29:00Z">
        <w:r w:rsidR="000B2ED5" w:rsidRPr="000B2ED5">
          <w:rPr>
            <w:b/>
            <w:i w:val="0"/>
            <w:color w:val="000000" w:themeColor="text1"/>
            <w:sz w:val="20"/>
            <w:szCs w:val="20"/>
          </w:rPr>
          <w:t> </w:t>
        </w:r>
      </w:ins>
      <w:ins w:id="2362" w:author="Yasser Syed" w:date="2019-06-25T00:12:00Z">
        <w:r w:rsidRPr="000B2ED5">
          <w:rPr>
            <w:b/>
            <w:i w:val="0"/>
            <w:color w:val="000000" w:themeColor="text1"/>
            <w:sz w:val="20"/>
            <w:szCs w:val="20"/>
          </w:rPr>
          <w:fldChar w:fldCharType="begin"/>
        </w:r>
        <w:r w:rsidRPr="000B2ED5">
          <w:rPr>
            <w:b/>
            <w:i w:val="0"/>
            <w:color w:val="000000" w:themeColor="text1"/>
            <w:sz w:val="20"/>
            <w:szCs w:val="20"/>
          </w:rPr>
          <w:instrText xml:space="preserve"> SEQ Table \* ARABIC </w:instrText>
        </w:r>
        <w:r w:rsidRPr="000B2ED5">
          <w:rPr>
            <w:b/>
            <w:i w:val="0"/>
            <w:color w:val="000000" w:themeColor="text1"/>
            <w:sz w:val="20"/>
            <w:szCs w:val="20"/>
          </w:rPr>
          <w:fldChar w:fldCharType="separate"/>
        </w:r>
        <w:r w:rsidRPr="000B2ED5">
          <w:rPr>
            <w:b/>
            <w:i w:val="0"/>
            <w:noProof/>
            <w:color w:val="000000" w:themeColor="text1"/>
            <w:sz w:val="20"/>
            <w:szCs w:val="20"/>
          </w:rPr>
          <w:t>8</w:t>
        </w:r>
        <w:r w:rsidRPr="000B2ED5">
          <w:rPr>
            <w:b/>
            <w:i w:val="0"/>
            <w:color w:val="000000" w:themeColor="text1"/>
            <w:sz w:val="20"/>
            <w:szCs w:val="20"/>
          </w:rPr>
          <w:fldChar w:fldCharType="end"/>
        </w:r>
        <w:bookmarkEnd w:id="2359"/>
        <w:r w:rsidRPr="000B2ED5">
          <w:rPr>
            <w:b/>
            <w:i w:val="0"/>
            <w:color w:val="000000" w:themeColor="text1"/>
            <w:sz w:val="20"/>
            <w:szCs w:val="20"/>
          </w:rPr>
          <w:t xml:space="preserve"> </w:t>
        </w:r>
      </w:ins>
      <w:ins w:id="2363" w:author="Yasser Syed" w:date="2019-06-25T18:33:00Z">
        <w:r w:rsidR="000B2ED5" w:rsidRPr="000B2ED5">
          <w:rPr>
            <w:b/>
            <w:bCs/>
            <w:sz w:val="20"/>
            <w:szCs w:val="20"/>
            <w:rPrChange w:id="2364" w:author="Yasser Syed" w:date="2019-06-25T18:33:00Z">
              <w:rPr>
                <w:b/>
                <w:bCs/>
              </w:rPr>
            </w:rPrChange>
          </w:rPr>
          <w:t xml:space="preserve">– </w:t>
        </w:r>
      </w:ins>
      <w:ins w:id="2365" w:author="Yasser Syed" w:date="2019-06-25T00:12:00Z">
        <w:r w:rsidRPr="000B2ED5">
          <w:rPr>
            <w:b/>
            <w:i w:val="0"/>
            <w:color w:val="000000" w:themeColor="text1"/>
            <w:sz w:val="20"/>
            <w:szCs w:val="20"/>
          </w:rPr>
          <w:t>Baseband</w:t>
        </w:r>
        <w:r w:rsidRPr="0058106C">
          <w:rPr>
            <w:b/>
            <w:i w:val="0"/>
            <w:color w:val="000000" w:themeColor="text1"/>
            <w:sz w:val="20"/>
            <w:szCs w:val="20"/>
          </w:rPr>
          <w:t xml:space="preserve"> carriage of </w:t>
        </w:r>
      </w:ins>
      <w:ins w:id="2366" w:author="Yasser Syed" w:date="2019-06-25T00:19:00Z">
        <w:r w:rsidR="0023094A">
          <w:rPr>
            <w:b/>
            <w:i w:val="0"/>
            <w:color w:val="000000" w:themeColor="text1"/>
            <w:sz w:val="20"/>
            <w:szCs w:val="20"/>
          </w:rPr>
          <w:t>c</w:t>
        </w:r>
      </w:ins>
      <w:ins w:id="2367" w:author="Yasser Syed" w:date="2019-06-25T00:12:00Z">
        <w:r w:rsidRPr="0058106C">
          <w:rPr>
            <w:b/>
            <w:i w:val="0"/>
            <w:color w:val="000000" w:themeColor="text1"/>
            <w:sz w:val="20"/>
            <w:szCs w:val="20"/>
          </w:rPr>
          <w:t xml:space="preserve">olour </w:t>
        </w:r>
      </w:ins>
      <w:ins w:id="2368" w:author="Yasser Syed" w:date="2019-06-25T00:19:00Z">
        <w:r w:rsidR="0023094A">
          <w:rPr>
            <w:b/>
            <w:i w:val="0"/>
            <w:color w:val="000000" w:themeColor="text1"/>
            <w:sz w:val="20"/>
            <w:szCs w:val="20"/>
          </w:rPr>
          <w:t>v</w:t>
        </w:r>
      </w:ins>
      <w:ins w:id="2369" w:author="Yasser Syed" w:date="2019-06-25T00:12:00Z">
        <w:r w:rsidRPr="0058106C">
          <w:rPr>
            <w:b/>
            <w:i w:val="0"/>
            <w:color w:val="000000" w:themeColor="text1"/>
            <w:sz w:val="20"/>
            <w:szCs w:val="20"/>
          </w:rPr>
          <w:t xml:space="preserve">olume </w:t>
        </w:r>
      </w:ins>
      <w:ins w:id="2370" w:author="Yasser Syed" w:date="2019-06-25T00:19:00Z">
        <w:r w:rsidR="0023094A">
          <w:rPr>
            <w:b/>
            <w:i w:val="0"/>
            <w:color w:val="000000" w:themeColor="text1"/>
            <w:sz w:val="20"/>
            <w:szCs w:val="20"/>
          </w:rPr>
          <w:t>d</w:t>
        </w:r>
      </w:ins>
      <w:ins w:id="2371" w:author="Yasser Syed" w:date="2019-06-25T00:12:00Z">
        <w:r w:rsidRPr="0058106C">
          <w:rPr>
            <w:b/>
            <w:i w:val="0"/>
            <w:color w:val="000000" w:themeColor="text1"/>
            <w:sz w:val="20"/>
            <w:szCs w:val="20"/>
          </w:rPr>
          <w:t>escriptions for SDR</w:t>
        </w:r>
      </w:ins>
      <w:ins w:id="2372" w:author="Yasser Syed" w:date="2019-06-25T18:30:00Z">
        <w:r w:rsidR="000B2ED5">
          <w:rPr>
            <w:b/>
            <w:i w:val="0"/>
            <w:color w:val="000000" w:themeColor="text1"/>
            <w:sz w:val="20"/>
            <w:szCs w:val="20"/>
          </w:rPr>
          <w:t xml:space="preserve"> </w:t>
        </w:r>
      </w:ins>
      <w:ins w:id="2373" w:author="Yasser Syed" w:date="2019-06-25T00:12:00Z">
        <w:r w:rsidRPr="0058106C">
          <w:rPr>
            <w:b/>
            <w:i w:val="0"/>
            <w:color w:val="000000" w:themeColor="text1"/>
            <w:sz w:val="20"/>
            <w:szCs w:val="20"/>
          </w:rPr>
          <w:t>NCG and SDR</w:t>
        </w:r>
      </w:ins>
      <w:ins w:id="2374" w:author="Yasser Syed" w:date="2019-06-25T18:30:00Z">
        <w:r w:rsidR="000B2ED5">
          <w:rPr>
            <w:b/>
            <w:i w:val="0"/>
            <w:color w:val="000000" w:themeColor="text1"/>
            <w:sz w:val="20"/>
            <w:szCs w:val="20"/>
          </w:rPr>
          <w:t xml:space="preserve"> </w:t>
        </w:r>
      </w:ins>
      <w:ins w:id="2375" w:author="Yasser Syed" w:date="2019-06-25T00:12:00Z">
        <w:r w:rsidRPr="0058106C">
          <w:rPr>
            <w:b/>
            <w:i w:val="0"/>
            <w:color w:val="000000" w:themeColor="text1"/>
            <w:sz w:val="20"/>
            <w:szCs w:val="20"/>
          </w:rPr>
          <w:t>WCG</w:t>
        </w:r>
      </w:ins>
    </w:p>
    <w:tbl>
      <w:tblPr>
        <w:tblW w:w="97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65"/>
        <w:gridCol w:w="990"/>
        <w:gridCol w:w="1260"/>
        <w:gridCol w:w="1260"/>
        <w:gridCol w:w="1170"/>
        <w:gridCol w:w="1170"/>
        <w:gridCol w:w="1350"/>
        <w:gridCol w:w="1350"/>
      </w:tblGrid>
      <w:tr w:rsidR="00B04EEB" w:rsidRPr="000B2ED5" w14:paraId="1C26BDCA" w14:textId="77777777" w:rsidTr="000B1A01">
        <w:trPr>
          <w:tblHeader/>
          <w:jc w:val="center"/>
          <w:ins w:id="2376" w:author="Yasser Syed" w:date="2019-06-25T00:12:00Z"/>
        </w:trPr>
        <w:tc>
          <w:tcPr>
            <w:tcW w:w="2155" w:type="dxa"/>
            <w:gridSpan w:val="2"/>
            <w:shd w:val="clear" w:color="auto" w:fill="auto"/>
          </w:tcPr>
          <w:p w14:paraId="3D8C0E96" w14:textId="31078061" w:rsidR="00B04EEB" w:rsidRPr="000B2ED5" w:rsidRDefault="00B04EEB" w:rsidP="000B1A01">
            <w:pPr>
              <w:keepNext/>
              <w:jc w:val="left"/>
              <w:rPr>
                <w:ins w:id="2377" w:author="Yasser Syed" w:date="2019-06-25T00:12:00Z"/>
                <w:b/>
                <w:sz w:val="18"/>
                <w:szCs w:val="18"/>
              </w:rPr>
            </w:pPr>
            <w:ins w:id="2378" w:author="Yasser Syed" w:date="2019-06-25T00:12:00Z">
              <w:r w:rsidRPr="000B2ED5">
                <w:rPr>
                  <w:b/>
                  <w:sz w:val="18"/>
                  <w:szCs w:val="18"/>
                </w:rPr>
                <w:t xml:space="preserve">Colour </w:t>
              </w:r>
            </w:ins>
            <w:ins w:id="2379" w:author="Yasser Syed" w:date="2019-06-25T00:19:00Z">
              <w:r w:rsidR="0023094A" w:rsidRPr="000B2ED5">
                <w:rPr>
                  <w:b/>
                  <w:sz w:val="18"/>
                  <w:szCs w:val="18"/>
                </w:rPr>
                <w:t>v</w:t>
              </w:r>
            </w:ins>
            <w:ins w:id="2380" w:author="Yasser Syed" w:date="2019-06-25T00:12:00Z">
              <w:r w:rsidRPr="000B2ED5">
                <w:rPr>
                  <w:b/>
                  <w:sz w:val="18"/>
                  <w:szCs w:val="18"/>
                </w:rPr>
                <w:t xml:space="preserve">olume </w:t>
              </w:r>
            </w:ins>
            <w:ins w:id="2381" w:author="Yasser Syed" w:date="2019-06-25T00:19:00Z">
              <w:r w:rsidR="0023094A" w:rsidRPr="000B2ED5">
                <w:rPr>
                  <w:b/>
                  <w:sz w:val="18"/>
                  <w:szCs w:val="18"/>
                </w:rPr>
                <w:t>d</w:t>
              </w:r>
            </w:ins>
            <w:ins w:id="2382" w:author="Yasser Syed" w:date="2019-06-25T00:12:00Z">
              <w:r w:rsidRPr="000B2ED5">
                <w:rPr>
                  <w:b/>
                  <w:sz w:val="18"/>
                  <w:szCs w:val="18"/>
                </w:rPr>
                <w:t>escription</w:t>
              </w:r>
            </w:ins>
          </w:p>
        </w:tc>
        <w:tc>
          <w:tcPr>
            <w:tcW w:w="4860" w:type="dxa"/>
            <w:gridSpan w:val="4"/>
          </w:tcPr>
          <w:p w14:paraId="411871C0" w14:textId="0C21D385" w:rsidR="00B04EEB" w:rsidRPr="000B2ED5" w:rsidRDefault="00B04EEB" w:rsidP="000B1A01">
            <w:pPr>
              <w:keepNext/>
              <w:jc w:val="center"/>
              <w:rPr>
                <w:ins w:id="2383" w:author="Yasser Syed" w:date="2019-06-25T00:12:00Z"/>
                <w:b/>
                <w:sz w:val="18"/>
                <w:szCs w:val="18"/>
              </w:rPr>
            </w:pPr>
            <w:ins w:id="2384" w:author="Yasser Syed" w:date="2019-06-25T00:12:00Z">
              <w:r w:rsidRPr="000B2ED5">
                <w:rPr>
                  <w:b/>
                  <w:sz w:val="18"/>
                  <w:szCs w:val="18"/>
                </w:rPr>
                <w:t>SDR</w:t>
              </w:r>
            </w:ins>
            <w:ins w:id="2385" w:author="Yasser Syed" w:date="2019-06-25T16:15:00Z">
              <w:r w:rsidR="00B45B24" w:rsidRPr="000B2ED5">
                <w:rPr>
                  <w:b/>
                  <w:sz w:val="18"/>
                  <w:szCs w:val="18"/>
                </w:rPr>
                <w:t xml:space="preserve"> </w:t>
              </w:r>
            </w:ins>
            <w:ins w:id="2386" w:author="Yasser Syed" w:date="2019-06-25T00:12:00Z">
              <w:r w:rsidRPr="000B2ED5">
                <w:rPr>
                  <w:b/>
                  <w:sz w:val="18"/>
                  <w:szCs w:val="18"/>
                </w:rPr>
                <w:t>NCG</w:t>
              </w:r>
            </w:ins>
          </w:p>
        </w:tc>
        <w:tc>
          <w:tcPr>
            <w:tcW w:w="2700" w:type="dxa"/>
            <w:gridSpan w:val="2"/>
          </w:tcPr>
          <w:p w14:paraId="61D0A3BF" w14:textId="38899935" w:rsidR="00B04EEB" w:rsidRPr="000B2ED5" w:rsidRDefault="00B04EEB" w:rsidP="000B1A01">
            <w:pPr>
              <w:keepNext/>
              <w:jc w:val="center"/>
              <w:rPr>
                <w:ins w:id="2387" w:author="Yasser Syed" w:date="2019-06-25T00:12:00Z"/>
                <w:b/>
                <w:sz w:val="18"/>
                <w:szCs w:val="18"/>
              </w:rPr>
            </w:pPr>
            <w:ins w:id="2388" w:author="Yasser Syed" w:date="2019-06-25T00:12:00Z">
              <w:r w:rsidRPr="000B2ED5">
                <w:rPr>
                  <w:b/>
                  <w:sz w:val="18"/>
                  <w:szCs w:val="18"/>
                </w:rPr>
                <w:t>SDR</w:t>
              </w:r>
            </w:ins>
            <w:ins w:id="2389" w:author="Yasser Syed" w:date="2019-06-25T16:15:00Z">
              <w:r w:rsidR="00B45B24" w:rsidRPr="000B2ED5">
                <w:rPr>
                  <w:b/>
                  <w:sz w:val="18"/>
                  <w:szCs w:val="18"/>
                </w:rPr>
                <w:t xml:space="preserve"> </w:t>
              </w:r>
            </w:ins>
            <w:ins w:id="2390" w:author="Yasser Syed" w:date="2019-06-25T00:12:00Z">
              <w:r w:rsidRPr="000B2ED5">
                <w:rPr>
                  <w:b/>
                  <w:sz w:val="18"/>
                  <w:szCs w:val="18"/>
                </w:rPr>
                <w:t>WCG</w:t>
              </w:r>
            </w:ins>
          </w:p>
        </w:tc>
      </w:tr>
      <w:tr w:rsidR="00B04EEB" w:rsidRPr="000B2ED5" w14:paraId="392F6C33" w14:textId="77777777" w:rsidTr="000B1A01">
        <w:trPr>
          <w:trHeight w:val="615"/>
          <w:tblHeader/>
          <w:jc w:val="center"/>
          <w:ins w:id="2391" w:author="Yasser Syed" w:date="2019-06-25T00:12:00Z"/>
        </w:trPr>
        <w:tc>
          <w:tcPr>
            <w:tcW w:w="2155" w:type="dxa"/>
            <w:gridSpan w:val="2"/>
            <w:shd w:val="clear" w:color="auto" w:fill="auto"/>
          </w:tcPr>
          <w:p w14:paraId="154BBB56" w14:textId="77777777" w:rsidR="00B04EEB" w:rsidRPr="000B2ED5" w:rsidRDefault="00B04EEB" w:rsidP="000B1A01">
            <w:pPr>
              <w:keepNext/>
              <w:jc w:val="left"/>
              <w:rPr>
                <w:ins w:id="2392" w:author="Yasser Syed" w:date="2019-06-25T00:12:00Z"/>
                <w:b/>
                <w:sz w:val="18"/>
                <w:szCs w:val="18"/>
              </w:rPr>
            </w:pPr>
            <w:ins w:id="2393" w:author="Yasser Syed" w:date="2019-06-25T00:12:00Z">
              <w:r w:rsidRPr="000B2ED5">
                <w:rPr>
                  <w:b/>
                  <w:sz w:val="18"/>
                  <w:szCs w:val="18"/>
                </w:rPr>
                <w:t>System identifier</w:t>
              </w:r>
            </w:ins>
          </w:p>
        </w:tc>
        <w:tc>
          <w:tcPr>
            <w:tcW w:w="1260" w:type="dxa"/>
            <w:shd w:val="clear" w:color="auto" w:fill="auto"/>
          </w:tcPr>
          <w:p w14:paraId="155E9AA0" w14:textId="77777777" w:rsidR="00B04EEB" w:rsidRPr="000B2ED5" w:rsidRDefault="00B04EEB" w:rsidP="000B1A01">
            <w:pPr>
              <w:keepNext/>
              <w:jc w:val="left"/>
              <w:rPr>
                <w:ins w:id="2394" w:author="Yasser Syed" w:date="2019-06-25T00:12:00Z"/>
                <w:b/>
                <w:sz w:val="18"/>
                <w:szCs w:val="18"/>
              </w:rPr>
            </w:pPr>
            <w:ins w:id="2395" w:author="Yasser Syed" w:date="2019-06-25T00:12:00Z">
              <w:r w:rsidRPr="000B2ED5">
                <w:rPr>
                  <w:b/>
                  <w:sz w:val="18"/>
                  <w:szCs w:val="18"/>
                </w:rPr>
                <w:t>BT709_YCC</w:t>
              </w:r>
            </w:ins>
          </w:p>
        </w:tc>
        <w:tc>
          <w:tcPr>
            <w:tcW w:w="1260" w:type="dxa"/>
            <w:shd w:val="clear" w:color="auto" w:fill="auto"/>
          </w:tcPr>
          <w:p w14:paraId="695EB16E" w14:textId="77777777" w:rsidR="00B04EEB" w:rsidRPr="000B2ED5" w:rsidRDefault="00B04EEB" w:rsidP="000B1A01">
            <w:pPr>
              <w:keepNext/>
              <w:jc w:val="left"/>
              <w:rPr>
                <w:ins w:id="2396" w:author="Yasser Syed" w:date="2019-06-25T00:12:00Z"/>
                <w:b/>
                <w:sz w:val="18"/>
                <w:szCs w:val="18"/>
              </w:rPr>
            </w:pPr>
            <w:ins w:id="2397" w:author="Yasser Syed" w:date="2019-06-25T00:12:00Z">
              <w:r w:rsidRPr="000B2ED5">
                <w:rPr>
                  <w:b/>
                  <w:sz w:val="18"/>
                  <w:szCs w:val="18"/>
                </w:rPr>
                <w:t>BT709_RGB</w:t>
              </w:r>
            </w:ins>
          </w:p>
        </w:tc>
        <w:tc>
          <w:tcPr>
            <w:tcW w:w="1170" w:type="dxa"/>
            <w:shd w:val="clear" w:color="auto" w:fill="auto"/>
          </w:tcPr>
          <w:p w14:paraId="70C9C9D6" w14:textId="77777777" w:rsidR="00B04EEB" w:rsidRPr="000B2ED5" w:rsidRDefault="00B04EEB" w:rsidP="000B1A01">
            <w:pPr>
              <w:keepNext/>
              <w:jc w:val="left"/>
              <w:rPr>
                <w:ins w:id="2398" w:author="Yasser Syed" w:date="2019-06-25T00:12:00Z"/>
                <w:b/>
                <w:sz w:val="18"/>
                <w:szCs w:val="18"/>
              </w:rPr>
            </w:pPr>
            <w:ins w:id="2399" w:author="Yasser Syed" w:date="2019-06-25T00:12:00Z">
              <w:r w:rsidRPr="000B2ED5">
                <w:rPr>
                  <w:b/>
                  <w:sz w:val="18"/>
                  <w:szCs w:val="18"/>
                </w:rPr>
                <w:t>BT601_525</w:t>
              </w:r>
            </w:ins>
          </w:p>
        </w:tc>
        <w:tc>
          <w:tcPr>
            <w:tcW w:w="1170" w:type="dxa"/>
            <w:shd w:val="clear" w:color="auto" w:fill="auto"/>
          </w:tcPr>
          <w:p w14:paraId="085100C5" w14:textId="77777777" w:rsidR="00B04EEB" w:rsidRPr="000B2ED5" w:rsidRDefault="00B04EEB" w:rsidP="000B1A01">
            <w:pPr>
              <w:keepNext/>
              <w:jc w:val="left"/>
              <w:rPr>
                <w:ins w:id="2400" w:author="Yasser Syed" w:date="2019-06-25T00:12:00Z"/>
                <w:b/>
                <w:sz w:val="18"/>
                <w:szCs w:val="18"/>
                <w:vertAlign w:val="superscript"/>
              </w:rPr>
            </w:pPr>
            <w:ins w:id="2401" w:author="Yasser Syed" w:date="2019-06-25T00:12:00Z">
              <w:r w:rsidRPr="000B2ED5">
                <w:rPr>
                  <w:b/>
                  <w:sz w:val="18"/>
                  <w:szCs w:val="18"/>
                </w:rPr>
                <w:t>BT601_625</w:t>
              </w:r>
            </w:ins>
          </w:p>
        </w:tc>
        <w:tc>
          <w:tcPr>
            <w:tcW w:w="1350" w:type="dxa"/>
          </w:tcPr>
          <w:p w14:paraId="269739F1" w14:textId="539BB066" w:rsidR="00B04EEB" w:rsidRPr="000B2ED5" w:rsidRDefault="00B04EEB" w:rsidP="000B1A01">
            <w:pPr>
              <w:keepNext/>
              <w:jc w:val="left"/>
              <w:rPr>
                <w:ins w:id="2402" w:author="Yasser Syed" w:date="2019-06-25T00:12:00Z"/>
                <w:b/>
                <w:sz w:val="18"/>
                <w:szCs w:val="18"/>
              </w:rPr>
            </w:pPr>
            <w:ins w:id="2403" w:author="Yasser Syed" w:date="2019-06-25T00:12:00Z">
              <w:r w:rsidRPr="000B2ED5">
                <w:rPr>
                  <w:b/>
                  <w:sz w:val="18"/>
                  <w:szCs w:val="18"/>
                </w:rPr>
                <w:t>BT2020_YCC</w:t>
              </w:r>
            </w:ins>
            <w:ins w:id="2404" w:author="Yasser Syed" w:date="2019-06-25T00:31:00Z">
              <w:r w:rsidR="007150D1" w:rsidRPr="000B2ED5">
                <w:rPr>
                  <w:b/>
                  <w:sz w:val="18"/>
                  <w:szCs w:val="18"/>
                </w:rPr>
                <w:t>_NCL</w:t>
              </w:r>
            </w:ins>
          </w:p>
        </w:tc>
        <w:tc>
          <w:tcPr>
            <w:tcW w:w="1350" w:type="dxa"/>
          </w:tcPr>
          <w:p w14:paraId="1296AB1E" w14:textId="77777777" w:rsidR="00B04EEB" w:rsidRPr="000B2ED5" w:rsidRDefault="00B04EEB" w:rsidP="000B1A01">
            <w:pPr>
              <w:keepNext/>
              <w:jc w:val="left"/>
              <w:rPr>
                <w:ins w:id="2405" w:author="Yasser Syed" w:date="2019-06-25T00:12:00Z"/>
                <w:b/>
                <w:sz w:val="18"/>
                <w:szCs w:val="18"/>
              </w:rPr>
            </w:pPr>
            <w:ins w:id="2406" w:author="Yasser Syed" w:date="2019-06-25T00:12:00Z">
              <w:r w:rsidRPr="000B2ED5">
                <w:rPr>
                  <w:b/>
                  <w:sz w:val="18"/>
                  <w:szCs w:val="18"/>
                </w:rPr>
                <w:t>BT2020_RGB</w:t>
              </w:r>
            </w:ins>
          </w:p>
        </w:tc>
      </w:tr>
      <w:tr w:rsidR="00B04EEB" w:rsidRPr="000B2ED5" w14:paraId="091DA638" w14:textId="77777777" w:rsidTr="000B1A01">
        <w:trPr>
          <w:cantSplit/>
          <w:trHeight w:val="147"/>
          <w:jc w:val="center"/>
          <w:ins w:id="2407" w:author="Yasser Syed" w:date="2019-06-25T00:12:00Z"/>
        </w:trPr>
        <w:tc>
          <w:tcPr>
            <w:tcW w:w="1165" w:type="dxa"/>
            <w:shd w:val="clear" w:color="auto" w:fill="auto"/>
          </w:tcPr>
          <w:p w14:paraId="6B56B33F" w14:textId="77777777" w:rsidR="00B04EEB" w:rsidRPr="000B2ED5" w:rsidRDefault="00B04EEB" w:rsidP="000B1A01">
            <w:pPr>
              <w:keepNext/>
              <w:spacing w:before="0"/>
              <w:jc w:val="left"/>
              <w:rPr>
                <w:ins w:id="2408" w:author="Yasser Syed" w:date="2019-06-25T00:12:00Z"/>
                <w:b/>
                <w:bCs/>
                <w:sz w:val="18"/>
                <w:szCs w:val="18"/>
                <w:rPrChange w:id="2409" w:author="Yasser Syed" w:date="2019-06-25T18:32:00Z">
                  <w:rPr>
                    <w:ins w:id="2410" w:author="Yasser Syed" w:date="2019-06-25T00:12:00Z"/>
                    <w:sz w:val="18"/>
                    <w:szCs w:val="18"/>
                  </w:rPr>
                </w:rPrChange>
              </w:rPr>
            </w:pPr>
            <w:ins w:id="2411" w:author="Yasser Syed" w:date="2019-06-25T00:12:00Z">
              <w:r w:rsidRPr="000B2ED5">
                <w:rPr>
                  <w:b/>
                  <w:bCs/>
                  <w:sz w:val="18"/>
                  <w:szCs w:val="18"/>
                  <w:rPrChange w:id="2412" w:author="Yasser Syed" w:date="2019-06-25T18:32:00Z">
                    <w:rPr>
                      <w:sz w:val="18"/>
                      <w:szCs w:val="18"/>
                    </w:rPr>
                  </w:rPrChange>
                </w:rPr>
                <w:t xml:space="preserve">Rec.  ITU-R </w:t>
              </w:r>
            </w:ins>
          </w:p>
        </w:tc>
        <w:tc>
          <w:tcPr>
            <w:tcW w:w="990" w:type="dxa"/>
            <w:shd w:val="clear" w:color="auto" w:fill="auto"/>
          </w:tcPr>
          <w:p w14:paraId="7827661A" w14:textId="77777777" w:rsidR="00B04EEB" w:rsidRPr="000B2ED5" w:rsidRDefault="00B04EEB" w:rsidP="000B1A01">
            <w:pPr>
              <w:keepNext/>
              <w:spacing w:before="0"/>
              <w:jc w:val="left"/>
              <w:rPr>
                <w:ins w:id="2413" w:author="Yasser Syed" w:date="2019-06-25T00:12:00Z"/>
                <w:b/>
                <w:bCs/>
                <w:sz w:val="18"/>
                <w:szCs w:val="18"/>
                <w:rPrChange w:id="2414" w:author="Yasser Syed" w:date="2019-06-25T18:32:00Z">
                  <w:rPr>
                    <w:ins w:id="2415" w:author="Yasser Syed" w:date="2019-06-25T00:12:00Z"/>
                    <w:sz w:val="18"/>
                    <w:szCs w:val="18"/>
                  </w:rPr>
                </w:rPrChange>
              </w:rPr>
            </w:pPr>
            <w:ins w:id="2416" w:author="Yasser Syed" w:date="2019-06-25T00:12:00Z">
              <w:r w:rsidRPr="000B2ED5">
                <w:rPr>
                  <w:b/>
                  <w:bCs/>
                  <w:sz w:val="18"/>
                  <w:szCs w:val="18"/>
                  <w:rPrChange w:id="2417" w:author="Yasser Syed" w:date="2019-06-25T18:32:00Z">
                    <w:rPr>
                      <w:sz w:val="18"/>
                      <w:szCs w:val="18"/>
                    </w:rPr>
                  </w:rPrChange>
                </w:rPr>
                <w:t xml:space="preserve">SMPTE </w:t>
              </w:r>
            </w:ins>
          </w:p>
        </w:tc>
        <w:tc>
          <w:tcPr>
            <w:tcW w:w="1260" w:type="dxa"/>
            <w:shd w:val="clear" w:color="auto" w:fill="auto"/>
          </w:tcPr>
          <w:p w14:paraId="1A84FB25" w14:textId="77777777" w:rsidR="00B04EEB" w:rsidRPr="000B2ED5" w:rsidRDefault="00B04EEB" w:rsidP="000B1A01">
            <w:pPr>
              <w:keepNext/>
              <w:spacing w:before="0"/>
              <w:jc w:val="center"/>
              <w:rPr>
                <w:ins w:id="2418" w:author="Yasser Syed" w:date="2019-06-25T00:12:00Z"/>
                <w:sz w:val="18"/>
                <w:szCs w:val="18"/>
                <w:rPrChange w:id="2419" w:author="Yasser Syed" w:date="2019-06-25T18:29:00Z">
                  <w:rPr>
                    <w:ins w:id="2420" w:author="Yasser Syed" w:date="2019-06-25T00:12:00Z"/>
                    <w:sz w:val="13"/>
                    <w:szCs w:val="18"/>
                  </w:rPr>
                </w:rPrChange>
              </w:rPr>
            </w:pPr>
          </w:p>
        </w:tc>
        <w:tc>
          <w:tcPr>
            <w:tcW w:w="1260" w:type="dxa"/>
            <w:shd w:val="clear" w:color="auto" w:fill="auto"/>
          </w:tcPr>
          <w:p w14:paraId="7AA36C1E" w14:textId="77777777" w:rsidR="00B04EEB" w:rsidRPr="000B2ED5" w:rsidRDefault="00B04EEB" w:rsidP="000B1A01">
            <w:pPr>
              <w:keepNext/>
              <w:spacing w:before="0"/>
              <w:jc w:val="center"/>
              <w:rPr>
                <w:ins w:id="2421" w:author="Yasser Syed" w:date="2019-06-25T00:12:00Z"/>
                <w:sz w:val="18"/>
                <w:szCs w:val="18"/>
                <w:rPrChange w:id="2422" w:author="Yasser Syed" w:date="2019-06-25T18:29:00Z">
                  <w:rPr>
                    <w:ins w:id="2423" w:author="Yasser Syed" w:date="2019-06-25T00:12:00Z"/>
                    <w:sz w:val="13"/>
                    <w:szCs w:val="18"/>
                  </w:rPr>
                </w:rPrChange>
              </w:rPr>
            </w:pPr>
          </w:p>
        </w:tc>
        <w:tc>
          <w:tcPr>
            <w:tcW w:w="1170" w:type="dxa"/>
            <w:shd w:val="clear" w:color="auto" w:fill="auto"/>
          </w:tcPr>
          <w:p w14:paraId="6A77A525" w14:textId="77777777" w:rsidR="00B04EEB" w:rsidRPr="000B2ED5" w:rsidRDefault="00B04EEB" w:rsidP="000B1A01">
            <w:pPr>
              <w:keepNext/>
              <w:spacing w:before="0"/>
              <w:jc w:val="center"/>
              <w:rPr>
                <w:ins w:id="2424" w:author="Yasser Syed" w:date="2019-06-25T00:12:00Z"/>
                <w:sz w:val="18"/>
                <w:szCs w:val="18"/>
                <w:rPrChange w:id="2425" w:author="Yasser Syed" w:date="2019-06-25T18:29:00Z">
                  <w:rPr>
                    <w:ins w:id="2426" w:author="Yasser Syed" w:date="2019-06-25T00:12:00Z"/>
                    <w:sz w:val="13"/>
                    <w:szCs w:val="18"/>
                  </w:rPr>
                </w:rPrChange>
              </w:rPr>
            </w:pPr>
          </w:p>
        </w:tc>
        <w:tc>
          <w:tcPr>
            <w:tcW w:w="1170" w:type="dxa"/>
            <w:shd w:val="clear" w:color="auto" w:fill="auto"/>
          </w:tcPr>
          <w:p w14:paraId="0B076C2A" w14:textId="77777777" w:rsidR="00B04EEB" w:rsidRPr="000B2ED5" w:rsidRDefault="00B04EEB" w:rsidP="000B1A01">
            <w:pPr>
              <w:keepNext/>
              <w:spacing w:before="0"/>
              <w:jc w:val="center"/>
              <w:rPr>
                <w:ins w:id="2427" w:author="Yasser Syed" w:date="2019-06-25T00:12:00Z"/>
                <w:sz w:val="18"/>
                <w:szCs w:val="18"/>
                <w:rPrChange w:id="2428" w:author="Yasser Syed" w:date="2019-06-25T18:29:00Z">
                  <w:rPr>
                    <w:ins w:id="2429" w:author="Yasser Syed" w:date="2019-06-25T00:12:00Z"/>
                    <w:sz w:val="13"/>
                    <w:szCs w:val="18"/>
                  </w:rPr>
                </w:rPrChange>
              </w:rPr>
            </w:pPr>
          </w:p>
        </w:tc>
        <w:tc>
          <w:tcPr>
            <w:tcW w:w="1350" w:type="dxa"/>
          </w:tcPr>
          <w:p w14:paraId="36CD3411" w14:textId="77777777" w:rsidR="00B04EEB" w:rsidRPr="000B2ED5" w:rsidRDefault="00B04EEB" w:rsidP="000B1A01">
            <w:pPr>
              <w:keepNext/>
              <w:spacing w:before="0"/>
              <w:jc w:val="center"/>
              <w:rPr>
                <w:ins w:id="2430" w:author="Yasser Syed" w:date="2019-06-25T00:12:00Z"/>
                <w:sz w:val="18"/>
                <w:szCs w:val="18"/>
                <w:rPrChange w:id="2431" w:author="Yasser Syed" w:date="2019-06-25T18:29:00Z">
                  <w:rPr>
                    <w:ins w:id="2432" w:author="Yasser Syed" w:date="2019-06-25T00:12:00Z"/>
                    <w:sz w:val="13"/>
                    <w:szCs w:val="18"/>
                  </w:rPr>
                </w:rPrChange>
              </w:rPr>
            </w:pPr>
          </w:p>
        </w:tc>
        <w:tc>
          <w:tcPr>
            <w:tcW w:w="1350" w:type="dxa"/>
          </w:tcPr>
          <w:p w14:paraId="79533B7A" w14:textId="77777777" w:rsidR="00B04EEB" w:rsidRPr="000B2ED5" w:rsidRDefault="00B04EEB" w:rsidP="000B1A01">
            <w:pPr>
              <w:keepNext/>
              <w:spacing w:before="0"/>
              <w:jc w:val="center"/>
              <w:rPr>
                <w:ins w:id="2433" w:author="Yasser Syed" w:date="2019-06-25T00:12:00Z"/>
                <w:sz w:val="18"/>
                <w:szCs w:val="18"/>
                <w:rPrChange w:id="2434" w:author="Yasser Syed" w:date="2019-06-25T18:29:00Z">
                  <w:rPr>
                    <w:ins w:id="2435" w:author="Yasser Syed" w:date="2019-06-25T00:12:00Z"/>
                    <w:sz w:val="13"/>
                    <w:szCs w:val="18"/>
                  </w:rPr>
                </w:rPrChange>
              </w:rPr>
            </w:pPr>
          </w:p>
        </w:tc>
      </w:tr>
      <w:tr w:rsidR="00B04EEB" w:rsidRPr="000B2ED5" w14:paraId="2C573289" w14:textId="77777777" w:rsidTr="000B1A01">
        <w:trPr>
          <w:cantSplit/>
          <w:trHeight w:val="359"/>
          <w:jc w:val="center"/>
          <w:ins w:id="2436" w:author="Yasser Syed" w:date="2019-06-25T00:12:00Z"/>
        </w:trPr>
        <w:tc>
          <w:tcPr>
            <w:tcW w:w="1165" w:type="dxa"/>
            <w:shd w:val="clear" w:color="auto" w:fill="auto"/>
          </w:tcPr>
          <w:p w14:paraId="517E5F3A" w14:textId="77777777" w:rsidR="00B04EEB" w:rsidRPr="000B2ED5" w:rsidRDefault="00B04EEB" w:rsidP="000B1A01">
            <w:pPr>
              <w:keepNext/>
              <w:spacing w:before="0"/>
              <w:jc w:val="left"/>
              <w:rPr>
                <w:ins w:id="2437" w:author="Yasser Syed" w:date="2019-06-25T00:12:00Z"/>
                <w:sz w:val="18"/>
                <w:szCs w:val="18"/>
              </w:rPr>
            </w:pPr>
            <w:ins w:id="2438" w:author="Yasser Syed" w:date="2019-06-25T00:12:00Z">
              <w:r w:rsidRPr="000B2ED5">
                <w:rPr>
                  <w:sz w:val="18"/>
                  <w:szCs w:val="18"/>
                </w:rPr>
                <w:t>BT.656-5</w:t>
              </w:r>
            </w:ins>
          </w:p>
          <w:p w14:paraId="78180657" w14:textId="77777777" w:rsidR="00B04EEB" w:rsidRPr="000B2ED5" w:rsidRDefault="00B04EEB" w:rsidP="000B1A01">
            <w:pPr>
              <w:keepNext/>
              <w:spacing w:before="0"/>
              <w:jc w:val="left"/>
              <w:rPr>
                <w:ins w:id="2439" w:author="Yasser Syed" w:date="2019-06-25T00:12:00Z"/>
                <w:sz w:val="18"/>
                <w:szCs w:val="18"/>
              </w:rPr>
            </w:pPr>
            <w:ins w:id="2440" w:author="Yasser Syed" w:date="2019-06-25T00:12:00Z">
              <w:r w:rsidRPr="000B2ED5">
                <w:rPr>
                  <w:sz w:val="18"/>
                  <w:szCs w:val="18"/>
                </w:rPr>
                <w:t>SDI</w:t>
              </w:r>
            </w:ins>
          </w:p>
        </w:tc>
        <w:tc>
          <w:tcPr>
            <w:tcW w:w="990" w:type="dxa"/>
            <w:shd w:val="clear" w:color="auto" w:fill="auto"/>
          </w:tcPr>
          <w:p w14:paraId="4CB82261" w14:textId="77777777" w:rsidR="00B04EEB" w:rsidRPr="000B2ED5" w:rsidRDefault="00B04EEB" w:rsidP="000B1A01">
            <w:pPr>
              <w:keepNext/>
              <w:spacing w:before="0"/>
              <w:jc w:val="left"/>
              <w:rPr>
                <w:ins w:id="2441" w:author="Yasser Syed" w:date="2019-06-25T00:12:00Z"/>
                <w:sz w:val="18"/>
                <w:szCs w:val="18"/>
              </w:rPr>
            </w:pPr>
            <w:ins w:id="2442" w:author="Yasser Syed" w:date="2019-06-25T00:12:00Z">
              <w:r w:rsidRPr="000B2ED5">
                <w:rPr>
                  <w:sz w:val="18"/>
                  <w:szCs w:val="18"/>
                </w:rPr>
                <w:t>ST 259M (SD-SDI)</w:t>
              </w:r>
            </w:ins>
          </w:p>
        </w:tc>
        <w:tc>
          <w:tcPr>
            <w:tcW w:w="1260" w:type="dxa"/>
            <w:shd w:val="clear" w:color="auto" w:fill="D5DCE4" w:themeFill="text2" w:themeFillTint="33"/>
          </w:tcPr>
          <w:p w14:paraId="4F0BB6EF" w14:textId="77777777" w:rsidR="00B04EEB" w:rsidRPr="000B2ED5" w:rsidRDefault="00B04EEB" w:rsidP="000B1A01">
            <w:pPr>
              <w:keepNext/>
              <w:jc w:val="center"/>
              <w:rPr>
                <w:ins w:id="2443" w:author="Yasser Syed" w:date="2019-06-25T00:12:00Z"/>
                <w:sz w:val="18"/>
                <w:szCs w:val="18"/>
                <w:rPrChange w:id="2444" w:author="Yasser Syed" w:date="2019-06-25T18:29:00Z">
                  <w:rPr>
                    <w:ins w:id="2445" w:author="Yasser Syed" w:date="2019-06-25T00:12:00Z"/>
                    <w:sz w:val="24"/>
                    <w:szCs w:val="18"/>
                  </w:rPr>
                </w:rPrChange>
              </w:rPr>
            </w:pPr>
          </w:p>
        </w:tc>
        <w:tc>
          <w:tcPr>
            <w:tcW w:w="1260" w:type="dxa"/>
            <w:shd w:val="clear" w:color="auto" w:fill="D5DCE4" w:themeFill="text2" w:themeFillTint="33"/>
          </w:tcPr>
          <w:p w14:paraId="0F75C48C" w14:textId="77777777" w:rsidR="00B04EEB" w:rsidRPr="000B2ED5" w:rsidRDefault="00B04EEB" w:rsidP="000B1A01">
            <w:pPr>
              <w:keepNext/>
              <w:jc w:val="center"/>
              <w:rPr>
                <w:ins w:id="2446" w:author="Yasser Syed" w:date="2019-06-25T00:12:00Z"/>
                <w:sz w:val="18"/>
                <w:szCs w:val="18"/>
                <w:rPrChange w:id="2447" w:author="Yasser Syed" w:date="2019-06-25T18:29:00Z">
                  <w:rPr>
                    <w:ins w:id="2448" w:author="Yasser Syed" w:date="2019-06-25T00:12:00Z"/>
                    <w:sz w:val="24"/>
                    <w:szCs w:val="18"/>
                  </w:rPr>
                </w:rPrChange>
              </w:rPr>
            </w:pPr>
          </w:p>
        </w:tc>
        <w:tc>
          <w:tcPr>
            <w:tcW w:w="1170" w:type="dxa"/>
            <w:shd w:val="clear" w:color="auto" w:fill="auto"/>
          </w:tcPr>
          <w:p w14:paraId="3401DA8B" w14:textId="77777777" w:rsidR="00B04EEB" w:rsidRPr="000B2ED5" w:rsidRDefault="00B04EEB" w:rsidP="000B1A01">
            <w:pPr>
              <w:keepNext/>
              <w:jc w:val="center"/>
              <w:rPr>
                <w:ins w:id="2449" w:author="Yasser Syed" w:date="2019-06-25T00:12:00Z"/>
                <w:sz w:val="18"/>
                <w:szCs w:val="18"/>
                <w:rPrChange w:id="2450" w:author="Yasser Syed" w:date="2019-06-25T18:29:00Z">
                  <w:rPr>
                    <w:ins w:id="2451" w:author="Yasser Syed" w:date="2019-06-25T00:12:00Z"/>
                    <w:sz w:val="22"/>
                    <w:szCs w:val="22"/>
                  </w:rPr>
                </w:rPrChange>
              </w:rPr>
            </w:pPr>
            <w:ins w:id="2452" w:author="Yasser Syed" w:date="2019-06-25T00:12:00Z">
              <w:r w:rsidRPr="000B2ED5">
                <w:rPr>
                  <w:sz w:val="18"/>
                  <w:szCs w:val="18"/>
                  <w:rPrChange w:id="2453" w:author="Yasser Syed" w:date="2019-06-25T18:29:00Z">
                    <w:rPr>
                      <w:sz w:val="22"/>
                      <w:szCs w:val="22"/>
                    </w:rPr>
                  </w:rPrChange>
                </w:rPr>
                <w:sym w:font="Symbol" w:char="F0D6"/>
              </w:r>
            </w:ins>
          </w:p>
        </w:tc>
        <w:tc>
          <w:tcPr>
            <w:tcW w:w="1170" w:type="dxa"/>
            <w:shd w:val="clear" w:color="auto" w:fill="auto"/>
          </w:tcPr>
          <w:p w14:paraId="4629DC5D" w14:textId="77777777" w:rsidR="00B04EEB" w:rsidRPr="000B2ED5" w:rsidRDefault="00B04EEB" w:rsidP="000B1A01">
            <w:pPr>
              <w:keepNext/>
              <w:jc w:val="center"/>
              <w:rPr>
                <w:ins w:id="2454" w:author="Yasser Syed" w:date="2019-06-25T00:12:00Z"/>
                <w:sz w:val="18"/>
                <w:szCs w:val="18"/>
                <w:rPrChange w:id="2455" w:author="Yasser Syed" w:date="2019-06-25T18:29:00Z">
                  <w:rPr>
                    <w:ins w:id="2456" w:author="Yasser Syed" w:date="2019-06-25T00:12:00Z"/>
                    <w:sz w:val="22"/>
                    <w:szCs w:val="22"/>
                  </w:rPr>
                </w:rPrChange>
              </w:rPr>
            </w:pPr>
            <w:ins w:id="2457" w:author="Yasser Syed" w:date="2019-06-25T00:12:00Z">
              <w:r w:rsidRPr="000B2ED5">
                <w:rPr>
                  <w:sz w:val="18"/>
                  <w:szCs w:val="18"/>
                  <w:rPrChange w:id="2458" w:author="Yasser Syed" w:date="2019-06-25T18:29:00Z">
                    <w:rPr>
                      <w:sz w:val="22"/>
                      <w:szCs w:val="22"/>
                    </w:rPr>
                  </w:rPrChange>
                </w:rPr>
                <w:sym w:font="Symbol" w:char="F0D6"/>
              </w:r>
            </w:ins>
          </w:p>
        </w:tc>
        <w:tc>
          <w:tcPr>
            <w:tcW w:w="1350" w:type="dxa"/>
            <w:shd w:val="clear" w:color="auto" w:fill="D5DCE4" w:themeFill="text2" w:themeFillTint="33"/>
          </w:tcPr>
          <w:p w14:paraId="4EF7BBC5" w14:textId="77777777" w:rsidR="00B04EEB" w:rsidRPr="000B2ED5" w:rsidRDefault="00B04EEB" w:rsidP="000B1A01">
            <w:pPr>
              <w:keepNext/>
              <w:jc w:val="center"/>
              <w:rPr>
                <w:ins w:id="2459" w:author="Yasser Syed" w:date="2019-06-25T00:12:00Z"/>
                <w:sz w:val="18"/>
                <w:szCs w:val="18"/>
                <w:rPrChange w:id="2460" w:author="Yasser Syed" w:date="2019-06-25T18:29:00Z">
                  <w:rPr>
                    <w:ins w:id="2461" w:author="Yasser Syed" w:date="2019-06-25T00:12:00Z"/>
                    <w:sz w:val="22"/>
                    <w:szCs w:val="18"/>
                  </w:rPr>
                </w:rPrChange>
              </w:rPr>
            </w:pPr>
          </w:p>
        </w:tc>
        <w:tc>
          <w:tcPr>
            <w:tcW w:w="1350" w:type="dxa"/>
            <w:shd w:val="clear" w:color="auto" w:fill="D5DCE4" w:themeFill="text2" w:themeFillTint="33"/>
          </w:tcPr>
          <w:p w14:paraId="10EB4232" w14:textId="77777777" w:rsidR="00B04EEB" w:rsidRPr="000B2ED5" w:rsidRDefault="00B04EEB" w:rsidP="000B1A01">
            <w:pPr>
              <w:keepNext/>
              <w:jc w:val="center"/>
              <w:rPr>
                <w:ins w:id="2462" w:author="Yasser Syed" w:date="2019-06-25T00:12:00Z"/>
                <w:sz w:val="18"/>
                <w:szCs w:val="18"/>
                <w:rPrChange w:id="2463" w:author="Yasser Syed" w:date="2019-06-25T18:29:00Z">
                  <w:rPr>
                    <w:ins w:id="2464" w:author="Yasser Syed" w:date="2019-06-25T00:12:00Z"/>
                    <w:sz w:val="22"/>
                    <w:szCs w:val="18"/>
                  </w:rPr>
                </w:rPrChange>
              </w:rPr>
            </w:pPr>
          </w:p>
        </w:tc>
      </w:tr>
      <w:tr w:rsidR="00B04EEB" w:rsidRPr="000B2ED5" w14:paraId="70763C0E" w14:textId="77777777" w:rsidTr="000B1A01">
        <w:trPr>
          <w:cantSplit/>
          <w:trHeight w:val="197"/>
          <w:jc w:val="center"/>
          <w:ins w:id="2465" w:author="Yasser Syed" w:date="2019-06-25T00:12:00Z"/>
        </w:trPr>
        <w:tc>
          <w:tcPr>
            <w:tcW w:w="1165" w:type="dxa"/>
            <w:vMerge w:val="restart"/>
            <w:shd w:val="clear" w:color="auto" w:fill="auto"/>
          </w:tcPr>
          <w:p w14:paraId="283A785B" w14:textId="77777777" w:rsidR="00B04EEB" w:rsidRPr="000B2ED5" w:rsidRDefault="00B04EEB" w:rsidP="000B1A01">
            <w:pPr>
              <w:keepNext/>
              <w:spacing w:before="0"/>
              <w:jc w:val="left"/>
              <w:rPr>
                <w:ins w:id="2466" w:author="Yasser Syed" w:date="2019-06-25T00:12:00Z"/>
                <w:sz w:val="18"/>
                <w:szCs w:val="18"/>
              </w:rPr>
            </w:pPr>
            <w:ins w:id="2467" w:author="Yasser Syed" w:date="2019-06-25T00:12:00Z">
              <w:r w:rsidRPr="000B2ED5">
                <w:rPr>
                  <w:sz w:val="18"/>
                  <w:szCs w:val="18"/>
                </w:rPr>
                <w:t>BT.1120-9 (12/2017)</w:t>
              </w:r>
            </w:ins>
          </w:p>
        </w:tc>
        <w:tc>
          <w:tcPr>
            <w:tcW w:w="990" w:type="dxa"/>
            <w:shd w:val="clear" w:color="auto" w:fill="auto"/>
          </w:tcPr>
          <w:p w14:paraId="6627F294" w14:textId="77777777" w:rsidR="00B04EEB" w:rsidRPr="000B2ED5" w:rsidRDefault="00B04EEB" w:rsidP="000B1A01">
            <w:pPr>
              <w:keepNext/>
              <w:spacing w:before="0"/>
              <w:jc w:val="left"/>
              <w:rPr>
                <w:ins w:id="2468" w:author="Yasser Syed" w:date="2019-06-25T00:12:00Z"/>
                <w:sz w:val="18"/>
                <w:szCs w:val="18"/>
              </w:rPr>
            </w:pPr>
            <w:ins w:id="2469" w:author="Yasser Syed" w:date="2019-06-25T00:12:00Z">
              <w:r w:rsidRPr="000B2ED5">
                <w:rPr>
                  <w:sz w:val="18"/>
                  <w:szCs w:val="18"/>
                </w:rPr>
                <w:t xml:space="preserve">ST 292-1 </w:t>
              </w:r>
            </w:ins>
          </w:p>
          <w:p w14:paraId="25920876" w14:textId="77777777" w:rsidR="00B04EEB" w:rsidRPr="000B2ED5" w:rsidRDefault="00B04EEB" w:rsidP="000B1A01">
            <w:pPr>
              <w:keepNext/>
              <w:spacing w:before="0"/>
              <w:jc w:val="left"/>
              <w:rPr>
                <w:ins w:id="2470" w:author="Yasser Syed" w:date="2019-06-25T00:12:00Z"/>
                <w:sz w:val="18"/>
                <w:szCs w:val="18"/>
              </w:rPr>
            </w:pPr>
            <w:ins w:id="2471" w:author="Yasser Syed" w:date="2019-06-25T00:12:00Z">
              <w:r w:rsidRPr="000B2ED5">
                <w:rPr>
                  <w:sz w:val="18"/>
                  <w:szCs w:val="18"/>
                </w:rPr>
                <w:t>1.5 Gb/s</w:t>
              </w:r>
            </w:ins>
          </w:p>
        </w:tc>
        <w:tc>
          <w:tcPr>
            <w:tcW w:w="1260" w:type="dxa"/>
            <w:shd w:val="clear" w:color="auto" w:fill="auto"/>
          </w:tcPr>
          <w:p w14:paraId="6E5B5189" w14:textId="77777777" w:rsidR="00B04EEB" w:rsidRPr="000B2ED5" w:rsidRDefault="00B04EEB" w:rsidP="000B1A01">
            <w:pPr>
              <w:keepNext/>
              <w:jc w:val="center"/>
              <w:rPr>
                <w:ins w:id="2472" w:author="Yasser Syed" w:date="2019-06-25T00:12:00Z"/>
                <w:sz w:val="18"/>
                <w:szCs w:val="18"/>
              </w:rPr>
            </w:pPr>
            <w:ins w:id="2473" w:author="Yasser Syed" w:date="2019-06-25T00:12:00Z">
              <w:r w:rsidRPr="000B2ED5">
                <w:rPr>
                  <w:sz w:val="18"/>
                  <w:szCs w:val="18"/>
                  <w:rPrChange w:id="2474" w:author="Yasser Syed" w:date="2019-06-25T18:29:00Z">
                    <w:rPr>
                      <w:sz w:val="22"/>
                      <w:szCs w:val="18"/>
                    </w:rPr>
                  </w:rPrChange>
                </w:rPr>
                <w:sym w:font="Symbol" w:char="F0D6"/>
              </w:r>
            </w:ins>
          </w:p>
        </w:tc>
        <w:tc>
          <w:tcPr>
            <w:tcW w:w="1260" w:type="dxa"/>
            <w:shd w:val="clear" w:color="auto" w:fill="auto"/>
          </w:tcPr>
          <w:p w14:paraId="4053D73A" w14:textId="77777777" w:rsidR="00B04EEB" w:rsidRPr="000B2ED5" w:rsidRDefault="00B04EEB" w:rsidP="000B1A01">
            <w:pPr>
              <w:keepNext/>
              <w:jc w:val="center"/>
              <w:rPr>
                <w:ins w:id="2475" w:author="Yasser Syed" w:date="2019-06-25T00:12:00Z"/>
                <w:sz w:val="18"/>
                <w:szCs w:val="18"/>
              </w:rPr>
            </w:pPr>
            <w:ins w:id="2476" w:author="Yasser Syed" w:date="2019-06-25T00:12:00Z">
              <w:r w:rsidRPr="000B2ED5">
                <w:rPr>
                  <w:sz w:val="18"/>
                  <w:szCs w:val="18"/>
                  <w:rPrChange w:id="2477" w:author="Yasser Syed" w:date="2019-06-25T18:29:00Z">
                    <w:rPr>
                      <w:sz w:val="22"/>
                      <w:szCs w:val="18"/>
                    </w:rPr>
                  </w:rPrChange>
                </w:rPr>
                <w:sym w:font="Symbol" w:char="F0D6"/>
              </w:r>
            </w:ins>
          </w:p>
        </w:tc>
        <w:tc>
          <w:tcPr>
            <w:tcW w:w="1170" w:type="dxa"/>
            <w:shd w:val="clear" w:color="auto" w:fill="D5DCE4" w:themeFill="text2" w:themeFillTint="33"/>
          </w:tcPr>
          <w:p w14:paraId="6B74999E" w14:textId="77777777" w:rsidR="00B04EEB" w:rsidRPr="000B2ED5" w:rsidRDefault="00B04EEB" w:rsidP="000B1A01">
            <w:pPr>
              <w:keepNext/>
              <w:jc w:val="center"/>
              <w:rPr>
                <w:ins w:id="2478" w:author="Yasser Syed" w:date="2019-06-25T00:12:00Z"/>
                <w:sz w:val="18"/>
                <w:szCs w:val="18"/>
              </w:rPr>
            </w:pPr>
          </w:p>
        </w:tc>
        <w:tc>
          <w:tcPr>
            <w:tcW w:w="1170" w:type="dxa"/>
            <w:shd w:val="clear" w:color="auto" w:fill="D5DCE4" w:themeFill="text2" w:themeFillTint="33"/>
          </w:tcPr>
          <w:p w14:paraId="73364286" w14:textId="77777777" w:rsidR="00B04EEB" w:rsidRPr="000B2ED5" w:rsidRDefault="00B04EEB" w:rsidP="000B1A01">
            <w:pPr>
              <w:keepNext/>
              <w:jc w:val="center"/>
              <w:rPr>
                <w:ins w:id="2479" w:author="Yasser Syed" w:date="2019-06-25T00:12:00Z"/>
                <w:sz w:val="18"/>
                <w:szCs w:val="18"/>
              </w:rPr>
            </w:pPr>
          </w:p>
        </w:tc>
        <w:tc>
          <w:tcPr>
            <w:tcW w:w="1350" w:type="dxa"/>
            <w:shd w:val="clear" w:color="auto" w:fill="D5DCE4" w:themeFill="text2" w:themeFillTint="33"/>
          </w:tcPr>
          <w:p w14:paraId="03A2FFE6" w14:textId="77777777" w:rsidR="00B04EEB" w:rsidRPr="000B2ED5" w:rsidRDefault="00B04EEB" w:rsidP="000B1A01">
            <w:pPr>
              <w:keepNext/>
              <w:jc w:val="center"/>
              <w:rPr>
                <w:ins w:id="2480" w:author="Yasser Syed" w:date="2019-06-25T00:12:00Z"/>
                <w:sz w:val="18"/>
                <w:szCs w:val="18"/>
              </w:rPr>
            </w:pPr>
          </w:p>
        </w:tc>
        <w:tc>
          <w:tcPr>
            <w:tcW w:w="1350" w:type="dxa"/>
            <w:shd w:val="clear" w:color="auto" w:fill="D5DCE4" w:themeFill="text2" w:themeFillTint="33"/>
          </w:tcPr>
          <w:p w14:paraId="1F3FDFB7" w14:textId="77777777" w:rsidR="00B04EEB" w:rsidRPr="000B2ED5" w:rsidRDefault="00B04EEB" w:rsidP="000B1A01">
            <w:pPr>
              <w:keepNext/>
              <w:jc w:val="center"/>
              <w:rPr>
                <w:ins w:id="2481" w:author="Yasser Syed" w:date="2019-06-25T00:12:00Z"/>
                <w:sz w:val="18"/>
                <w:szCs w:val="18"/>
              </w:rPr>
            </w:pPr>
          </w:p>
        </w:tc>
      </w:tr>
      <w:tr w:rsidR="00B04EEB" w:rsidRPr="000B2ED5" w14:paraId="2A6DC429" w14:textId="77777777" w:rsidTr="000B1A01">
        <w:trPr>
          <w:cantSplit/>
          <w:trHeight w:val="269"/>
          <w:jc w:val="center"/>
          <w:ins w:id="2482" w:author="Yasser Syed" w:date="2019-06-25T00:12:00Z"/>
        </w:trPr>
        <w:tc>
          <w:tcPr>
            <w:tcW w:w="1165" w:type="dxa"/>
            <w:vMerge/>
            <w:shd w:val="clear" w:color="auto" w:fill="auto"/>
          </w:tcPr>
          <w:p w14:paraId="02EAD75B" w14:textId="77777777" w:rsidR="00B04EEB" w:rsidRPr="000B2ED5" w:rsidRDefault="00B04EEB" w:rsidP="000B1A01">
            <w:pPr>
              <w:keepNext/>
              <w:spacing w:before="0"/>
              <w:jc w:val="left"/>
              <w:rPr>
                <w:ins w:id="2483" w:author="Yasser Syed" w:date="2019-06-25T00:12:00Z"/>
                <w:sz w:val="18"/>
                <w:szCs w:val="18"/>
              </w:rPr>
            </w:pPr>
          </w:p>
        </w:tc>
        <w:tc>
          <w:tcPr>
            <w:tcW w:w="990" w:type="dxa"/>
            <w:shd w:val="clear" w:color="auto" w:fill="auto"/>
          </w:tcPr>
          <w:p w14:paraId="065471B0" w14:textId="77777777" w:rsidR="00B04EEB" w:rsidRPr="000B2ED5" w:rsidRDefault="00B04EEB" w:rsidP="000B1A01">
            <w:pPr>
              <w:keepNext/>
              <w:spacing w:before="0"/>
              <w:jc w:val="left"/>
              <w:rPr>
                <w:ins w:id="2484" w:author="Yasser Syed" w:date="2019-06-25T00:12:00Z"/>
                <w:sz w:val="18"/>
                <w:szCs w:val="18"/>
              </w:rPr>
            </w:pPr>
            <w:ins w:id="2485" w:author="Yasser Syed" w:date="2019-06-25T00:12:00Z">
              <w:r w:rsidRPr="000B2ED5">
                <w:rPr>
                  <w:sz w:val="18"/>
                  <w:szCs w:val="18"/>
                </w:rPr>
                <w:t>ST 372-1 Dual 1.5 Gb/s</w:t>
              </w:r>
            </w:ins>
          </w:p>
        </w:tc>
        <w:tc>
          <w:tcPr>
            <w:tcW w:w="1260" w:type="dxa"/>
            <w:shd w:val="clear" w:color="auto" w:fill="auto"/>
          </w:tcPr>
          <w:p w14:paraId="709A262F" w14:textId="77777777" w:rsidR="00B04EEB" w:rsidRPr="000B2ED5" w:rsidRDefault="00B04EEB" w:rsidP="000B1A01">
            <w:pPr>
              <w:keepNext/>
              <w:jc w:val="center"/>
              <w:rPr>
                <w:ins w:id="2486" w:author="Yasser Syed" w:date="2019-06-25T00:12:00Z"/>
                <w:sz w:val="18"/>
                <w:szCs w:val="18"/>
              </w:rPr>
            </w:pPr>
            <w:ins w:id="2487" w:author="Yasser Syed" w:date="2019-06-25T00:12:00Z">
              <w:r w:rsidRPr="000B2ED5">
                <w:rPr>
                  <w:sz w:val="18"/>
                  <w:szCs w:val="18"/>
                  <w:rPrChange w:id="2488" w:author="Yasser Syed" w:date="2019-06-25T18:29:00Z">
                    <w:rPr>
                      <w:sz w:val="22"/>
                      <w:szCs w:val="18"/>
                    </w:rPr>
                  </w:rPrChange>
                </w:rPr>
                <w:sym w:font="Symbol" w:char="F0D6"/>
              </w:r>
            </w:ins>
          </w:p>
        </w:tc>
        <w:tc>
          <w:tcPr>
            <w:tcW w:w="1260" w:type="dxa"/>
            <w:shd w:val="clear" w:color="auto" w:fill="auto"/>
          </w:tcPr>
          <w:p w14:paraId="64B7C137" w14:textId="77777777" w:rsidR="00B04EEB" w:rsidRPr="000B2ED5" w:rsidRDefault="00B04EEB" w:rsidP="000B1A01">
            <w:pPr>
              <w:keepNext/>
              <w:jc w:val="center"/>
              <w:rPr>
                <w:ins w:id="2489" w:author="Yasser Syed" w:date="2019-06-25T00:12:00Z"/>
                <w:sz w:val="18"/>
                <w:szCs w:val="18"/>
              </w:rPr>
            </w:pPr>
            <w:ins w:id="2490" w:author="Yasser Syed" w:date="2019-06-25T00:12:00Z">
              <w:r w:rsidRPr="000B2ED5">
                <w:rPr>
                  <w:sz w:val="18"/>
                  <w:szCs w:val="18"/>
                  <w:rPrChange w:id="2491" w:author="Yasser Syed" w:date="2019-06-25T18:29:00Z">
                    <w:rPr>
                      <w:sz w:val="22"/>
                      <w:szCs w:val="18"/>
                    </w:rPr>
                  </w:rPrChange>
                </w:rPr>
                <w:sym w:font="Symbol" w:char="F0D6"/>
              </w:r>
            </w:ins>
          </w:p>
        </w:tc>
        <w:tc>
          <w:tcPr>
            <w:tcW w:w="1170" w:type="dxa"/>
            <w:shd w:val="clear" w:color="auto" w:fill="D5DCE4" w:themeFill="text2" w:themeFillTint="33"/>
          </w:tcPr>
          <w:p w14:paraId="787C381D" w14:textId="77777777" w:rsidR="00B04EEB" w:rsidRPr="000B2ED5" w:rsidRDefault="00B04EEB" w:rsidP="000B1A01">
            <w:pPr>
              <w:keepNext/>
              <w:jc w:val="center"/>
              <w:rPr>
                <w:ins w:id="2492" w:author="Yasser Syed" w:date="2019-06-25T00:12:00Z"/>
                <w:sz w:val="18"/>
                <w:szCs w:val="18"/>
              </w:rPr>
            </w:pPr>
          </w:p>
        </w:tc>
        <w:tc>
          <w:tcPr>
            <w:tcW w:w="1170" w:type="dxa"/>
            <w:shd w:val="clear" w:color="auto" w:fill="D5DCE4" w:themeFill="text2" w:themeFillTint="33"/>
          </w:tcPr>
          <w:p w14:paraId="5081A845" w14:textId="77777777" w:rsidR="00B04EEB" w:rsidRPr="000B2ED5" w:rsidRDefault="00B04EEB" w:rsidP="000B1A01">
            <w:pPr>
              <w:keepNext/>
              <w:jc w:val="center"/>
              <w:rPr>
                <w:ins w:id="2493" w:author="Yasser Syed" w:date="2019-06-25T00:12:00Z"/>
                <w:sz w:val="18"/>
                <w:szCs w:val="18"/>
              </w:rPr>
            </w:pPr>
          </w:p>
        </w:tc>
        <w:tc>
          <w:tcPr>
            <w:tcW w:w="1350" w:type="dxa"/>
            <w:shd w:val="clear" w:color="auto" w:fill="D5DCE4" w:themeFill="text2" w:themeFillTint="33"/>
          </w:tcPr>
          <w:p w14:paraId="19214319" w14:textId="77777777" w:rsidR="00B04EEB" w:rsidRPr="000B2ED5" w:rsidRDefault="00B04EEB" w:rsidP="000B1A01">
            <w:pPr>
              <w:keepNext/>
              <w:jc w:val="center"/>
              <w:rPr>
                <w:ins w:id="2494" w:author="Yasser Syed" w:date="2019-06-25T00:12:00Z"/>
                <w:sz w:val="18"/>
                <w:szCs w:val="18"/>
              </w:rPr>
            </w:pPr>
          </w:p>
        </w:tc>
        <w:tc>
          <w:tcPr>
            <w:tcW w:w="1350" w:type="dxa"/>
            <w:shd w:val="clear" w:color="auto" w:fill="D5DCE4" w:themeFill="text2" w:themeFillTint="33"/>
          </w:tcPr>
          <w:p w14:paraId="2C17DC5E" w14:textId="77777777" w:rsidR="00B04EEB" w:rsidRPr="000B2ED5" w:rsidRDefault="00B04EEB" w:rsidP="000B1A01">
            <w:pPr>
              <w:keepNext/>
              <w:jc w:val="center"/>
              <w:rPr>
                <w:ins w:id="2495" w:author="Yasser Syed" w:date="2019-06-25T00:12:00Z"/>
                <w:sz w:val="18"/>
                <w:szCs w:val="18"/>
              </w:rPr>
            </w:pPr>
          </w:p>
        </w:tc>
      </w:tr>
      <w:tr w:rsidR="00B04EEB" w:rsidRPr="000B2ED5" w14:paraId="52F333A8" w14:textId="77777777" w:rsidTr="000B1A01">
        <w:trPr>
          <w:cantSplit/>
          <w:trHeight w:val="104"/>
          <w:jc w:val="center"/>
          <w:ins w:id="2496" w:author="Yasser Syed" w:date="2019-06-25T00:12:00Z"/>
        </w:trPr>
        <w:tc>
          <w:tcPr>
            <w:tcW w:w="1165" w:type="dxa"/>
            <w:vMerge/>
            <w:shd w:val="clear" w:color="auto" w:fill="auto"/>
          </w:tcPr>
          <w:p w14:paraId="500B33B5" w14:textId="77777777" w:rsidR="00B04EEB" w:rsidRPr="000B2ED5" w:rsidRDefault="00B04EEB" w:rsidP="000B1A01">
            <w:pPr>
              <w:keepNext/>
              <w:spacing w:before="0"/>
              <w:jc w:val="left"/>
              <w:rPr>
                <w:ins w:id="2497" w:author="Yasser Syed" w:date="2019-06-25T00:12:00Z"/>
                <w:sz w:val="18"/>
                <w:szCs w:val="18"/>
              </w:rPr>
            </w:pPr>
          </w:p>
        </w:tc>
        <w:tc>
          <w:tcPr>
            <w:tcW w:w="990" w:type="dxa"/>
            <w:shd w:val="clear" w:color="auto" w:fill="auto"/>
          </w:tcPr>
          <w:p w14:paraId="58CB8649" w14:textId="77777777" w:rsidR="00B04EEB" w:rsidRPr="000B2ED5" w:rsidRDefault="00B04EEB" w:rsidP="000B1A01">
            <w:pPr>
              <w:keepNext/>
              <w:spacing w:before="0"/>
              <w:jc w:val="left"/>
              <w:rPr>
                <w:ins w:id="2498" w:author="Yasser Syed" w:date="2019-06-25T00:12:00Z"/>
                <w:sz w:val="18"/>
                <w:szCs w:val="18"/>
              </w:rPr>
            </w:pPr>
            <w:ins w:id="2499" w:author="Yasser Syed" w:date="2019-06-25T00:12:00Z">
              <w:r w:rsidRPr="000B2ED5">
                <w:rPr>
                  <w:sz w:val="18"/>
                  <w:szCs w:val="18"/>
                </w:rPr>
                <w:t xml:space="preserve">ST 425-1 </w:t>
              </w:r>
            </w:ins>
          </w:p>
          <w:p w14:paraId="12EB8F11" w14:textId="77777777" w:rsidR="00B04EEB" w:rsidRPr="000B2ED5" w:rsidRDefault="00B04EEB" w:rsidP="000B1A01">
            <w:pPr>
              <w:keepNext/>
              <w:spacing w:before="0"/>
              <w:jc w:val="left"/>
              <w:rPr>
                <w:ins w:id="2500" w:author="Yasser Syed" w:date="2019-06-25T00:12:00Z"/>
                <w:sz w:val="18"/>
                <w:szCs w:val="18"/>
              </w:rPr>
            </w:pPr>
            <w:ins w:id="2501" w:author="Yasser Syed" w:date="2019-06-25T00:12:00Z">
              <w:r w:rsidRPr="000B2ED5">
                <w:rPr>
                  <w:sz w:val="18"/>
                  <w:szCs w:val="18"/>
                </w:rPr>
                <w:t>3G</w:t>
              </w:r>
            </w:ins>
          </w:p>
        </w:tc>
        <w:tc>
          <w:tcPr>
            <w:tcW w:w="1260" w:type="dxa"/>
            <w:shd w:val="clear" w:color="auto" w:fill="auto"/>
          </w:tcPr>
          <w:p w14:paraId="71DC2BE8" w14:textId="77777777" w:rsidR="00B04EEB" w:rsidRPr="000B2ED5" w:rsidRDefault="00B04EEB" w:rsidP="000B1A01">
            <w:pPr>
              <w:keepNext/>
              <w:jc w:val="center"/>
              <w:rPr>
                <w:ins w:id="2502" w:author="Yasser Syed" w:date="2019-06-25T00:12:00Z"/>
                <w:sz w:val="18"/>
                <w:szCs w:val="18"/>
              </w:rPr>
            </w:pPr>
            <w:ins w:id="2503" w:author="Yasser Syed" w:date="2019-06-25T00:12:00Z">
              <w:r w:rsidRPr="000B2ED5">
                <w:rPr>
                  <w:sz w:val="18"/>
                  <w:szCs w:val="18"/>
                  <w:rPrChange w:id="2504" w:author="Yasser Syed" w:date="2019-06-25T18:29:00Z">
                    <w:rPr>
                      <w:sz w:val="22"/>
                      <w:szCs w:val="18"/>
                    </w:rPr>
                  </w:rPrChange>
                </w:rPr>
                <w:sym w:font="Symbol" w:char="F0D6"/>
              </w:r>
            </w:ins>
          </w:p>
        </w:tc>
        <w:tc>
          <w:tcPr>
            <w:tcW w:w="1260" w:type="dxa"/>
            <w:shd w:val="clear" w:color="auto" w:fill="auto"/>
          </w:tcPr>
          <w:p w14:paraId="268D4DFB" w14:textId="77777777" w:rsidR="00B04EEB" w:rsidRPr="000B2ED5" w:rsidRDefault="00B04EEB" w:rsidP="000B1A01">
            <w:pPr>
              <w:keepNext/>
              <w:jc w:val="center"/>
              <w:rPr>
                <w:ins w:id="2505" w:author="Yasser Syed" w:date="2019-06-25T00:12:00Z"/>
                <w:sz w:val="18"/>
                <w:szCs w:val="18"/>
              </w:rPr>
            </w:pPr>
            <w:ins w:id="2506" w:author="Yasser Syed" w:date="2019-06-25T00:12:00Z">
              <w:r w:rsidRPr="000B2ED5">
                <w:rPr>
                  <w:sz w:val="18"/>
                  <w:szCs w:val="18"/>
                  <w:rPrChange w:id="2507" w:author="Yasser Syed" w:date="2019-06-25T18:29:00Z">
                    <w:rPr>
                      <w:sz w:val="22"/>
                      <w:szCs w:val="18"/>
                    </w:rPr>
                  </w:rPrChange>
                </w:rPr>
                <w:sym w:font="Symbol" w:char="F0D6"/>
              </w:r>
            </w:ins>
          </w:p>
        </w:tc>
        <w:tc>
          <w:tcPr>
            <w:tcW w:w="1170" w:type="dxa"/>
            <w:shd w:val="clear" w:color="auto" w:fill="D5DCE4" w:themeFill="text2" w:themeFillTint="33"/>
          </w:tcPr>
          <w:p w14:paraId="15F562D7" w14:textId="77777777" w:rsidR="00B04EEB" w:rsidRPr="000B2ED5" w:rsidRDefault="00B04EEB" w:rsidP="000B1A01">
            <w:pPr>
              <w:keepNext/>
              <w:jc w:val="left"/>
              <w:rPr>
                <w:ins w:id="2508" w:author="Yasser Syed" w:date="2019-06-25T00:12:00Z"/>
                <w:sz w:val="18"/>
                <w:szCs w:val="18"/>
              </w:rPr>
            </w:pPr>
          </w:p>
        </w:tc>
        <w:tc>
          <w:tcPr>
            <w:tcW w:w="1170" w:type="dxa"/>
            <w:shd w:val="clear" w:color="auto" w:fill="D5DCE4" w:themeFill="text2" w:themeFillTint="33"/>
          </w:tcPr>
          <w:p w14:paraId="01DD7E9E" w14:textId="77777777" w:rsidR="00B04EEB" w:rsidRPr="000B2ED5" w:rsidRDefault="00B04EEB" w:rsidP="000B1A01">
            <w:pPr>
              <w:keepNext/>
              <w:jc w:val="left"/>
              <w:rPr>
                <w:ins w:id="2509" w:author="Yasser Syed" w:date="2019-06-25T00:12:00Z"/>
                <w:sz w:val="18"/>
                <w:szCs w:val="18"/>
              </w:rPr>
            </w:pPr>
          </w:p>
        </w:tc>
        <w:tc>
          <w:tcPr>
            <w:tcW w:w="1350" w:type="dxa"/>
            <w:shd w:val="clear" w:color="auto" w:fill="D5DCE4" w:themeFill="text2" w:themeFillTint="33"/>
          </w:tcPr>
          <w:p w14:paraId="294F22D4" w14:textId="77777777" w:rsidR="00B04EEB" w:rsidRPr="000B2ED5" w:rsidRDefault="00B04EEB" w:rsidP="000B1A01">
            <w:pPr>
              <w:keepNext/>
              <w:jc w:val="left"/>
              <w:rPr>
                <w:ins w:id="2510" w:author="Yasser Syed" w:date="2019-06-25T00:12:00Z"/>
                <w:sz w:val="18"/>
                <w:szCs w:val="18"/>
              </w:rPr>
            </w:pPr>
          </w:p>
        </w:tc>
        <w:tc>
          <w:tcPr>
            <w:tcW w:w="1350" w:type="dxa"/>
            <w:shd w:val="clear" w:color="auto" w:fill="D5DCE4" w:themeFill="text2" w:themeFillTint="33"/>
          </w:tcPr>
          <w:p w14:paraId="5BF7F808" w14:textId="77777777" w:rsidR="00B04EEB" w:rsidRPr="000B2ED5" w:rsidRDefault="00B04EEB" w:rsidP="000B1A01">
            <w:pPr>
              <w:keepNext/>
              <w:jc w:val="left"/>
              <w:rPr>
                <w:ins w:id="2511" w:author="Yasser Syed" w:date="2019-06-25T00:12:00Z"/>
                <w:sz w:val="18"/>
                <w:szCs w:val="18"/>
              </w:rPr>
            </w:pPr>
          </w:p>
        </w:tc>
      </w:tr>
      <w:tr w:rsidR="00B04EEB" w:rsidRPr="000B2ED5" w14:paraId="01969A25" w14:textId="77777777" w:rsidTr="000B1A01">
        <w:trPr>
          <w:cantSplit/>
          <w:trHeight w:val="323"/>
          <w:jc w:val="center"/>
          <w:ins w:id="2512" w:author="Yasser Syed" w:date="2019-06-25T00:12:00Z"/>
        </w:trPr>
        <w:tc>
          <w:tcPr>
            <w:tcW w:w="1165" w:type="dxa"/>
            <w:shd w:val="clear" w:color="auto" w:fill="auto"/>
          </w:tcPr>
          <w:p w14:paraId="57118B52" w14:textId="77777777" w:rsidR="00B04EEB" w:rsidRPr="000B2ED5" w:rsidRDefault="00B04EEB" w:rsidP="000B1A01">
            <w:pPr>
              <w:keepNext/>
              <w:spacing w:before="0"/>
              <w:jc w:val="left"/>
              <w:rPr>
                <w:ins w:id="2513" w:author="Yasser Syed" w:date="2019-06-25T00:12:00Z"/>
                <w:sz w:val="18"/>
                <w:szCs w:val="18"/>
              </w:rPr>
            </w:pPr>
            <w:ins w:id="2514" w:author="Yasser Syed" w:date="2019-06-25T00:12:00Z">
              <w:r w:rsidRPr="000B2ED5">
                <w:rPr>
                  <w:sz w:val="18"/>
                  <w:szCs w:val="18"/>
                </w:rPr>
                <w:t>N/A</w:t>
              </w:r>
            </w:ins>
          </w:p>
        </w:tc>
        <w:tc>
          <w:tcPr>
            <w:tcW w:w="990" w:type="dxa"/>
            <w:shd w:val="clear" w:color="auto" w:fill="auto"/>
          </w:tcPr>
          <w:p w14:paraId="571ABA14" w14:textId="77777777" w:rsidR="00B04EEB" w:rsidRPr="000B2ED5" w:rsidRDefault="00B04EEB" w:rsidP="000B1A01">
            <w:pPr>
              <w:keepNext/>
              <w:spacing w:before="0"/>
              <w:jc w:val="left"/>
              <w:rPr>
                <w:ins w:id="2515" w:author="Yasser Syed" w:date="2019-06-25T00:12:00Z"/>
                <w:sz w:val="18"/>
                <w:szCs w:val="18"/>
              </w:rPr>
            </w:pPr>
            <w:ins w:id="2516" w:author="Yasser Syed" w:date="2019-06-25T00:12:00Z">
              <w:r w:rsidRPr="000B2ED5">
                <w:rPr>
                  <w:sz w:val="18"/>
                  <w:szCs w:val="18"/>
                </w:rPr>
                <w:t>ST 425-5</w:t>
              </w:r>
            </w:ins>
          </w:p>
          <w:p w14:paraId="376183AF" w14:textId="77777777" w:rsidR="00B04EEB" w:rsidRPr="000B2ED5" w:rsidRDefault="00B04EEB" w:rsidP="000B1A01">
            <w:pPr>
              <w:keepNext/>
              <w:spacing w:before="0"/>
              <w:jc w:val="left"/>
              <w:rPr>
                <w:ins w:id="2517" w:author="Yasser Syed" w:date="2019-06-25T00:12:00Z"/>
                <w:sz w:val="18"/>
                <w:szCs w:val="18"/>
              </w:rPr>
            </w:pPr>
            <w:ins w:id="2518" w:author="Yasser Syed" w:date="2019-06-25T00:12:00Z">
              <w:r w:rsidRPr="000B2ED5">
                <w:rPr>
                  <w:sz w:val="18"/>
                  <w:szCs w:val="18"/>
                </w:rPr>
                <w:t>Quad 3G</w:t>
              </w:r>
            </w:ins>
          </w:p>
        </w:tc>
        <w:tc>
          <w:tcPr>
            <w:tcW w:w="1260" w:type="dxa"/>
            <w:shd w:val="clear" w:color="auto" w:fill="auto"/>
          </w:tcPr>
          <w:p w14:paraId="33059210" w14:textId="77777777" w:rsidR="00B04EEB" w:rsidRPr="000B2ED5" w:rsidRDefault="00B04EEB" w:rsidP="000B1A01">
            <w:pPr>
              <w:keepNext/>
              <w:jc w:val="center"/>
              <w:rPr>
                <w:ins w:id="2519" w:author="Yasser Syed" w:date="2019-06-25T00:12:00Z"/>
                <w:sz w:val="18"/>
                <w:szCs w:val="18"/>
              </w:rPr>
            </w:pPr>
            <w:ins w:id="2520" w:author="Yasser Syed" w:date="2019-06-25T00:12:00Z">
              <w:r w:rsidRPr="000B2ED5">
                <w:rPr>
                  <w:sz w:val="18"/>
                  <w:szCs w:val="18"/>
                  <w:rPrChange w:id="2521" w:author="Yasser Syed" w:date="2019-06-25T18:29:00Z">
                    <w:rPr>
                      <w:sz w:val="22"/>
                      <w:szCs w:val="18"/>
                    </w:rPr>
                  </w:rPrChange>
                </w:rPr>
                <w:sym w:font="Symbol" w:char="F0D6"/>
              </w:r>
            </w:ins>
          </w:p>
        </w:tc>
        <w:tc>
          <w:tcPr>
            <w:tcW w:w="1260" w:type="dxa"/>
            <w:shd w:val="clear" w:color="auto" w:fill="auto"/>
          </w:tcPr>
          <w:p w14:paraId="77C14035" w14:textId="77777777" w:rsidR="00B04EEB" w:rsidRPr="000B2ED5" w:rsidRDefault="00B04EEB" w:rsidP="000B1A01">
            <w:pPr>
              <w:keepNext/>
              <w:jc w:val="center"/>
              <w:rPr>
                <w:ins w:id="2522" w:author="Yasser Syed" w:date="2019-06-25T00:12:00Z"/>
                <w:sz w:val="18"/>
                <w:szCs w:val="18"/>
              </w:rPr>
            </w:pPr>
            <w:ins w:id="2523" w:author="Yasser Syed" w:date="2019-06-25T00:12:00Z">
              <w:r w:rsidRPr="000B2ED5">
                <w:rPr>
                  <w:sz w:val="18"/>
                  <w:szCs w:val="18"/>
                  <w:rPrChange w:id="2524" w:author="Yasser Syed" w:date="2019-06-25T18:29:00Z">
                    <w:rPr>
                      <w:sz w:val="22"/>
                      <w:szCs w:val="18"/>
                    </w:rPr>
                  </w:rPrChange>
                </w:rPr>
                <w:sym w:font="Symbol" w:char="F0D6"/>
              </w:r>
            </w:ins>
          </w:p>
        </w:tc>
        <w:tc>
          <w:tcPr>
            <w:tcW w:w="1170" w:type="dxa"/>
            <w:shd w:val="clear" w:color="auto" w:fill="D5DCE4" w:themeFill="text2" w:themeFillTint="33"/>
          </w:tcPr>
          <w:p w14:paraId="4BC92DA2" w14:textId="77777777" w:rsidR="00B04EEB" w:rsidRPr="000B2ED5" w:rsidRDefault="00B04EEB" w:rsidP="000B1A01">
            <w:pPr>
              <w:keepNext/>
              <w:jc w:val="left"/>
              <w:rPr>
                <w:ins w:id="2525" w:author="Yasser Syed" w:date="2019-06-25T00:12:00Z"/>
                <w:sz w:val="18"/>
                <w:szCs w:val="18"/>
              </w:rPr>
            </w:pPr>
          </w:p>
        </w:tc>
        <w:tc>
          <w:tcPr>
            <w:tcW w:w="1170" w:type="dxa"/>
            <w:shd w:val="clear" w:color="auto" w:fill="D5DCE4" w:themeFill="text2" w:themeFillTint="33"/>
          </w:tcPr>
          <w:p w14:paraId="7FE88DC5" w14:textId="77777777" w:rsidR="00B04EEB" w:rsidRPr="000B2ED5" w:rsidRDefault="00B04EEB" w:rsidP="000B1A01">
            <w:pPr>
              <w:keepNext/>
              <w:jc w:val="left"/>
              <w:rPr>
                <w:ins w:id="2526" w:author="Yasser Syed" w:date="2019-06-25T00:12:00Z"/>
                <w:sz w:val="18"/>
                <w:szCs w:val="18"/>
              </w:rPr>
            </w:pPr>
          </w:p>
        </w:tc>
        <w:tc>
          <w:tcPr>
            <w:tcW w:w="1350" w:type="dxa"/>
            <w:shd w:val="clear" w:color="auto" w:fill="auto"/>
          </w:tcPr>
          <w:p w14:paraId="1793AA51" w14:textId="77777777" w:rsidR="00B04EEB" w:rsidRPr="000B2ED5" w:rsidRDefault="00B04EEB" w:rsidP="000B1A01">
            <w:pPr>
              <w:keepNext/>
              <w:jc w:val="center"/>
              <w:rPr>
                <w:ins w:id="2527" w:author="Yasser Syed" w:date="2019-06-25T00:12:00Z"/>
                <w:sz w:val="18"/>
                <w:szCs w:val="18"/>
              </w:rPr>
            </w:pPr>
            <w:ins w:id="2528" w:author="Yasser Syed" w:date="2019-06-25T00:12:00Z">
              <w:r w:rsidRPr="000B2ED5">
                <w:rPr>
                  <w:sz w:val="18"/>
                  <w:szCs w:val="18"/>
                  <w:rPrChange w:id="2529" w:author="Yasser Syed" w:date="2019-06-25T18:29:00Z">
                    <w:rPr>
                      <w:sz w:val="21"/>
                      <w:szCs w:val="18"/>
                    </w:rPr>
                  </w:rPrChange>
                </w:rPr>
                <w:sym w:font="Symbol" w:char="F0D6"/>
              </w:r>
            </w:ins>
          </w:p>
        </w:tc>
        <w:tc>
          <w:tcPr>
            <w:tcW w:w="1350" w:type="dxa"/>
            <w:shd w:val="clear" w:color="auto" w:fill="auto"/>
          </w:tcPr>
          <w:p w14:paraId="16F9A0B2" w14:textId="77777777" w:rsidR="00B04EEB" w:rsidRPr="000B2ED5" w:rsidRDefault="00B04EEB" w:rsidP="000B1A01">
            <w:pPr>
              <w:keepNext/>
              <w:jc w:val="center"/>
              <w:rPr>
                <w:ins w:id="2530" w:author="Yasser Syed" w:date="2019-06-25T00:12:00Z"/>
                <w:sz w:val="18"/>
                <w:szCs w:val="18"/>
              </w:rPr>
            </w:pPr>
            <w:ins w:id="2531" w:author="Yasser Syed" w:date="2019-06-25T00:12:00Z">
              <w:r w:rsidRPr="000B2ED5">
                <w:rPr>
                  <w:sz w:val="18"/>
                  <w:szCs w:val="18"/>
                  <w:rPrChange w:id="2532" w:author="Yasser Syed" w:date="2019-06-25T18:29:00Z">
                    <w:rPr>
                      <w:sz w:val="21"/>
                      <w:szCs w:val="18"/>
                    </w:rPr>
                  </w:rPrChange>
                </w:rPr>
                <w:sym w:font="Symbol" w:char="F0D6"/>
              </w:r>
            </w:ins>
          </w:p>
        </w:tc>
      </w:tr>
      <w:tr w:rsidR="00B04EEB" w:rsidRPr="000B2ED5" w14:paraId="4C4DABB2" w14:textId="77777777" w:rsidTr="000B1A01">
        <w:trPr>
          <w:trHeight w:val="67"/>
          <w:jc w:val="center"/>
          <w:ins w:id="2533" w:author="Yasser Syed" w:date="2019-06-25T00:12:00Z"/>
        </w:trPr>
        <w:tc>
          <w:tcPr>
            <w:tcW w:w="1165" w:type="dxa"/>
            <w:vMerge w:val="restart"/>
            <w:shd w:val="clear" w:color="auto" w:fill="auto"/>
          </w:tcPr>
          <w:p w14:paraId="09A429E1" w14:textId="77777777" w:rsidR="00B04EEB" w:rsidRPr="000B2ED5" w:rsidRDefault="00B04EEB" w:rsidP="000B1A01">
            <w:pPr>
              <w:keepNext/>
              <w:spacing w:before="0"/>
              <w:jc w:val="left"/>
              <w:rPr>
                <w:ins w:id="2534" w:author="Yasser Syed" w:date="2019-06-25T00:12:00Z"/>
                <w:sz w:val="18"/>
                <w:szCs w:val="18"/>
              </w:rPr>
            </w:pPr>
            <w:ins w:id="2535" w:author="Yasser Syed" w:date="2019-06-25T00:12:00Z">
              <w:r w:rsidRPr="000B2ED5">
                <w:rPr>
                  <w:sz w:val="18"/>
                  <w:szCs w:val="18"/>
                </w:rPr>
                <w:t>BT 2077-2 (12/2017)</w:t>
              </w:r>
            </w:ins>
          </w:p>
        </w:tc>
        <w:tc>
          <w:tcPr>
            <w:tcW w:w="990" w:type="dxa"/>
            <w:shd w:val="clear" w:color="auto" w:fill="auto"/>
          </w:tcPr>
          <w:p w14:paraId="79E74533" w14:textId="77777777" w:rsidR="00B04EEB" w:rsidRPr="000B2ED5" w:rsidRDefault="00B04EEB" w:rsidP="000B1A01">
            <w:pPr>
              <w:keepNext/>
              <w:spacing w:before="0"/>
              <w:jc w:val="left"/>
              <w:rPr>
                <w:ins w:id="2536" w:author="Yasser Syed" w:date="2019-06-25T00:12:00Z"/>
                <w:sz w:val="18"/>
                <w:szCs w:val="18"/>
              </w:rPr>
            </w:pPr>
            <w:ins w:id="2537" w:author="Yasser Syed" w:date="2019-06-25T00:12:00Z">
              <w:r w:rsidRPr="000B2ED5">
                <w:rPr>
                  <w:sz w:val="18"/>
                  <w:szCs w:val="18"/>
                </w:rPr>
                <w:t>ST 2081-10 6G</w:t>
              </w:r>
            </w:ins>
          </w:p>
        </w:tc>
        <w:tc>
          <w:tcPr>
            <w:tcW w:w="1260" w:type="dxa"/>
            <w:shd w:val="clear" w:color="auto" w:fill="auto"/>
          </w:tcPr>
          <w:p w14:paraId="38569E2A" w14:textId="77777777" w:rsidR="00B04EEB" w:rsidRPr="000B2ED5" w:rsidRDefault="00B04EEB" w:rsidP="000B1A01">
            <w:pPr>
              <w:keepNext/>
              <w:jc w:val="center"/>
              <w:rPr>
                <w:ins w:id="2538" w:author="Yasser Syed" w:date="2019-06-25T00:12:00Z"/>
                <w:sz w:val="18"/>
                <w:szCs w:val="18"/>
              </w:rPr>
            </w:pPr>
            <w:ins w:id="2539" w:author="Yasser Syed" w:date="2019-06-25T00:12:00Z">
              <w:r w:rsidRPr="000B2ED5">
                <w:rPr>
                  <w:sz w:val="18"/>
                  <w:szCs w:val="18"/>
                  <w:rPrChange w:id="2540" w:author="Yasser Syed" w:date="2019-06-25T18:29:00Z">
                    <w:rPr>
                      <w:sz w:val="22"/>
                      <w:szCs w:val="18"/>
                    </w:rPr>
                  </w:rPrChange>
                </w:rPr>
                <w:sym w:font="Symbol" w:char="F0D6"/>
              </w:r>
            </w:ins>
          </w:p>
        </w:tc>
        <w:tc>
          <w:tcPr>
            <w:tcW w:w="1260" w:type="dxa"/>
            <w:shd w:val="clear" w:color="auto" w:fill="auto"/>
          </w:tcPr>
          <w:p w14:paraId="6DFE9163" w14:textId="77777777" w:rsidR="00B04EEB" w:rsidRPr="000B2ED5" w:rsidRDefault="00B04EEB" w:rsidP="000B1A01">
            <w:pPr>
              <w:keepNext/>
              <w:jc w:val="center"/>
              <w:rPr>
                <w:ins w:id="2541" w:author="Yasser Syed" w:date="2019-06-25T00:12:00Z"/>
                <w:sz w:val="18"/>
                <w:szCs w:val="18"/>
              </w:rPr>
            </w:pPr>
            <w:ins w:id="2542" w:author="Yasser Syed" w:date="2019-06-25T00:12:00Z">
              <w:r w:rsidRPr="000B2ED5">
                <w:rPr>
                  <w:sz w:val="18"/>
                  <w:szCs w:val="18"/>
                  <w:rPrChange w:id="2543" w:author="Yasser Syed" w:date="2019-06-25T18:29:00Z">
                    <w:rPr>
                      <w:sz w:val="22"/>
                      <w:szCs w:val="18"/>
                    </w:rPr>
                  </w:rPrChange>
                </w:rPr>
                <w:sym w:font="Symbol" w:char="F0D6"/>
              </w:r>
            </w:ins>
          </w:p>
        </w:tc>
        <w:tc>
          <w:tcPr>
            <w:tcW w:w="1170" w:type="dxa"/>
            <w:shd w:val="clear" w:color="auto" w:fill="D5DCE4" w:themeFill="text2" w:themeFillTint="33"/>
          </w:tcPr>
          <w:p w14:paraId="5A1C84E4" w14:textId="77777777" w:rsidR="00B04EEB" w:rsidRPr="000B2ED5" w:rsidRDefault="00B04EEB" w:rsidP="000B1A01">
            <w:pPr>
              <w:keepNext/>
              <w:jc w:val="left"/>
              <w:rPr>
                <w:ins w:id="2544" w:author="Yasser Syed" w:date="2019-06-25T00:12:00Z"/>
                <w:sz w:val="18"/>
                <w:szCs w:val="18"/>
              </w:rPr>
            </w:pPr>
          </w:p>
        </w:tc>
        <w:tc>
          <w:tcPr>
            <w:tcW w:w="1170" w:type="dxa"/>
            <w:shd w:val="clear" w:color="auto" w:fill="D5DCE4" w:themeFill="text2" w:themeFillTint="33"/>
          </w:tcPr>
          <w:p w14:paraId="1322F779" w14:textId="77777777" w:rsidR="00B04EEB" w:rsidRPr="000B2ED5" w:rsidRDefault="00B04EEB" w:rsidP="000B1A01">
            <w:pPr>
              <w:keepNext/>
              <w:jc w:val="left"/>
              <w:rPr>
                <w:ins w:id="2545" w:author="Yasser Syed" w:date="2019-06-25T00:12:00Z"/>
                <w:sz w:val="18"/>
                <w:szCs w:val="18"/>
              </w:rPr>
            </w:pPr>
          </w:p>
        </w:tc>
        <w:tc>
          <w:tcPr>
            <w:tcW w:w="1350" w:type="dxa"/>
            <w:shd w:val="clear" w:color="auto" w:fill="auto"/>
          </w:tcPr>
          <w:p w14:paraId="3F7C8BDD" w14:textId="77777777" w:rsidR="00B04EEB" w:rsidRPr="000B2ED5" w:rsidRDefault="00B04EEB" w:rsidP="000B1A01">
            <w:pPr>
              <w:keepNext/>
              <w:jc w:val="center"/>
              <w:rPr>
                <w:ins w:id="2546" w:author="Yasser Syed" w:date="2019-06-25T00:12:00Z"/>
                <w:sz w:val="18"/>
                <w:szCs w:val="18"/>
              </w:rPr>
            </w:pPr>
            <w:ins w:id="2547" w:author="Yasser Syed" w:date="2019-06-25T00:12:00Z">
              <w:r w:rsidRPr="000B2ED5">
                <w:rPr>
                  <w:sz w:val="18"/>
                  <w:szCs w:val="18"/>
                  <w:rPrChange w:id="2548" w:author="Yasser Syed" w:date="2019-06-25T18:29:00Z">
                    <w:rPr>
                      <w:sz w:val="21"/>
                      <w:szCs w:val="18"/>
                    </w:rPr>
                  </w:rPrChange>
                </w:rPr>
                <w:sym w:font="Symbol" w:char="F0D6"/>
              </w:r>
            </w:ins>
          </w:p>
        </w:tc>
        <w:tc>
          <w:tcPr>
            <w:tcW w:w="1350" w:type="dxa"/>
            <w:shd w:val="clear" w:color="auto" w:fill="auto"/>
          </w:tcPr>
          <w:p w14:paraId="280E6BE3" w14:textId="77777777" w:rsidR="00B04EEB" w:rsidRPr="000B2ED5" w:rsidRDefault="00B04EEB" w:rsidP="000B1A01">
            <w:pPr>
              <w:keepNext/>
              <w:jc w:val="center"/>
              <w:rPr>
                <w:ins w:id="2549" w:author="Yasser Syed" w:date="2019-06-25T00:12:00Z"/>
                <w:sz w:val="18"/>
                <w:szCs w:val="18"/>
              </w:rPr>
            </w:pPr>
            <w:ins w:id="2550" w:author="Yasser Syed" w:date="2019-06-25T00:12:00Z">
              <w:r w:rsidRPr="000B2ED5">
                <w:rPr>
                  <w:sz w:val="18"/>
                  <w:szCs w:val="18"/>
                  <w:rPrChange w:id="2551" w:author="Yasser Syed" w:date="2019-06-25T18:29:00Z">
                    <w:rPr>
                      <w:sz w:val="21"/>
                      <w:szCs w:val="18"/>
                    </w:rPr>
                  </w:rPrChange>
                </w:rPr>
                <w:sym w:font="Symbol" w:char="F0D6"/>
              </w:r>
            </w:ins>
          </w:p>
        </w:tc>
      </w:tr>
      <w:tr w:rsidR="00B04EEB" w:rsidRPr="000B2ED5" w14:paraId="1F644563" w14:textId="77777777" w:rsidTr="000B1A01">
        <w:trPr>
          <w:trHeight w:val="103"/>
          <w:jc w:val="center"/>
          <w:ins w:id="2552" w:author="Yasser Syed" w:date="2019-06-25T00:12:00Z"/>
        </w:trPr>
        <w:tc>
          <w:tcPr>
            <w:tcW w:w="1165" w:type="dxa"/>
            <w:vMerge/>
            <w:shd w:val="clear" w:color="auto" w:fill="auto"/>
          </w:tcPr>
          <w:p w14:paraId="5AC0A966" w14:textId="77777777" w:rsidR="00B04EEB" w:rsidRPr="000B2ED5" w:rsidRDefault="00B04EEB" w:rsidP="000B1A01">
            <w:pPr>
              <w:keepNext/>
              <w:spacing w:before="0"/>
              <w:jc w:val="left"/>
              <w:rPr>
                <w:ins w:id="2553" w:author="Yasser Syed" w:date="2019-06-25T00:12:00Z"/>
                <w:sz w:val="18"/>
                <w:szCs w:val="18"/>
              </w:rPr>
            </w:pPr>
          </w:p>
        </w:tc>
        <w:tc>
          <w:tcPr>
            <w:tcW w:w="990" w:type="dxa"/>
            <w:shd w:val="clear" w:color="auto" w:fill="auto"/>
          </w:tcPr>
          <w:p w14:paraId="2C2F90D0" w14:textId="77777777" w:rsidR="00B04EEB" w:rsidRPr="000B2ED5" w:rsidRDefault="00B04EEB" w:rsidP="000B1A01">
            <w:pPr>
              <w:keepNext/>
              <w:spacing w:before="0"/>
              <w:jc w:val="left"/>
              <w:rPr>
                <w:ins w:id="2554" w:author="Yasser Syed" w:date="2019-06-25T00:12:00Z"/>
                <w:sz w:val="18"/>
                <w:szCs w:val="18"/>
              </w:rPr>
            </w:pPr>
            <w:ins w:id="2555" w:author="Yasser Syed" w:date="2019-06-25T00:12:00Z">
              <w:r w:rsidRPr="000B2ED5">
                <w:rPr>
                  <w:sz w:val="18"/>
                  <w:szCs w:val="18"/>
                </w:rPr>
                <w:t>ST 2082-10</w:t>
              </w:r>
            </w:ins>
          </w:p>
          <w:p w14:paraId="37D33E79" w14:textId="77777777" w:rsidR="00B04EEB" w:rsidRPr="000B2ED5" w:rsidRDefault="00B04EEB" w:rsidP="000B1A01">
            <w:pPr>
              <w:keepNext/>
              <w:spacing w:before="0"/>
              <w:jc w:val="left"/>
              <w:rPr>
                <w:ins w:id="2556" w:author="Yasser Syed" w:date="2019-06-25T00:12:00Z"/>
                <w:sz w:val="18"/>
                <w:szCs w:val="18"/>
              </w:rPr>
            </w:pPr>
            <w:ins w:id="2557" w:author="Yasser Syed" w:date="2019-06-25T00:12:00Z">
              <w:r w:rsidRPr="000B2ED5">
                <w:rPr>
                  <w:sz w:val="18"/>
                  <w:szCs w:val="18"/>
                </w:rPr>
                <w:t xml:space="preserve">12G </w:t>
              </w:r>
            </w:ins>
          </w:p>
        </w:tc>
        <w:tc>
          <w:tcPr>
            <w:tcW w:w="1260" w:type="dxa"/>
            <w:shd w:val="clear" w:color="auto" w:fill="auto"/>
          </w:tcPr>
          <w:p w14:paraId="3E1089AA" w14:textId="77777777" w:rsidR="00B04EEB" w:rsidRPr="000B2ED5" w:rsidRDefault="00B04EEB" w:rsidP="000B1A01">
            <w:pPr>
              <w:keepNext/>
              <w:jc w:val="center"/>
              <w:rPr>
                <w:ins w:id="2558" w:author="Yasser Syed" w:date="2019-06-25T00:12:00Z"/>
                <w:sz w:val="18"/>
                <w:szCs w:val="18"/>
              </w:rPr>
            </w:pPr>
            <w:ins w:id="2559" w:author="Yasser Syed" w:date="2019-06-25T00:12:00Z">
              <w:r w:rsidRPr="000B2ED5">
                <w:rPr>
                  <w:sz w:val="18"/>
                  <w:szCs w:val="18"/>
                  <w:rPrChange w:id="2560" w:author="Yasser Syed" w:date="2019-06-25T18:29:00Z">
                    <w:rPr>
                      <w:sz w:val="22"/>
                      <w:szCs w:val="18"/>
                    </w:rPr>
                  </w:rPrChange>
                </w:rPr>
                <w:sym w:font="Symbol" w:char="F0D6"/>
              </w:r>
            </w:ins>
          </w:p>
        </w:tc>
        <w:tc>
          <w:tcPr>
            <w:tcW w:w="1260" w:type="dxa"/>
            <w:shd w:val="clear" w:color="auto" w:fill="auto"/>
          </w:tcPr>
          <w:p w14:paraId="1B7E1334" w14:textId="77777777" w:rsidR="00B04EEB" w:rsidRPr="000B2ED5" w:rsidRDefault="00B04EEB" w:rsidP="000B1A01">
            <w:pPr>
              <w:keepNext/>
              <w:jc w:val="center"/>
              <w:rPr>
                <w:ins w:id="2561" w:author="Yasser Syed" w:date="2019-06-25T00:12:00Z"/>
                <w:sz w:val="18"/>
                <w:szCs w:val="18"/>
              </w:rPr>
            </w:pPr>
            <w:ins w:id="2562" w:author="Yasser Syed" w:date="2019-06-25T00:12:00Z">
              <w:r w:rsidRPr="000B2ED5">
                <w:rPr>
                  <w:sz w:val="18"/>
                  <w:szCs w:val="18"/>
                  <w:rPrChange w:id="2563" w:author="Yasser Syed" w:date="2019-06-25T18:29:00Z">
                    <w:rPr>
                      <w:sz w:val="22"/>
                      <w:szCs w:val="18"/>
                    </w:rPr>
                  </w:rPrChange>
                </w:rPr>
                <w:sym w:font="Symbol" w:char="F0D6"/>
              </w:r>
            </w:ins>
          </w:p>
        </w:tc>
        <w:tc>
          <w:tcPr>
            <w:tcW w:w="1170" w:type="dxa"/>
            <w:shd w:val="clear" w:color="auto" w:fill="D5DCE4" w:themeFill="text2" w:themeFillTint="33"/>
          </w:tcPr>
          <w:p w14:paraId="4EB38091" w14:textId="77777777" w:rsidR="00B04EEB" w:rsidRPr="000B2ED5" w:rsidRDefault="00B04EEB" w:rsidP="000B1A01">
            <w:pPr>
              <w:keepNext/>
              <w:jc w:val="left"/>
              <w:rPr>
                <w:ins w:id="2564" w:author="Yasser Syed" w:date="2019-06-25T00:12:00Z"/>
                <w:sz w:val="18"/>
                <w:szCs w:val="18"/>
              </w:rPr>
            </w:pPr>
          </w:p>
        </w:tc>
        <w:tc>
          <w:tcPr>
            <w:tcW w:w="1170" w:type="dxa"/>
            <w:shd w:val="clear" w:color="auto" w:fill="D5DCE4" w:themeFill="text2" w:themeFillTint="33"/>
          </w:tcPr>
          <w:p w14:paraId="575809E0" w14:textId="77777777" w:rsidR="00B04EEB" w:rsidRPr="000B2ED5" w:rsidRDefault="00B04EEB" w:rsidP="000B1A01">
            <w:pPr>
              <w:keepNext/>
              <w:jc w:val="left"/>
              <w:rPr>
                <w:ins w:id="2565" w:author="Yasser Syed" w:date="2019-06-25T00:12:00Z"/>
                <w:sz w:val="18"/>
                <w:szCs w:val="18"/>
              </w:rPr>
            </w:pPr>
          </w:p>
        </w:tc>
        <w:tc>
          <w:tcPr>
            <w:tcW w:w="1350" w:type="dxa"/>
            <w:shd w:val="clear" w:color="auto" w:fill="auto"/>
          </w:tcPr>
          <w:p w14:paraId="677FAFFD" w14:textId="77777777" w:rsidR="00B04EEB" w:rsidRPr="000B2ED5" w:rsidRDefault="00B04EEB" w:rsidP="000B1A01">
            <w:pPr>
              <w:keepNext/>
              <w:jc w:val="center"/>
              <w:rPr>
                <w:ins w:id="2566" w:author="Yasser Syed" w:date="2019-06-25T00:12:00Z"/>
                <w:sz w:val="18"/>
                <w:szCs w:val="18"/>
              </w:rPr>
            </w:pPr>
            <w:ins w:id="2567" w:author="Yasser Syed" w:date="2019-06-25T00:12:00Z">
              <w:r w:rsidRPr="000B2ED5">
                <w:rPr>
                  <w:sz w:val="18"/>
                  <w:szCs w:val="18"/>
                  <w:rPrChange w:id="2568" w:author="Yasser Syed" w:date="2019-06-25T18:29:00Z">
                    <w:rPr>
                      <w:sz w:val="21"/>
                      <w:szCs w:val="18"/>
                    </w:rPr>
                  </w:rPrChange>
                </w:rPr>
                <w:sym w:font="Symbol" w:char="F0D6"/>
              </w:r>
            </w:ins>
          </w:p>
        </w:tc>
        <w:tc>
          <w:tcPr>
            <w:tcW w:w="1350" w:type="dxa"/>
            <w:shd w:val="clear" w:color="auto" w:fill="auto"/>
          </w:tcPr>
          <w:p w14:paraId="288F600B" w14:textId="77777777" w:rsidR="00B04EEB" w:rsidRPr="000B2ED5" w:rsidRDefault="00B04EEB" w:rsidP="000B1A01">
            <w:pPr>
              <w:keepNext/>
              <w:jc w:val="center"/>
              <w:rPr>
                <w:ins w:id="2569" w:author="Yasser Syed" w:date="2019-06-25T00:12:00Z"/>
                <w:sz w:val="18"/>
                <w:szCs w:val="18"/>
              </w:rPr>
            </w:pPr>
            <w:ins w:id="2570" w:author="Yasser Syed" w:date="2019-06-25T00:12:00Z">
              <w:r w:rsidRPr="000B2ED5">
                <w:rPr>
                  <w:sz w:val="18"/>
                  <w:szCs w:val="18"/>
                  <w:rPrChange w:id="2571" w:author="Yasser Syed" w:date="2019-06-25T18:29:00Z">
                    <w:rPr>
                      <w:sz w:val="21"/>
                      <w:szCs w:val="18"/>
                    </w:rPr>
                  </w:rPrChange>
                </w:rPr>
                <w:sym w:font="Symbol" w:char="F0D6"/>
              </w:r>
            </w:ins>
          </w:p>
        </w:tc>
      </w:tr>
      <w:tr w:rsidR="00B04EEB" w:rsidRPr="000B2ED5" w14:paraId="5DA9D7F6" w14:textId="77777777" w:rsidTr="000B1A01">
        <w:trPr>
          <w:trHeight w:val="101"/>
          <w:jc w:val="center"/>
          <w:ins w:id="2572" w:author="Yasser Syed" w:date="2019-06-25T00:12:00Z"/>
        </w:trPr>
        <w:tc>
          <w:tcPr>
            <w:tcW w:w="1165" w:type="dxa"/>
            <w:vMerge/>
            <w:shd w:val="clear" w:color="auto" w:fill="auto"/>
          </w:tcPr>
          <w:p w14:paraId="64C6B410" w14:textId="77777777" w:rsidR="00B04EEB" w:rsidRPr="000B2ED5" w:rsidRDefault="00B04EEB" w:rsidP="000B1A01">
            <w:pPr>
              <w:keepNext/>
              <w:spacing w:before="0"/>
              <w:jc w:val="left"/>
              <w:rPr>
                <w:ins w:id="2573" w:author="Yasser Syed" w:date="2019-06-25T00:12:00Z"/>
                <w:sz w:val="18"/>
                <w:szCs w:val="18"/>
              </w:rPr>
            </w:pPr>
          </w:p>
        </w:tc>
        <w:tc>
          <w:tcPr>
            <w:tcW w:w="990" w:type="dxa"/>
            <w:shd w:val="clear" w:color="auto" w:fill="auto"/>
          </w:tcPr>
          <w:p w14:paraId="35F6C67E" w14:textId="77777777" w:rsidR="00B04EEB" w:rsidRPr="000B2ED5" w:rsidRDefault="00B04EEB" w:rsidP="000B1A01">
            <w:pPr>
              <w:keepNext/>
              <w:spacing w:before="0"/>
              <w:jc w:val="left"/>
              <w:rPr>
                <w:ins w:id="2574" w:author="Yasser Syed" w:date="2019-06-25T00:12:00Z"/>
                <w:sz w:val="18"/>
                <w:szCs w:val="18"/>
              </w:rPr>
            </w:pPr>
            <w:ins w:id="2575" w:author="Yasser Syed" w:date="2019-06-25T00:12:00Z">
              <w:r w:rsidRPr="000B2ED5">
                <w:rPr>
                  <w:sz w:val="18"/>
                  <w:szCs w:val="18"/>
                </w:rPr>
                <w:t>ST 2082-12</w:t>
              </w:r>
            </w:ins>
          </w:p>
          <w:p w14:paraId="5729B334" w14:textId="77777777" w:rsidR="00B04EEB" w:rsidRPr="000B2ED5" w:rsidRDefault="00B04EEB" w:rsidP="000B1A01">
            <w:pPr>
              <w:keepNext/>
              <w:spacing w:before="0"/>
              <w:jc w:val="left"/>
              <w:rPr>
                <w:ins w:id="2576" w:author="Yasser Syed" w:date="2019-06-25T00:12:00Z"/>
                <w:sz w:val="18"/>
                <w:szCs w:val="18"/>
              </w:rPr>
            </w:pPr>
            <w:ins w:id="2577" w:author="Yasser Syed" w:date="2019-06-25T00:12:00Z">
              <w:r w:rsidRPr="000B2ED5">
                <w:rPr>
                  <w:sz w:val="18"/>
                  <w:szCs w:val="18"/>
                </w:rPr>
                <w:t xml:space="preserve">Quad 12G </w:t>
              </w:r>
            </w:ins>
          </w:p>
        </w:tc>
        <w:tc>
          <w:tcPr>
            <w:tcW w:w="1260" w:type="dxa"/>
            <w:shd w:val="clear" w:color="auto" w:fill="auto"/>
          </w:tcPr>
          <w:p w14:paraId="75CCAD26" w14:textId="77777777" w:rsidR="00B04EEB" w:rsidRPr="000B2ED5" w:rsidRDefault="00B04EEB" w:rsidP="000B1A01">
            <w:pPr>
              <w:keepNext/>
              <w:jc w:val="center"/>
              <w:rPr>
                <w:ins w:id="2578" w:author="Yasser Syed" w:date="2019-06-25T00:12:00Z"/>
                <w:sz w:val="18"/>
                <w:szCs w:val="18"/>
                <w:rPrChange w:id="2579" w:author="Yasser Syed" w:date="2019-06-25T18:29:00Z">
                  <w:rPr>
                    <w:ins w:id="2580" w:author="Yasser Syed" w:date="2019-06-25T00:12:00Z"/>
                    <w:sz w:val="22"/>
                    <w:szCs w:val="18"/>
                  </w:rPr>
                </w:rPrChange>
              </w:rPr>
            </w:pPr>
            <w:ins w:id="2581" w:author="Yasser Syed" w:date="2019-06-25T00:12:00Z">
              <w:r w:rsidRPr="000B2ED5">
                <w:rPr>
                  <w:sz w:val="18"/>
                  <w:szCs w:val="18"/>
                  <w:rPrChange w:id="2582" w:author="Yasser Syed" w:date="2019-06-25T18:29:00Z">
                    <w:rPr>
                      <w:sz w:val="22"/>
                      <w:szCs w:val="18"/>
                    </w:rPr>
                  </w:rPrChange>
                </w:rPr>
                <w:sym w:font="Symbol" w:char="F0D6"/>
              </w:r>
            </w:ins>
          </w:p>
        </w:tc>
        <w:tc>
          <w:tcPr>
            <w:tcW w:w="1260" w:type="dxa"/>
            <w:shd w:val="clear" w:color="auto" w:fill="auto"/>
          </w:tcPr>
          <w:p w14:paraId="481B9426" w14:textId="77777777" w:rsidR="00B04EEB" w:rsidRPr="000B2ED5" w:rsidRDefault="00B04EEB" w:rsidP="000B1A01">
            <w:pPr>
              <w:keepNext/>
              <w:jc w:val="center"/>
              <w:rPr>
                <w:ins w:id="2583" w:author="Yasser Syed" w:date="2019-06-25T00:12:00Z"/>
                <w:sz w:val="18"/>
                <w:szCs w:val="18"/>
                <w:rPrChange w:id="2584" w:author="Yasser Syed" w:date="2019-06-25T18:29:00Z">
                  <w:rPr>
                    <w:ins w:id="2585" w:author="Yasser Syed" w:date="2019-06-25T00:12:00Z"/>
                    <w:sz w:val="22"/>
                    <w:szCs w:val="18"/>
                  </w:rPr>
                </w:rPrChange>
              </w:rPr>
            </w:pPr>
            <w:ins w:id="2586" w:author="Yasser Syed" w:date="2019-06-25T00:12:00Z">
              <w:r w:rsidRPr="000B2ED5">
                <w:rPr>
                  <w:sz w:val="18"/>
                  <w:szCs w:val="18"/>
                  <w:rPrChange w:id="2587" w:author="Yasser Syed" w:date="2019-06-25T18:29:00Z">
                    <w:rPr>
                      <w:sz w:val="22"/>
                      <w:szCs w:val="18"/>
                    </w:rPr>
                  </w:rPrChange>
                </w:rPr>
                <w:sym w:font="Symbol" w:char="F0D6"/>
              </w:r>
            </w:ins>
          </w:p>
        </w:tc>
        <w:tc>
          <w:tcPr>
            <w:tcW w:w="1170" w:type="dxa"/>
            <w:shd w:val="clear" w:color="auto" w:fill="D5DCE4" w:themeFill="text2" w:themeFillTint="33"/>
          </w:tcPr>
          <w:p w14:paraId="650F4DB2" w14:textId="77777777" w:rsidR="00B04EEB" w:rsidRPr="000B2ED5" w:rsidRDefault="00B04EEB" w:rsidP="000B1A01">
            <w:pPr>
              <w:keepNext/>
              <w:jc w:val="left"/>
              <w:rPr>
                <w:ins w:id="2588" w:author="Yasser Syed" w:date="2019-06-25T00:12:00Z"/>
                <w:sz w:val="18"/>
                <w:szCs w:val="18"/>
              </w:rPr>
            </w:pPr>
          </w:p>
        </w:tc>
        <w:tc>
          <w:tcPr>
            <w:tcW w:w="1170" w:type="dxa"/>
            <w:shd w:val="clear" w:color="auto" w:fill="D5DCE4" w:themeFill="text2" w:themeFillTint="33"/>
          </w:tcPr>
          <w:p w14:paraId="172481FB" w14:textId="77777777" w:rsidR="00B04EEB" w:rsidRPr="000B2ED5" w:rsidRDefault="00B04EEB" w:rsidP="000B1A01">
            <w:pPr>
              <w:keepNext/>
              <w:jc w:val="left"/>
              <w:rPr>
                <w:ins w:id="2589" w:author="Yasser Syed" w:date="2019-06-25T00:12:00Z"/>
                <w:sz w:val="18"/>
                <w:szCs w:val="18"/>
              </w:rPr>
            </w:pPr>
          </w:p>
        </w:tc>
        <w:tc>
          <w:tcPr>
            <w:tcW w:w="1350" w:type="dxa"/>
            <w:shd w:val="clear" w:color="auto" w:fill="auto"/>
          </w:tcPr>
          <w:p w14:paraId="6E9B2544" w14:textId="77777777" w:rsidR="00B04EEB" w:rsidRPr="000B2ED5" w:rsidRDefault="00B04EEB" w:rsidP="000B1A01">
            <w:pPr>
              <w:keepNext/>
              <w:jc w:val="center"/>
              <w:rPr>
                <w:ins w:id="2590" w:author="Yasser Syed" w:date="2019-06-25T00:12:00Z"/>
                <w:sz w:val="18"/>
                <w:szCs w:val="18"/>
              </w:rPr>
            </w:pPr>
            <w:ins w:id="2591" w:author="Yasser Syed" w:date="2019-06-25T00:12:00Z">
              <w:r w:rsidRPr="000B2ED5">
                <w:rPr>
                  <w:sz w:val="18"/>
                  <w:szCs w:val="18"/>
                  <w:rPrChange w:id="2592" w:author="Yasser Syed" w:date="2019-06-25T18:29:00Z">
                    <w:rPr>
                      <w:sz w:val="21"/>
                      <w:szCs w:val="18"/>
                    </w:rPr>
                  </w:rPrChange>
                </w:rPr>
                <w:sym w:font="Symbol" w:char="F0D6"/>
              </w:r>
            </w:ins>
          </w:p>
        </w:tc>
        <w:tc>
          <w:tcPr>
            <w:tcW w:w="1350" w:type="dxa"/>
            <w:shd w:val="clear" w:color="auto" w:fill="auto"/>
          </w:tcPr>
          <w:p w14:paraId="50F18C8D" w14:textId="77777777" w:rsidR="00B04EEB" w:rsidRPr="000B2ED5" w:rsidRDefault="00B04EEB" w:rsidP="000B1A01">
            <w:pPr>
              <w:keepNext/>
              <w:jc w:val="center"/>
              <w:rPr>
                <w:ins w:id="2593" w:author="Yasser Syed" w:date="2019-06-25T00:12:00Z"/>
                <w:sz w:val="18"/>
                <w:szCs w:val="18"/>
              </w:rPr>
            </w:pPr>
            <w:ins w:id="2594" w:author="Yasser Syed" w:date="2019-06-25T00:12:00Z">
              <w:r w:rsidRPr="000B2ED5">
                <w:rPr>
                  <w:sz w:val="18"/>
                  <w:szCs w:val="18"/>
                  <w:rPrChange w:id="2595" w:author="Yasser Syed" w:date="2019-06-25T18:29:00Z">
                    <w:rPr>
                      <w:sz w:val="21"/>
                      <w:szCs w:val="18"/>
                    </w:rPr>
                  </w:rPrChange>
                </w:rPr>
                <w:sym w:font="Symbol" w:char="F0D6"/>
              </w:r>
            </w:ins>
          </w:p>
        </w:tc>
      </w:tr>
      <w:tr w:rsidR="00B04EEB" w:rsidRPr="000B2ED5" w14:paraId="79A52CBF" w14:textId="77777777" w:rsidTr="000B1A01">
        <w:trPr>
          <w:trHeight w:val="326"/>
          <w:jc w:val="center"/>
          <w:ins w:id="2596" w:author="Yasser Syed" w:date="2019-06-25T00:12:00Z"/>
        </w:trPr>
        <w:tc>
          <w:tcPr>
            <w:tcW w:w="1165" w:type="dxa"/>
            <w:vMerge/>
            <w:shd w:val="clear" w:color="auto" w:fill="auto"/>
          </w:tcPr>
          <w:p w14:paraId="57CED0EE" w14:textId="77777777" w:rsidR="00B04EEB" w:rsidRPr="000B2ED5" w:rsidRDefault="00B04EEB" w:rsidP="000B1A01">
            <w:pPr>
              <w:keepNext/>
              <w:spacing w:before="0"/>
              <w:jc w:val="left"/>
              <w:rPr>
                <w:ins w:id="2597" w:author="Yasser Syed" w:date="2019-06-25T00:12:00Z"/>
                <w:sz w:val="18"/>
                <w:szCs w:val="18"/>
              </w:rPr>
            </w:pPr>
          </w:p>
        </w:tc>
        <w:tc>
          <w:tcPr>
            <w:tcW w:w="990" w:type="dxa"/>
            <w:shd w:val="clear" w:color="auto" w:fill="auto"/>
          </w:tcPr>
          <w:p w14:paraId="34322F20" w14:textId="77777777" w:rsidR="00B04EEB" w:rsidRPr="000B2ED5" w:rsidRDefault="00B04EEB" w:rsidP="000B1A01">
            <w:pPr>
              <w:keepNext/>
              <w:spacing w:before="0"/>
              <w:jc w:val="left"/>
              <w:rPr>
                <w:ins w:id="2598" w:author="Yasser Syed" w:date="2019-06-25T00:12:00Z"/>
                <w:sz w:val="18"/>
                <w:szCs w:val="18"/>
              </w:rPr>
            </w:pPr>
            <w:ins w:id="2599" w:author="Yasser Syed" w:date="2019-06-25T00:12:00Z">
              <w:r w:rsidRPr="000B2ED5">
                <w:rPr>
                  <w:sz w:val="18"/>
                  <w:szCs w:val="18"/>
                </w:rPr>
                <w:t>ST 2036-3</w:t>
              </w:r>
            </w:ins>
          </w:p>
          <w:p w14:paraId="0446B15A" w14:textId="77777777" w:rsidR="00B04EEB" w:rsidRPr="000B2ED5" w:rsidRDefault="00B04EEB" w:rsidP="000B1A01">
            <w:pPr>
              <w:keepNext/>
              <w:spacing w:before="0"/>
              <w:jc w:val="left"/>
              <w:rPr>
                <w:ins w:id="2600" w:author="Yasser Syed" w:date="2019-06-25T00:12:00Z"/>
                <w:sz w:val="18"/>
                <w:szCs w:val="18"/>
              </w:rPr>
            </w:pPr>
            <w:ins w:id="2601" w:author="Yasser Syed" w:date="2019-06-25T00:12:00Z">
              <w:r w:rsidRPr="000B2ED5">
                <w:rPr>
                  <w:sz w:val="18"/>
                  <w:szCs w:val="18"/>
                </w:rPr>
                <w:t>(Single/Multi-link 10G SDI)</w:t>
              </w:r>
            </w:ins>
          </w:p>
        </w:tc>
        <w:tc>
          <w:tcPr>
            <w:tcW w:w="1260" w:type="dxa"/>
            <w:shd w:val="clear" w:color="auto" w:fill="auto"/>
          </w:tcPr>
          <w:p w14:paraId="270E6B31" w14:textId="77777777" w:rsidR="00B04EEB" w:rsidRPr="000B2ED5" w:rsidRDefault="00B04EEB" w:rsidP="000B1A01">
            <w:pPr>
              <w:keepNext/>
              <w:jc w:val="center"/>
              <w:rPr>
                <w:ins w:id="2602" w:author="Yasser Syed" w:date="2019-06-25T00:12:00Z"/>
                <w:sz w:val="18"/>
                <w:szCs w:val="18"/>
              </w:rPr>
            </w:pPr>
            <w:ins w:id="2603" w:author="Yasser Syed" w:date="2019-06-25T00:12:00Z">
              <w:r w:rsidRPr="000B2ED5">
                <w:rPr>
                  <w:sz w:val="18"/>
                  <w:szCs w:val="18"/>
                  <w:rPrChange w:id="2604" w:author="Yasser Syed" w:date="2019-06-25T18:29:00Z">
                    <w:rPr>
                      <w:sz w:val="21"/>
                      <w:szCs w:val="18"/>
                    </w:rPr>
                  </w:rPrChange>
                </w:rPr>
                <w:sym w:font="Symbol" w:char="F0D6"/>
              </w:r>
            </w:ins>
          </w:p>
        </w:tc>
        <w:tc>
          <w:tcPr>
            <w:tcW w:w="1260" w:type="dxa"/>
            <w:shd w:val="clear" w:color="auto" w:fill="auto"/>
          </w:tcPr>
          <w:p w14:paraId="6F32F1B1" w14:textId="77777777" w:rsidR="00B04EEB" w:rsidRPr="000B2ED5" w:rsidRDefault="00B04EEB" w:rsidP="000B1A01">
            <w:pPr>
              <w:keepNext/>
              <w:jc w:val="center"/>
              <w:rPr>
                <w:ins w:id="2605" w:author="Yasser Syed" w:date="2019-06-25T00:12:00Z"/>
                <w:sz w:val="18"/>
                <w:szCs w:val="18"/>
              </w:rPr>
            </w:pPr>
            <w:ins w:id="2606" w:author="Yasser Syed" w:date="2019-06-25T00:12:00Z">
              <w:r w:rsidRPr="000B2ED5">
                <w:rPr>
                  <w:sz w:val="18"/>
                  <w:szCs w:val="18"/>
                  <w:rPrChange w:id="2607" w:author="Yasser Syed" w:date="2019-06-25T18:29:00Z">
                    <w:rPr>
                      <w:sz w:val="22"/>
                      <w:szCs w:val="18"/>
                    </w:rPr>
                  </w:rPrChange>
                </w:rPr>
                <w:sym w:font="Symbol" w:char="F0D6"/>
              </w:r>
            </w:ins>
          </w:p>
        </w:tc>
        <w:tc>
          <w:tcPr>
            <w:tcW w:w="1170" w:type="dxa"/>
            <w:shd w:val="clear" w:color="auto" w:fill="D5DCE4" w:themeFill="text2" w:themeFillTint="33"/>
          </w:tcPr>
          <w:p w14:paraId="106F0AAA" w14:textId="77777777" w:rsidR="00B04EEB" w:rsidRPr="000B2ED5" w:rsidRDefault="00B04EEB" w:rsidP="000B1A01">
            <w:pPr>
              <w:keepNext/>
              <w:jc w:val="left"/>
              <w:rPr>
                <w:ins w:id="2608" w:author="Yasser Syed" w:date="2019-06-25T00:12:00Z"/>
                <w:sz w:val="18"/>
                <w:szCs w:val="18"/>
              </w:rPr>
            </w:pPr>
          </w:p>
        </w:tc>
        <w:tc>
          <w:tcPr>
            <w:tcW w:w="1170" w:type="dxa"/>
            <w:shd w:val="clear" w:color="auto" w:fill="D5DCE4" w:themeFill="text2" w:themeFillTint="33"/>
          </w:tcPr>
          <w:p w14:paraId="0EF8DCE0" w14:textId="77777777" w:rsidR="00B04EEB" w:rsidRPr="000B2ED5" w:rsidRDefault="00B04EEB" w:rsidP="000B1A01">
            <w:pPr>
              <w:keepNext/>
              <w:jc w:val="left"/>
              <w:rPr>
                <w:ins w:id="2609" w:author="Yasser Syed" w:date="2019-06-25T00:12:00Z"/>
                <w:sz w:val="18"/>
                <w:szCs w:val="18"/>
              </w:rPr>
            </w:pPr>
          </w:p>
        </w:tc>
        <w:tc>
          <w:tcPr>
            <w:tcW w:w="1350" w:type="dxa"/>
            <w:shd w:val="clear" w:color="auto" w:fill="auto"/>
          </w:tcPr>
          <w:p w14:paraId="7C3E2AEE" w14:textId="77777777" w:rsidR="00B04EEB" w:rsidRPr="000B2ED5" w:rsidRDefault="00B04EEB" w:rsidP="000B1A01">
            <w:pPr>
              <w:keepNext/>
              <w:jc w:val="center"/>
              <w:rPr>
                <w:ins w:id="2610" w:author="Yasser Syed" w:date="2019-06-25T00:12:00Z"/>
                <w:sz w:val="18"/>
                <w:szCs w:val="18"/>
              </w:rPr>
            </w:pPr>
            <w:ins w:id="2611" w:author="Yasser Syed" w:date="2019-06-25T00:12:00Z">
              <w:r w:rsidRPr="000B2ED5">
                <w:rPr>
                  <w:sz w:val="18"/>
                  <w:szCs w:val="18"/>
                  <w:rPrChange w:id="2612" w:author="Yasser Syed" w:date="2019-06-25T18:29:00Z">
                    <w:rPr>
                      <w:sz w:val="21"/>
                      <w:szCs w:val="18"/>
                    </w:rPr>
                  </w:rPrChange>
                </w:rPr>
                <w:sym w:font="Symbol" w:char="F0D6"/>
              </w:r>
            </w:ins>
          </w:p>
        </w:tc>
        <w:tc>
          <w:tcPr>
            <w:tcW w:w="1350" w:type="dxa"/>
            <w:shd w:val="clear" w:color="auto" w:fill="auto"/>
          </w:tcPr>
          <w:p w14:paraId="7801D715" w14:textId="77777777" w:rsidR="00B04EEB" w:rsidRPr="000B2ED5" w:rsidRDefault="00B04EEB" w:rsidP="000B1A01">
            <w:pPr>
              <w:keepNext/>
              <w:jc w:val="center"/>
              <w:rPr>
                <w:ins w:id="2613" w:author="Yasser Syed" w:date="2019-06-25T00:12:00Z"/>
                <w:sz w:val="18"/>
                <w:szCs w:val="18"/>
              </w:rPr>
            </w:pPr>
            <w:ins w:id="2614" w:author="Yasser Syed" w:date="2019-06-25T00:12:00Z">
              <w:r w:rsidRPr="000B2ED5">
                <w:rPr>
                  <w:sz w:val="18"/>
                  <w:szCs w:val="18"/>
                  <w:rPrChange w:id="2615" w:author="Yasser Syed" w:date="2019-06-25T18:29:00Z">
                    <w:rPr>
                      <w:sz w:val="21"/>
                      <w:szCs w:val="18"/>
                    </w:rPr>
                  </w:rPrChange>
                </w:rPr>
                <w:sym w:font="Symbol" w:char="F0D6"/>
              </w:r>
            </w:ins>
          </w:p>
        </w:tc>
      </w:tr>
      <w:tr w:rsidR="00B04EEB" w:rsidRPr="000B2ED5" w14:paraId="78EC1E35" w14:textId="77777777" w:rsidTr="000B1A01">
        <w:trPr>
          <w:trHeight w:val="326"/>
          <w:jc w:val="center"/>
          <w:ins w:id="2616" w:author="Yasser Syed" w:date="2019-06-25T00:12:00Z"/>
        </w:trPr>
        <w:tc>
          <w:tcPr>
            <w:tcW w:w="1165" w:type="dxa"/>
            <w:vMerge/>
            <w:shd w:val="clear" w:color="auto" w:fill="auto"/>
          </w:tcPr>
          <w:p w14:paraId="50B29FC9" w14:textId="77777777" w:rsidR="00B04EEB" w:rsidRPr="000B2ED5" w:rsidRDefault="00B04EEB" w:rsidP="000B1A01">
            <w:pPr>
              <w:keepNext/>
              <w:spacing w:before="0"/>
              <w:jc w:val="left"/>
              <w:rPr>
                <w:ins w:id="2617" w:author="Yasser Syed" w:date="2019-06-25T00:12:00Z"/>
                <w:sz w:val="18"/>
                <w:szCs w:val="18"/>
              </w:rPr>
            </w:pPr>
          </w:p>
        </w:tc>
        <w:tc>
          <w:tcPr>
            <w:tcW w:w="990" w:type="dxa"/>
            <w:shd w:val="clear" w:color="auto" w:fill="auto"/>
          </w:tcPr>
          <w:p w14:paraId="6FA8BA5B" w14:textId="77777777" w:rsidR="00B04EEB" w:rsidRPr="000B2ED5" w:rsidRDefault="00B04EEB" w:rsidP="000B1A01">
            <w:pPr>
              <w:keepNext/>
              <w:spacing w:before="0"/>
              <w:jc w:val="left"/>
              <w:rPr>
                <w:ins w:id="2618" w:author="Yasser Syed" w:date="2019-06-25T00:12:00Z"/>
                <w:sz w:val="18"/>
                <w:szCs w:val="18"/>
              </w:rPr>
            </w:pPr>
            <w:ins w:id="2619" w:author="Yasser Syed" w:date="2019-06-25T00:12:00Z">
              <w:r w:rsidRPr="000B2ED5">
                <w:rPr>
                  <w:sz w:val="18"/>
                  <w:szCs w:val="18"/>
                </w:rPr>
                <w:t>ST 2036-4 (U-SDI)</w:t>
              </w:r>
            </w:ins>
          </w:p>
        </w:tc>
        <w:tc>
          <w:tcPr>
            <w:tcW w:w="1260" w:type="dxa"/>
            <w:shd w:val="clear" w:color="auto" w:fill="auto"/>
          </w:tcPr>
          <w:p w14:paraId="239F1830" w14:textId="54A0CF60" w:rsidR="00A20ACE" w:rsidRPr="000B2ED5" w:rsidRDefault="00A20ACE" w:rsidP="000B1A01">
            <w:pPr>
              <w:keepNext/>
              <w:jc w:val="center"/>
              <w:rPr>
                <w:ins w:id="2620" w:author="Yasser Syed" w:date="2019-06-25T00:40:00Z"/>
                <w:sz w:val="18"/>
                <w:szCs w:val="18"/>
                <w:rPrChange w:id="2621" w:author="Yasser Syed" w:date="2019-06-25T18:29:00Z">
                  <w:rPr>
                    <w:ins w:id="2622" w:author="Yasser Syed" w:date="2019-06-25T00:40:00Z"/>
                    <w:sz w:val="21"/>
                    <w:szCs w:val="18"/>
                    <w:highlight w:val="yellow"/>
                  </w:rPr>
                </w:rPrChange>
              </w:rPr>
            </w:pPr>
            <w:ins w:id="2623" w:author="Yasser Syed" w:date="2019-06-25T00:40:00Z">
              <w:r w:rsidRPr="000B2ED5">
                <w:rPr>
                  <w:sz w:val="18"/>
                  <w:szCs w:val="18"/>
                  <w:rPrChange w:id="2624" w:author="Yasser Syed" w:date="2019-06-25T18:29:00Z">
                    <w:rPr>
                      <w:sz w:val="21"/>
                      <w:szCs w:val="18"/>
                    </w:rPr>
                  </w:rPrChange>
                </w:rPr>
                <w:sym w:font="Symbol" w:char="F0D6"/>
              </w:r>
              <w:r w:rsidRPr="000B2ED5">
                <w:rPr>
                  <w:sz w:val="18"/>
                  <w:szCs w:val="18"/>
                  <w:rPrChange w:id="2625" w:author="Yasser Syed" w:date="2019-06-25T18:29:00Z">
                    <w:rPr>
                      <w:sz w:val="21"/>
                      <w:szCs w:val="18"/>
                      <w:highlight w:val="yellow"/>
                    </w:rPr>
                  </w:rPrChange>
                </w:rPr>
                <w:t xml:space="preserve"> </w:t>
              </w:r>
            </w:ins>
            <w:bookmarkStart w:id="2626" w:name="_Ref12379875"/>
            <w:ins w:id="2627" w:author="Yasser Syed" w:date="2019-06-25T16:54:00Z">
              <w:r w:rsidR="00FA4244" w:rsidRPr="000B2ED5">
                <w:rPr>
                  <w:rStyle w:val="FootnoteReference"/>
                  <w:sz w:val="18"/>
                  <w:szCs w:val="18"/>
                  <w:vertAlign w:val="superscript"/>
                  <w:rPrChange w:id="2628" w:author="Yasser Syed" w:date="2019-06-25T18:31:00Z">
                    <w:rPr>
                      <w:rStyle w:val="FootnoteReference"/>
                      <w:szCs w:val="18"/>
                    </w:rPr>
                  </w:rPrChange>
                </w:rPr>
                <w:footnoteReference w:id="1"/>
              </w:r>
            </w:ins>
            <w:bookmarkEnd w:id="2626"/>
          </w:p>
          <w:p w14:paraId="326BA2DA" w14:textId="77777777" w:rsidR="00B04EEB" w:rsidRPr="000B2ED5" w:rsidRDefault="00B04EEB" w:rsidP="000B1A01">
            <w:pPr>
              <w:keepNext/>
              <w:jc w:val="center"/>
              <w:rPr>
                <w:ins w:id="2637" w:author="Yasser Syed" w:date="2019-06-25T16:03:00Z"/>
                <w:sz w:val="18"/>
                <w:szCs w:val="18"/>
                <w:rPrChange w:id="2638" w:author="Yasser Syed" w:date="2019-06-25T18:29:00Z">
                  <w:rPr>
                    <w:ins w:id="2639" w:author="Yasser Syed" w:date="2019-06-25T16:03:00Z"/>
                    <w:sz w:val="21"/>
                    <w:szCs w:val="18"/>
                  </w:rPr>
                </w:rPrChange>
              </w:rPr>
            </w:pPr>
            <w:ins w:id="2640" w:author="Yasser Syed" w:date="2019-06-25T00:12:00Z">
              <w:r w:rsidRPr="000B2ED5">
                <w:rPr>
                  <w:sz w:val="18"/>
                  <w:szCs w:val="18"/>
                  <w:rPrChange w:id="2641" w:author="Yasser Syed" w:date="2019-06-25T18:29:00Z">
                    <w:rPr>
                      <w:sz w:val="21"/>
                      <w:szCs w:val="18"/>
                      <w:highlight w:val="yellow"/>
                    </w:rPr>
                  </w:rPrChange>
                </w:rPr>
                <w:t>only defined in SMPTE</w:t>
              </w:r>
            </w:ins>
          </w:p>
          <w:p w14:paraId="37023B2E" w14:textId="199426BB" w:rsidR="006204BE" w:rsidRPr="000B2ED5" w:rsidRDefault="006204BE" w:rsidP="000B1A01">
            <w:pPr>
              <w:keepNext/>
              <w:jc w:val="center"/>
              <w:rPr>
                <w:ins w:id="2642" w:author="Yasser Syed" w:date="2019-06-25T00:12:00Z"/>
                <w:sz w:val="18"/>
                <w:szCs w:val="18"/>
                <w:highlight w:val="yellow"/>
                <w:rPrChange w:id="2643" w:author="Yasser Syed" w:date="2019-06-25T18:29:00Z">
                  <w:rPr>
                    <w:ins w:id="2644" w:author="Yasser Syed" w:date="2019-06-25T00:12:00Z"/>
                    <w:sz w:val="21"/>
                    <w:szCs w:val="18"/>
                    <w:highlight w:val="yellow"/>
                  </w:rPr>
                </w:rPrChange>
              </w:rPr>
            </w:pPr>
          </w:p>
        </w:tc>
        <w:tc>
          <w:tcPr>
            <w:tcW w:w="1260" w:type="dxa"/>
            <w:shd w:val="clear" w:color="auto" w:fill="auto"/>
          </w:tcPr>
          <w:p w14:paraId="468104C6" w14:textId="597E26D9" w:rsidR="00A20ACE" w:rsidRPr="000B2ED5" w:rsidRDefault="00A20ACE" w:rsidP="00A20ACE">
            <w:pPr>
              <w:keepNext/>
              <w:jc w:val="center"/>
              <w:rPr>
                <w:ins w:id="2645" w:author="Yasser Syed" w:date="2019-06-25T00:40:00Z"/>
                <w:sz w:val="18"/>
                <w:szCs w:val="18"/>
                <w:rPrChange w:id="2646" w:author="Yasser Syed" w:date="2019-06-25T18:29:00Z">
                  <w:rPr>
                    <w:ins w:id="2647" w:author="Yasser Syed" w:date="2019-06-25T00:40:00Z"/>
                    <w:sz w:val="21"/>
                    <w:szCs w:val="18"/>
                    <w:highlight w:val="yellow"/>
                  </w:rPr>
                </w:rPrChange>
              </w:rPr>
            </w:pPr>
            <w:ins w:id="2648" w:author="Yasser Syed" w:date="2019-06-25T00:40:00Z">
              <w:r w:rsidRPr="000B2ED5">
                <w:rPr>
                  <w:sz w:val="18"/>
                  <w:szCs w:val="18"/>
                  <w:rPrChange w:id="2649" w:author="Yasser Syed" w:date="2019-06-25T18:29:00Z">
                    <w:rPr>
                      <w:sz w:val="21"/>
                      <w:szCs w:val="18"/>
                    </w:rPr>
                  </w:rPrChange>
                </w:rPr>
                <w:sym w:font="Symbol" w:char="F0D6"/>
              </w:r>
              <w:r w:rsidRPr="000B2ED5">
                <w:rPr>
                  <w:sz w:val="18"/>
                  <w:szCs w:val="18"/>
                  <w:rPrChange w:id="2650" w:author="Yasser Syed" w:date="2019-06-25T18:29:00Z">
                    <w:rPr>
                      <w:sz w:val="21"/>
                      <w:szCs w:val="18"/>
                      <w:highlight w:val="yellow"/>
                    </w:rPr>
                  </w:rPrChange>
                </w:rPr>
                <w:t xml:space="preserve"> </w:t>
              </w:r>
            </w:ins>
            <w:ins w:id="2651" w:author="Yasser Syed" w:date="2019-06-25T18:30:00Z">
              <w:r w:rsidR="000B2ED5" w:rsidRPr="000B2ED5">
                <w:rPr>
                  <w:sz w:val="18"/>
                  <w:szCs w:val="18"/>
                  <w:vertAlign w:val="superscript"/>
                  <w:rPrChange w:id="2652" w:author="Yasser Syed" w:date="2019-06-25T18:31:00Z">
                    <w:rPr>
                      <w:sz w:val="18"/>
                      <w:szCs w:val="18"/>
                    </w:rPr>
                  </w:rPrChange>
                </w:rPr>
                <w:fldChar w:fldCharType="begin"/>
              </w:r>
              <w:r w:rsidR="000B2ED5" w:rsidRPr="000B2ED5">
                <w:rPr>
                  <w:sz w:val="18"/>
                  <w:szCs w:val="18"/>
                  <w:vertAlign w:val="superscript"/>
                  <w:rPrChange w:id="2653" w:author="Yasser Syed" w:date="2019-06-25T18:31:00Z">
                    <w:rPr>
                      <w:sz w:val="18"/>
                      <w:szCs w:val="18"/>
                    </w:rPr>
                  </w:rPrChange>
                </w:rPr>
                <w:instrText xml:space="preserve"> NOTEREF _Ref12379875 \h </w:instrText>
              </w:r>
            </w:ins>
            <w:r w:rsidR="000B2ED5">
              <w:rPr>
                <w:sz w:val="18"/>
                <w:szCs w:val="18"/>
                <w:vertAlign w:val="superscript"/>
              </w:rPr>
              <w:instrText xml:space="preserve"> \* MERGEFORMAT </w:instrText>
            </w:r>
            <w:r w:rsidR="000B2ED5" w:rsidRPr="000B2ED5">
              <w:rPr>
                <w:sz w:val="18"/>
                <w:szCs w:val="18"/>
                <w:vertAlign w:val="superscript"/>
                <w:rPrChange w:id="2654" w:author="Yasser Syed" w:date="2019-06-25T18:31:00Z">
                  <w:rPr>
                    <w:sz w:val="18"/>
                    <w:szCs w:val="18"/>
                    <w:vertAlign w:val="superscript"/>
                  </w:rPr>
                </w:rPrChange>
              </w:rPr>
            </w:r>
            <w:r w:rsidR="000B2ED5" w:rsidRPr="000B2ED5">
              <w:rPr>
                <w:sz w:val="18"/>
                <w:szCs w:val="18"/>
                <w:vertAlign w:val="superscript"/>
                <w:rPrChange w:id="2655" w:author="Yasser Syed" w:date="2019-06-25T18:31:00Z">
                  <w:rPr>
                    <w:sz w:val="18"/>
                    <w:szCs w:val="18"/>
                  </w:rPr>
                </w:rPrChange>
              </w:rPr>
              <w:fldChar w:fldCharType="separate"/>
            </w:r>
            <w:ins w:id="2656" w:author="Yasser Syed" w:date="2019-06-25T18:30:00Z">
              <w:r w:rsidR="000B2ED5" w:rsidRPr="000B2ED5">
                <w:rPr>
                  <w:sz w:val="18"/>
                  <w:szCs w:val="18"/>
                  <w:vertAlign w:val="superscript"/>
                  <w:rPrChange w:id="2657" w:author="Yasser Syed" w:date="2019-06-25T18:31:00Z">
                    <w:rPr>
                      <w:sz w:val="18"/>
                      <w:szCs w:val="18"/>
                    </w:rPr>
                  </w:rPrChange>
                </w:rPr>
                <w:t>1</w:t>
              </w:r>
              <w:r w:rsidR="000B2ED5" w:rsidRPr="000B2ED5">
                <w:rPr>
                  <w:sz w:val="18"/>
                  <w:szCs w:val="18"/>
                  <w:vertAlign w:val="superscript"/>
                  <w:rPrChange w:id="2658" w:author="Yasser Syed" w:date="2019-06-25T18:31:00Z">
                    <w:rPr>
                      <w:sz w:val="18"/>
                      <w:szCs w:val="18"/>
                    </w:rPr>
                  </w:rPrChange>
                </w:rPr>
                <w:fldChar w:fldCharType="end"/>
              </w:r>
            </w:ins>
          </w:p>
          <w:p w14:paraId="6BA532F1" w14:textId="65F43521" w:rsidR="00B04EEB" w:rsidRPr="000B2ED5" w:rsidRDefault="00A20ACE" w:rsidP="00A20ACE">
            <w:pPr>
              <w:keepNext/>
              <w:jc w:val="center"/>
              <w:rPr>
                <w:ins w:id="2659" w:author="Yasser Syed" w:date="2019-06-25T00:12:00Z"/>
                <w:sz w:val="18"/>
                <w:szCs w:val="18"/>
                <w:highlight w:val="yellow"/>
                <w:rPrChange w:id="2660" w:author="Yasser Syed" w:date="2019-06-25T18:29:00Z">
                  <w:rPr>
                    <w:ins w:id="2661" w:author="Yasser Syed" w:date="2019-06-25T00:12:00Z"/>
                    <w:sz w:val="22"/>
                    <w:szCs w:val="18"/>
                    <w:highlight w:val="yellow"/>
                  </w:rPr>
                </w:rPrChange>
              </w:rPr>
            </w:pPr>
            <w:ins w:id="2662" w:author="Yasser Syed" w:date="2019-06-25T00:40:00Z">
              <w:r w:rsidRPr="000B2ED5">
                <w:rPr>
                  <w:sz w:val="18"/>
                  <w:szCs w:val="18"/>
                  <w:rPrChange w:id="2663" w:author="Yasser Syed" w:date="2019-06-25T18:29:00Z">
                    <w:rPr>
                      <w:sz w:val="21"/>
                      <w:szCs w:val="18"/>
                      <w:highlight w:val="yellow"/>
                    </w:rPr>
                  </w:rPrChange>
                </w:rPr>
                <w:t>only defined in SMPTE</w:t>
              </w:r>
              <w:r w:rsidRPr="000B2ED5">
                <w:rPr>
                  <w:sz w:val="18"/>
                  <w:szCs w:val="18"/>
                  <w:rPrChange w:id="2664" w:author="Yasser Syed" w:date="2019-06-25T18:29:00Z">
                    <w:rPr>
                      <w:sz w:val="22"/>
                      <w:szCs w:val="18"/>
                      <w:highlight w:val="yellow"/>
                    </w:rPr>
                  </w:rPrChange>
                </w:rPr>
                <w:t xml:space="preserve"> </w:t>
              </w:r>
            </w:ins>
          </w:p>
        </w:tc>
        <w:tc>
          <w:tcPr>
            <w:tcW w:w="1170" w:type="dxa"/>
            <w:shd w:val="clear" w:color="auto" w:fill="D5DCE4" w:themeFill="text2" w:themeFillTint="33"/>
          </w:tcPr>
          <w:p w14:paraId="3BA04295" w14:textId="77777777" w:rsidR="00B04EEB" w:rsidRPr="000B2ED5" w:rsidRDefault="00B04EEB" w:rsidP="000B1A01">
            <w:pPr>
              <w:keepNext/>
              <w:jc w:val="left"/>
              <w:rPr>
                <w:ins w:id="2665" w:author="Yasser Syed" w:date="2019-06-25T00:12:00Z"/>
                <w:sz w:val="18"/>
                <w:szCs w:val="18"/>
              </w:rPr>
            </w:pPr>
          </w:p>
        </w:tc>
        <w:tc>
          <w:tcPr>
            <w:tcW w:w="1170" w:type="dxa"/>
            <w:shd w:val="clear" w:color="auto" w:fill="D5DCE4" w:themeFill="text2" w:themeFillTint="33"/>
          </w:tcPr>
          <w:p w14:paraId="0E2731DD" w14:textId="77777777" w:rsidR="00B04EEB" w:rsidRPr="000B2ED5" w:rsidRDefault="00B04EEB" w:rsidP="000B1A01">
            <w:pPr>
              <w:keepNext/>
              <w:jc w:val="left"/>
              <w:rPr>
                <w:ins w:id="2666" w:author="Yasser Syed" w:date="2019-06-25T00:12:00Z"/>
                <w:sz w:val="18"/>
                <w:szCs w:val="18"/>
              </w:rPr>
            </w:pPr>
          </w:p>
        </w:tc>
        <w:tc>
          <w:tcPr>
            <w:tcW w:w="1350" w:type="dxa"/>
            <w:shd w:val="clear" w:color="auto" w:fill="auto"/>
          </w:tcPr>
          <w:p w14:paraId="10B095B3" w14:textId="77777777" w:rsidR="00B04EEB" w:rsidRPr="000B2ED5" w:rsidRDefault="00B04EEB" w:rsidP="000B1A01">
            <w:pPr>
              <w:keepNext/>
              <w:jc w:val="center"/>
              <w:rPr>
                <w:ins w:id="2667" w:author="Yasser Syed" w:date="2019-06-25T00:12:00Z"/>
                <w:sz w:val="18"/>
                <w:szCs w:val="18"/>
              </w:rPr>
            </w:pPr>
            <w:ins w:id="2668" w:author="Yasser Syed" w:date="2019-06-25T00:12:00Z">
              <w:r w:rsidRPr="000B2ED5">
                <w:rPr>
                  <w:sz w:val="18"/>
                  <w:szCs w:val="18"/>
                  <w:rPrChange w:id="2669" w:author="Yasser Syed" w:date="2019-06-25T18:29:00Z">
                    <w:rPr>
                      <w:sz w:val="21"/>
                      <w:szCs w:val="18"/>
                    </w:rPr>
                  </w:rPrChange>
                </w:rPr>
                <w:sym w:font="Symbol" w:char="F0D6"/>
              </w:r>
            </w:ins>
          </w:p>
        </w:tc>
        <w:tc>
          <w:tcPr>
            <w:tcW w:w="1350" w:type="dxa"/>
            <w:shd w:val="clear" w:color="auto" w:fill="auto"/>
          </w:tcPr>
          <w:p w14:paraId="616BA029" w14:textId="77777777" w:rsidR="00B04EEB" w:rsidRPr="000B2ED5" w:rsidRDefault="00B04EEB" w:rsidP="000B1A01">
            <w:pPr>
              <w:keepNext/>
              <w:jc w:val="center"/>
              <w:rPr>
                <w:ins w:id="2670" w:author="Yasser Syed" w:date="2019-06-25T00:12:00Z"/>
                <w:sz w:val="18"/>
                <w:szCs w:val="18"/>
              </w:rPr>
            </w:pPr>
            <w:ins w:id="2671" w:author="Yasser Syed" w:date="2019-06-25T00:12:00Z">
              <w:r w:rsidRPr="000B2ED5">
                <w:rPr>
                  <w:sz w:val="18"/>
                  <w:szCs w:val="18"/>
                  <w:rPrChange w:id="2672" w:author="Yasser Syed" w:date="2019-06-25T18:29:00Z">
                    <w:rPr>
                      <w:sz w:val="21"/>
                      <w:szCs w:val="18"/>
                    </w:rPr>
                  </w:rPrChange>
                </w:rPr>
                <w:sym w:font="Symbol" w:char="F0D6"/>
              </w:r>
            </w:ins>
          </w:p>
        </w:tc>
      </w:tr>
      <w:tr w:rsidR="00B04EEB" w:rsidRPr="000B2ED5" w14:paraId="76CA0C11" w14:textId="77777777" w:rsidTr="000B1A01">
        <w:trPr>
          <w:trHeight w:val="326"/>
          <w:jc w:val="center"/>
          <w:ins w:id="2673" w:author="Yasser Syed" w:date="2019-06-25T00:12:00Z"/>
        </w:trPr>
        <w:tc>
          <w:tcPr>
            <w:tcW w:w="1165" w:type="dxa"/>
            <w:shd w:val="clear" w:color="auto" w:fill="auto"/>
          </w:tcPr>
          <w:p w14:paraId="154FC4E0" w14:textId="77777777" w:rsidR="00B04EEB" w:rsidRPr="000B2ED5" w:rsidRDefault="00B04EEB" w:rsidP="000B1A01">
            <w:pPr>
              <w:keepNext/>
              <w:spacing w:before="0"/>
              <w:jc w:val="left"/>
              <w:rPr>
                <w:ins w:id="2674" w:author="Yasser Syed" w:date="2019-06-25T00:12:00Z"/>
                <w:sz w:val="18"/>
                <w:szCs w:val="18"/>
              </w:rPr>
            </w:pPr>
          </w:p>
        </w:tc>
        <w:tc>
          <w:tcPr>
            <w:tcW w:w="990" w:type="dxa"/>
            <w:shd w:val="clear" w:color="auto" w:fill="auto"/>
          </w:tcPr>
          <w:p w14:paraId="30409553" w14:textId="77777777" w:rsidR="00B04EEB" w:rsidRPr="000B2ED5" w:rsidRDefault="00B04EEB" w:rsidP="000B1A01">
            <w:pPr>
              <w:keepNext/>
              <w:spacing w:before="0"/>
              <w:jc w:val="left"/>
              <w:rPr>
                <w:ins w:id="2675" w:author="Yasser Syed" w:date="2019-06-25T00:12:00Z"/>
                <w:sz w:val="18"/>
                <w:szCs w:val="18"/>
              </w:rPr>
            </w:pPr>
            <w:ins w:id="2676" w:author="Yasser Syed" w:date="2019-06-25T00:12:00Z">
              <w:r w:rsidRPr="000B2ED5">
                <w:rPr>
                  <w:sz w:val="18"/>
                  <w:szCs w:val="18"/>
                </w:rPr>
                <w:t>ST 2110-20 Uncompressed Video/IP</w:t>
              </w:r>
            </w:ins>
          </w:p>
        </w:tc>
        <w:tc>
          <w:tcPr>
            <w:tcW w:w="1260" w:type="dxa"/>
            <w:shd w:val="clear" w:color="auto" w:fill="auto"/>
          </w:tcPr>
          <w:p w14:paraId="38AD63B9" w14:textId="77777777" w:rsidR="00B04EEB" w:rsidRPr="000B2ED5" w:rsidRDefault="00B04EEB" w:rsidP="000B1A01">
            <w:pPr>
              <w:keepNext/>
              <w:jc w:val="center"/>
              <w:rPr>
                <w:ins w:id="2677" w:author="Yasser Syed" w:date="2019-06-25T00:12:00Z"/>
                <w:sz w:val="18"/>
                <w:szCs w:val="18"/>
              </w:rPr>
            </w:pPr>
            <w:ins w:id="2678" w:author="Yasser Syed" w:date="2019-06-25T00:12:00Z">
              <w:r w:rsidRPr="000B2ED5">
                <w:rPr>
                  <w:sz w:val="18"/>
                  <w:szCs w:val="18"/>
                  <w:rPrChange w:id="2679" w:author="Yasser Syed" w:date="2019-06-25T18:29:00Z">
                    <w:rPr>
                      <w:sz w:val="21"/>
                      <w:szCs w:val="18"/>
                    </w:rPr>
                  </w:rPrChange>
                </w:rPr>
                <w:sym w:font="Symbol" w:char="F0D6"/>
              </w:r>
            </w:ins>
          </w:p>
        </w:tc>
        <w:tc>
          <w:tcPr>
            <w:tcW w:w="1260" w:type="dxa"/>
            <w:shd w:val="clear" w:color="auto" w:fill="auto"/>
          </w:tcPr>
          <w:p w14:paraId="6ED7907D" w14:textId="77777777" w:rsidR="00B04EEB" w:rsidRPr="000B2ED5" w:rsidRDefault="00B04EEB" w:rsidP="000B1A01">
            <w:pPr>
              <w:keepNext/>
              <w:jc w:val="center"/>
              <w:rPr>
                <w:ins w:id="2680" w:author="Yasser Syed" w:date="2019-06-25T00:12:00Z"/>
                <w:sz w:val="18"/>
                <w:szCs w:val="18"/>
              </w:rPr>
            </w:pPr>
            <w:ins w:id="2681" w:author="Yasser Syed" w:date="2019-06-25T00:12:00Z">
              <w:r w:rsidRPr="000B2ED5">
                <w:rPr>
                  <w:sz w:val="18"/>
                  <w:szCs w:val="18"/>
                  <w:rPrChange w:id="2682" w:author="Yasser Syed" w:date="2019-06-25T18:29:00Z">
                    <w:rPr>
                      <w:sz w:val="21"/>
                      <w:szCs w:val="18"/>
                    </w:rPr>
                  </w:rPrChange>
                </w:rPr>
                <w:sym w:font="Symbol" w:char="F0D6"/>
              </w:r>
            </w:ins>
          </w:p>
        </w:tc>
        <w:tc>
          <w:tcPr>
            <w:tcW w:w="1170" w:type="dxa"/>
            <w:shd w:val="clear" w:color="auto" w:fill="D5DCE4" w:themeFill="text2" w:themeFillTint="33"/>
          </w:tcPr>
          <w:p w14:paraId="5ECEF4E8" w14:textId="77777777" w:rsidR="00B04EEB" w:rsidRPr="000B2ED5" w:rsidRDefault="00B04EEB" w:rsidP="000B1A01">
            <w:pPr>
              <w:keepNext/>
              <w:jc w:val="center"/>
              <w:rPr>
                <w:ins w:id="2683" w:author="Yasser Syed" w:date="2019-06-25T00:12:00Z"/>
                <w:sz w:val="18"/>
                <w:szCs w:val="18"/>
              </w:rPr>
            </w:pPr>
          </w:p>
        </w:tc>
        <w:tc>
          <w:tcPr>
            <w:tcW w:w="1170" w:type="dxa"/>
            <w:shd w:val="clear" w:color="auto" w:fill="D5DCE4" w:themeFill="text2" w:themeFillTint="33"/>
          </w:tcPr>
          <w:p w14:paraId="44965EE5" w14:textId="77777777" w:rsidR="00B04EEB" w:rsidRPr="000B2ED5" w:rsidRDefault="00B04EEB" w:rsidP="000B1A01">
            <w:pPr>
              <w:keepNext/>
              <w:jc w:val="center"/>
              <w:rPr>
                <w:ins w:id="2684" w:author="Yasser Syed" w:date="2019-06-25T00:12:00Z"/>
                <w:sz w:val="18"/>
                <w:szCs w:val="18"/>
              </w:rPr>
            </w:pPr>
          </w:p>
        </w:tc>
        <w:tc>
          <w:tcPr>
            <w:tcW w:w="1350" w:type="dxa"/>
            <w:shd w:val="clear" w:color="auto" w:fill="auto"/>
          </w:tcPr>
          <w:p w14:paraId="57C33F45" w14:textId="77777777" w:rsidR="00B04EEB" w:rsidRPr="000B2ED5" w:rsidRDefault="00B04EEB" w:rsidP="000B1A01">
            <w:pPr>
              <w:keepNext/>
              <w:jc w:val="center"/>
              <w:rPr>
                <w:ins w:id="2685" w:author="Yasser Syed" w:date="2019-06-25T00:12:00Z"/>
                <w:sz w:val="18"/>
                <w:szCs w:val="18"/>
              </w:rPr>
            </w:pPr>
            <w:ins w:id="2686" w:author="Yasser Syed" w:date="2019-06-25T00:12:00Z">
              <w:r w:rsidRPr="000B2ED5">
                <w:rPr>
                  <w:sz w:val="18"/>
                  <w:szCs w:val="18"/>
                  <w:rPrChange w:id="2687" w:author="Yasser Syed" w:date="2019-06-25T18:29:00Z">
                    <w:rPr>
                      <w:sz w:val="21"/>
                      <w:szCs w:val="18"/>
                    </w:rPr>
                  </w:rPrChange>
                </w:rPr>
                <w:sym w:font="Symbol" w:char="F0D6"/>
              </w:r>
            </w:ins>
          </w:p>
        </w:tc>
        <w:tc>
          <w:tcPr>
            <w:tcW w:w="1350" w:type="dxa"/>
            <w:shd w:val="clear" w:color="auto" w:fill="auto"/>
          </w:tcPr>
          <w:p w14:paraId="785F303A" w14:textId="77777777" w:rsidR="00B04EEB" w:rsidRPr="000B2ED5" w:rsidRDefault="00B04EEB" w:rsidP="000B1A01">
            <w:pPr>
              <w:keepNext/>
              <w:jc w:val="center"/>
              <w:rPr>
                <w:ins w:id="2688" w:author="Yasser Syed" w:date="2019-06-25T00:12:00Z"/>
                <w:sz w:val="18"/>
                <w:szCs w:val="18"/>
              </w:rPr>
            </w:pPr>
            <w:ins w:id="2689" w:author="Yasser Syed" w:date="2019-06-25T00:12:00Z">
              <w:r w:rsidRPr="000B2ED5">
                <w:rPr>
                  <w:sz w:val="18"/>
                  <w:szCs w:val="18"/>
                  <w:rPrChange w:id="2690" w:author="Yasser Syed" w:date="2019-06-25T18:29:00Z">
                    <w:rPr>
                      <w:sz w:val="21"/>
                      <w:szCs w:val="18"/>
                    </w:rPr>
                  </w:rPrChange>
                </w:rPr>
                <w:sym w:font="Symbol" w:char="F0D6"/>
              </w:r>
            </w:ins>
          </w:p>
        </w:tc>
      </w:tr>
      <w:tr w:rsidR="00B04EEB" w:rsidRPr="000B2ED5" w14:paraId="5228C63D" w14:textId="77777777" w:rsidTr="000B1A01">
        <w:trPr>
          <w:trHeight w:val="326"/>
          <w:jc w:val="center"/>
          <w:ins w:id="2691" w:author="Yasser Syed" w:date="2019-06-25T00:12:00Z"/>
        </w:trPr>
        <w:tc>
          <w:tcPr>
            <w:tcW w:w="2155" w:type="dxa"/>
            <w:gridSpan w:val="2"/>
            <w:shd w:val="clear" w:color="auto" w:fill="auto"/>
          </w:tcPr>
          <w:p w14:paraId="403DD0B3" w14:textId="77777777" w:rsidR="00B04EEB" w:rsidRPr="000B2ED5" w:rsidRDefault="00B04EEB" w:rsidP="000B1A01">
            <w:pPr>
              <w:keepNext/>
              <w:spacing w:before="0"/>
              <w:jc w:val="left"/>
              <w:rPr>
                <w:ins w:id="2692" w:author="Yasser Syed" w:date="2019-06-25T00:12:00Z"/>
                <w:sz w:val="18"/>
                <w:szCs w:val="18"/>
              </w:rPr>
            </w:pPr>
            <w:ins w:id="2693" w:author="Yasser Syed" w:date="2019-06-25T00:12:00Z">
              <w:r w:rsidRPr="000B2ED5">
                <w:rPr>
                  <w:sz w:val="18"/>
                  <w:szCs w:val="18"/>
                </w:rPr>
                <w:t>CTA 861.4/HDMI</w:t>
              </w:r>
            </w:ins>
          </w:p>
          <w:p w14:paraId="1E7C4BDB" w14:textId="77777777" w:rsidR="00B04EEB" w:rsidRPr="000B2ED5" w:rsidRDefault="00B04EEB" w:rsidP="000B1A01">
            <w:pPr>
              <w:keepNext/>
              <w:spacing w:before="0"/>
              <w:jc w:val="left"/>
              <w:rPr>
                <w:ins w:id="2694" w:author="Yasser Syed" w:date="2019-06-25T00:12:00Z"/>
                <w:sz w:val="18"/>
                <w:szCs w:val="18"/>
              </w:rPr>
            </w:pPr>
            <w:ins w:id="2695" w:author="Yasser Syed" w:date="2019-06-25T00:12:00Z">
              <w:r w:rsidRPr="000B2ED5">
                <w:rPr>
                  <w:sz w:val="18"/>
                  <w:szCs w:val="18"/>
                </w:rPr>
                <w:t>Uncompressed HSDI</w:t>
              </w:r>
            </w:ins>
          </w:p>
        </w:tc>
        <w:tc>
          <w:tcPr>
            <w:tcW w:w="1260" w:type="dxa"/>
            <w:shd w:val="clear" w:color="auto" w:fill="auto"/>
          </w:tcPr>
          <w:p w14:paraId="2176C875" w14:textId="77777777" w:rsidR="00B04EEB" w:rsidRPr="000B2ED5" w:rsidRDefault="00B04EEB" w:rsidP="000B1A01">
            <w:pPr>
              <w:keepNext/>
              <w:jc w:val="center"/>
              <w:rPr>
                <w:ins w:id="2696" w:author="Yasser Syed" w:date="2019-06-25T00:12:00Z"/>
                <w:sz w:val="18"/>
                <w:szCs w:val="18"/>
              </w:rPr>
            </w:pPr>
            <w:ins w:id="2697" w:author="Yasser Syed" w:date="2019-06-25T00:12:00Z">
              <w:r w:rsidRPr="000B2ED5">
                <w:rPr>
                  <w:sz w:val="18"/>
                  <w:szCs w:val="18"/>
                  <w:rPrChange w:id="2698" w:author="Yasser Syed" w:date="2019-06-25T18:29:00Z">
                    <w:rPr>
                      <w:sz w:val="21"/>
                      <w:szCs w:val="18"/>
                    </w:rPr>
                  </w:rPrChange>
                </w:rPr>
                <w:sym w:font="Symbol" w:char="F0D6"/>
              </w:r>
            </w:ins>
          </w:p>
        </w:tc>
        <w:tc>
          <w:tcPr>
            <w:tcW w:w="1260" w:type="dxa"/>
            <w:shd w:val="clear" w:color="auto" w:fill="auto"/>
          </w:tcPr>
          <w:p w14:paraId="64F4F74F" w14:textId="77777777" w:rsidR="00B04EEB" w:rsidRPr="000B2ED5" w:rsidRDefault="00B04EEB" w:rsidP="000B1A01">
            <w:pPr>
              <w:keepNext/>
              <w:jc w:val="center"/>
              <w:rPr>
                <w:ins w:id="2699" w:author="Yasser Syed" w:date="2019-06-25T00:12:00Z"/>
                <w:sz w:val="18"/>
                <w:szCs w:val="18"/>
              </w:rPr>
            </w:pPr>
            <w:ins w:id="2700" w:author="Yasser Syed" w:date="2019-06-25T00:12:00Z">
              <w:r w:rsidRPr="000B2ED5">
                <w:rPr>
                  <w:sz w:val="18"/>
                  <w:szCs w:val="18"/>
                  <w:rPrChange w:id="2701" w:author="Yasser Syed" w:date="2019-06-25T18:29:00Z">
                    <w:rPr>
                      <w:sz w:val="21"/>
                      <w:szCs w:val="18"/>
                    </w:rPr>
                  </w:rPrChange>
                </w:rPr>
                <w:sym w:font="Symbol" w:char="F0D6"/>
              </w:r>
            </w:ins>
          </w:p>
        </w:tc>
        <w:tc>
          <w:tcPr>
            <w:tcW w:w="1170" w:type="dxa"/>
            <w:shd w:val="clear" w:color="auto" w:fill="auto"/>
          </w:tcPr>
          <w:p w14:paraId="24C0847E" w14:textId="77777777" w:rsidR="00B04EEB" w:rsidRPr="000B2ED5" w:rsidRDefault="00B04EEB" w:rsidP="000B1A01">
            <w:pPr>
              <w:keepNext/>
              <w:jc w:val="center"/>
              <w:rPr>
                <w:ins w:id="2702" w:author="Yasser Syed" w:date="2019-06-25T00:12:00Z"/>
                <w:sz w:val="18"/>
                <w:szCs w:val="18"/>
              </w:rPr>
            </w:pPr>
            <w:ins w:id="2703" w:author="Yasser Syed" w:date="2019-06-25T00:12:00Z">
              <w:r w:rsidRPr="000B2ED5">
                <w:rPr>
                  <w:sz w:val="18"/>
                  <w:szCs w:val="18"/>
                  <w:rPrChange w:id="2704" w:author="Yasser Syed" w:date="2019-06-25T18:29:00Z">
                    <w:rPr>
                      <w:sz w:val="21"/>
                      <w:szCs w:val="18"/>
                    </w:rPr>
                  </w:rPrChange>
                </w:rPr>
                <w:sym w:font="Symbol" w:char="F0D6"/>
              </w:r>
            </w:ins>
          </w:p>
        </w:tc>
        <w:tc>
          <w:tcPr>
            <w:tcW w:w="1170" w:type="dxa"/>
            <w:shd w:val="clear" w:color="auto" w:fill="auto"/>
          </w:tcPr>
          <w:p w14:paraId="08A793BE" w14:textId="77777777" w:rsidR="00B04EEB" w:rsidRPr="000B2ED5" w:rsidRDefault="00B04EEB" w:rsidP="000B1A01">
            <w:pPr>
              <w:keepNext/>
              <w:jc w:val="center"/>
              <w:rPr>
                <w:ins w:id="2705" w:author="Yasser Syed" w:date="2019-06-25T00:12:00Z"/>
                <w:sz w:val="18"/>
                <w:szCs w:val="18"/>
              </w:rPr>
            </w:pPr>
            <w:ins w:id="2706" w:author="Yasser Syed" w:date="2019-06-25T00:12:00Z">
              <w:r w:rsidRPr="000B2ED5">
                <w:rPr>
                  <w:sz w:val="18"/>
                  <w:szCs w:val="18"/>
                  <w:rPrChange w:id="2707" w:author="Yasser Syed" w:date="2019-06-25T18:29:00Z">
                    <w:rPr>
                      <w:sz w:val="21"/>
                      <w:szCs w:val="18"/>
                    </w:rPr>
                  </w:rPrChange>
                </w:rPr>
                <w:sym w:font="Symbol" w:char="F0D6"/>
              </w:r>
            </w:ins>
          </w:p>
        </w:tc>
        <w:tc>
          <w:tcPr>
            <w:tcW w:w="1350" w:type="dxa"/>
          </w:tcPr>
          <w:p w14:paraId="1FDB9BD2" w14:textId="77777777" w:rsidR="00B04EEB" w:rsidRPr="000B2ED5" w:rsidRDefault="00B04EEB" w:rsidP="000B1A01">
            <w:pPr>
              <w:keepNext/>
              <w:jc w:val="center"/>
              <w:rPr>
                <w:ins w:id="2708" w:author="Yasser Syed" w:date="2019-06-25T00:12:00Z"/>
                <w:sz w:val="18"/>
                <w:szCs w:val="18"/>
                <w:rPrChange w:id="2709" w:author="Yasser Syed" w:date="2019-06-25T18:29:00Z">
                  <w:rPr>
                    <w:ins w:id="2710" w:author="Yasser Syed" w:date="2019-06-25T00:12:00Z"/>
                    <w:sz w:val="21"/>
                    <w:szCs w:val="18"/>
                  </w:rPr>
                </w:rPrChange>
              </w:rPr>
            </w:pPr>
            <w:ins w:id="2711" w:author="Yasser Syed" w:date="2019-06-25T00:12:00Z">
              <w:r w:rsidRPr="000B2ED5">
                <w:rPr>
                  <w:sz w:val="18"/>
                  <w:szCs w:val="18"/>
                  <w:rPrChange w:id="2712" w:author="Yasser Syed" w:date="2019-06-25T18:29:00Z">
                    <w:rPr>
                      <w:sz w:val="21"/>
                      <w:szCs w:val="18"/>
                    </w:rPr>
                  </w:rPrChange>
                </w:rPr>
                <w:sym w:font="Symbol" w:char="F0D6"/>
              </w:r>
            </w:ins>
          </w:p>
        </w:tc>
        <w:tc>
          <w:tcPr>
            <w:tcW w:w="1350" w:type="dxa"/>
          </w:tcPr>
          <w:p w14:paraId="46F578D1" w14:textId="77777777" w:rsidR="00B04EEB" w:rsidRPr="000B2ED5" w:rsidRDefault="00B04EEB" w:rsidP="000B1A01">
            <w:pPr>
              <w:keepNext/>
              <w:jc w:val="center"/>
              <w:rPr>
                <w:ins w:id="2713" w:author="Yasser Syed" w:date="2019-06-25T00:12:00Z"/>
                <w:sz w:val="18"/>
                <w:szCs w:val="18"/>
                <w:rPrChange w:id="2714" w:author="Yasser Syed" w:date="2019-06-25T18:29:00Z">
                  <w:rPr>
                    <w:ins w:id="2715" w:author="Yasser Syed" w:date="2019-06-25T00:12:00Z"/>
                    <w:sz w:val="21"/>
                    <w:szCs w:val="18"/>
                  </w:rPr>
                </w:rPrChange>
              </w:rPr>
            </w:pPr>
            <w:ins w:id="2716" w:author="Yasser Syed" w:date="2019-06-25T00:12:00Z">
              <w:r w:rsidRPr="000B2ED5">
                <w:rPr>
                  <w:sz w:val="18"/>
                  <w:szCs w:val="18"/>
                  <w:rPrChange w:id="2717" w:author="Yasser Syed" w:date="2019-06-25T18:29:00Z">
                    <w:rPr>
                      <w:sz w:val="21"/>
                      <w:szCs w:val="18"/>
                    </w:rPr>
                  </w:rPrChange>
                </w:rPr>
                <w:sym w:font="Symbol" w:char="F0D6"/>
              </w:r>
            </w:ins>
          </w:p>
        </w:tc>
      </w:tr>
    </w:tbl>
    <w:p w14:paraId="414C851F" w14:textId="08FA197B" w:rsidR="00B04EEB" w:rsidRDefault="00A20ACE" w:rsidP="00B04EEB">
      <w:pPr>
        <w:rPr>
          <w:ins w:id="2718" w:author="Yasser Syed" w:date="2019-06-25T00:12:00Z"/>
        </w:rPr>
      </w:pPr>
      <w:ins w:id="2719" w:author="Yasser Syed" w:date="2019-06-25T00:38:00Z">
        <w:r>
          <w:t>In this table, cells with check marks (</w:t>
        </w:r>
        <w:r w:rsidRPr="0058106C">
          <w:rPr>
            <w:sz w:val="18"/>
            <w:szCs w:val="13"/>
          </w:rPr>
          <w:sym w:font="Symbol" w:char="F0D6"/>
        </w:r>
        <w:r>
          <w:rPr>
            <w:sz w:val="18"/>
            <w:szCs w:val="13"/>
          </w:rPr>
          <w:t>)</w:t>
        </w:r>
        <w:r>
          <w:t xml:space="preserve"> indicate “used combinations”; cells without check marks indicate “not used combinations” </w:t>
        </w:r>
      </w:ins>
      <w:ins w:id="2720" w:author="Yasser Syed" w:date="2019-06-25T00:12:00Z">
        <w:r w:rsidR="00B04EEB">
          <w:t>and the combination is specified in ITU-R and/or SMPTE spec</w:t>
        </w:r>
      </w:ins>
      <w:ins w:id="2721" w:author="Yasser Syed" w:date="2019-06-25T18:32:00Z">
        <w:r w:rsidR="000B2ED5">
          <w:t>ifications</w:t>
        </w:r>
      </w:ins>
      <w:ins w:id="2722" w:author="Yasser Syed" w:date="2019-06-25T00:12:00Z">
        <w:r w:rsidR="00B04EEB">
          <w:t xml:space="preserve">. </w:t>
        </w:r>
      </w:ins>
      <w:ins w:id="2723" w:author="Yasser Syed" w:date="2019-06-25T18:32:00Z">
        <w:r w:rsidR="000B2ED5">
          <w:t>B</w:t>
        </w:r>
      </w:ins>
      <w:ins w:id="2724" w:author="Yasser Syed" w:date="2019-06-25T00:12:00Z">
        <w:r w:rsidR="00B04EEB">
          <w:t>aseband video properties may be used with camera log video properties.</w:t>
        </w:r>
      </w:ins>
    </w:p>
    <w:p w14:paraId="2F9BCC65" w14:textId="0DDD3AE5" w:rsidR="00B04EEB" w:rsidRPr="0058106C" w:rsidRDefault="00B04EEB" w:rsidP="00B04EEB">
      <w:pPr>
        <w:pStyle w:val="Caption"/>
        <w:keepNext/>
        <w:jc w:val="center"/>
        <w:rPr>
          <w:ins w:id="2725" w:author="Yasser Syed" w:date="2019-06-25T00:12:00Z"/>
          <w:b/>
          <w:color w:val="000000" w:themeColor="text1"/>
        </w:rPr>
      </w:pPr>
      <w:bookmarkStart w:id="2726" w:name="_Ref3795080"/>
      <w:ins w:id="2727" w:author="Yasser Syed" w:date="2019-06-25T00:12:00Z">
        <w:r w:rsidRPr="009D6C50">
          <w:rPr>
            <w:b/>
            <w:i w:val="0"/>
            <w:iCs w:val="0"/>
            <w:color w:val="000000" w:themeColor="text1"/>
          </w:rPr>
          <w:lastRenderedPageBreak/>
          <w:t xml:space="preserve">Table </w:t>
        </w:r>
        <w:r w:rsidRPr="0058106C">
          <w:rPr>
            <w:b/>
            <w:color w:val="000000" w:themeColor="text1"/>
          </w:rPr>
          <w:fldChar w:fldCharType="begin"/>
        </w:r>
        <w:r w:rsidRPr="0058106C">
          <w:rPr>
            <w:b/>
            <w:color w:val="000000" w:themeColor="text1"/>
          </w:rPr>
          <w:instrText xml:space="preserve"> SEQ Table \* ARABIC </w:instrText>
        </w:r>
        <w:r w:rsidRPr="0058106C">
          <w:rPr>
            <w:b/>
            <w:color w:val="000000" w:themeColor="text1"/>
          </w:rPr>
          <w:fldChar w:fldCharType="separate"/>
        </w:r>
        <w:r>
          <w:rPr>
            <w:b/>
            <w:i w:val="0"/>
            <w:noProof/>
            <w:color w:val="000000" w:themeColor="text1"/>
            <w:sz w:val="20"/>
            <w:szCs w:val="20"/>
          </w:rPr>
          <w:t>9</w:t>
        </w:r>
        <w:r w:rsidRPr="0058106C">
          <w:rPr>
            <w:b/>
            <w:color w:val="000000" w:themeColor="text1"/>
          </w:rPr>
          <w:fldChar w:fldCharType="end"/>
        </w:r>
        <w:bookmarkEnd w:id="2726"/>
        <w:r w:rsidRPr="000B2ED5">
          <w:rPr>
            <w:b/>
            <w:i w:val="0"/>
            <w:iCs w:val="0"/>
            <w:color w:val="000000" w:themeColor="text1"/>
            <w:rPrChange w:id="2728" w:author="Yasser Syed" w:date="2019-06-25T18:34:00Z">
              <w:rPr>
                <w:b/>
                <w:color w:val="000000" w:themeColor="text1"/>
              </w:rPr>
            </w:rPrChange>
          </w:rPr>
          <w:t xml:space="preserve"> </w:t>
        </w:r>
      </w:ins>
      <w:ins w:id="2729" w:author="Yasser Syed" w:date="2019-06-25T18:34:00Z">
        <w:r w:rsidR="000B2ED5">
          <w:rPr>
            <w:b/>
            <w:i w:val="0"/>
            <w:color w:val="000000" w:themeColor="text1"/>
            <w:sz w:val="20"/>
            <w:szCs w:val="20"/>
          </w:rPr>
          <w:t xml:space="preserve">– </w:t>
        </w:r>
      </w:ins>
      <w:ins w:id="2730" w:author="Yasser Syed" w:date="2019-06-25T00:12:00Z">
        <w:r w:rsidRPr="0058106C">
          <w:rPr>
            <w:b/>
            <w:i w:val="0"/>
            <w:color w:val="000000" w:themeColor="text1"/>
            <w:sz w:val="20"/>
            <w:szCs w:val="20"/>
          </w:rPr>
          <w:t xml:space="preserve">Baseband carriage of </w:t>
        </w:r>
      </w:ins>
      <w:ins w:id="2731" w:author="Yasser Syed" w:date="2019-06-25T00:22:00Z">
        <w:r w:rsidR="007150D1">
          <w:rPr>
            <w:b/>
            <w:i w:val="0"/>
            <w:color w:val="000000" w:themeColor="text1"/>
            <w:sz w:val="20"/>
            <w:szCs w:val="20"/>
          </w:rPr>
          <w:t>c</w:t>
        </w:r>
      </w:ins>
      <w:ins w:id="2732" w:author="Yasser Syed" w:date="2019-06-25T00:12:00Z">
        <w:r w:rsidRPr="0058106C">
          <w:rPr>
            <w:b/>
            <w:i w:val="0"/>
            <w:color w:val="000000" w:themeColor="text1"/>
            <w:sz w:val="20"/>
            <w:szCs w:val="20"/>
          </w:rPr>
          <w:t xml:space="preserve">olour </w:t>
        </w:r>
      </w:ins>
      <w:ins w:id="2733" w:author="Yasser Syed" w:date="2019-06-25T00:22:00Z">
        <w:r w:rsidR="007150D1">
          <w:rPr>
            <w:b/>
            <w:i w:val="0"/>
            <w:color w:val="000000" w:themeColor="text1"/>
            <w:sz w:val="20"/>
            <w:szCs w:val="20"/>
          </w:rPr>
          <w:t>v</w:t>
        </w:r>
      </w:ins>
      <w:ins w:id="2734" w:author="Yasser Syed" w:date="2019-06-25T00:12:00Z">
        <w:r w:rsidRPr="0058106C">
          <w:rPr>
            <w:b/>
            <w:i w:val="0"/>
            <w:color w:val="000000" w:themeColor="text1"/>
            <w:sz w:val="20"/>
            <w:szCs w:val="20"/>
          </w:rPr>
          <w:t xml:space="preserve">olume </w:t>
        </w:r>
      </w:ins>
      <w:ins w:id="2735" w:author="Yasser Syed" w:date="2019-06-25T00:22:00Z">
        <w:r w:rsidR="007150D1">
          <w:rPr>
            <w:b/>
            <w:i w:val="0"/>
            <w:color w:val="000000" w:themeColor="text1"/>
            <w:sz w:val="20"/>
            <w:szCs w:val="20"/>
          </w:rPr>
          <w:t>d</w:t>
        </w:r>
      </w:ins>
      <w:ins w:id="2736" w:author="Yasser Syed" w:date="2019-06-25T00:12:00Z">
        <w:r w:rsidRPr="0058106C">
          <w:rPr>
            <w:b/>
            <w:i w:val="0"/>
            <w:color w:val="000000" w:themeColor="text1"/>
            <w:sz w:val="20"/>
            <w:szCs w:val="20"/>
          </w:rPr>
          <w:t>escriptions for HDR-WCG</w:t>
        </w:r>
      </w:ins>
    </w:p>
    <w:tbl>
      <w:tblPr>
        <w:tblW w:w="90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06"/>
        <w:gridCol w:w="1419"/>
        <w:gridCol w:w="1260"/>
        <w:gridCol w:w="1440"/>
        <w:gridCol w:w="1260"/>
        <w:gridCol w:w="1260"/>
        <w:gridCol w:w="1440"/>
      </w:tblGrid>
      <w:tr w:rsidR="00B04EEB" w:rsidRPr="00B158C1" w14:paraId="21D5E521" w14:textId="77777777" w:rsidTr="000B1A01">
        <w:trPr>
          <w:tblHeader/>
          <w:jc w:val="center"/>
          <w:ins w:id="2737" w:author="Yasser Syed" w:date="2019-06-25T00:12:00Z"/>
        </w:trPr>
        <w:tc>
          <w:tcPr>
            <w:tcW w:w="2425" w:type="dxa"/>
            <w:gridSpan w:val="2"/>
            <w:shd w:val="clear" w:color="auto" w:fill="auto"/>
          </w:tcPr>
          <w:p w14:paraId="06FCFD7C" w14:textId="5F33F7DE" w:rsidR="00B04EEB" w:rsidRPr="0058106C" w:rsidRDefault="00B04EEB" w:rsidP="000B1A01">
            <w:pPr>
              <w:keepNext/>
              <w:jc w:val="left"/>
              <w:rPr>
                <w:ins w:id="2738" w:author="Yasser Syed" w:date="2019-06-25T00:12:00Z"/>
                <w:b/>
                <w:sz w:val="18"/>
                <w:szCs w:val="18"/>
              </w:rPr>
            </w:pPr>
            <w:ins w:id="2739" w:author="Yasser Syed" w:date="2019-06-25T00:12:00Z">
              <w:r w:rsidRPr="0058106C">
                <w:rPr>
                  <w:b/>
                  <w:sz w:val="18"/>
                  <w:szCs w:val="18"/>
                </w:rPr>
                <w:t xml:space="preserve">Colour </w:t>
              </w:r>
            </w:ins>
            <w:ins w:id="2740" w:author="Yasser Syed" w:date="2019-06-25T00:20:00Z">
              <w:r w:rsidR="0023094A">
                <w:rPr>
                  <w:b/>
                  <w:sz w:val="18"/>
                  <w:szCs w:val="18"/>
                </w:rPr>
                <w:t>v</w:t>
              </w:r>
            </w:ins>
            <w:ins w:id="2741" w:author="Yasser Syed" w:date="2019-06-25T00:12:00Z">
              <w:r w:rsidRPr="0058106C">
                <w:rPr>
                  <w:b/>
                  <w:sz w:val="18"/>
                  <w:szCs w:val="18"/>
                </w:rPr>
                <w:t xml:space="preserve">olume </w:t>
              </w:r>
            </w:ins>
            <w:ins w:id="2742" w:author="Yasser Syed" w:date="2019-06-25T00:20:00Z">
              <w:r w:rsidR="0023094A">
                <w:rPr>
                  <w:b/>
                  <w:sz w:val="18"/>
                  <w:szCs w:val="18"/>
                </w:rPr>
                <w:t>d</w:t>
              </w:r>
            </w:ins>
            <w:ins w:id="2743" w:author="Yasser Syed" w:date="2019-06-25T00:12:00Z">
              <w:r w:rsidRPr="0058106C">
                <w:rPr>
                  <w:b/>
                  <w:sz w:val="18"/>
                  <w:szCs w:val="18"/>
                </w:rPr>
                <w:t>escription</w:t>
              </w:r>
            </w:ins>
          </w:p>
        </w:tc>
        <w:tc>
          <w:tcPr>
            <w:tcW w:w="6660" w:type="dxa"/>
            <w:gridSpan w:val="5"/>
          </w:tcPr>
          <w:p w14:paraId="329539C4" w14:textId="77777777" w:rsidR="00B04EEB" w:rsidRPr="0058106C" w:rsidRDefault="00B04EEB" w:rsidP="000B1A01">
            <w:pPr>
              <w:keepNext/>
              <w:jc w:val="center"/>
              <w:rPr>
                <w:ins w:id="2744" w:author="Yasser Syed" w:date="2019-06-25T00:12:00Z"/>
                <w:b/>
                <w:sz w:val="18"/>
                <w:szCs w:val="18"/>
              </w:rPr>
            </w:pPr>
            <w:ins w:id="2745" w:author="Yasser Syed" w:date="2019-06-25T00:12:00Z">
              <w:r w:rsidRPr="0058106C">
                <w:rPr>
                  <w:b/>
                  <w:sz w:val="18"/>
                  <w:szCs w:val="18"/>
                </w:rPr>
                <w:t>HDR-WCG</w:t>
              </w:r>
            </w:ins>
          </w:p>
        </w:tc>
      </w:tr>
      <w:tr w:rsidR="00B04EEB" w:rsidRPr="00B158C1" w14:paraId="0928B776" w14:textId="77777777" w:rsidTr="000B1A01">
        <w:trPr>
          <w:trHeight w:val="750"/>
          <w:tblHeader/>
          <w:jc w:val="center"/>
          <w:ins w:id="2746" w:author="Yasser Syed" w:date="2019-06-25T00:12:00Z"/>
        </w:trPr>
        <w:tc>
          <w:tcPr>
            <w:tcW w:w="2425" w:type="dxa"/>
            <w:gridSpan w:val="2"/>
            <w:shd w:val="clear" w:color="auto" w:fill="auto"/>
          </w:tcPr>
          <w:p w14:paraId="25C3DD0F" w14:textId="77777777" w:rsidR="00B04EEB" w:rsidRPr="0058106C" w:rsidRDefault="00B04EEB" w:rsidP="000B1A01">
            <w:pPr>
              <w:keepNext/>
              <w:jc w:val="left"/>
              <w:rPr>
                <w:ins w:id="2747" w:author="Yasser Syed" w:date="2019-06-25T00:12:00Z"/>
                <w:b/>
                <w:sz w:val="18"/>
                <w:szCs w:val="18"/>
              </w:rPr>
            </w:pPr>
            <w:ins w:id="2748" w:author="Yasser Syed" w:date="2019-06-25T00:12:00Z">
              <w:r w:rsidRPr="0058106C">
                <w:rPr>
                  <w:b/>
                  <w:sz w:val="18"/>
                  <w:szCs w:val="18"/>
                </w:rPr>
                <w:t xml:space="preserve">System </w:t>
              </w:r>
              <w:r>
                <w:rPr>
                  <w:b/>
                  <w:sz w:val="18"/>
                  <w:szCs w:val="18"/>
                </w:rPr>
                <w:t>i</w:t>
              </w:r>
              <w:r w:rsidRPr="0058106C">
                <w:rPr>
                  <w:b/>
                  <w:sz w:val="18"/>
                  <w:szCs w:val="18"/>
                </w:rPr>
                <w:t>dentifier</w:t>
              </w:r>
            </w:ins>
          </w:p>
        </w:tc>
        <w:tc>
          <w:tcPr>
            <w:tcW w:w="1260" w:type="dxa"/>
          </w:tcPr>
          <w:p w14:paraId="66045985" w14:textId="77777777" w:rsidR="00B04EEB" w:rsidRPr="0058106C" w:rsidRDefault="00B04EEB" w:rsidP="000B1A01">
            <w:pPr>
              <w:keepNext/>
              <w:rPr>
                <w:ins w:id="2749" w:author="Yasser Syed" w:date="2019-06-25T00:12:00Z"/>
                <w:b/>
                <w:sz w:val="18"/>
                <w:szCs w:val="18"/>
              </w:rPr>
            </w:pPr>
            <w:ins w:id="2750" w:author="Yasser Syed" w:date="2019-06-25T00:12:00Z">
              <w:r w:rsidRPr="0058106C">
                <w:rPr>
                  <w:b/>
                  <w:sz w:val="18"/>
                  <w:szCs w:val="18"/>
                </w:rPr>
                <w:t>BT2100_PQ_YCC</w:t>
              </w:r>
            </w:ins>
          </w:p>
        </w:tc>
        <w:tc>
          <w:tcPr>
            <w:tcW w:w="1440" w:type="dxa"/>
          </w:tcPr>
          <w:p w14:paraId="4FEB31AF" w14:textId="77777777" w:rsidR="00B04EEB" w:rsidRPr="0058106C" w:rsidRDefault="00B04EEB" w:rsidP="000B1A01">
            <w:pPr>
              <w:keepNext/>
              <w:rPr>
                <w:ins w:id="2751" w:author="Yasser Syed" w:date="2019-06-25T00:12:00Z"/>
                <w:b/>
                <w:sz w:val="18"/>
                <w:szCs w:val="18"/>
              </w:rPr>
            </w:pPr>
            <w:ins w:id="2752" w:author="Yasser Syed" w:date="2019-06-25T00:12:00Z">
              <w:r w:rsidRPr="0058106C">
                <w:rPr>
                  <w:b/>
                  <w:sz w:val="18"/>
                  <w:szCs w:val="18"/>
                </w:rPr>
                <w:t>BT2100_HLG_YCC</w:t>
              </w:r>
            </w:ins>
          </w:p>
        </w:tc>
        <w:tc>
          <w:tcPr>
            <w:tcW w:w="1260" w:type="dxa"/>
          </w:tcPr>
          <w:p w14:paraId="0CDDF5C5" w14:textId="77777777" w:rsidR="00B04EEB" w:rsidRPr="0058106C" w:rsidRDefault="00B04EEB" w:rsidP="000B1A01">
            <w:pPr>
              <w:keepNext/>
              <w:rPr>
                <w:ins w:id="2753" w:author="Yasser Syed" w:date="2019-06-25T00:12:00Z"/>
                <w:b/>
                <w:sz w:val="18"/>
                <w:szCs w:val="18"/>
              </w:rPr>
            </w:pPr>
            <w:ins w:id="2754" w:author="Yasser Syed" w:date="2019-06-25T00:12:00Z">
              <w:r w:rsidRPr="0058106C">
                <w:rPr>
                  <w:b/>
                  <w:sz w:val="18"/>
                  <w:szCs w:val="18"/>
                </w:rPr>
                <w:t>BT2100_PQ_ICTCP</w:t>
              </w:r>
            </w:ins>
          </w:p>
        </w:tc>
        <w:tc>
          <w:tcPr>
            <w:tcW w:w="1260" w:type="dxa"/>
          </w:tcPr>
          <w:p w14:paraId="3A2A4F53" w14:textId="77777777" w:rsidR="00B04EEB" w:rsidRPr="0058106C" w:rsidRDefault="00B04EEB" w:rsidP="000B1A01">
            <w:pPr>
              <w:keepNext/>
              <w:rPr>
                <w:ins w:id="2755" w:author="Yasser Syed" w:date="2019-06-25T00:12:00Z"/>
                <w:b/>
                <w:sz w:val="18"/>
                <w:szCs w:val="18"/>
              </w:rPr>
            </w:pPr>
            <w:ins w:id="2756" w:author="Yasser Syed" w:date="2019-06-25T00:12:00Z">
              <w:r w:rsidRPr="0058106C">
                <w:rPr>
                  <w:b/>
                  <w:sz w:val="18"/>
                  <w:szCs w:val="18"/>
                </w:rPr>
                <w:t>BT2100_PQ_RGB</w:t>
              </w:r>
            </w:ins>
          </w:p>
        </w:tc>
        <w:tc>
          <w:tcPr>
            <w:tcW w:w="1440" w:type="dxa"/>
          </w:tcPr>
          <w:p w14:paraId="0431E4F2" w14:textId="77777777" w:rsidR="00B04EEB" w:rsidRPr="0058106C" w:rsidRDefault="00B04EEB" w:rsidP="000B1A01">
            <w:pPr>
              <w:keepNext/>
              <w:rPr>
                <w:ins w:id="2757" w:author="Yasser Syed" w:date="2019-06-25T00:12:00Z"/>
                <w:b/>
                <w:sz w:val="18"/>
                <w:szCs w:val="18"/>
              </w:rPr>
            </w:pPr>
            <w:ins w:id="2758" w:author="Yasser Syed" w:date="2019-06-25T00:12:00Z">
              <w:r w:rsidRPr="0058106C">
                <w:rPr>
                  <w:b/>
                  <w:sz w:val="18"/>
                  <w:szCs w:val="18"/>
                </w:rPr>
                <w:t>BT2100_HLG_RGB</w:t>
              </w:r>
            </w:ins>
          </w:p>
        </w:tc>
      </w:tr>
      <w:tr w:rsidR="00B04EEB" w:rsidRPr="00B158C1" w14:paraId="65F28AFF" w14:textId="77777777" w:rsidTr="000B1A01">
        <w:trPr>
          <w:cantSplit/>
          <w:trHeight w:val="147"/>
          <w:jc w:val="center"/>
          <w:ins w:id="2759" w:author="Yasser Syed" w:date="2019-06-25T00:12:00Z"/>
        </w:trPr>
        <w:tc>
          <w:tcPr>
            <w:tcW w:w="1006" w:type="dxa"/>
            <w:shd w:val="clear" w:color="auto" w:fill="auto"/>
          </w:tcPr>
          <w:p w14:paraId="7A12EF66" w14:textId="77777777" w:rsidR="00B04EEB" w:rsidRPr="0058106C" w:rsidRDefault="00B04EEB" w:rsidP="000B1A01">
            <w:pPr>
              <w:keepNext/>
              <w:spacing w:before="0"/>
              <w:jc w:val="left"/>
              <w:rPr>
                <w:ins w:id="2760" w:author="Yasser Syed" w:date="2019-06-25T00:12:00Z"/>
                <w:sz w:val="18"/>
                <w:szCs w:val="18"/>
              </w:rPr>
            </w:pPr>
            <w:ins w:id="2761" w:author="Yasser Syed" w:date="2019-06-25T00:12:00Z">
              <w:r w:rsidRPr="0058106C">
                <w:rPr>
                  <w:sz w:val="18"/>
                  <w:szCs w:val="18"/>
                </w:rPr>
                <w:t xml:space="preserve">REC. ITU-R </w:t>
              </w:r>
            </w:ins>
          </w:p>
        </w:tc>
        <w:tc>
          <w:tcPr>
            <w:tcW w:w="1419" w:type="dxa"/>
            <w:shd w:val="clear" w:color="auto" w:fill="auto"/>
          </w:tcPr>
          <w:p w14:paraId="43770B79" w14:textId="77777777" w:rsidR="00B04EEB" w:rsidRPr="0058106C" w:rsidRDefault="00B04EEB" w:rsidP="000B1A01">
            <w:pPr>
              <w:keepNext/>
              <w:spacing w:before="0"/>
              <w:jc w:val="left"/>
              <w:rPr>
                <w:ins w:id="2762" w:author="Yasser Syed" w:date="2019-06-25T00:12:00Z"/>
                <w:sz w:val="18"/>
                <w:szCs w:val="18"/>
              </w:rPr>
            </w:pPr>
            <w:ins w:id="2763" w:author="Yasser Syed" w:date="2019-06-25T00:12:00Z">
              <w:r w:rsidRPr="0058106C">
                <w:rPr>
                  <w:sz w:val="18"/>
                  <w:szCs w:val="18"/>
                </w:rPr>
                <w:t xml:space="preserve">SMPTE ST </w:t>
              </w:r>
            </w:ins>
          </w:p>
        </w:tc>
        <w:tc>
          <w:tcPr>
            <w:tcW w:w="1260" w:type="dxa"/>
          </w:tcPr>
          <w:p w14:paraId="48FFFEB1" w14:textId="77777777" w:rsidR="00B04EEB" w:rsidRPr="00B158C1" w:rsidRDefault="00B04EEB" w:rsidP="000B1A01">
            <w:pPr>
              <w:keepNext/>
              <w:jc w:val="center"/>
              <w:rPr>
                <w:ins w:id="2764" w:author="Yasser Syed" w:date="2019-06-25T00:12:00Z"/>
              </w:rPr>
            </w:pPr>
          </w:p>
        </w:tc>
        <w:tc>
          <w:tcPr>
            <w:tcW w:w="1440" w:type="dxa"/>
          </w:tcPr>
          <w:p w14:paraId="1FDAAF0F" w14:textId="77777777" w:rsidR="00B04EEB" w:rsidRPr="00B158C1" w:rsidRDefault="00B04EEB" w:rsidP="000B1A01">
            <w:pPr>
              <w:keepNext/>
              <w:jc w:val="center"/>
              <w:rPr>
                <w:ins w:id="2765" w:author="Yasser Syed" w:date="2019-06-25T00:12:00Z"/>
              </w:rPr>
            </w:pPr>
          </w:p>
        </w:tc>
        <w:tc>
          <w:tcPr>
            <w:tcW w:w="1260" w:type="dxa"/>
          </w:tcPr>
          <w:p w14:paraId="237A955D" w14:textId="77777777" w:rsidR="00B04EEB" w:rsidRPr="00B158C1" w:rsidRDefault="00B04EEB" w:rsidP="000B1A01">
            <w:pPr>
              <w:keepNext/>
              <w:rPr>
                <w:ins w:id="2766" w:author="Yasser Syed" w:date="2019-06-25T00:12:00Z"/>
              </w:rPr>
            </w:pPr>
          </w:p>
        </w:tc>
        <w:tc>
          <w:tcPr>
            <w:tcW w:w="1260" w:type="dxa"/>
          </w:tcPr>
          <w:p w14:paraId="30C0CC21" w14:textId="77777777" w:rsidR="00B04EEB" w:rsidRPr="00B158C1" w:rsidRDefault="00B04EEB" w:rsidP="000B1A01">
            <w:pPr>
              <w:keepNext/>
              <w:jc w:val="center"/>
              <w:rPr>
                <w:ins w:id="2767" w:author="Yasser Syed" w:date="2019-06-25T00:12:00Z"/>
              </w:rPr>
            </w:pPr>
          </w:p>
        </w:tc>
        <w:tc>
          <w:tcPr>
            <w:tcW w:w="1440" w:type="dxa"/>
          </w:tcPr>
          <w:p w14:paraId="6F63E26E" w14:textId="77777777" w:rsidR="00B04EEB" w:rsidRPr="00B158C1" w:rsidRDefault="00B04EEB" w:rsidP="000B1A01">
            <w:pPr>
              <w:keepNext/>
              <w:jc w:val="center"/>
              <w:rPr>
                <w:ins w:id="2768" w:author="Yasser Syed" w:date="2019-06-25T00:12:00Z"/>
              </w:rPr>
            </w:pPr>
          </w:p>
        </w:tc>
      </w:tr>
      <w:tr w:rsidR="00B04EEB" w:rsidRPr="00B158C1" w14:paraId="4120B025" w14:textId="77777777" w:rsidTr="000B1A01">
        <w:trPr>
          <w:cantSplit/>
          <w:trHeight w:val="359"/>
          <w:jc w:val="center"/>
          <w:ins w:id="2769" w:author="Yasser Syed" w:date="2019-06-25T00:12:00Z"/>
        </w:trPr>
        <w:tc>
          <w:tcPr>
            <w:tcW w:w="1006" w:type="dxa"/>
            <w:shd w:val="clear" w:color="auto" w:fill="auto"/>
          </w:tcPr>
          <w:p w14:paraId="24CB4E5A" w14:textId="77777777" w:rsidR="00B04EEB" w:rsidRPr="0058106C" w:rsidRDefault="00B04EEB" w:rsidP="000B1A01">
            <w:pPr>
              <w:keepNext/>
              <w:spacing w:before="0"/>
              <w:jc w:val="left"/>
              <w:rPr>
                <w:ins w:id="2770" w:author="Yasser Syed" w:date="2019-06-25T00:12:00Z"/>
                <w:sz w:val="18"/>
                <w:szCs w:val="18"/>
              </w:rPr>
            </w:pPr>
            <w:ins w:id="2771" w:author="Yasser Syed" w:date="2019-06-25T00:12:00Z">
              <w:r w:rsidRPr="0058106C">
                <w:rPr>
                  <w:sz w:val="18"/>
                  <w:szCs w:val="18"/>
                </w:rPr>
                <w:t>BT.656-5</w:t>
              </w:r>
            </w:ins>
          </w:p>
          <w:p w14:paraId="268993E3" w14:textId="77777777" w:rsidR="00B04EEB" w:rsidRPr="0058106C" w:rsidRDefault="00B04EEB" w:rsidP="000B1A01">
            <w:pPr>
              <w:keepNext/>
              <w:spacing w:before="0"/>
              <w:jc w:val="left"/>
              <w:rPr>
                <w:ins w:id="2772" w:author="Yasser Syed" w:date="2019-06-25T00:12:00Z"/>
                <w:sz w:val="18"/>
                <w:szCs w:val="18"/>
              </w:rPr>
            </w:pPr>
            <w:ins w:id="2773" w:author="Yasser Syed" w:date="2019-06-25T00:12:00Z">
              <w:r w:rsidRPr="0058106C">
                <w:rPr>
                  <w:sz w:val="18"/>
                  <w:szCs w:val="18"/>
                </w:rPr>
                <w:t>SDI</w:t>
              </w:r>
            </w:ins>
          </w:p>
        </w:tc>
        <w:tc>
          <w:tcPr>
            <w:tcW w:w="1419" w:type="dxa"/>
            <w:shd w:val="clear" w:color="auto" w:fill="auto"/>
          </w:tcPr>
          <w:p w14:paraId="06FB1FFE" w14:textId="77777777" w:rsidR="00B04EEB" w:rsidRPr="0058106C" w:rsidRDefault="00B04EEB" w:rsidP="000B1A01">
            <w:pPr>
              <w:keepNext/>
              <w:spacing w:before="0"/>
              <w:jc w:val="left"/>
              <w:rPr>
                <w:ins w:id="2774" w:author="Yasser Syed" w:date="2019-06-25T00:12:00Z"/>
                <w:sz w:val="18"/>
                <w:szCs w:val="18"/>
              </w:rPr>
            </w:pPr>
            <w:ins w:id="2775" w:author="Yasser Syed" w:date="2019-06-25T00:12:00Z">
              <w:r w:rsidRPr="0058106C">
                <w:rPr>
                  <w:sz w:val="18"/>
                  <w:szCs w:val="18"/>
                </w:rPr>
                <w:t>ST 259M (SD-SDI)</w:t>
              </w:r>
            </w:ins>
          </w:p>
        </w:tc>
        <w:tc>
          <w:tcPr>
            <w:tcW w:w="1260" w:type="dxa"/>
            <w:shd w:val="clear" w:color="auto" w:fill="D5DCE4" w:themeFill="text2" w:themeFillTint="33"/>
          </w:tcPr>
          <w:p w14:paraId="6B071369" w14:textId="77777777" w:rsidR="00B04EEB" w:rsidRPr="00B158C1" w:rsidRDefault="00B04EEB" w:rsidP="000B1A01">
            <w:pPr>
              <w:keepNext/>
              <w:jc w:val="center"/>
              <w:rPr>
                <w:ins w:id="2776" w:author="Yasser Syed" w:date="2019-06-25T00:12:00Z"/>
              </w:rPr>
            </w:pPr>
          </w:p>
        </w:tc>
        <w:tc>
          <w:tcPr>
            <w:tcW w:w="1440" w:type="dxa"/>
            <w:shd w:val="clear" w:color="auto" w:fill="D5DCE4" w:themeFill="text2" w:themeFillTint="33"/>
          </w:tcPr>
          <w:p w14:paraId="09808F92" w14:textId="77777777" w:rsidR="00B04EEB" w:rsidRPr="00B158C1" w:rsidRDefault="00B04EEB" w:rsidP="000B1A01">
            <w:pPr>
              <w:keepNext/>
              <w:jc w:val="center"/>
              <w:rPr>
                <w:ins w:id="2777" w:author="Yasser Syed" w:date="2019-06-25T00:12:00Z"/>
              </w:rPr>
            </w:pPr>
          </w:p>
        </w:tc>
        <w:tc>
          <w:tcPr>
            <w:tcW w:w="1260" w:type="dxa"/>
            <w:shd w:val="clear" w:color="auto" w:fill="D5DCE4" w:themeFill="text2" w:themeFillTint="33"/>
          </w:tcPr>
          <w:p w14:paraId="24108139" w14:textId="77777777" w:rsidR="00B04EEB" w:rsidRPr="00B158C1" w:rsidRDefault="00B04EEB" w:rsidP="000B1A01">
            <w:pPr>
              <w:keepNext/>
              <w:rPr>
                <w:ins w:id="2778" w:author="Yasser Syed" w:date="2019-06-25T00:12:00Z"/>
              </w:rPr>
            </w:pPr>
          </w:p>
        </w:tc>
        <w:tc>
          <w:tcPr>
            <w:tcW w:w="1260" w:type="dxa"/>
            <w:shd w:val="clear" w:color="auto" w:fill="D5DCE4" w:themeFill="text2" w:themeFillTint="33"/>
          </w:tcPr>
          <w:p w14:paraId="283A2F7D" w14:textId="77777777" w:rsidR="00B04EEB" w:rsidRPr="00B158C1" w:rsidRDefault="00B04EEB" w:rsidP="000B1A01">
            <w:pPr>
              <w:keepNext/>
              <w:jc w:val="center"/>
              <w:rPr>
                <w:ins w:id="2779" w:author="Yasser Syed" w:date="2019-06-25T00:12:00Z"/>
              </w:rPr>
            </w:pPr>
          </w:p>
        </w:tc>
        <w:tc>
          <w:tcPr>
            <w:tcW w:w="1440" w:type="dxa"/>
            <w:shd w:val="clear" w:color="auto" w:fill="D5DCE4" w:themeFill="text2" w:themeFillTint="33"/>
          </w:tcPr>
          <w:p w14:paraId="5B3CA8B3" w14:textId="77777777" w:rsidR="00B04EEB" w:rsidRPr="00B158C1" w:rsidRDefault="00B04EEB" w:rsidP="000B1A01">
            <w:pPr>
              <w:keepNext/>
              <w:jc w:val="center"/>
              <w:rPr>
                <w:ins w:id="2780" w:author="Yasser Syed" w:date="2019-06-25T00:12:00Z"/>
              </w:rPr>
            </w:pPr>
          </w:p>
        </w:tc>
      </w:tr>
      <w:tr w:rsidR="00B04EEB" w:rsidRPr="00B158C1" w14:paraId="6D6D231F" w14:textId="77777777" w:rsidTr="000B1A01">
        <w:trPr>
          <w:cantSplit/>
          <w:trHeight w:val="197"/>
          <w:jc w:val="center"/>
          <w:ins w:id="2781" w:author="Yasser Syed" w:date="2019-06-25T00:12:00Z"/>
        </w:trPr>
        <w:tc>
          <w:tcPr>
            <w:tcW w:w="1006" w:type="dxa"/>
            <w:vMerge w:val="restart"/>
            <w:shd w:val="clear" w:color="auto" w:fill="auto"/>
          </w:tcPr>
          <w:p w14:paraId="1E126278" w14:textId="77777777" w:rsidR="00B04EEB" w:rsidRPr="0058106C" w:rsidRDefault="00B04EEB" w:rsidP="000B1A01">
            <w:pPr>
              <w:keepNext/>
              <w:spacing w:before="0"/>
              <w:jc w:val="left"/>
              <w:rPr>
                <w:ins w:id="2782" w:author="Yasser Syed" w:date="2019-06-25T00:12:00Z"/>
                <w:sz w:val="18"/>
                <w:szCs w:val="18"/>
              </w:rPr>
            </w:pPr>
            <w:ins w:id="2783" w:author="Yasser Syed" w:date="2019-06-25T00:12:00Z">
              <w:r w:rsidRPr="0058106C">
                <w:rPr>
                  <w:sz w:val="18"/>
                  <w:szCs w:val="18"/>
                </w:rPr>
                <w:t>BT.1120-9 (12/2017)</w:t>
              </w:r>
            </w:ins>
          </w:p>
        </w:tc>
        <w:tc>
          <w:tcPr>
            <w:tcW w:w="1419" w:type="dxa"/>
            <w:shd w:val="clear" w:color="auto" w:fill="auto"/>
          </w:tcPr>
          <w:p w14:paraId="42586611" w14:textId="77777777" w:rsidR="00B04EEB" w:rsidRPr="0058106C" w:rsidRDefault="00B04EEB" w:rsidP="000B1A01">
            <w:pPr>
              <w:keepNext/>
              <w:spacing w:before="0"/>
              <w:jc w:val="left"/>
              <w:rPr>
                <w:ins w:id="2784" w:author="Yasser Syed" w:date="2019-06-25T00:12:00Z"/>
                <w:sz w:val="18"/>
                <w:szCs w:val="18"/>
              </w:rPr>
            </w:pPr>
            <w:ins w:id="2785" w:author="Yasser Syed" w:date="2019-06-25T00:12:00Z">
              <w:r w:rsidRPr="0058106C">
                <w:rPr>
                  <w:sz w:val="18"/>
                  <w:szCs w:val="18"/>
                </w:rPr>
                <w:t xml:space="preserve">ST 292-1 </w:t>
              </w:r>
            </w:ins>
          </w:p>
          <w:p w14:paraId="54507729" w14:textId="77777777" w:rsidR="00B04EEB" w:rsidRPr="0058106C" w:rsidRDefault="00B04EEB" w:rsidP="000B1A01">
            <w:pPr>
              <w:keepNext/>
              <w:spacing w:before="0"/>
              <w:jc w:val="left"/>
              <w:rPr>
                <w:ins w:id="2786" w:author="Yasser Syed" w:date="2019-06-25T00:12:00Z"/>
                <w:sz w:val="18"/>
                <w:szCs w:val="18"/>
              </w:rPr>
            </w:pPr>
            <w:ins w:id="2787" w:author="Yasser Syed" w:date="2019-06-25T00:12:00Z">
              <w:r w:rsidRPr="0058106C">
                <w:rPr>
                  <w:sz w:val="18"/>
                  <w:szCs w:val="18"/>
                </w:rPr>
                <w:t>1.5 Gb/s</w:t>
              </w:r>
            </w:ins>
          </w:p>
        </w:tc>
        <w:tc>
          <w:tcPr>
            <w:tcW w:w="1260" w:type="dxa"/>
            <w:shd w:val="clear" w:color="auto" w:fill="auto"/>
          </w:tcPr>
          <w:p w14:paraId="2DF849B2" w14:textId="77777777" w:rsidR="00B04EEB" w:rsidRPr="00B158C1" w:rsidRDefault="00B04EEB" w:rsidP="000B1A01">
            <w:pPr>
              <w:keepNext/>
              <w:jc w:val="center"/>
              <w:rPr>
                <w:ins w:id="2788" w:author="Yasser Syed" w:date="2019-06-25T00:12:00Z"/>
              </w:rPr>
            </w:pPr>
            <w:ins w:id="2789" w:author="Yasser Syed" w:date="2019-06-25T00:12:00Z">
              <w:r w:rsidRPr="00B158C1">
                <w:sym w:font="Symbol" w:char="F0D6"/>
              </w:r>
            </w:ins>
          </w:p>
        </w:tc>
        <w:tc>
          <w:tcPr>
            <w:tcW w:w="1440" w:type="dxa"/>
            <w:shd w:val="clear" w:color="auto" w:fill="auto"/>
          </w:tcPr>
          <w:p w14:paraId="292FF76D" w14:textId="77777777" w:rsidR="00B04EEB" w:rsidRPr="00B158C1" w:rsidRDefault="00B04EEB" w:rsidP="000B1A01">
            <w:pPr>
              <w:keepNext/>
              <w:jc w:val="center"/>
              <w:rPr>
                <w:ins w:id="2790" w:author="Yasser Syed" w:date="2019-06-25T00:12:00Z"/>
              </w:rPr>
            </w:pPr>
            <w:ins w:id="2791" w:author="Yasser Syed" w:date="2019-06-25T00:12:00Z">
              <w:r w:rsidRPr="00B158C1">
                <w:sym w:font="Symbol" w:char="F0D6"/>
              </w:r>
            </w:ins>
          </w:p>
        </w:tc>
        <w:tc>
          <w:tcPr>
            <w:tcW w:w="1260" w:type="dxa"/>
            <w:shd w:val="clear" w:color="auto" w:fill="auto"/>
          </w:tcPr>
          <w:p w14:paraId="3033C832" w14:textId="77777777" w:rsidR="00B04EEB" w:rsidRPr="00B158C1" w:rsidRDefault="00B04EEB" w:rsidP="000B1A01">
            <w:pPr>
              <w:keepNext/>
              <w:jc w:val="center"/>
              <w:rPr>
                <w:ins w:id="2792" w:author="Yasser Syed" w:date="2019-06-25T00:12:00Z"/>
              </w:rPr>
            </w:pPr>
            <w:ins w:id="2793" w:author="Yasser Syed" w:date="2019-06-25T00:12:00Z">
              <w:r w:rsidRPr="00B158C1">
                <w:sym w:font="Symbol" w:char="F0D6"/>
              </w:r>
            </w:ins>
          </w:p>
        </w:tc>
        <w:tc>
          <w:tcPr>
            <w:tcW w:w="1260" w:type="dxa"/>
            <w:shd w:val="clear" w:color="auto" w:fill="D5DCE4" w:themeFill="text2" w:themeFillTint="33"/>
          </w:tcPr>
          <w:p w14:paraId="4D93F776" w14:textId="77777777" w:rsidR="00B04EEB" w:rsidRPr="00B158C1" w:rsidRDefault="00B04EEB" w:rsidP="000B1A01">
            <w:pPr>
              <w:keepNext/>
              <w:jc w:val="center"/>
              <w:rPr>
                <w:ins w:id="2794" w:author="Yasser Syed" w:date="2019-06-25T00:12:00Z"/>
              </w:rPr>
            </w:pPr>
          </w:p>
        </w:tc>
        <w:tc>
          <w:tcPr>
            <w:tcW w:w="1440" w:type="dxa"/>
            <w:shd w:val="clear" w:color="auto" w:fill="D5DCE4" w:themeFill="text2" w:themeFillTint="33"/>
          </w:tcPr>
          <w:p w14:paraId="408946C7" w14:textId="77777777" w:rsidR="00B04EEB" w:rsidRPr="00B158C1" w:rsidRDefault="00B04EEB" w:rsidP="000B1A01">
            <w:pPr>
              <w:keepNext/>
              <w:jc w:val="center"/>
              <w:rPr>
                <w:ins w:id="2795" w:author="Yasser Syed" w:date="2019-06-25T00:12:00Z"/>
              </w:rPr>
            </w:pPr>
          </w:p>
        </w:tc>
      </w:tr>
      <w:tr w:rsidR="00B04EEB" w:rsidRPr="00B158C1" w14:paraId="633C1C01" w14:textId="77777777" w:rsidTr="000B1A01">
        <w:trPr>
          <w:cantSplit/>
          <w:trHeight w:val="269"/>
          <w:jc w:val="center"/>
          <w:ins w:id="2796" w:author="Yasser Syed" w:date="2019-06-25T00:12:00Z"/>
        </w:trPr>
        <w:tc>
          <w:tcPr>
            <w:tcW w:w="1006" w:type="dxa"/>
            <w:vMerge/>
            <w:shd w:val="clear" w:color="auto" w:fill="auto"/>
          </w:tcPr>
          <w:p w14:paraId="0EE94C82" w14:textId="77777777" w:rsidR="00B04EEB" w:rsidRPr="0058106C" w:rsidRDefault="00B04EEB" w:rsidP="000B1A01">
            <w:pPr>
              <w:keepNext/>
              <w:spacing w:before="0"/>
              <w:jc w:val="left"/>
              <w:rPr>
                <w:ins w:id="2797" w:author="Yasser Syed" w:date="2019-06-25T00:12:00Z"/>
                <w:sz w:val="18"/>
                <w:szCs w:val="18"/>
              </w:rPr>
            </w:pPr>
          </w:p>
        </w:tc>
        <w:tc>
          <w:tcPr>
            <w:tcW w:w="1419" w:type="dxa"/>
            <w:shd w:val="clear" w:color="auto" w:fill="auto"/>
          </w:tcPr>
          <w:p w14:paraId="2728CE9A" w14:textId="77777777" w:rsidR="00B04EEB" w:rsidRPr="0058106C" w:rsidRDefault="00B04EEB" w:rsidP="000B1A01">
            <w:pPr>
              <w:keepNext/>
              <w:spacing w:before="0"/>
              <w:jc w:val="left"/>
              <w:rPr>
                <w:ins w:id="2798" w:author="Yasser Syed" w:date="2019-06-25T00:12:00Z"/>
                <w:sz w:val="18"/>
                <w:szCs w:val="18"/>
              </w:rPr>
            </w:pPr>
            <w:ins w:id="2799" w:author="Yasser Syed" w:date="2019-06-25T00:12:00Z">
              <w:r w:rsidRPr="0058106C">
                <w:rPr>
                  <w:sz w:val="18"/>
                  <w:szCs w:val="18"/>
                </w:rPr>
                <w:t>ST 372-1 Dual 1.5 Gb/s</w:t>
              </w:r>
            </w:ins>
          </w:p>
        </w:tc>
        <w:tc>
          <w:tcPr>
            <w:tcW w:w="1260" w:type="dxa"/>
            <w:shd w:val="clear" w:color="auto" w:fill="auto"/>
          </w:tcPr>
          <w:p w14:paraId="638AA656" w14:textId="77777777" w:rsidR="00B04EEB" w:rsidRPr="00B158C1" w:rsidRDefault="00B04EEB" w:rsidP="000B1A01">
            <w:pPr>
              <w:keepNext/>
              <w:jc w:val="center"/>
              <w:rPr>
                <w:ins w:id="2800" w:author="Yasser Syed" w:date="2019-06-25T00:12:00Z"/>
              </w:rPr>
            </w:pPr>
            <w:ins w:id="2801" w:author="Yasser Syed" w:date="2019-06-25T00:12:00Z">
              <w:r w:rsidRPr="00B158C1">
                <w:sym w:font="Symbol" w:char="F0D6"/>
              </w:r>
            </w:ins>
          </w:p>
        </w:tc>
        <w:tc>
          <w:tcPr>
            <w:tcW w:w="1440" w:type="dxa"/>
            <w:shd w:val="clear" w:color="auto" w:fill="auto"/>
          </w:tcPr>
          <w:p w14:paraId="591C1A84" w14:textId="77777777" w:rsidR="00B04EEB" w:rsidRPr="00B158C1" w:rsidRDefault="00B04EEB" w:rsidP="000B1A01">
            <w:pPr>
              <w:keepNext/>
              <w:jc w:val="center"/>
              <w:rPr>
                <w:ins w:id="2802" w:author="Yasser Syed" w:date="2019-06-25T00:12:00Z"/>
              </w:rPr>
            </w:pPr>
            <w:ins w:id="2803" w:author="Yasser Syed" w:date="2019-06-25T00:12:00Z">
              <w:r w:rsidRPr="00B158C1">
                <w:sym w:font="Symbol" w:char="F0D6"/>
              </w:r>
            </w:ins>
          </w:p>
        </w:tc>
        <w:tc>
          <w:tcPr>
            <w:tcW w:w="1260" w:type="dxa"/>
            <w:shd w:val="clear" w:color="auto" w:fill="auto"/>
          </w:tcPr>
          <w:p w14:paraId="26321BA9" w14:textId="77777777" w:rsidR="00B04EEB" w:rsidRPr="00B158C1" w:rsidRDefault="00B04EEB" w:rsidP="000B1A01">
            <w:pPr>
              <w:keepNext/>
              <w:jc w:val="center"/>
              <w:rPr>
                <w:ins w:id="2804" w:author="Yasser Syed" w:date="2019-06-25T00:12:00Z"/>
              </w:rPr>
            </w:pPr>
            <w:ins w:id="2805" w:author="Yasser Syed" w:date="2019-06-25T00:12:00Z">
              <w:r w:rsidRPr="009C6467">
                <w:sym w:font="Symbol" w:char="F0D6"/>
              </w:r>
            </w:ins>
          </w:p>
        </w:tc>
        <w:tc>
          <w:tcPr>
            <w:tcW w:w="1260" w:type="dxa"/>
            <w:shd w:val="clear" w:color="auto" w:fill="auto"/>
          </w:tcPr>
          <w:p w14:paraId="6B5BF6D6" w14:textId="77777777" w:rsidR="00B04EEB" w:rsidRPr="00B158C1" w:rsidRDefault="00B04EEB" w:rsidP="000B1A01">
            <w:pPr>
              <w:keepNext/>
              <w:jc w:val="center"/>
              <w:rPr>
                <w:ins w:id="2806" w:author="Yasser Syed" w:date="2019-06-25T00:12:00Z"/>
              </w:rPr>
            </w:pPr>
            <w:ins w:id="2807" w:author="Yasser Syed" w:date="2019-06-25T00:12:00Z">
              <w:r w:rsidRPr="00B158C1">
                <w:sym w:font="Symbol" w:char="F0D6"/>
              </w:r>
            </w:ins>
          </w:p>
        </w:tc>
        <w:tc>
          <w:tcPr>
            <w:tcW w:w="1440" w:type="dxa"/>
            <w:shd w:val="clear" w:color="auto" w:fill="auto"/>
          </w:tcPr>
          <w:p w14:paraId="421964C8" w14:textId="77777777" w:rsidR="00B04EEB" w:rsidRPr="00B158C1" w:rsidRDefault="00B04EEB" w:rsidP="000B1A01">
            <w:pPr>
              <w:keepNext/>
              <w:jc w:val="center"/>
              <w:rPr>
                <w:ins w:id="2808" w:author="Yasser Syed" w:date="2019-06-25T00:12:00Z"/>
              </w:rPr>
            </w:pPr>
            <w:ins w:id="2809" w:author="Yasser Syed" w:date="2019-06-25T00:12:00Z">
              <w:r w:rsidRPr="00B158C1">
                <w:sym w:font="Symbol" w:char="F0D6"/>
              </w:r>
            </w:ins>
          </w:p>
        </w:tc>
      </w:tr>
      <w:tr w:rsidR="00B04EEB" w:rsidRPr="00B158C1" w14:paraId="0AD9B622" w14:textId="77777777" w:rsidTr="000B1A01">
        <w:trPr>
          <w:cantSplit/>
          <w:trHeight w:val="104"/>
          <w:jc w:val="center"/>
          <w:ins w:id="2810" w:author="Yasser Syed" w:date="2019-06-25T00:12:00Z"/>
        </w:trPr>
        <w:tc>
          <w:tcPr>
            <w:tcW w:w="1006" w:type="dxa"/>
            <w:vMerge/>
            <w:shd w:val="clear" w:color="auto" w:fill="auto"/>
          </w:tcPr>
          <w:p w14:paraId="140B39EB" w14:textId="77777777" w:rsidR="00B04EEB" w:rsidRPr="0058106C" w:rsidRDefault="00B04EEB" w:rsidP="000B1A01">
            <w:pPr>
              <w:keepNext/>
              <w:spacing w:before="0"/>
              <w:jc w:val="left"/>
              <w:rPr>
                <w:ins w:id="2811" w:author="Yasser Syed" w:date="2019-06-25T00:12:00Z"/>
                <w:sz w:val="18"/>
                <w:szCs w:val="18"/>
              </w:rPr>
            </w:pPr>
          </w:p>
        </w:tc>
        <w:tc>
          <w:tcPr>
            <w:tcW w:w="1419" w:type="dxa"/>
            <w:shd w:val="clear" w:color="auto" w:fill="auto"/>
          </w:tcPr>
          <w:p w14:paraId="0DB9A0E6" w14:textId="77777777" w:rsidR="00B04EEB" w:rsidRPr="0058106C" w:rsidRDefault="00B04EEB" w:rsidP="000B1A01">
            <w:pPr>
              <w:keepNext/>
              <w:spacing w:before="0"/>
              <w:jc w:val="left"/>
              <w:rPr>
                <w:ins w:id="2812" w:author="Yasser Syed" w:date="2019-06-25T00:12:00Z"/>
                <w:sz w:val="18"/>
                <w:szCs w:val="18"/>
              </w:rPr>
            </w:pPr>
            <w:ins w:id="2813" w:author="Yasser Syed" w:date="2019-06-25T00:12:00Z">
              <w:r w:rsidRPr="0058106C">
                <w:rPr>
                  <w:sz w:val="18"/>
                  <w:szCs w:val="18"/>
                </w:rPr>
                <w:t xml:space="preserve">ST 425-1 </w:t>
              </w:r>
            </w:ins>
          </w:p>
          <w:p w14:paraId="255E57B2" w14:textId="77777777" w:rsidR="00B04EEB" w:rsidRPr="0058106C" w:rsidRDefault="00B04EEB" w:rsidP="000B1A01">
            <w:pPr>
              <w:keepNext/>
              <w:spacing w:before="0"/>
              <w:jc w:val="left"/>
              <w:rPr>
                <w:ins w:id="2814" w:author="Yasser Syed" w:date="2019-06-25T00:12:00Z"/>
                <w:sz w:val="18"/>
                <w:szCs w:val="18"/>
              </w:rPr>
            </w:pPr>
            <w:ins w:id="2815" w:author="Yasser Syed" w:date="2019-06-25T00:12:00Z">
              <w:r w:rsidRPr="0058106C">
                <w:rPr>
                  <w:sz w:val="18"/>
                  <w:szCs w:val="18"/>
                </w:rPr>
                <w:t>3G</w:t>
              </w:r>
            </w:ins>
          </w:p>
        </w:tc>
        <w:tc>
          <w:tcPr>
            <w:tcW w:w="1260" w:type="dxa"/>
            <w:shd w:val="clear" w:color="auto" w:fill="auto"/>
          </w:tcPr>
          <w:p w14:paraId="2F570DB9" w14:textId="77777777" w:rsidR="00B04EEB" w:rsidRPr="00B158C1" w:rsidRDefault="00B04EEB" w:rsidP="000B1A01">
            <w:pPr>
              <w:keepNext/>
              <w:jc w:val="center"/>
              <w:rPr>
                <w:ins w:id="2816" w:author="Yasser Syed" w:date="2019-06-25T00:12:00Z"/>
              </w:rPr>
            </w:pPr>
            <w:ins w:id="2817" w:author="Yasser Syed" w:date="2019-06-25T00:12:00Z">
              <w:r w:rsidRPr="00B158C1">
                <w:sym w:font="Symbol" w:char="F0D6"/>
              </w:r>
            </w:ins>
          </w:p>
        </w:tc>
        <w:tc>
          <w:tcPr>
            <w:tcW w:w="1440" w:type="dxa"/>
            <w:shd w:val="clear" w:color="auto" w:fill="auto"/>
          </w:tcPr>
          <w:p w14:paraId="39B645AE" w14:textId="77777777" w:rsidR="00B04EEB" w:rsidRPr="00B158C1" w:rsidRDefault="00B04EEB" w:rsidP="000B1A01">
            <w:pPr>
              <w:keepNext/>
              <w:jc w:val="center"/>
              <w:rPr>
                <w:ins w:id="2818" w:author="Yasser Syed" w:date="2019-06-25T00:12:00Z"/>
              </w:rPr>
            </w:pPr>
            <w:ins w:id="2819" w:author="Yasser Syed" w:date="2019-06-25T00:12:00Z">
              <w:r w:rsidRPr="00B158C1">
                <w:sym w:font="Symbol" w:char="F0D6"/>
              </w:r>
            </w:ins>
          </w:p>
        </w:tc>
        <w:tc>
          <w:tcPr>
            <w:tcW w:w="1260" w:type="dxa"/>
            <w:shd w:val="clear" w:color="auto" w:fill="auto"/>
          </w:tcPr>
          <w:p w14:paraId="209BE507" w14:textId="77777777" w:rsidR="00B04EEB" w:rsidRPr="00B158C1" w:rsidRDefault="00B04EEB" w:rsidP="000B1A01">
            <w:pPr>
              <w:keepNext/>
              <w:jc w:val="center"/>
              <w:rPr>
                <w:ins w:id="2820" w:author="Yasser Syed" w:date="2019-06-25T00:12:00Z"/>
              </w:rPr>
            </w:pPr>
            <w:ins w:id="2821" w:author="Yasser Syed" w:date="2019-06-25T00:12:00Z">
              <w:r w:rsidRPr="009C6467">
                <w:sym w:font="Symbol" w:char="F0D6"/>
              </w:r>
            </w:ins>
          </w:p>
        </w:tc>
        <w:tc>
          <w:tcPr>
            <w:tcW w:w="1260" w:type="dxa"/>
            <w:shd w:val="clear" w:color="auto" w:fill="auto"/>
          </w:tcPr>
          <w:p w14:paraId="17ADF598" w14:textId="77777777" w:rsidR="00B04EEB" w:rsidRPr="00B158C1" w:rsidRDefault="00B04EEB" w:rsidP="000B1A01">
            <w:pPr>
              <w:keepNext/>
              <w:jc w:val="center"/>
              <w:rPr>
                <w:ins w:id="2822" w:author="Yasser Syed" w:date="2019-06-25T00:12:00Z"/>
              </w:rPr>
            </w:pPr>
            <w:ins w:id="2823" w:author="Yasser Syed" w:date="2019-06-25T00:12:00Z">
              <w:r w:rsidRPr="00B158C1">
                <w:sym w:font="Symbol" w:char="F0D6"/>
              </w:r>
            </w:ins>
          </w:p>
        </w:tc>
        <w:tc>
          <w:tcPr>
            <w:tcW w:w="1440" w:type="dxa"/>
            <w:shd w:val="clear" w:color="auto" w:fill="auto"/>
          </w:tcPr>
          <w:p w14:paraId="07B3769A" w14:textId="77777777" w:rsidR="00B04EEB" w:rsidRPr="00B158C1" w:rsidRDefault="00B04EEB" w:rsidP="000B1A01">
            <w:pPr>
              <w:keepNext/>
              <w:jc w:val="center"/>
              <w:rPr>
                <w:ins w:id="2824" w:author="Yasser Syed" w:date="2019-06-25T00:12:00Z"/>
              </w:rPr>
            </w:pPr>
            <w:ins w:id="2825" w:author="Yasser Syed" w:date="2019-06-25T00:12:00Z">
              <w:r w:rsidRPr="00B158C1">
                <w:sym w:font="Symbol" w:char="F0D6"/>
              </w:r>
            </w:ins>
          </w:p>
        </w:tc>
      </w:tr>
      <w:tr w:rsidR="00B04EEB" w:rsidRPr="00B158C1" w14:paraId="29B7586E" w14:textId="77777777" w:rsidTr="000B1A01">
        <w:trPr>
          <w:cantSplit/>
          <w:trHeight w:val="323"/>
          <w:jc w:val="center"/>
          <w:ins w:id="2826" w:author="Yasser Syed" w:date="2019-06-25T00:12:00Z"/>
        </w:trPr>
        <w:tc>
          <w:tcPr>
            <w:tcW w:w="1006" w:type="dxa"/>
            <w:shd w:val="clear" w:color="auto" w:fill="auto"/>
          </w:tcPr>
          <w:p w14:paraId="5D2CF511" w14:textId="77777777" w:rsidR="00B04EEB" w:rsidRPr="0058106C" w:rsidRDefault="00B04EEB" w:rsidP="000B1A01">
            <w:pPr>
              <w:keepNext/>
              <w:spacing w:before="0"/>
              <w:jc w:val="left"/>
              <w:rPr>
                <w:ins w:id="2827" w:author="Yasser Syed" w:date="2019-06-25T00:12:00Z"/>
                <w:sz w:val="18"/>
                <w:szCs w:val="18"/>
              </w:rPr>
            </w:pPr>
            <w:ins w:id="2828" w:author="Yasser Syed" w:date="2019-06-25T00:12:00Z">
              <w:r>
                <w:rPr>
                  <w:sz w:val="18"/>
                  <w:szCs w:val="18"/>
                </w:rPr>
                <w:t>N/A</w:t>
              </w:r>
            </w:ins>
          </w:p>
        </w:tc>
        <w:tc>
          <w:tcPr>
            <w:tcW w:w="1419" w:type="dxa"/>
            <w:shd w:val="clear" w:color="auto" w:fill="auto"/>
          </w:tcPr>
          <w:p w14:paraId="20C2684A" w14:textId="77777777" w:rsidR="00B04EEB" w:rsidRPr="0058106C" w:rsidRDefault="00B04EEB" w:rsidP="000B1A01">
            <w:pPr>
              <w:keepNext/>
              <w:spacing w:before="0"/>
              <w:jc w:val="left"/>
              <w:rPr>
                <w:ins w:id="2829" w:author="Yasser Syed" w:date="2019-06-25T00:12:00Z"/>
                <w:sz w:val="18"/>
                <w:szCs w:val="18"/>
              </w:rPr>
            </w:pPr>
            <w:ins w:id="2830" w:author="Yasser Syed" w:date="2019-06-25T00:12:00Z">
              <w:r w:rsidRPr="0058106C">
                <w:rPr>
                  <w:sz w:val="18"/>
                  <w:szCs w:val="18"/>
                </w:rPr>
                <w:t>ST 425-5</w:t>
              </w:r>
            </w:ins>
          </w:p>
          <w:p w14:paraId="5D27B3ED" w14:textId="77777777" w:rsidR="00B04EEB" w:rsidRPr="0058106C" w:rsidRDefault="00B04EEB" w:rsidP="000B1A01">
            <w:pPr>
              <w:keepNext/>
              <w:spacing w:before="0"/>
              <w:jc w:val="left"/>
              <w:rPr>
                <w:ins w:id="2831" w:author="Yasser Syed" w:date="2019-06-25T00:12:00Z"/>
                <w:sz w:val="18"/>
                <w:szCs w:val="18"/>
              </w:rPr>
            </w:pPr>
            <w:ins w:id="2832" w:author="Yasser Syed" w:date="2019-06-25T00:12:00Z">
              <w:r w:rsidRPr="0058106C">
                <w:rPr>
                  <w:sz w:val="18"/>
                  <w:szCs w:val="18"/>
                </w:rPr>
                <w:t>Quad 3G</w:t>
              </w:r>
            </w:ins>
          </w:p>
        </w:tc>
        <w:tc>
          <w:tcPr>
            <w:tcW w:w="1260" w:type="dxa"/>
            <w:shd w:val="clear" w:color="auto" w:fill="auto"/>
          </w:tcPr>
          <w:p w14:paraId="572E6B28" w14:textId="77777777" w:rsidR="00B04EEB" w:rsidRPr="00B158C1" w:rsidRDefault="00B04EEB" w:rsidP="000B1A01">
            <w:pPr>
              <w:keepNext/>
              <w:jc w:val="center"/>
              <w:rPr>
                <w:ins w:id="2833" w:author="Yasser Syed" w:date="2019-06-25T00:12:00Z"/>
              </w:rPr>
            </w:pPr>
            <w:ins w:id="2834" w:author="Yasser Syed" w:date="2019-06-25T00:12:00Z">
              <w:r w:rsidRPr="00B158C1">
                <w:sym w:font="Symbol" w:char="F0D6"/>
              </w:r>
            </w:ins>
          </w:p>
        </w:tc>
        <w:tc>
          <w:tcPr>
            <w:tcW w:w="1440" w:type="dxa"/>
            <w:shd w:val="clear" w:color="auto" w:fill="auto"/>
          </w:tcPr>
          <w:p w14:paraId="2AD1B220" w14:textId="77777777" w:rsidR="00B04EEB" w:rsidRPr="00B158C1" w:rsidRDefault="00B04EEB" w:rsidP="000B1A01">
            <w:pPr>
              <w:keepNext/>
              <w:jc w:val="center"/>
              <w:rPr>
                <w:ins w:id="2835" w:author="Yasser Syed" w:date="2019-06-25T00:12:00Z"/>
              </w:rPr>
            </w:pPr>
            <w:ins w:id="2836" w:author="Yasser Syed" w:date="2019-06-25T00:12:00Z">
              <w:r w:rsidRPr="00B158C1">
                <w:sym w:font="Symbol" w:char="F0D6"/>
              </w:r>
            </w:ins>
          </w:p>
        </w:tc>
        <w:tc>
          <w:tcPr>
            <w:tcW w:w="1260" w:type="dxa"/>
            <w:shd w:val="clear" w:color="auto" w:fill="auto"/>
          </w:tcPr>
          <w:p w14:paraId="49AB523C" w14:textId="77777777" w:rsidR="00B04EEB" w:rsidRPr="00B158C1" w:rsidRDefault="00B04EEB" w:rsidP="000B1A01">
            <w:pPr>
              <w:keepNext/>
              <w:jc w:val="center"/>
              <w:rPr>
                <w:ins w:id="2837" w:author="Yasser Syed" w:date="2019-06-25T00:12:00Z"/>
              </w:rPr>
            </w:pPr>
            <w:ins w:id="2838" w:author="Yasser Syed" w:date="2019-06-25T00:12:00Z">
              <w:r w:rsidRPr="009C6467">
                <w:sym w:font="Symbol" w:char="F0D6"/>
              </w:r>
            </w:ins>
          </w:p>
        </w:tc>
        <w:tc>
          <w:tcPr>
            <w:tcW w:w="1260" w:type="dxa"/>
            <w:shd w:val="clear" w:color="auto" w:fill="auto"/>
          </w:tcPr>
          <w:p w14:paraId="4C7EB51E" w14:textId="77777777" w:rsidR="00B04EEB" w:rsidRPr="00B158C1" w:rsidRDefault="00B04EEB" w:rsidP="000B1A01">
            <w:pPr>
              <w:keepNext/>
              <w:jc w:val="center"/>
              <w:rPr>
                <w:ins w:id="2839" w:author="Yasser Syed" w:date="2019-06-25T00:12:00Z"/>
              </w:rPr>
            </w:pPr>
            <w:ins w:id="2840" w:author="Yasser Syed" w:date="2019-06-25T00:12:00Z">
              <w:r w:rsidRPr="00B158C1">
                <w:sym w:font="Symbol" w:char="F0D6"/>
              </w:r>
            </w:ins>
          </w:p>
        </w:tc>
        <w:tc>
          <w:tcPr>
            <w:tcW w:w="1440" w:type="dxa"/>
            <w:shd w:val="clear" w:color="auto" w:fill="auto"/>
          </w:tcPr>
          <w:p w14:paraId="33F71A43" w14:textId="77777777" w:rsidR="00B04EEB" w:rsidRPr="00B158C1" w:rsidRDefault="00B04EEB" w:rsidP="000B1A01">
            <w:pPr>
              <w:keepNext/>
              <w:jc w:val="center"/>
              <w:rPr>
                <w:ins w:id="2841" w:author="Yasser Syed" w:date="2019-06-25T00:12:00Z"/>
              </w:rPr>
            </w:pPr>
            <w:ins w:id="2842" w:author="Yasser Syed" w:date="2019-06-25T00:12:00Z">
              <w:r w:rsidRPr="00B158C1">
                <w:sym w:font="Symbol" w:char="F0D6"/>
              </w:r>
            </w:ins>
          </w:p>
        </w:tc>
      </w:tr>
      <w:tr w:rsidR="00B04EEB" w:rsidRPr="00B158C1" w14:paraId="0CEE989B" w14:textId="77777777" w:rsidTr="000B1A01">
        <w:trPr>
          <w:trHeight w:val="67"/>
          <w:jc w:val="center"/>
          <w:ins w:id="2843" w:author="Yasser Syed" w:date="2019-06-25T00:12:00Z"/>
        </w:trPr>
        <w:tc>
          <w:tcPr>
            <w:tcW w:w="1006" w:type="dxa"/>
            <w:vMerge w:val="restart"/>
            <w:shd w:val="clear" w:color="auto" w:fill="auto"/>
          </w:tcPr>
          <w:p w14:paraId="79C83080" w14:textId="77777777" w:rsidR="00B04EEB" w:rsidRPr="0058106C" w:rsidRDefault="00B04EEB" w:rsidP="000B1A01">
            <w:pPr>
              <w:keepNext/>
              <w:spacing w:before="0"/>
              <w:jc w:val="left"/>
              <w:rPr>
                <w:ins w:id="2844" w:author="Yasser Syed" w:date="2019-06-25T00:12:00Z"/>
                <w:sz w:val="18"/>
                <w:szCs w:val="18"/>
              </w:rPr>
            </w:pPr>
            <w:ins w:id="2845" w:author="Yasser Syed" w:date="2019-06-25T00:12:00Z">
              <w:r w:rsidRPr="0058106C">
                <w:rPr>
                  <w:sz w:val="18"/>
                  <w:szCs w:val="18"/>
                </w:rPr>
                <w:t>BT 2077-2 (12/2017)</w:t>
              </w:r>
            </w:ins>
          </w:p>
        </w:tc>
        <w:tc>
          <w:tcPr>
            <w:tcW w:w="1419" w:type="dxa"/>
            <w:shd w:val="clear" w:color="auto" w:fill="auto"/>
          </w:tcPr>
          <w:p w14:paraId="0FF995B7" w14:textId="77777777" w:rsidR="00B04EEB" w:rsidRPr="0058106C" w:rsidRDefault="00B04EEB" w:rsidP="000B1A01">
            <w:pPr>
              <w:keepNext/>
              <w:spacing w:before="0"/>
              <w:jc w:val="left"/>
              <w:rPr>
                <w:ins w:id="2846" w:author="Yasser Syed" w:date="2019-06-25T00:12:00Z"/>
                <w:sz w:val="18"/>
                <w:szCs w:val="18"/>
              </w:rPr>
            </w:pPr>
            <w:ins w:id="2847" w:author="Yasser Syed" w:date="2019-06-25T00:12:00Z">
              <w:r w:rsidRPr="0058106C">
                <w:rPr>
                  <w:sz w:val="18"/>
                  <w:szCs w:val="18"/>
                </w:rPr>
                <w:t>ST 2081-10 6G</w:t>
              </w:r>
            </w:ins>
          </w:p>
        </w:tc>
        <w:tc>
          <w:tcPr>
            <w:tcW w:w="1260" w:type="dxa"/>
            <w:shd w:val="clear" w:color="auto" w:fill="auto"/>
          </w:tcPr>
          <w:p w14:paraId="74F140A7" w14:textId="77777777" w:rsidR="00B04EEB" w:rsidRPr="00B158C1" w:rsidRDefault="00B04EEB" w:rsidP="000B1A01">
            <w:pPr>
              <w:keepNext/>
              <w:jc w:val="center"/>
              <w:rPr>
                <w:ins w:id="2848" w:author="Yasser Syed" w:date="2019-06-25T00:12:00Z"/>
              </w:rPr>
            </w:pPr>
            <w:ins w:id="2849" w:author="Yasser Syed" w:date="2019-06-25T00:12:00Z">
              <w:r w:rsidRPr="00B158C1">
                <w:sym w:font="Symbol" w:char="F0D6"/>
              </w:r>
            </w:ins>
          </w:p>
        </w:tc>
        <w:tc>
          <w:tcPr>
            <w:tcW w:w="1440" w:type="dxa"/>
            <w:shd w:val="clear" w:color="auto" w:fill="auto"/>
          </w:tcPr>
          <w:p w14:paraId="664A4931" w14:textId="77777777" w:rsidR="00B04EEB" w:rsidRPr="00B158C1" w:rsidRDefault="00B04EEB" w:rsidP="000B1A01">
            <w:pPr>
              <w:keepNext/>
              <w:jc w:val="center"/>
              <w:rPr>
                <w:ins w:id="2850" w:author="Yasser Syed" w:date="2019-06-25T00:12:00Z"/>
              </w:rPr>
            </w:pPr>
            <w:ins w:id="2851" w:author="Yasser Syed" w:date="2019-06-25T00:12:00Z">
              <w:r w:rsidRPr="00B158C1">
                <w:sym w:font="Symbol" w:char="F0D6"/>
              </w:r>
            </w:ins>
          </w:p>
        </w:tc>
        <w:tc>
          <w:tcPr>
            <w:tcW w:w="1260" w:type="dxa"/>
            <w:shd w:val="clear" w:color="auto" w:fill="auto"/>
          </w:tcPr>
          <w:p w14:paraId="4AE6C6D3" w14:textId="77777777" w:rsidR="00B04EEB" w:rsidRPr="00B158C1" w:rsidRDefault="00B04EEB" w:rsidP="000B1A01">
            <w:pPr>
              <w:keepNext/>
              <w:jc w:val="center"/>
              <w:rPr>
                <w:ins w:id="2852" w:author="Yasser Syed" w:date="2019-06-25T00:12:00Z"/>
              </w:rPr>
            </w:pPr>
            <w:ins w:id="2853" w:author="Yasser Syed" w:date="2019-06-25T00:12:00Z">
              <w:r w:rsidRPr="009C6467">
                <w:sym w:font="Symbol" w:char="F0D6"/>
              </w:r>
            </w:ins>
          </w:p>
        </w:tc>
        <w:tc>
          <w:tcPr>
            <w:tcW w:w="1260" w:type="dxa"/>
            <w:shd w:val="clear" w:color="auto" w:fill="auto"/>
          </w:tcPr>
          <w:p w14:paraId="12666752" w14:textId="77777777" w:rsidR="00B04EEB" w:rsidRPr="00B158C1" w:rsidRDefault="00B04EEB" w:rsidP="000B1A01">
            <w:pPr>
              <w:keepNext/>
              <w:jc w:val="center"/>
              <w:rPr>
                <w:ins w:id="2854" w:author="Yasser Syed" w:date="2019-06-25T00:12:00Z"/>
              </w:rPr>
            </w:pPr>
            <w:ins w:id="2855" w:author="Yasser Syed" w:date="2019-06-25T00:12:00Z">
              <w:r w:rsidRPr="00B158C1">
                <w:sym w:font="Symbol" w:char="F0D6"/>
              </w:r>
            </w:ins>
          </w:p>
        </w:tc>
        <w:tc>
          <w:tcPr>
            <w:tcW w:w="1440" w:type="dxa"/>
            <w:shd w:val="clear" w:color="auto" w:fill="auto"/>
          </w:tcPr>
          <w:p w14:paraId="7D966005" w14:textId="77777777" w:rsidR="00B04EEB" w:rsidRPr="00B158C1" w:rsidRDefault="00B04EEB" w:rsidP="000B1A01">
            <w:pPr>
              <w:keepNext/>
              <w:jc w:val="center"/>
              <w:rPr>
                <w:ins w:id="2856" w:author="Yasser Syed" w:date="2019-06-25T00:12:00Z"/>
              </w:rPr>
            </w:pPr>
            <w:ins w:id="2857" w:author="Yasser Syed" w:date="2019-06-25T00:12:00Z">
              <w:r w:rsidRPr="00B158C1">
                <w:sym w:font="Symbol" w:char="F0D6"/>
              </w:r>
            </w:ins>
          </w:p>
        </w:tc>
      </w:tr>
      <w:tr w:rsidR="00B04EEB" w:rsidRPr="00B158C1" w14:paraId="46BD1382" w14:textId="77777777" w:rsidTr="000B1A01">
        <w:trPr>
          <w:trHeight w:val="103"/>
          <w:jc w:val="center"/>
          <w:ins w:id="2858" w:author="Yasser Syed" w:date="2019-06-25T00:12:00Z"/>
        </w:trPr>
        <w:tc>
          <w:tcPr>
            <w:tcW w:w="1006" w:type="dxa"/>
            <w:vMerge/>
            <w:shd w:val="clear" w:color="auto" w:fill="auto"/>
          </w:tcPr>
          <w:p w14:paraId="38611E4B" w14:textId="77777777" w:rsidR="00B04EEB" w:rsidRPr="0058106C" w:rsidRDefault="00B04EEB" w:rsidP="000B1A01">
            <w:pPr>
              <w:keepNext/>
              <w:spacing w:before="0"/>
              <w:jc w:val="left"/>
              <w:rPr>
                <w:ins w:id="2859" w:author="Yasser Syed" w:date="2019-06-25T00:12:00Z"/>
                <w:sz w:val="18"/>
                <w:szCs w:val="18"/>
              </w:rPr>
            </w:pPr>
          </w:p>
        </w:tc>
        <w:tc>
          <w:tcPr>
            <w:tcW w:w="1419" w:type="dxa"/>
            <w:shd w:val="clear" w:color="auto" w:fill="auto"/>
          </w:tcPr>
          <w:p w14:paraId="00D3EEA1" w14:textId="77777777" w:rsidR="00B04EEB" w:rsidRPr="0058106C" w:rsidRDefault="00B04EEB" w:rsidP="000B1A01">
            <w:pPr>
              <w:keepNext/>
              <w:spacing w:before="0"/>
              <w:jc w:val="left"/>
              <w:rPr>
                <w:ins w:id="2860" w:author="Yasser Syed" w:date="2019-06-25T00:12:00Z"/>
                <w:sz w:val="18"/>
                <w:szCs w:val="18"/>
              </w:rPr>
            </w:pPr>
            <w:ins w:id="2861" w:author="Yasser Syed" w:date="2019-06-25T00:12:00Z">
              <w:r w:rsidRPr="0058106C">
                <w:rPr>
                  <w:sz w:val="18"/>
                  <w:szCs w:val="18"/>
                </w:rPr>
                <w:t>ST 2082-10</w:t>
              </w:r>
            </w:ins>
          </w:p>
          <w:p w14:paraId="5D763F9F" w14:textId="77777777" w:rsidR="00B04EEB" w:rsidRPr="0058106C" w:rsidRDefault="00B04EEB" w:rsidP="000B1A01">
            <w:pPr>
              <w:keepNext/>
              <w:spacing w:before="0"/>
              <w:jc w:val="left"/>
              <w:rPr>
                <w:ins w:id="2862" w:author="Yasser Syed" w:date="2019-06-25T00:12:00Z"/>
                <w:sz w:val="18"/>
                <w:szCs w:val="18"/>
              </w:rPr>
            </w:pPr>
            <w:ins w:id="2863" w:author="Yasser Syed" w:date="2019-06-25T00:12:00Z">
              <w:r w:rsidRPr="0058106C">
                <w:rPr>
                  <w:sz w:val="18"/>
                  <w:szCs w:val="18"/>
                </w:rPr>
                <w:t xml:space="preserve">12G </w:t>
              </w:r>
            </w:ins>
          </w:p>
        </w:tc>
        <w:tc>
          <w:tcPr>
            <w:tcW w:w="1260" w:type="dxa"/>
            <w:shd w:val="clear" w:color="auto" w:fill="auto"/>
          </w:tcPr>
          <w:p w14:paraId="1C73AC41" w14:textId="77777777" w:rsidR="00B04EEB" w:rsidRPr="00B158C1" w:rsidRDefault="00B04EEB" w:rsidP="000B1A01">
            <w:pPr>
              <w:keepNext/>
              <w:jc w:val="center"/>
              <w:rPr>
                <w:ins w:id="2864" w:author="Yasser Syed" w:date="2019-06-25T00:12:00Z"/>
              </w:rPr>
            </w:pPr>
            <w:ins w:id="2865" w:author="Yasser Syed" w:date="2019-06-25T00:12:00Z">
              <w:r w:rsidRPr="00B158C1">
                <w:sym w:font="Symbol" w:char="F0D6"/>
              </w:r>
            </w:ins>
          </w:p>
        </w:tc>
        <w:tc>
          <w:tcPr>
            <w:tcW w:w="1440" w:type="dxa"/>
            <w:shd w:val="clear" w:color="auto" w:fill="auto"/>
          </w:tcPr>
          <w:p w14:paraId="1CA3F15D" w14:textId="77777777" w:rsidR="00B04EEB" w:rsidRPr="00B158C1" w:rsidRDefault="00B04EEB" w:rsidP="000B1A01">
            <w:pPr>
              <w:keepNext/>
              <w:jc w:val="center"/>
              <w:rPr>
                <w:ins w:id="2866" w:author="Yasser Syed" w:date="2019-06-25T00:12:00Z"/>
              </w:rPr>
            </w:pPr>
            <w:ins w:id="2867" w:author="Yasser Syed" w:date="2019-06-25T00:12:00Z">
              <w:r w:rsidRPr="00B158C1">
                <w:sym w:font="Symbol" w:char="F0D6"/>
              </w:r>
            </w:ins>
          </w:p>
        </w:tc>
        <w:tc>
          <w:tcPr>
            <w:tcW w:w="1260" w:type="dxa"/>
            <w:shd w:val="clear" w:color="auto" w:fill="auto"/>
          </w:tcPr>
          <w:p w14:paraId="586F35A8" w14:textId="77777777" w:rsidR="00B04EEB" w:rsidRPr="00B158C1" w:rsidRDefault="00B04EEB" w:rsidP="000B1A01">
            <w:pPr>
              <w:keepNext/>
              <w:jc w:val="center"/>
              <w:rPr>
                <w:ins w:id="2868" w:author="Yasser Syed" w:date="2019-06-25T00:12:00Z"/>
              </w:rPr>
            </w:pPr>
            <w:ins w:id="2869" w:author="Yasser Syed" w:date="2019-06-25T00:12:00Z">
              <w:r w:rsidRPr="009C6467">
                <w:sym w:font="Symbol" w:char="F0D6"/>
              </w:r>
            </w:ins>
          </w:p>
        </w:tc>
        <w:tc>
          <w:tcPr>
            <w:tcW w:w="1260" w:type="dxa"/>
            <w:shd w:val="clear" w:color="auto" w:fill="auto"/>
          </w:tcPr>
          <w:p w14:paraId="3D6A42B3" w14:textId="77777777" w:rsidR="00B04EEB" w:rsidRPr="00B158C1" w:rsidRDefault="00B04EEB" w:rsidP="000B1A01">
            <w:pPr>
              <w:keepNext/>
              <w:jc w:val="center"/>
              <w:rPr>
                <w:ins w:id="2870" w:author="Yasser Syed" w:date="2019-06-25T00:12:00Z"/>
              </w:rPr>
            </w:pPr>
            <w:ins w:id="2871" w:author="Yasser Syed" w:date="2019-06-25T00:12:00Z">
              <w:r w:rsidRPr="00B158C1">
                <w:sym w:font="Symbol" w:char="F0D6"/>
              </w:r>
            </w:ins>
          </w:p>
        </w:tc>
        <w:tc>
          <w:tcPr>
            <w:tcW w:w="1440" w:type="dxa"/>
            <w:shd w:val="clear" w:color="auto" w:fill="auto"/>
          </w:tcPr>
          <w:p w14:paraId="308DB09C" w14:textId="77777777" w:rsidR="00B04EEB" w:rsidRPr="00B158C1" w:rsidRDefault="00B04EEB" w:rsidP="000B1A01">
            <w:pPr>
              <w:keepNext/>
              <w:jc w:val="center"/>
              <w:rPr>
                <w:ins w:id="2872" w:author="Yasser Syed" w:date="2019-06-25T00:12:00Z"/>
              </w:rPr>
            </w:pPr>
            <w:ins w:id="2873" w:author="Yasser Syed" w:date="2019-06-25T00:12:00Z">
              <w:r w:rsidRPr="00B158C1">
                <w:sym w:font="Symbol" w:char="F0D6"/>
              </w:r>
            </w:ins>
          </w:p>
        </w:tc>
      </w:tr>
      <w:tr w:rsidR="00B04EEB" w:rsidRPr="00B158C1" w14:paraId="6A04A8B0" w14:textId="77777777" w:rsidTr="000B1A01">
        <w:trPr>
          <w:trHeight w:val="101"/>
          <w:jc w:val="center"/>
          <w:ins w:id="2874" w:author="Yasser Syed" w:date="2019-06-25T00:12:00Z"/>
        </w:trPr>
        <w:tc>
          <w:tcPr>
            <w:tcW w:w="1006" w:type="dxa"/>
            <w:vMerge/>
            <w:shd w:val="clear" w:color="auto" w:fill="auto"/>
          </w:tcPr>
          <w:p w14:paraId="5EA23CF7" w14:textId="77777777" w:rsidR="00B04EEB" w:rsidRPr="0058106C" w:rsidRDefault="00B04EEB" w:rsidP="000B1A01">
            <w:pPr>
              <w:keepNext/>
              <w:spacing w:before="0"/>
              <w:jc w:val="left"/>
              <w:rPr>
                <w:ins w:id="2875" w:author="Yasser Syed" w:date="2019-06-25T00:12:00Z"/>
                <w:sz w:val="18"/>
                <w:szCs w:val="18"/>
              </w:rPr>
            </w:pPr>
          </w:p>
        </w:tc>
        <w:tc>
          <w:tcPr>
            <w:tcW w:w="1419" w:type="dxa"/>
            <w:shd w:val="clear" w:color="auto" w:fill="auto"/>
          </w:tcPr>
          <w:p w14:paraId="1109A84D" w14:textId="77777777" w:rsidR="00B04EEB" w:rsidRPr="0058106C" w:rsidRDefault="00B04EEB" w:rsidP="000B1A01">
            <w:pPr>
              <w:keepNext/>
              <w:spacing w:before="0"/>
              <w:jc w:val="left"/>
              <w:rPr>
                <w:ins w:id="2876" w:author="Yasser Syed" w:date="2019-06-25T00:12:00Z"/>
                <w:sz w:val="18"/>
                <w:szCs w:val="18"/>
              </w:rPr>
            </w:pPr>
            <w:ins w:id="2877" w:author="Yasser Syed" w:date="2019-06-25T00:12:00Z">
              <w:r w:rsidRPr="0058106C">
                <w:rPr>
                  <w:sz w:val="18"/>
                  <w:szCs w:val="18"/>
                </w:rPr>
                <w:t>ST 2082-12</w:t>
              </w:r>
            </w:ins>
          </w:p>
          <w:p w14:paraId="3A8A39E9" w14:textId="77777777" w:rsidR="00B04EEB" w:rsidRPr="0058106C" w:rsidRDefault="00B04EEB" w:rsidP="000B1A01">
            <w:pPr>
              <w:keepNext/>
              <w:spacing w:before="0"/>
              <w:jc w:val="left"/>
              <w:rPr>
                <w:ins w:id="2878" w:author="Yasser Syed" w:date="2019-06-25T00:12:00Z"/>
                <w:sz w:val="18"/>
                <w:szCs w:val="18"/>
              </w:rPr>
            </w:pPr>
            <w:ins w:id="2879" w:author="Yasser Syed" w:date="2019-06-25T00:12:00Z">
              <w:r w:rsidRPr="0058106C">
                <w:rPr>
                  <w:sz w:val="18"/>
                  <w:szCs w:val="18"/>
                </w:rPr>
                <w:t xml:space="preserve">Quad 12G </w:t>
              </w:r>
            </w:ins>
          </w:p>
        </w:tc>
        <w:tc>
          <w:tcPr>
            <w:tcW w:w="1260" w:type="dxa"/>
            <w:shd w:val="clear" w:color="auto" w:fill="auto"/>
          </w:tcPr>
          <w:p w14:paraId="63DC725D" w14:textId="77777777" w:rsidR="00B04EEB" w:rsidRPr="00B158C1" w:rsidRDefault="00B04EEB" w:rsidP="000B1A01">
            <w:pPr>
              <w:keepNext/>
              <w:jc w:val="center"/>
              <w:rPr>
                <w:ins w:id="2880" w:author="Yasser Syed" w:date="2019-06-25T00:12:00Z"/>
              </w:rPr>
            </w:pPr>
            <w:ins w:id="2881" w:author="Yasser Syed" w:date="2019-06-25T00:12:00Z">
              <w:r w:rsidRPr="00B158C1">
                <w:sym w:font="Symbol" w:char="F0D6"/>
              </w:r>
            </w:ins>
          </w:p>
        </w:tc>
        <w:tc>
          <w:tcPr>
            <w:tcW w:w="1440" w:type="dxa"/>
            <w:shd w:val="clear" w:color="auto" w:fill="auto"/>
          </w:tcPr>
          <w:p w14:paraId="1B1C4802" w14:textId="77777777" w:rsidR="00B04EEB" w:rsidRPr="00B158C1" w:rsidRDefault="00B04EEB" w:rsidP="000B1A01">
            <w:pPr>
              <w:keepNext/>
              <w:jc w:val="center"/>
              <w:rPr>
                <w:ins w:id="2882" w:author="Yasser Syed" w:date="2019-06-25T00:12:00Z"/>
              </w:rPr>
            </w:pPr>
            <w:ins w:id="2883" w:author="Yasser Syed" w:date="2019-06-25T00:12:00Z">
              <w:r w:rsidRPr="00B158C1">
                <w:sym w:font="Symbol" w:char="F0D6"/>
              </w:r>
            </w:ins>
          </w:p>
        </w:tc>
        <w:tc>
          <w:tcPr>
            <w:tcW w:w="1260" w:type="dxa"/>
            <w:shd w:val="clear" w:color="auto" w:fill="auto"/>
          </w:tcPr>
          <w:p w14:paraId="27032F9F" w14:textId="77777777" w:rsidR="00B04EEB" w:rsidRPr="00B158C1" w:rsidRDefault="00B04EEB" w:rsidP="000B1A01">
            <w:pPr>
              <w:keepNext/>
              <w:jc w:val="center"/>
              <w:rPr>
                <w:ins w:id="2884" w:author="Yasser Syed" w:date="2019-06-25T00:12:00Z"/>
              </w:rPr>
            </w:pPr>
            <w:ins w:id="2885" w:author="Yasser Syed" w:date="2019-06-25T00:12:00Z">
              <w:r w:rsidRPr="009C6467">
                <w:sym w:font="Symbol" w:char="F0D6"/>
              </w:r>
            </w:ins>
          </w:p>
        </w:tc>
        <w:tc>
          <w:tcPr>
            <w:tcW w:w="1260" w:type="dxa"/>
            <w:shd w:val="clear" w:color="auto" w:fill="auto"/>
          </w:tcPr>
          <w:p w14:paraId="4046B7C2" w14:textId="77777777" w:rsidR="00B04EEB" w:rsidRPr="00B158C1" w:rsidRDefault="00B04EEB" w:rsidP="000B1A01">
            <w:pPr>
              <w:keepNext/>
              <w:jc w:val="center"/>
              <w:rPr>
                <w:ins w:id="2886" w:author="Yasser Syed" w:date="2019-06-25T00:12:00Z"/>
              </w:rPr>
            </w:pPr>
            <w:ins w:id="2887" w:author="Yasser Syed" w:date="2019-06-25T00:12:00Z">
              <w:r w:rsidRPr="00B158C1">
                <w:sym w:font="Symbol" w:char="F0D6"/>
              </w:r>
            </w:ins>
          </w:p>
        </w:tc>
        <w:tc>
          <w:tcPr>
            <w:tcW w:w="1440" w:type="dxa"/>
            <w:shd w:val="clear" w:color="auto" w:fill="auto"/>
          </w:tcPr>
          <w:p w14:paraId="740474E0" w14:textId="77777777" w:rsidR="00B04EEB" w:rsidRPr="00B158C1" w:rsidRDefault="00B04EEB" w:rsidP="000B1A01">
            <w:pPr>
              <w:keepNext/>
              <w:jc w:val="center"/>
              <w:rPr>
                <w:ins w:id="2888" w:author="Yasser Syed" w:date="2019-06-25T00:12:00Z"/>
              </w:rPr>
            </w:pPr>
            <w:ins w:id="2889" w:author="Yasser Syed" w:date="2019-06-25T00:12:00Z">
              <w:r w:rsidRPr="00B158C1">
                <w:sym w:font="Symbol" w:char="F0D6"/>
              </w:r>
            </w:ins>
          </w:p>
        </w:tc>
      </w:tr>
      <w:tr w:rsidR="00B04EEB" w:rsidRPr="00B158C1" w14:paraId="3292B22C" w14:textId="77777777" w:rsidTr="000B1A01">
        <w:trPr>
          <w:trHeight w:val="326"/>
          <w:jc w:val="center"/>
          <w:ins w:id="2890" w:author="Yasser Syed" w:date="2019-06-25T00:12:00Z"/>
        </w:trPr>
        <w:tc>
          <w:tcPr>
            <w:tcW w:w="1006" w:type="dxa"/>
            <w:vMerge/>
            <w:shd w:val="clear" w:color="auto" w:fill="auto"/>
          </w:tcPr>
          <w:p w14:paraId="4FC856C1" w14:textId="77777777" w:rsidR="00B04EEB" w:rsidRPr="0058106C" w:rsidRDefault="00B04EEB" w:rsidP="000B1A01">
            <w:pPr>
              <w:keepNext/>
              <w:spacing w:before="0"/>
              <w:jc w:val="left"/>
              <w:rPr>
                <w:ins w:id="2891" w:author="Yasser Syed" w:date="2019-06-25T00:12:00Z"/>
                <w:sz w:val="18"/>
                <w:szCs w:val="18"/>
              </w:rPr>
            </w:pPr>
          </w:p>
        </w:tc>
        <w:tc>
          <w:tcPr>
            <w:tcW w:w="1419" w:type="dxa"/>
            <w:shd w:val="clear" w:color="auto" w:fill="auto"/>
          </w:tcPr>
          <w:p w14:paraId="53B51CC1" w14:textId="77777777" w:rsidR="00B04EEB" w:rsidRPr="0058106C" w:rsidRDefault="00B04EEB" w:rsidP="000B1A01">
            <w:pPr>
              <w:keepNext/>
              <w:spacing w:before="0"/>
              <w:jc w:val="left"/>
              <w:rPr>
                <w:ins w:id="2892" w:author="Yasser Syed" w:date="2019-06-25T00:12:00Z"/>
                <w:sz w:val="18"/>
                <w:szCs w:val="18"/>
              </w:rPr>
            </w:pPr>
            <w:ins w:id="2893" w:author="Yasser Syed" w:date="2019-06-25T00:12:00Z">
              <w:r w:rsidRPr="0058106C">
                <w:rPr>
                  <w:sz w:val="18"/>
                  <w:szCs w:val="18"/>
                </w:rPr>
                <w:t>ST 2036-3</w:t>
              </w:r>
            </w:ins>
          </w:p>
          <w:p w14:paraId="661CEE81" w14:textId="77777777" w:rsidR="00B04EEB" w:rsidRPr="0058106C" w:rsidRDefault="00B04EEB" w:rsidP="000B1A01">
            <w:pPr>
              <w:keepNext/>
              <w:spacing w:before="0"/>
              <w:jc w:val="left"/>
              <w:rPr>
                <w:ins w:id="2894" w:author="Yasser Syed" w:date="2019-06-25T00:12:00Z"/>
                <w:sz w:val="18"/>
                <w:szCs w:val="18"/>
              </w:rPr>
            </w:pPr>
            <w:ins w:id="2895" w:author="Yasser Syed" w:date="2019-06-25T00:12:00Z">
              <w:r w:rsidRPr="0058106C">
                <w:rPr>
                  <w:sz w:val="18"/>
                  <w:szCs w:val="18"/>
                </w:rPr>
                <w:t>(Single/Multi-link 10G SDI)</w:t>
              </w:r>
            </w:ins>
          </w:p>
        </w:tc>
        <w:tc>
          <w:tcPr>
            <w:tcW w:w="1260" w:type="dxa"/>
            <w:shd w:val="clear" w:color="auto" w:fill="auto"/>
          </w:tcPr>
          <w:p w14:paraId="7EF6B542" w14:textId="77777777" w:rsidR="00B04EEB" w:rsidRPr="00B158C1" w:rsidRDefault="00B04EEB" w:rsidP="000B1A01">
            <w:pPr>
              <w:keepNext/>
              <w:jc w:val="center"/>
              <w:rPr>
                <w:ins w:id="2896" w:author="Yasser Syed" w:date="2019-06-25T00:12:00Z"/>
              </w:rPr>
            </w:pPr>
            <w:ins w:id="2897" w:author="Yasser Syed" w:date="2019-06-25T00:12:00Z">
              <w:r w:rsidRPr="00B158C1">
                <w:sym w:font="Symbol" w:char="F0D6"/>
              </w:r>
            </w:ins>
          </w:p>
        </w:tc>
        <w:tc>
          <w:tcPr>
            <w:tcW w:w="1440" w:type="dxa"/>
            <w:shd w:val="clear" w:color="auto" w:fill="auto"/>
          </w:tcPr>
          <w:p w14:paraId="5994A27B" w14:textId="77777777" w:rsidR="00B04EEB" w:rsidRPr="00B158C1" w:rsidRDefault="00B04EEB" w:rsidP="000B1A01">
            <w:pPr>
              <w:keepNext/>
              <w:jc w:val="center"/>
              <w:rPr>
                <w:ins w:id="2898" w:author="Yasser Syed" w:date="2019-06-25T00:12:00Z"/>
              </w:rPr>
            </w:pPr>
            <w:ins w:id="2899" w:author="Yasser Syed" w:date="2019-06-25T00:12:00Z">
              <w:r w:rsidRPr="00B158C1">
                <w:sym w:font="Symbol" w:char="F0D6"/>
              </w:r>
            </w:ins>
          </w:p>
        </w:tc>
        <w:tc>
          <w:tcPr>
            <w:tcW w:w="1260" w:type="dxa"/>
            <w:shd w:val="clear" w:color="auto" w:fill="auto"/>
          </w:tcPr>
          <w:p w14:paraId="362A2C1D" w14:textId="77777777" w:rsidR="00B04EEB" w:rsidRPr="00B158C1" w:rsidRDefault="00B04EEB" w:rsidP="000B1A01">
            <w:pPr>
              <w:keepNext/>
              <w:jc w:val="center"/>
              <w:rPr>
                <w:ins w:id="2900" w:author="Yasser Syed" w:date="2019-06-25T00:12:00Z"/>
              </w:rPr>
            </w:pPr>
            <w:ins w:id="2901" w:author="Yasser Syed" w:date="2019-06-25T00:12:00Z">
              <w:r w:rsidRPr="009C6467">
                <w:sym w:font="Symbol" w:char="F0D6"/>
              </w:r>
            </w:ins>
          </w:p>
        </w:tc>
        <w:tc>
          <w:tcPr>
            <w:tcW w:w="1260" w:type="dxa"/>
            <w:shd w:val="clear" w:color="auto" w:fill="auto"/>
          </w:tcPr>
          <w:p w14:paraId="0AEB2FCD" w14:textId="77777777" w:rsidR="00B04EEB" w:rsidRPr="00B158C1" w:rsidRDefault="00B04EEB" w:rsidP="000B1A01">
            <w:pPr>
              <w:keepNext/>
              <w:jc w:val="center"/>
              <w:rPr>
                <w:ins w:id="2902" w:author="Yasser Syed" w:date="2019-06-25T00:12:00Z"/>
              </w:rPr>
            </w:pPr>
            <w:ins w:id="2903" w:author="Yasser Syed" w:date="2019-06-25T00:12:00Z">
              <w:r w:rsidRPr="00B158C1">
                <w:sym w:font="Symbol" w:char="F0D6"/>
              </w:r>
            </w:ins>
          </w:p>
        </w:tc>
        <w:tc>
          <w:tcPr>
            <w:tcW w:w="1440" w:type="dxa"/>
            <w:shd w:val="clear" w:color="auto" w:fill="auto"/>
          </w:tcPr>
          <w:p w14:paraId="7B958816" w14:textId="77777777" w:rsidR="00B04EEB" w:rsidRPr="00B158C1" w:rsidRDefault="00B04EEB" w:rsidP="000B1A01">
            <w:pPr>
              <w:keepNext/>
              <w:jc w:val="center"/>
              <w:rPr>
                <w:ins w:id="2904" w:author="Yasser Syed" w:date="2019-06-25T00:12:00Z"/>
              </w:rPr>
            </w:pPr>
            <w:ins w:id="2905" w:author="Yasser Syed" w:date="2019-06-25T00:12:00Z">
              <w:r w:rsidRPr="00B158C1">
                <w:sym w:font="Symbol" w:char="F0D6"/>
              </w:r>
            </w:ins>
          </w:p>
        </w:tc>
      </w:tr>
      <w:tr w:rsidR="00B04EEB" w:rsidRPr="00B158C1" w14:paraId="25F3CB12" w14:textId="77777777" w:rsidTr="000B1A01">
        <w:trPr>
          <w:trHeight w:val="326"/>
          <w:jc w:val="center"/>
          <w:ins w:id="2906" w:author="Yasser Syed" w:date="2019-06-25T00:12:00Z"/>
        </w:trPr>
        <w:tc>
          <w:tcPr>
            <w:tcW w:w="1006" w:type="dxa"/>
            <w:vMerge/>
            <w:shd w:val="clear" w:color="auto" w:fill="auto"/>
          </w:tcPr>
          <w:p w14:paraId="40CA1754" w14:textId="77777777" w:rsidR="00B04EEB" w:rsidRPr="0058106C" w:rsidRDefault="00B04EEB" w:rsidP="000B1A01">
            <w:pPr>
              <w:keepNext/>
              <w:spacing w:before="0"/>
              <w:jc w:val="left"/>
              <w:rPr>
                <w:ins w:id="2907" w:author="Yasser Syed" w:date="2019-06-25T00:12:00Z"/>
                <w:sz w:val="18"/>
                <w:szCs w:val="18"/>
              </w:rPr>
            </w:pPr>
          </w:p>
        </w:tc>
        <w:tc>
          <w:tcPr>
            <w:tcW w:w="1419" w:type="dxa"/>
            <w:shd w:val="clear" w:color="auto" w:fill="auto"/>
          </w:tcPr>
          <w:p w14:paraId="23EDC716" w14:textId="77777777" w:rsidR="00B04EEB" w:rsidRPr="0058106C" w:rsidRDefault="00B04EEB" w:rsidP="000B1A01">
            <w:pPr>
              <w:keepNext/>
              <w:spacing w:before="0"/>
              <w:jc w:val="left"/>
              <w:rPr>
                <w:ins w:id="2908" w:author="Yasser Syed" w:date="2019-06-25T00:12:00Z"/>
                <w:sz w:val="18"/>
                <w:szCs w:val="18"/>
              </w:rPr>
            </w:pPr>
            <w:ins w:id="2909" w:author="Yasser Syed" w:date="2019-06-25T00:12:00Z">
              <w:r w:rsidRPr="0058106C">
                <w:rPr>
                  <w:sz w:val="18"/>
                  <w:szCs w:val="18"/>
                </w:rPr>
                <w:t>ST 2036-4 (U-SDI)</w:t>
              </w:r>
            </w:ins>
          </w:p>
        </w:tc>
        <w:tc>
          <w:tcPr>
            <w:tcW w:w="1260" w:type="dxa"/>
            <w:shd w:val="clear" w:color="auto" w:fill="auto"/>
          </w:tcPr>
          <w:p w14:paraId="73FB5B19" w14:textId="77777777" w:rsidR="00B04EEB" w:rsidRPr="00B158C1" w:rsidRDefault="00B04EEB" w:rsidP="000B1A01">
            <w:pPr>
              <w:keepNext/>
              <w:jc w:val="center"/>
              <w:rPr>
                <w:ins w:id="2910" w:author="Yasser Syed" w:date="2019-06-25T00:12:00Z"/>
              </w:rPr>
            </w:pPr>
            <w:ins w:id="2911" w:author="Yasser Syed" w:date="2019-06-25T00:12:00Z">
              <w:r w:rsidRPr="00B158C1">
                <w:sym w:font="Symbol" w:char="F0D6"/>
              </w:r>
            </w:ins>
          </w:p>
        </w:tc>
        <w:tc>
          <w:tcPr>
            <w:tcW w:w="1440" w:type="dxa"/>
            <w:shd w:val="clear" w:color="auto" w:fill="auto"/>
          </w:tcPr>
          <w:p w14:paraId="0CE2D28F" w14:textId="77777777" w:rsidR="00B04EEB" w:rsidRPr="00B158C1" w:rsidRDefault="00B04EEB" w:rsidP="000B1A01">
            <w:pPr>
              <w:keepNext/>
              <w:jc w:val="center"/>
              <w:rPr>
                <w:ins w:id="2912" w:author="Yasser Syed" w:date="2019-06-25T00:12:00Z"/>
              </w:rPr>
            </w:pPr>
            <w:ins w:id="2913" w:author="Yasser Syed" w:date="2019-06-25T00:12:00Z">
              <w:r w:rsidRPr="00B158C1">
                <w:sym w:font="Symbol" w:char="F0D6"/>
              </w:r>
            </w:ins>
          </w:p>
        </w:tc>
        <w:tc>
          <w:tcPr>
            <w:tcW w:w="1260" w:type="dxa"/>
            <w:shd w:val="clear" w:color="auto" w:fill="auto"/>
          </w:tcPr>
          <w:p w14:paraId="74B470D1" w14:textId="77777777" w:rsidR="00B04EEB" w:rsidRPr="00B158C1" w:rsidRDefault="00B04EEB" w:rsidP="000B1A01">
            <w:pPr>
              <w:keepNext/>
              <w:jc w:val="center"/>
              <w:rPr>
                <w:ins w:id="2914" w:author="Yasser Syed" w:date="2019-06-25T00:12:00Z"/>
              </w:rPr>
            </w:pPr>
            <w:ins w:id="2915" w:author="Yasser Syed" w:date="2019-06-25T00:12:00Z">
              <w:r w:rsidRPr="009C6467">
                <w:sym w:font="Symbol" w:char="F0D6"/>
              </w:r>
            </w:ins>
          </w:p>
        </w:tc>
        <w:tc>
          <w:tcPr>
            <w:tcW w:w="1260" w:type="dxa"/>
            <w:shd w:val="clear" w:color="auto" w:fill="auto"/>
          </w:tcPr>
          <w:p w14:paraId="4958FCF5" w14:textId="77777777" w:rsidR="00B04EEB" w:rsidRPr="00B158C1" w:rsidRDefault="00B04EEB" w:rsidP="000B1A01">
            <w:pPr>
              <w:keepNext/>
              <w:jc w:val="center"/>
              <w:rPr>
                <w:ins w:id="2916" w:author="Yasser Syed" w:date="2019-06-25T00:12:00Z"/>
              </w:rPr>
            </w:pPr>
            <w:ins w:id="2917" w:author="Yasser Syed" w:date="2019-06-25T00:12:00Z">
              <w:r w:rsidRPr="00B158C1">
                <w:sym w:font="Symbol" w:char="F0D6"/>
              </w:r>
            </w:ins>
          </w:p>
        </w:tc>
        <w:tc>
          <w:tcPr>
            <w:tcW w:w="1440" w:type="dxa"/>
            <w:shd w:val="clear" w:color="auto" w:fill="auto"/>
          </w:tcPr>
          <w:p w14:paraId="75ED26BB" w14:textId="77777777" w:rsidR="00B04EEB" w:rsidRPr="00B158C1" w:rsidRDefault="00B04EEB" w:rsidP="000B1A01">
            <w:pPr>
              <w:keepNext/>
              <w:jc w:val="center"/>
              <w:rPr>
                <w:ins w:id="2918" w:author="Yasser Syed" w:date="2019-06-25T00:12:00Z"/>
              </w:rPr>
            </w:pPr>
            <w:ins w:id="2919" w:author="Yasser Syed" w:date="2019-06-25T00:12:00Z">
              <w:r w:rsidRPr="00B158C1">
                <w:sym w:font="Symbol" w:char="F0D6"/>
              </w:r>
            </w:ins>
          </w:p>
        </w:tc>
      </w:tr>
      <w:tr w:rsidR="00B04EEB" w:rsidRPr="00B158C1" w14:paraId="1D6629FD" w14:textId="77777777" w:rsidTr="000B1A01">
        <w:trPr>
          <w:trHeight w:val="326"/>
          <w:jc w:val="center"/>
          <w:ins w:id="2920" w:author="Yasser Syed" w:date="2019-06-25T00:12:00Z"/>
        </w:trPr>
        <w:tc>
          <w:tcPr>
            <w:tcW w:w="2425" w:type="dxa"/>
            <w:gridSpan w:val="2"/>
            <w:shd w:val="clear" w:color="auto" w:fill="auto"/>
          </w:tcPr>
          <w:p w14:paraId="14C24430" w14:textId="77777777" w:rsidR="00B04EEB" w:rsidRPr="0058106C" w:rsidRDefault="00B04EEB" w:rsidP="000B1A01">
            <w:pPr>
              <w:keepNext/>
              <w:spacing w:before="0"/>
              <w:jc w:val="left"/>
              <w:rPr>
                <w:ins w:id="2921" w:author="Yasser Syed" w:date="2019-06-25T00:12:00Z"/>
                <w:sz w:val="18"/>
                <w:szCs w:val="18"/>
              </w:rPr>
            </w:pPr>
            <w:ins w:id="2922" w:author="Yasser Syed" w:date="2019-06-25T00:12:00Z">
              <w:r w:rsidRPr="0058106C">
                <w:rPr>
                  <w:sz w:val="18"/>
                  <w:szCs w:val="18"/>
                </w:rPr>
                <w:t>ST 2110-20:2017</w:t>
              </w:r>
            </w:ins>
          </w:p>
          <w:p w14:paraId="7BBEA652" w14:textId="77777777" w:rsidR="00B04EEB" w:rsidRPr="0058106C" w:rsidRDefault="00B04EEB" w:rsidP="000B1A01">
            <w:pPr>
              <w:keepNext/>
              <w:spacing w:before="0"/>
              <w:jc w:val="left"/>
              <w:rPr>
                <w:ins w:id="2923" w:author="Yasser Syed" w:date="2019-06-25T00:12:00Z"/>
                <w:sz w:val="18"/>
                <w:szCs w:val="18"/>
              </w:rPr>
            </w:pPr>
            <w:ins w:id="2924" w:author="Yasser Syed" w:date="2019-06-25T00:12:00Z">
              <w:r w:rsidRPr="0058106C">
                <w:rPr>
                  <w:sz w:val="18"/>
                  <w:szCs w:val="18"/>
                </w:rPr>
                <w:t>Uncompressed Video/IP</w:t>
              </w:r>
            </w:ins>
          </w:p>
        </w:tc>
        <w:tc>
          <w:tcPr>
            <w:tcW w:w="1260" w:type="dxa"/>
            <w:shd w:val="clear" w:color="auto" w:fill="auto"/>
          </w:tcPr>
          <w:p w14:paraId="5BFFA387" w14:textId="77777777" w:rsidR="00B04EEB" w:rsidRPr="00B158C1" w:rsidRDefault="00B04EEB" w:rsidP="000B1A01">
            <w:pPr>
              <w:keepNext/>
              <w:jc w:val="center"/>
              <w:rPr>
                <w:ins w:id="2925" w:author="Yasser Syed" w:date="2019-06-25T00:12:00Z"/>
              </w:rPr>
            </w:pPr>
            <w:ins w:id="2926" w:author="Yasser Syed" w:date="2019-06-25T00:12:00Z">
              <w:r w:rsidRPr="00B158C1">
                <w:sym w:font="Symbol" w:char="F0D6"/>
              </w:r>
            </w:ins>
          </w:p>
        </w:tc>
        <w:tc>
          <w:tcPr>
            <w:tcW w:w="1440" w:type="dxa"/>
            <w:shd w:val="clear" w:color="auto" w:fill="auto"/>
          </w:tcPr>
          <w:p w14:paraId="7931691A" w14:textId="77777777" w:rsidR="00B04EEB" w:rsidRPr="00B158C1" w:rsidRDefault="00B04EEB" w:rsidP="000B1A01">
            <w:pPr>
              <w:keepNext/>
              <w:jc w:val="center"/>
              <w:rPr>
                <w:ins w:id="2927" w:author="Yasser Syed" w:date="2019-06-25T00:12:00Z"/>
              </w:rPr>
            </w:pPr>
            <w:ins w:id="2928" w:author="Yasser Syed" w:date="2019-06-25T00:12:00Z">
              <w:r w:rsidRPr="00B158C1">
                <w:sym w:font="Symbol" w:char="F0D6"/>
              </w:r>
            </w:ins>
          </w:p>
        </w:tc>
        <w:tc>
          <w:tcPr>
            <w:tcW w:w="1260" w:type="dxa"/>
            <w:shd w:val="clear" w:color="auto" w:fill="auto"/>
          </w:tcPr>
          <w:p w14:paraId="7799FC55" w14:textId="77777777" w:rsidR="00B04EEB" w:rsidRPr="00B158C1" w:rsidRDefault="00B04EEB" w:rsidP="000B1A01">
            <w:pPr>
              <w:keepNext/>
              <w:jc w:val="center"/>
              <w:rPr>
                <w:ins w:id="2929" w:author="Yasser Syed" w:date="2019-06-25T00:12:00Z"/>
              </w:rPr>
            </w:pPr>
            <w:ins w:id="2930" w:author="Yasser Syed" w:date="2019-06-25T00:12:00Z">
              <w:r w:rsidRPr="00B158C1">
                <w:sym w:font="Symbol" w:char="F0D6"/>
              </w:r>
            </w:ins>
          </w:p>
        </w:tc>
        <w:tc>
          <w:tcPr>
            <w:tcW w:w="1260" w:type="dxa"/>
            <w:shd w:val="clear" w:color="auto" w:fill="auto"/>
          </w:tcPr>
          <w:p w14:paraId="69724CAD" w14:textId="77777777" w:rsidR="00B04EEB" w:rsidRPr="00B158C1" w:rsidRDefault="00B04EEB" w:rsidP="000B1A01">
            <w:pPr>
              <w:keepNext/>
              <w:jc w:val="center"/>
              <w:rPr>
                <w:ins w:id="2931" w:author="Yasser Syed" w:date="2019-06-25T00:12:00Z"/>
              </w:rPr>
            </w:pPr>
            <w:ins w:id="2932" w:author="Yasser Syed" w:date="2019-06-25T00:12:00Z">
              <w:r w:rsidRPr="00B158C1">
                <w:sym w:font="Symbol" w:char="F0D6"/>
              </w:r>
            </w:ins>
          </w:p>
        </w:tc>
        <w:tc>
          <w:tcPr>
            <w:tcW w:w="1440" w:type="dxa"/>
            <w:shd w:val="clear" w:color="auto" w:fill="auto"/>
          </w:tcPr>
          <w:p w14:paraId="60F4762B" w14:textId="77777777" w:rsidR="00B04EEB" w:rsidRPr="00B158C1" w:rsidRDefault="00B04EEB" w:rsidP="000B1A01">
            <w:pPr>
              <w:keepNext/>
              <w:jc w:val="center"/>
              <w:rPr>
                <w:ins w:id="2933" w:author="Yasser Syed" w:date="2019-06-25T00:12:00Z"/>
              </w:rPr>
            </w:pPr>
            <w:ins w:id="2934" w:author="Yasser Syed" w:date="2019-06-25T00:12:00Z">
              <w:r w:rsidRPr="00B158C1">
                <w:sym w:font="Symbol" w:char="F0D6"/>
              </w:r>
            </w:ins>
          </w:p>
        </w:tc>
      </w:tr>
      <w:tr w:rsidR="00B04EEB" w:rsidRPr="00B158C1" w14:paraId="7CD6B04B" w14:textId="77777777" w:rsidTr="000B1A01">
        <w:trPr>
          <w:trHeight w:val="326"/>
          <w:jc w:val="center"/>
          <w:ins w:id="2935" w:author="Yasser Syed" w:date="2019-06-25T00:12:00Z"/>
        </w:trPr>
        <w:tc>
          <w:tcPr>
            <w:tcW w:w="2425" w:type="dxa"/>
            <w:gridSpan w:val="2"/>
            <w:shd w:val="clear" w:color="auto" w:fill="auto"/>
          </w:tcPr>
          <w:p w14:paraId="736584A2" w14:textId="77777777" w:rsidR="00B04EEB" w:rsidRPr="0058106C" w:rsidRDefault="00B04EEB" w:rsidP="000B1A01">
            <w:pPr>
              <w:spacing w:before="0"/>
              <w:jc w:val="left"/>
              <w:rPr>
                <w:ins w:id="2936" w:author="Yasser Syed" w:date="2019-06-25T00:12:00Z"/>
                <w:sz w:val="18"/>
                <w:szCs w:val="18"/>
              </w:rPr>
            </w:pPr>
            <w:ins w:id="2937" w:author="Yasser Syed" w:date="2019-06-25T00:12:00Z">
              <w:r w:rsidRPr="0058106C">
                <w:rPr>
                  <w:sz w:val="18"/>
                  <w:szCs w:val="18"/>
                </w:rPr>
                <w:t>CTA 861.4/HDMI</w:t>
              </w:r>
            </w:ins>
          </w:p>
          <w:p w14:paraId="189E1DC2" w14:textId="77777777" w:rsidR="00B04EEB" w:rsidRPr="0058106C" w:rsidRDefault="00B04EEB" w:rsidP="000B1A01">
            <w:pPr>
              <w:spacing w:before="0"/>
              <w:jc w:val="left"/>
              <w:rPr>
                <w:ins w:id="2938" w:author="Yasser Syed" w:date="2019-06-25T00:12:00Z"/>
                <w:sz w:val="18"/>
                <w:szCs w:val="18"/>
              </w:rPr>
            </w:pPr>
            <w:ins w:id="2939" w:author="Yasser Syed" w:date="2019-06-25T00:12:00Z">
              <w:r w:rsidRPr="0058106C">
                <w:rPr>
                  <w:sz w:val="18"/>
                  <w:szCs w:val="18"/>
                </w:rPr>
                <w:t>Uncompressed HSDI</w:t>
              </w:r>
            </w:ins>
          </w:p>
        </w:tc>
        <w:tc>
          <w:tcPr>
            <w:tcW w:w="1260" w:type="dxa"/>
          </w:tcPr>
          <w:p w14:paraId="04E86C54" w14:textId="77777777" w:rsidR="00B04EEB" w:rsidRPr="00B158C1" w:rsidRDefault="00B04EEB" w:rsidP="000B1A01">
            <w:pPr>
              <w:jc w:val="center"/>
              <w:rPr>
                <w:ins w:id="2940" w:author="Yasser Syed" w:date="2019-06-25T00:12:00Z"/>
              </w:rPr>
            </w:pPr>
            <w:ins w:id="2941" w:author="Yasser Syed" w:date="2019-06-25T00:12:00Z">
              <w:r w:rsidRPr="00B158C1">
                <w:sym w:font="Symbol" w:char="F0D6"/>
              </w:r>
            </w:ins>
          </w:p>
        </w:tc>
        <w:tc>
          <w:tcPr>
            <w:tcW w:w="1440" w:type="dxa"/>
          </w:tcPr>
          <w:p w14:paraId="6390859D" w14:textId="77777777" w:rsidR="00B04EEB" w:rsidRPr="00B158C1" w:rsidRDefault="00B04EEB" w:rsidP="000B1A01">
            <w:pPr>
              <w:jc w:val="center"/>
              <w:rPr>
                <w:ins w:id="2942" w:author="Yasser Syed" w:date="2019-06-25T00:12:00Z"/>
              </w:rPr>
            </w:pPr>
            <w:ins w:id="2943" w:author="Yasser Syed" w:date="2019-06-25T00:12:00Z">
              <w:r w:rsidRPr="00B158C1">
                <w:sym w:font="Symbol" w:char="F0D6"/>
              </w:r>
            </w:ins>
          </w:p>
        </w:tc>
        <w:tc>
          <w:tcPr>
            <w:tcW w:w="1260" w:type="dxa"/>
          </w:tcPr>
          <w:p w14:paraId="3A62D398" w14:textId="77777777" w:rsidR="00B04EEB" w:rsidRPr="00B158C1" w:rsidRDefault="00B04EEB" w:rsidP="000B1A01">
            <w:pPr>
              <w:jc w:val="center"/>
              <w:rPr>
                <w:ins w:id="2944" w:author="Yasser Syed" w:date="2019-06-25T00:12:00Z"/>
              </w:rPr>
            </w:pPr>
            <w:ins w:id="2945" w:author="Yasser Syed" w:date="2019-06-25T00:12:00Z">
              <w:r w:rsidRPr="009C6467">
                <w:sym w:font="Symbol" w:char="F0D6"/>
              </w:r>
            </w:ins>
          </w:p>
        </w:tc>
        <w:tc>
          <w:tcPr>
            <w:tcW w:w="1260" w:type="dxa"/>
          </w:tcPr>
          <w:p w14:paraId="7C5C35D9" w14:textId="77777777" w:rsidR="00B04EEB" w:rsidRPr="00B158C1" w:rsidRDefault="00B04EEB" w:rsidP="000B1A01">
            <w:pPr>
              <w:jc w:val="center"/>
              <w:rPr>
                <w:ins w:id="2946" w:author="Yasser Syed" w:date="2019-06-25T00:12:00Z"/>
              </w:rPr>
            </w:pPr>
            <w:ins w:id="2947" w:author="Yasser Syed" w:date="2019-06-25T00:12:00Z">
              <w:r w:rsidRPr="00B158C1">
                <w:sym w:font="Symbol" w:char="F0D6"/>
              </w:r>
            </w:ins>
          </w:p>
        </w:tc>
        <w:tc>
          <w:tcPr>
            <w:tcW w:w="1440" w:type="dxa"/>
          </w:tcPr>
          <w:p w14:paraId="788AB88B" w14:textId="77777777" w:rsidR="00B04EEB" w:rsidRPr="00B158C1" w:rsidRDefault="00B04EEB" w:rsidP="000B1A01">
            <w:pPr>
              <w:jc w:val="center"/>
              <w:rPr>
                <w:ins w:id="2948" w:author="Yasser Syed" w:date="2019-06-25T00:12:00Z"/>
              </w:rPr>
            </w:pPr>
            <w:ins w:id="2949" w:author="Yasser Syed" w:date="2019-06-25T00:12:00Z">
              <w:r w:rsidRPr="00B158C1">
                <w:sym w:font="Symbol" w:char="F0D6"/>
              </w:r>
            </w:ins>
          </w:p>
        </w:tc>
      </w:tr>
    </w:tbl>
    <w:p w14:paraId="65A0FE08" w14:textId="0D9BA5A2" w:rsidR="00B04EEB" w:rsidRPr="00A20ACE" w:rsidRDefault="00A20ACE">
      <w:pPr>
        <w:keepNext/>
        <w:jc w:val="left"/>
        <w:pPrChange w:id="2950" w:author="Yasser Syed" w:date="2019-06-25T00:42:00Z">
          <w:pPr>
            <w:pStyle w:val="enumlev1"/>
          </w:pPr>
        </w:pPrChange>
      </w:pPr>
      <w:ins w:id="2951" w:author="Yasser Syed" w:date="2019-06-25T00:39:00Z">
        <w:r>
          <w:t>In this table, cells with check marks (</w:t>
        </w:r>
        <w:r w:rsidRPr="0058106C">
          <w:rPr>
            <w:sz w:val="18"/>
            <w:szCs w:val="13"/>
          </w:rPr>
          <w:sym w:font="Symbol" w:char="F0D6"/>
        </w:r>
        <w:r>
          <w:rPr>
            <w:sz w:val="18"/>
            <w:szCs w:val="13"/>
          </w:rPr>
          <w:t>)</w:t>
        </w:r>
        <w:r>
          <w:t xml:space="preserve"> indicate “used combinations”; cells without check marks indicate “not used combinations”</w:t>
        </w:r>
      </w:ins>
      <w:ins w:id="2952" w:author="Yasser Syed" w:date="2019-06-25T00:12:00Z">
        <w:r w:rsidR="00B04EEB">
          <w:t xml:space="preserve"> and the combination is specified in ITU-R and/or SMPTE specs”. Before 2017 many specifications do not have HDR and full range identifiers in the specifications. Note that baseband video properties may be used with camera log video properties.</w:t>
        </w:r>
      </w:ins>
    </w:p>
    <w:p w14:paraId="0C277BBA" w14:textId="41F584A3" w:rsidR="006150AD" w:rsidRPr="00374CBE" w:rsidRDefault="003C51FE" w:rsidP="00373977">
      <w:pPr>
        <w:pStyle w:val="Heading2"/>
      </w:pPr>
      <w:bookmarkStart w:id="2953" w:name="_Toc5880043"/>
      <w:bookmarkStart w:id="2954" w:name="_Toc7091314"/>
      <w:r w:rsidRPr="00374CBE">
        <w:t>7.3</w:t>
      </w:r>
      <w:r w:rsidRPr="00374CBE">
        <w:tab/>
      </w:r>
      <w:r w:rsidR="006150AD" w:rsidRPr="00374CBE">
        <w:t>Mastering display colour volume descriptions</w:t>
      </w:r>
      <w:bookmarkEnd w:id="2953"/>
      <w:bookmarkEnd w:id="2954"/>
    </w:p>
    <w:p w14:paraId="61C25839" w14:textId="7F1B37E6" w:rsidR="006150AD" w:rsidRPr="00374CBE" w:rsidRDefault="00F73BAB" w:rsidP="00373977">
      <w:pPr>
        <w:pStyle w:val="Heading3"/>
      </w:pPr>
      <w:r w:rsidRPr="00374CBE">
        <w:t>7.3.1</w:t>
      </w:r>
      <w:r w:rsidRPr="00374CBE">
        <w:tab/>
      </w:r>
      <w:r w:rsidR="009E571E" w:rsidRPr="00374CBE">
        <w:t>Mastering display colour volume</w:t>
      </w:r>
      <w:r w:rsidR="006150AD" w:rsidRPr="00374CBE">
        <w:t xml:space="preserve"> properties</w:t>
      </w:r>
    </w:p>
    <w:p w14:paraId="77BF71BF" w14:textId="27DF892C" w:rsidR="006150AD" w:rsidRPr="00374CBE" w:rsidRDefault="006150AD" w:rsidP="00373977">
      <w:pPr>
        <w:rPr>
          <w:rFonts w:eastAsia="Calibri"/>
        </w:rPr>
      </w:pPr>
      <w:r w:rsidRPr="00374CBE">
        <w:rPr>
          <w:rFonts w:eastAsia="Calibri"/>
        </w:rPr>
        <w:t>A display colour volume can be defined as a solid in colorimetric space containing all possible colours that a display can produce. Mastering display colour volume (MDCV) information describes the colour volume through specification of the colour primaries, white point and luminance range parameters of the display that was used for authoring/grading video content; i.e., it is the display where creative work performed during the mastering process achieved the creative intent of the content author. When the authored content is shown on other displays, MDCV information can be used to more closely reproduce the original creative intent than may otherwise be feasible.</w:t>
      </w:r>
    </w:p>
    <w:p w14:paraId="067BB3F0" w14:textId="77777777" w:rsidR="006150AD" w:rsidRPr="00374CBE" w:rsidRDefault="006150AD" w:rsidP="00373977">
      <w:pPr>
        <w:rPr>
          <w:rFonts w:eastAsia="Calibri"/>
        </w:rPr>
      </w:pPr>
      <w:r w:rsidRPr="00374CBE">
        <w:rPr>
          <w:rFonts w:eastAsia="Calibri"/>
        </w:rPr>
        <w:t xml:space="preserve">For the MDCV descriptions, the following mastering display properties are included, with values in specific combinations that represent widely used mastering display setups used to grade content. This document </w:t>
      </w:r>
      <w:r w:rsidR="009E571E" w:rsidRPr="00374CBE">
        <w:rPr>
          <w:rFonts w:eastAsia="Calibri"/>
        </w:rPr>
        <w:t>discusses</w:t>
      </w:r>
      <w:r w:rsidRPr="00374CBE">
        <w:rPr>
          <w:rFonts w:eastAsia="Calibri"/>
        </w:rPr>
        <w:t xml:space="preserve"> </w:t>
      </w:r>
      <w:r w:rsidR="009E571E" w:rsidRPr="00374CBE">
        <w:rPr>
          <w:rFonts w:eastAsia="Calibri"/>
        </w:rPr>
        <w:t xml:space="preserve">MDCV </w:t>
      </w:r>
      <w:r w:rsidRPr="00374CBE">
        <w:rPr>
          <w:rFonts w:eastAsia="Calibri"/>
        </w:rPr>
        <w:t>properties as described in SMPTE ST 2086 and in the corresponding SEI messages of HEVC and AVC, as listed below:</w:t>
      </w:r>
    </w:p>
    <w:p w14:paraId="52B2A1ED" w14:textId="3A6072AE" w:rsidR="006150AD" w:rsidRPr="00374CBE" w:rsidRDefault="00F73BAB" w:rsidP="00373977">
      <w:pPr>
        <w:pStyle w:val="enumlev1"/>
        <w:rPr>
          <w:rFonts w:eastAsia="Calibri"/>
        </w:rPr>
      </w:pPr>
      <w:r w:rsidRPr="00374CBE">
        <w:rPr>
          <w:rFonts w:eastAsia="Calibri"/>
        </w:rPr>
        <w:t>–</w:t>
      </w:r>
      <w:r w:rsidRPr="00374CBE">
        <w:rPr>
          <w:rFonts w:eastAsia="Calibri"/>
        </w:rPr>
        <w:tab/>
      </w:r>
      <w:r w:rsidR="006150AD" w:rsidRPr="00374CBE">
        <w:rPr>
          <w:rFonts w:eastAsia="Calibri"/>
        </w:rPr>
        <w:t>Mastering display primaries</w:t>
      </w:r>
    </w:p>
    <w:p w14:paraId="29FAF397" w14:textId="3242D234" w:rsidR="006150AD" w:rsidRPr="00374CBE" w:rsidRDefault="00F73BAB" w:rsidP="00373977">
      <w:pPr>
        <w:pStyle w:val="enumlev1"/>
        <w:rPr>
          <w:rFonts w:eastAsia="Calibri"/>
        </w:rPr>
      </w:pPr>
      <w:r w:rsidRPr="00374CBE">
        <w:rPr>
          <w:rFonts w:eastAsia="Calibri"/>
        </w:rPr>
        <w:t>–</w:t>
      </w:r>
      <w:r w:rsidRPr="00374CBE">
        <w:rPr>
          <w:rFonts w:eastAsia="Calibri"/>
        </w:rPr>
        <w:tab/>
      </w:r>
      <w:r w:rsidR="006150AD" w:rsidRPr="00374CBE">
        <w:rPr>
          <w:rFonts w:eastAsia="Calibri"/>
        </w:rPr>
        <w:t>Mastering display white point chromaticity</w:t>
      </w:r>
    </w:p>
    <w:p w14:paraId="1B5FB050" w14:textId="63A54BD9" w:rsidR="006150AD" w:rsidRPr="00374CBE" w:rsidRDefault="00F73BAB" w:rsidP="00373977">
      <w:pPr>
        <w:pStyle w:val="enumlev1"/>
        <w:rPr>
          <w:rFonts w:eastAsia="Calibri"/>
        </w:rPr>
      </w:pPr>
      <w:r w:rsidRPr="00374CBE">
        <w:rPr>
          <w:rFonts w:eastAsia="Calibri"/>
        </w:rPr>
        <w:t>–</w:t>
      </w:r>
      <w:r w:rsidRPr="00374CBE">
        <w:rPr>
          <w:rFonts w:eastAsia="Calibri"/>
        </w:rPr>
        <w:tab/>
      </w:r>
      <w:r w:rsidR="006150AD" w:rsidRPr="00374CBE">
        <w:rPr>
          <w:rFonts w:eastAsia="Calibri"/>
        </w:rPr>
        <w:t>Mastering display maximum luminance</w:t>
      </w:r>
    </w:p>
    <w:p w14:paraId="40FBB957" w14:textId="0A302655" w:rsidR="006150AD" w:rsidRPr="00374CBE" w:rsidRDefault="00F73BAB" w:rsidP="00373977">
      <w:pPr>
        <w:pStyle w:val="enumlev1"/>
        <w:rPr>
          <w:rFonts w:eastAsia="Calibri"/>
        </w:rPr>
      </w:pPr>
      <w:r w:rsidRPr="00374CBE">
        <w:rPr>
          <w:rFonts w:eastAsia="Calibri"/>
        </w:rPr>
        <w:t>–</w:t>
      </w:r>
      <w:r w:rsidRPr="00374CBE">
        <w:rPr>
          <w:rFonts w:eastAsia="Calibri"/>
        </w:rPr>
        <w:tab/>
      </w:r>
      <w:r w:rsidR="006150AD" w:rsidRPr="00374CBE">
        <w:rPr>
          <w:rFonts w:eastAsia="Calibri"/>
        </w:rPr>
        <w:t>Mastering display minimum luminance</w:t>
      </w:r>
    </w:p>
    <w:p w14:paraId="2EEC6509" w14:textId="3A311ACD" w:rsidR="009E571E" w:rsidRPr="00374CBE" w:rsidRDefault="00F73BAB" w:rsidP="00373977">
      <w:pPr>
        <w:pStyle w:val="Heading3"/>
      </w:pPr>
      <w:r w:rsidRPr="00374CBE">
        <w:t>7.3.2</w:t>
      </w:r>
      <w:r w:rsidRPr="00374CBE">
        <w:tab/>
      </w:r>
      <w:r w:rsidR="009E571E" w:rsidRPr="00374CBE">
        <w:t>Common descriptions and carriage – mastering display colour volume descriptions</w:t>
      </w:r>
    </w:p>
    <w:p w14:paraId="3DECE169" w14:textId="6AE40071" w:rsidR="009E571E" w:rsidRPr="00374CBE" w:rsidRDefault="009E571E" w:rsidP="00373977">
      <w:pPr>
        <w:rPr>
          <w:rFonts w:eastAsia="Calibri"/>
        </w:rPr>
      </w:pPr>
      <w:r w:rsidRPr="00374CBE">
        <w:rPr>
          <w:rFonts w:eastAsia="Calibri"/>
        </w:rPr>
        <w:t>The following system identifier tags</w:t>
      </w:r>
      <w:r w:rsidR="00F33491" w:rsidRPr="00374CBE">
        <w:rPr>
          <w:rFonts w:eastAsia="Calibri"/>
        </w:rPr>
        <w:t xml:space="preserve">, as defined in Table </w:t>
      </w:r>
      <w:ins w:id="2955" w:author="Yasser Syed" w:date="2019-06-25T00:12:00Z">
        <w:r w:rsidR="00B04EEB">
          <w:rPr>
            <w:rFonts w:eastAsia="Calibri"/>
          </w:rPr>
          <w:t>10</w:t>
        </w:r>
      </w:ins>
      <w:del w:id="2956" w:author="Yasser Syed" w:date="2019-06-25T00:12:00Z">
        <w:r w:rsidR="00F33491" w:rsidRPr="00374CBE" w:rsidDel="00B04EEB">
          <w:rPr>
            <w:rFonts w:eastAsia="Calibri"/>
          </w:rPr>
          <w:delText>7</w:delText>
        </w:r>
      </w:del>
      <w:r w:rsidR="00F33491" w:rsidRPr="00374CBE">
        <w:rPr>
          <w:rFonts w:eastAsia="Calibri"/>
        </w:rPr>
        <w:t>,</w:t>
      </w:r>
      <w:r w:rsidRPr="00374CBE">
        <w:rPr>
          <w:rFonts w:eastAsia="Calibri"/>
        </w:rPr>
        <w:t xml:space="preserve"> are used to describe properties of commonly used mastering displays. (All commonly used mastering display systems have a D65 white point.)</w:t>
      </w:r>
    </w:p>
    <w:p w14:paraId="43905C80" w14:textId="459E13FB" w:rsidR="009E571E" w:rsidRPr="00374CBE" w:rsidRDefault="00F73BAB" w:rsidP="00373977">
      <w:pPr>
        <w:pStyle w:val="enumlev1"/>
        <w:rPr>
          <w:rFonts w:eastAsia="Calibri"/>
        </w:rPr>
      </w:pPr>
      <w:r w:rsidRPr="00374CBE">
        <w:rPr>
          <w:rFonts w:eastAsia="Calibri"/>
        </w:rPr>
        <w:lastRenderedPageBreak/>
        <w:t>–</w:t>
      </w:r>
      <w:r w:rsidRPr="00374CBE">
        <w:rPr>
          <w:rFonts w:eastAsia="Calibri"/>
        </w:rPr>
        <w:tab/>
      </w:r>
      <w:r w:rsidR="009E571E" w:rsidRPr="00374CBE">
        <w:rPr>
          <w:rFonts w:eastAsia="Calibri"/>
        </w:rPr>
        <w:t>BT709x100</w:t>
      </w:r>
      <w:r w:rsidR="00D114C6" w:rsidRPr="00374CBE">
        <w:rPr>
          <w:rFonts w:eastAsia="Calibri"/>
        </w:rPr>
        <w:t>n</w:t>
      </w:r>
      <w:r w:rsidR="009E571E" w:rsidRPr="00374CBE">
        <w:rPr>
          <w:rFonts w:eastAsia="Calibri"/>
        </w:rPr>
        <w:t>05 – representing a mastering display LCD or LED environment for mastering of SDR content with displays having 100 cd/m2 of peak brightness, 0.05 minimum brightness, and a D65 white</w:t>
      </w:r>
      <w:r w:rsidR="00310BA6" w:rsidRPr="00374CBE">
        <w:rPr>
          <w:rFonts w:eastAsia="Calibri"/>
        </w:rPr>
        <w:t xml:space="preserve"> </w:t>
      </w:r>
      <w:r w:rsidR="009E571E" w:rsidRPr="00374CBE">
        <w:rPr>
          <w:rFonts w:eastAsia="Calibri"/>
        </w:rPr>
        <w:t xml:space="preserve">point setting within a </w:t>
      </w:r>
      <w:r w:rsidR="00D039F7" w:rsidRPr="00374CBE">
        <w:rPr>
          <w:rFonts w:eastAsia="Calibri"/>
        </w:rPr>
        <w:t>Recommendation</w:t>
      </w:r>
      <w:r w:rsidR="009E571E" w:rsidRPr="00374CBE">
        <w:rPr>
          <w:rFonts w:eastAsia="Calibri"/>
        </w:rPr>
        <w:t xml:space="preserve"> ITU-R BT.709 colour representation.</w:t>
      </w:r>
    </w:p>
    <w:p w14:paraId="14396ECC" w14:textId="5C716A76" w:rsidR="009E571E" w:rsidRPr="00374CBE" w:rsidRDefault="00F73BAB" w:rsidP="00373977">
      <w:pPr>
        <w:pStyle w:val="enumlev1"/>
        <w:rPr>
          <w:rFonts w:eastAsia="Calibri"/>
        </w:rPr>
      </w:pPr>
      <w:r w:rsidRPr="00374CBE">
        <w:rPr>
          <w:rFonts w:eastAsia="Calibri"/>
        </w:rPr>
        <w:t>–</w:t>
      </w:r>
      <w:r w:rsidRPr="00374CBE">
        <w:rPr>
          <w:rFonts w:eastAsia="Calibri"/>
        </w:rPr>
        <w:tab/>
      </w:r>
      <w:r w:rsidR="009E571E" w:rsidRPr="00374CBE">
        <w:rPr>
          <w:rFonts w:eastAsia="Calibri"/>
        </w:rPr>
        <w:t>P3D65x1000n0005 – representing a mastering display OLED environment for mastering of HDR content with displays having 1000 cd/m2 of peak brightness, 0.0005 minimum brightness, and a D65 white</w:t>
      </w:r>
      <w:r w:rsidR="00310BA6" w:rsidRPr="00374CBE">
        <w:rPr>
          <w:rFonts w:eastAsia="Calibri"/>
        </w:rPr>
        <w:t xml:space="preserve"> </w:t>
      </w:r>
      <w:r w:rsidR="009E571E" w:rsidRPr="00374CBE">
        <w:rPr>
          <w:rFonts w:eastAsia="Calibri"/>
        </w:rPr>
        <w:t xml:space="preserve">point setting within a </w:t>
      </w:r>
      <w:r w:rsidR="00D039F7" w:rsidRPr="00374CBE">
        <w:rPr>
          <w:rFonts w:eastAsia="Calibri"/>
        </w:rPr>
        <w:t>Recommendation</w:t>
      </w:r>
      <w:r w:rsidR="009E571E" w:rsidRPr="00374CBE">
        <w:rPr>
          <w:rFonts w:eastAsia="Calibri"/>
        </w:rPr>
        <w:t xml:space="preserve"> ITU-R BT.2100 colour representation constrained to P3 colour gamut values.</w:t>
      </w:r>
    </w:p>
    <w:p w14:paraId="7A5C48D8" w14:textId="2B0EC9C3" w:rsidR="009E571E" w:rsidRPr="00374CBE" w:rsidRDefault="00F73BAB" w:rsidP="00373977">
      <w:pPr>
        <w:pStyle w:val="enumlev1"/>
        <w:rPr>
          <w:rFonts w:eastAsia="Calibri"/>
        </w:rPr>
      </w:pPr>
      <w:r w:rsidRPr="00374CBE">
        <w:rPr>
          <w:rFonts w:eastAsia="Calibri"/>
        </w:rPr>
        <w:t>–</w:t>
      </w:r>
      <w:r w:rsidRPr="00374CBE">
        <w:rPr>
          <w:rFonts w:eastAsia="Calibri"/>
        </w:rPr>
        <w:tab/>
      </w:r>
      <w:r w:rsidR="009E571E" w:rsidRPr="00374CBE">
        <w:rPr>
          <w:rFonts w:eastAsia="Calibri"/>
        </w:rPr>
        <w:t>BT2100x10</w:t>
      </w:r>
      <w:r w:rsidR="00310BA6" w:rsidRPr="00374CBE">
        <w:rPr>
          <w:rFonts w:eastAsia="Calibri"/>
        </w:rPr>
        <w:t>8</w:t>
      </w:r>
      <w:r w:rsidR="009E571E" w:rsidRPr="00374CBE">
        <w:rPr>
          <w:rFonts w:eastAsia="Calibri"/>
        </w:rPr>
        <w:t xml:space="preserve">n0005 – representing a mastering display </w:t>
      </w:r>
      <w:r w:rsidR="00310BA6" w:rsidRPr="00374CBE">
        <w:rPr>
          <w:rFonts w:eastAsia="Calibri"/>
        </w:rPr>
        <w:t>laser projector</w:t>
      </w:r>
      <w:r w:rsidR="009E571E" w:rsidRPr="00374CBE">
        <w:rPr>
          <w:rFonts w:eastAsia="Calibri"/>
        </w:rPr>
        <w:t xml:space="preserve"> environment for mastering of HDR content </w:t>
      </w:r>
      <w:r w:rsidR="00310BA6" w:rsidRPr="00374CBE">
        <w:rPr>
          <w:rFonts w:eastAsia="Calibri"/>
        </w:rPr>
        <w:t xml:space="preserve">for cinema presentations </w:t>
      </w:r>
      <w:r w:rsidR="009E571E" w:rsidRPr="00374CBE">
        <w:rPr>
          <w:rFonts w:eastAsia="Calibri"/>
        </w:rPr>
        <w:t>with displays having 10</w:t>
      </w:r>
      <w:r w:rsidR="00310BA6" w:rsidRPr="00374CBE">
        <w:rPr>
          <w:rFonts w:eastAsia="Calibri"/>
        </w:rPr>
        <w:t>8</w:t>
      </w:r>
      <w:r w:rsidR="009E571E" w:rsidRPr="00374CBE">
        <w:rPr>
          <w:rFonts w:eastAsia="Calibri"/>
        </w:rPr>
        <w:t xml:space="preserve"> cd/m2 of peak brightness, 0.</w:t>
      </w:r>
      <w:r w:rsidR="004900E4" w:rsidRPr="00374CBE">
        <w:rPr>
          <w:rFonts w:eastAsia="Calibri"/>
        </w:rPr>
        <w:t>00</w:t>
      </w:r>
      <w:r w:rsidR="009E571E" w:rsidRPr="00374CBE">
        <w:rPr>
          <w:rFonts w:eastAsia="Calibri"/>
        </w:rPr>
        <w:t>05 minimum brightness, and a D65 white</w:t>
      </w:r>
      <w:r w:rsidR="00310BA6" w:rsidRPr="00374CBE">
        <w:rPr>
          <w:rFonts w:eastAsia="Calibri"/>
        </w:rPr>
        <w:t xml:space="preserve"> </w:t>
      </w:r>
      <w:r w:rsidR="009E571E" w:rsidRPr="00374CBE">
        <w:rPr>
          <w:rFonts w:eastAsia="Calibri"/>
        </w:rPr>
        <w:t>point setting</w:t>
      </w:r>
      <w:r w:rsidR="00310BA6" w:rsidRPr="00374CBE">
        <w:rPr>
          <w:rFonts w:eastAsia="Calibri"/>
        </w:rPr>
        <w:t>.</w:t>
      </w:r>
    </w:p>
    <w:p w14:paraId="41638446" w14:textId="0C58CF79" w:rsidR="009E571E" w:rsidRDefault="009E571E" w:rsidP="004C61AD">
      <w:pPr>
        <w:rPr>
          <w:ins w:id="2957" w:author="Yasser Syed" w:date="2019-06-25T00:13:00Z"/>
          <w:rFonts w:eastAsia="Calibri"/>
        </w:rPr>
      </w:pPr>
      <w:r w:rsidRPr="00374CBE">
        <w:rPr>
          <w:rFonts w:eastAsia="Calibri"/>
        </w:rPr>
        <w:t xml:space="preserve">Carriage formats for </w:t>
      </w:r>
      <w:r w:rsidR="006E257D" w:rsidRPr="00374CBE">
        <w:rPr>
          <w:rFonts w:eastAsia="Calibri"/>
        </w:rPr>
        <w:t>a M</w:t>
      </w:r>
      <w:r w:rsidR="000D6933" w:rsidRPr="00374CBE">
        <w:rPr>
          <w:rFonts w:eastAsia="Calibri"/>
        </w:rPr>
        <w:t>DC</w:t>
      </w:r>
      <w:r w:rsidR="006E257D" w:rsidRPr="00374CBE">
        <w:rPr>
          <w:rFonts w:eastAsia="Calibri"/>
        </w:rPr>
        <w:t xml:space="preserve">V descriptions </w:t>
      </w:r>
      <w:r w:rsidRPr="00374CBE">
        <w:rPr>
          <w:rFonts w:eastAsia="Calibri"/>
        </w:rPr>
        <w:t xml:space="preserve">in each of the domains (capture, production, production distribution, </w:t>
      </w:r>
      <w:r w:rsidR="006E257D" w:rsidRPr="00374CBE">
        <w:rPr>
          <w:rFonts w:eastAsia="Calibri"/>
        </w:rPr>
        <w:t xml:space="preserve">and </w:t>
      </w:r>
      <w:r w:rsidRPr="00374CBE">
        <w:rPr>
          <w:rFonts w:eastAsia="Calibri"/>
        </w:rPr>
        <w:t>service distribution) contain the same payload but in different wrappers. In the capture and production domains, the MDCV information can be carried in an MXF wrapper using Generic Picture Essence descriptor as described by Annex</w:t>
      </w:r>
      <w:r w:rsidR="006E257D" w:rsidRPr="00374CBE">
        <w:rPr>
          <w:rFonts w:eastAsia="Calibri"/>
        </w:rPr>
        <w:t> </w:t>
      </w:r>
      <w:r w:rsidRPr="00374CBE">
        <w:rPr>
          <w:rFonts w:eastAsia="Calibri"/>
        </w:rPr>
        <w:t xml:space="preserve">C of </w:t>
      </w:r>
      <w:r w:rsidR="006E257D" w:rsidRPr="00374CBE">
        <w:rPr>
          <w:rFonts w:eastAsia="Calibri"/>
        </w:rPr>
        <w:t xml:space="preserve">SMPTE </w:t>
      </w:r>
      <w:r w:rsidRPr="00374CBE">
        <w:rPr>
          <w:rFonts w:eastAsia="Calibri"/>
        </w:rPr>
        <w:t>ST 2067-21. In the distribution domain</w:t>
      </w:r>
      <w:r w:rsidR="006E257D" w:rsidRPr="00374CBE">
        <w:rPr>
          <w:rFonts w:eastAsia="Calibri"/>
        </w:rPr>
        <w:t xml:space="preserve"> using HEVC or AVC</w:t>
      </w:r>
      <w:r w:rsidRPr="00374CBE">
        <w:rPr>
          <w:rFonts w:eastAsia="Calibri"/>
        </w:rPr>
        <w:t xml:space="preserve">, the </w:t>
      </w:r>
      <w:r w:rsidR="006E257D" w:rsidRPr="00374CBE">
        <w:rPr>
          <w:rFonts w:eastAsia="Calibri"/>
        </w:rPr>
        <w:t>MDCV</w:t>
      </w:r>
      <w:r w:rsidRPr="00374CBE">
        <w:rPr>
          <w:rFonts w:eastAsia="Calibri"/>
        </w:rPr>
        <w:t xml:space="preserve"> information is carried </w:t>
      </w:r>
      <w:r w:rsidR="006E257D" w:rsidRPr="00374CBE">
        <w:rPr>
          <w:rFonts w:eastAsia="Calibri"/>
        </w:rPr>
        <w:t>an</w:t>
      </w:r>
      <w:r w:rsidRPr="00374CBE">
        <w:rPr>
          <w:rFonts w:eastAsia="Calibri"/>
        </w:rPr>
        <w:t xml:space="preserve"> </w:t>
      </w:r>
      <w:r w:rsidR="006E257D" w:rsidRPr="00374CBE">
        <w:rPr>
          <w:rFonts w:eastAsia="Calibri"/>
        </w:rPr>
        <w:t>MDCV</w:t>
      </w:r>
      <w:r w:rsidRPr="00374CBE">
        <w:rPr>
          <w:rFonts w:eastAsia="Calibri"/>
        </w:rPr>
        <w:t xml:space="preserve"> SEI message (</w:t>
      </w:r>
      <w:r w:rsidR="00B30148" w:rsidRPr="00374CBE">
        <w:rPr>
          <w:rFonts w:eastAsia="Calibri"/>
        </w:rPr>
        <w:t xml:space="preserve">SEI message </w:t>
      </w:r>
      <w:r w:rsidRPr="00374CBE">
        <w:rPr>
          <w:rFonts w:eastAsia="Calibri"/>
        </w:rPr>
        <w:t xml:space="preserve">payload </w:t>
      </w:r>
      <w:r w:rsidR="00B30148" w:rsidRPr="00374CBE">
        <w:rPr>
          <w:rFonts w:eastAsia="Calibri"/>
        </w:rPr>
        <w:t xml:space="preserve">type </w:t>
      </w:r>
      <w:r w:rsidRPr="00374CBE">
        <w:rPr>
          <w:rFonts w:eastAsia="Calibri"/>
        </w:rPr>
        <w:t xml:space="preserve">137) that needs to be repeated at least </w:t>
      </w:r>
      <w:r w:rsidR="006E257D" w:rsidRPr="00374CBE">
        <w:rPr>
          <w:rFonts w:eastAsia="Calibri"/>
        </w:rPr>
        <w:t xml:space="preserve">in </w:t>
      </w:r>
      <w:r w:rsidRPr="00374CBE">
        <w:rPr>
          <w:rFonts w:eastAsia="Calibri"/>
        </w:rPr>
        <w:t>every random-access point access unit (RAPAU).</w:t>
      </w:r>
    </w:p>
    <w:p w14:paraId="60E65B65" w14:textId="77777777" w:rsidR="00B04EEB" w:rsidRPr="000456B4" w:rsidRDefault="00B04EEB" w:rsidP="00B04EEB">
      <w:pPr>
        <w:keepNext/>
        <w:tabs>
          <w:tab w:val="left" w:pos="4853"/>
          <w:tab w:val="right" w:pos="9691"/>
        </w:tabs>
        <w:overflowPunct/>
        <w:autoSpaceDE/>
        <w:autoSpaceDN/>
        <w:adjustRightInd/>
        <w:spacing w:before="120" w:after="120"/>
        <w:jc w:val="center"/>
        <w:textAlignment w:val="auto"/>
        <w:rPr>
          <w:ins w:id="2958" w:author="Yasser Syed" w:date="2019-06-25T00:13:00Z"/>
          <w:rFonts w:eastAsia="Calibri"/>
          <w:b/>
          <w:bCs/>
        </w:rPr>
      </w:pPr>
      <w:ins w:id="2959" w:author="Yasser Syed" w:date="2019-06-25T00:13:00Z">
        <w:r w:rsidRPr="000456B4">
          <w:rPr>
            <w:rFonts w:eastAsia="Calibri"/>
            <w:b/>
            <w:bCs/>
          </w:rPr>
          <w:lastRenderedPageBreak/>
          <w:t xml:space="preserve">Table </w:t>
        </w:r>
        <w:r w:rsidRPr="000456B4">
          <w:rPr>
            <w:rFonts w:eastAsia="Calibri"/>
          </w:rPr>
          <w:fldChar w:fldCharType="begin"/>
        </w:r>
        <w:r w:rsidRPr="000456B4">
          <w:rPr>
            <w:rFonts w:eastAsia="Calibri"/>
            <w:b/>
            <w:bCs/>
          </w:rPr>
          <w:instrText xml:space="preserve"> SEQ Table \* ARABIC </w:instrText>
        </w:r>
        <w:r w:rsidRPr="000456B4">
          <w:rPr>
            <w:rFonts w:eastAsia="Calibri"/>
          </w:rPr>
          <w:fldChar w:fldCharType="separate"/>
        </w:r>
        <w:r>
          <w:rPr>
            <w:rFonts w:eastAsia="Calibri"/>
            <w:b/>
            <w:bCs/>
            <w:noProof/>
          </w:rPr>
          <w:t>10</w:t>
        </w:r>
        <w:r w:rsidRPr="000456B4">
          <w:rPr>
            <w:rFonts w:eastAsia="Calibri"/>
          </w:rPr>
          <w:fldChar w:fldCharType="end"/>
        </w:r>
        <w:r w:rsidRPr="000456B4">
          <w:rPr>
            <w:rFonts w:eastAsia="Calibri"/>
            <w:b/>
            <w:bCs/>
          </w:rPr>
          <w:t xml:space="preserve"> – Mastering display colour volume descriptions</w:t>
        </w:r>
      </w:ins>
    </w:p>
    <w:tbl>
      <w:tblPr>
        <w:tblW w:w="492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9"/>
        <w:gridCol w:w="2320"/>
        <w:gridCol w:w="1092"/>
        <w:gridCol w:w="1679"/>
        <w:gridCol w:w="1693"/>
        <w:gridCol w:w="1694"/>
      </w:tblGrid>
      <w:tr w:rsidR="00B04EEB" w:rsidRPr="000456B4" w14:paraId="7437C91B" w14:textId="77777777" w:rsidTr="000B1A01">
        <w:trPr>
          <w:tblHeader/>
          <w:jc w:val="center"/>
          <w:ins w:id="2960" w:author="Yasser Syed" w:date="2019-06-25T00:13:00Z"/>
        </w:trPr>
        <w:tc>
          <w:tcPr>
            <w:tcW w:w="527" w:type="pct"/>
            <w:shd w:val="clear" w:color="auto" w:fill="auto"/>
            <w:vAlign w:val="center"/>
          </w:tcPr>
          <w:p w14:paraId="004D2503" w14:textId="77777777" w:rsidR="00B04EEB" w:rsidRPr="000456B4" w:rsidRDefault="00B04EEB" w:rsidP="000B1A01">
            <w:pPr>
              <w:keepNext/>
              <w:spacing w:before="0"/>
              <w:jc w:val="center"/>
              <w:rPr>
                <w:ins w:id="2961" w:author="Yasser Syed" w:date="2019-06-25T00:13:00Z"/>
                <w:rFonts w:eastAsia="Calibri"/>
                <w:sz w:val="18"/>
                <w:szCs w:val="18"/>
              </w:rPr>
            </w:pPr>
          </w:p>
        </w:tc>
        <w:tc>
          <w:tcPr>
            <w:tcW w:w="1800" w:type="pct"/>
            <w:gridSpan w:val="2"/>
            <w:shd w:val="clear" w:color="auto" w:fill="auto"/>
          </w:tcPr>
          <w:p w14:paraId="2A91861C" w14:textId="77777777" w:rsidR="00B04EEB" w:rsidRPr="000456B4" w:rsidRDefault="00B04EEB" w:rsidP="000B1A01">
            <w:pPr>
              <w:keepNext/>
              <w:jc w:val="left"/>
              <w:rPr>
                <w:ins w:id="2962" w:author="Yasser Syed" w:date="2019-06-25T00:13:00Z"/>
                <w:rFonts w:eastAsia="Calibri"/>
                <w:b/>
                <w:sz w:val="18"/>
                <w:szCs w:val="18"/>
              </w:rPr>
            </w:pPr>
            <w:ins w:id="2963" w:author="Yasser Syed" w:date="2019-06-25T00:13:00Z">
              <w:r w:rsidRPr="000456B4">
                <w:rPr>
                  <w:rFonts w:eastAsia="Calibri"/>
                  <w:b/>
                  <w:sz w:val="18"/>
                  <w:szCs w:val="18"/>
                </w:rPr>
                <w:t>System identifier</w:t>
              </w:r>
            </w:ins>
          </w:p>
        </w:tc>
        <w:tc>
          <w:tcPr>
            <w:tcW w:w="886" w:type="pct"/>
            <w:shd w:val="clear" w:color="auto" w:fill="auto"/>
          </w:tcPr>
          <w:p w14:paraId="2BD2A57C" w14:textId="77777777" w:rsidR="00B04EEB" w:rsidRPr="000456B4" w:rsidRDefault="00B04EEB" w:rsidP="000B1A01">
            <w:pPr>
              <w:keepNext/>
              <w:jc w:val="left"/>
              <w:rPr>
                <w:ins w:id="2964" w:author="Yasser Syed" w:date="2019-06-25T00:13:00Z"/>
                <w:rFonts w:eastAsia="Calibri"/>
                <w:sz w:val="18"/>
                <w:szCs w:val="18"/>
              </w:rPr>
            </w:pPr>
            <w:ins w:id="2965" w:author="Yasser Syed" w:date="2019-06-25T00:13:00Z">
              <w:r w:rsidRPr="000456B4">
                <w:rPr>
                  <w:rFonts w:eastAsia="Calibri"/>
                  <w:b/>
                  <w:bCs/>
                  <w:sz w:val="18"/>
                  <w:szCs w:val="18"/>
                </w:rPr>
                <w:t xml:space="preserve">BT709x100n05 </w:t>
              </w:r>
            </w:ins>
          </w:p>
        </w:tc>
        <w:tc>
          <w:tcPr>
            <w:tcW w:w="893" w:type="pct"/>
            <w:shd w:val="clear" w:color="auto" w:fill="auto"/>
          </w:tcPr>
          <w:p w14:paraId="4B234895" w14:textId="77777777" w:rsidR="00B04EEB" w:rsidRPr="000456B4" w:rsidRDefault="00B04EEB" w:rsidP="000B1A01">
            <w:pPr>
              <w:keepNext/>
              <w:jc w:val="left"/>
              <w:rPr>
                <w:ins w:id="2966" w:author="Yasser Syed" w:date="2019-06-25T00:13:00Z"/>
                <w:rFonts w:eastAsia="Calibri"/>
                <w:sz w:val="18"/>
                <w:szCs w:val="18"/>
              </w:rPr>
            </w:pPr>
            <w:ins w:id="2967" w:author="Yasser Syed" w:date="2019-06-25T00:13:00Z">
              <w:r w:rsidRPr="000456B4">
                <w:rPr>
                  <w:rFonts w:eastAsia="Calibri"/>
                  <w:b/>
                  <w:bCs/>
                  <w:sz w:val="18"/>
                  <w:szCs w:val="18"/>
                </w:rPr>
                <w:t>P3D65x1000n0005</w:t>
              </w:r>
            </w:ins>
          </w:p>
        </w:tc>
        <w:tc>
          <w:tcPr>
            <w:tcW w:w="894" w:type="pct"/>
            <w:shd w:val="clear" w:color="auto" w:fill="auto"/>
          </w:tcPr>
          <w:p w14:paraId="23A4615C" w14:textId="77777777" w:rsidR="00B04EEB" w:rsidRPr="000456B4" w:rsidRDefault="00B04EEB" w:rsidP="000B1A01">
            <w:pPr>
              <w:keepNext/>
              <w:jc w:val="left"/>
              <w:rPr>
                <w:ins w:id="2968" w:author="Yasser Syed" w:date="2019-06-25T00:13:00Z"/>
                <w:rFonts w:eastAsia="Calibri"/>
                <w:b/>
                <w:bCs/>
                <w:sz w:val="18"/>
                <w:szCs w:val="18"/>
              </w:rPr>
            </w:pPr>
            <w:ins w:id="2969" w:author="Yasser Syed" w:date="2019-06-25T00:13:00Z">
              <w:r w:rsidRPr="000456B4">
                <w:rPr>
                  <w:rFonts w:eastAsia="Calibri"/>
                  <w:b/>
                  <w:bCs/>
                  <w:sz w:val="18"/>
                  <w:szCs w:val="18"/>
                </w:rPr>
                <w:t>BT2100x10</w:t>
              </w:r>
              <w:r>
                <w:rPr>
                  <w:rFonts w:eastAsia="Calibri"/>
                  <w:b/>
                  <w:bCs/>
                  <w:sz w:val="18"/>
                  <w:szCs w:val="18"/>
                </w:rPr>
                <w:t>8</w:t>
              </w:r>
              <w:r w:rsidRPr="000456B4">
                <w:rPr>
                  <w:rFonts w:eastAsia="Calibri"/>
                  <w:b/>
                  <w:bCs/>
                  <w:sz w:val="18"/>
                  <w:szCs w:val="18"/>
                </w:rPr>
                <w:t>n0005</w:t>
              </w:r>
            </w:ins>
          </w:p>
        </w:tc>
      </w:tr>
      <w:tr w:rsidR="00B04EEB" w:rsidRPr="000456B4" w14:paraId="7C97E595" w14:textId="77777777" w:rsidTr="000B1A01">
        <w:trPr>
          <w:cantSplit/>
          <w:trHeight w:val="1134"/>
          <w:jc w:val="center"/>
          <w:ins w:id="2970" w:author="Yasser Syed" w:date="2019-06-25T00:13:00Z"/>
        </w:trPr>
        <w:tc>
          <w:tcPr>
            <w:tcW w:w="527" w:type="pct"/>
            <w:vMerge w:val="restart"/>
            <w:shd w:val="clear" w:color="auto" w:fill="auto"/>
            <w:textDirection w:val="btLr"/>
            <w:vAlign w:val="center"/>
          </w:tcPr>
          <w:p w14:paraId="1B2B03FA" w14:textId="77777777" w:rsidR="00B04EEB" w:rsidRPr="000456B4" w:rsidRDefault="00B04EEB" w:rsidP="000B1A01">
            <w:pPr>
              <w:keepNext/>
              <w:spacing w:before="0"/>
              <w:jc w:val="center"/>
              <w:rPr>
                <w:ins w:id="2971" w:author="Yasser Syed" w:date="2019-06-25T00:13:00Z"/>
                <w:rFonts w:eastAsia="Calibri"/>
                <w:sz w:val="18"/>
                <w:szCs w:val="18"/>
              </w:rPr>
            </w:pPr>
            <w:ins w:id="2972" w:author="Yasser Syed" w:date="2019-06-25T00:13:00Z">
              <w:r w:rsidRPr="000456B4">
                <w:rPr>
                  <w:rFonts w:eastAsia="Calibri"/>
                  <w:b/>
                  <w:bCs/>
                  <w:sz w:val="18"/>
                  <w:szCs w:val="18"/>
                </w:rPr>
                <w:t xml:space="preserve">Mastering display properties defined according to </w:t>
              </w:r>
              <w:r>
                <w:rPr>
                  <w:rFonts w:eastAsia="Calibri"/>
                  <w:b/>
                  <w:bCs/>
                  <w:sz w:val="18"/>
                  <w:szCs w:val="18"/>
                </w:rPr>
                <w:t xml:space="preserve">SMPTE </w:t>
              </w:r>
              <w:r w:rsidRPr="000456B4">
                <w:rPr>
                  <w:rFonts w:eastAsia="Calibri"/>
                  <w:b/>
                  <w:bCs/>
                  <w:sz w:val="18"/>
                  <w:szCs w:val="18"/>
                </w:rPr>
                <w:t>ST 2086</w:t>
              </w:r>
            </w:ins>
          </w:p>
        </w:tc>
        <w:tc>
          <w:tcPr>
            <w:tcW w:w="1800" w:type="pct"/>
            <w:gridSpan w:val="2"/>
            <w:shd w:val="clear" w:color="auto" w:fill="auto"/>
          </w:tcPr>
          <w:p w14:paraId="5C444857" w14:textId="77777777" w:rsidR="00B04EEB" w:rsidRPr="000456B4" w:rsidRDefault="00B04EEB" w:rsidP="000B1A01">
            <w:pPr>
              <w:keepNext/>
              <w:jc w:val="left"/>
              <w:rPr>
                <w:ins w:id="2973" w:author="Yasser Syed" w:date="2019-06-25T00:13:00Z"/>
                <w:rFonts w:eastAsia="Calibri"/>
                <w:sz w:val="18"/>
                <w:szCs w:val="18"/>
              </w:rPr>
            </w:pPr>
            <w:ins w:id="2974" w:author="Yasser Syed" w:date="2019-06-25T00:13:00Z">
              <w:r w:rsidRPr="000456B4">
                <w:rPr>
                  <w:rFonts w:eastAsia="Calibri"/>
                  <w:sz w:val="18"/>
                  <w:szCs w:val="18"/>
                </w:rPr>
                <w:t>Colour primaries (x,y)</w:t>
              </w:r>
            </w:ins>
          </w:p>
        </w:tc>
        <w:tc>
          <w:tcPr>
            <w:tcW w:w="886" w:type="pct"/>
            <w:shd w:val="clear" w:color="auto" w:fill="auto"/>
          </w:tcPr>
          <w:p w14:paraId="42980620" w14:textId="77777777" w:rsidR="00B04EEB" w:rsidRPr="000456B4" w:rsidRDefault="00B04EEB" w:rsidP="000B1A01">
            <w:pPr>
              <w:keepNext/>
              <w:jc w:val="left"/>
              <w:rPr>
                <w:ins w:id="2975" w:author="Yasser Syed" w:date="2019-06-25T00:13:00Z"/>
                <w:rFonts w:eastAsia="Calibri"/>
                <w:sz w:val="18"/>
                <w:szCs w:val="18"/>
              </w:rPr>
            </w:pPr>
            <w:ins w:id="2976" w:author="Yasser Syed" w:date="2019-06-25T00:13:00Z">
              <w:r w:rsidRPr="000456B4">
                <w:rPr>
                  <w:rFonts w:eastAsia="Calibri"/>
                  <w:sz w:val="18"/>
                  <w:szCs w:val="18"/>
                </w:rPr>
                <w:t>{0.6400, 0.3300}</w:t>
              </w:r>
            </w:ins>
          </w:p>
          <w:p w14:paraId="5D2FCF44" w14:textId="77777777" w:rsidR="00B04EEB" w:rsidRPr="000456B4" w:rsidRDefault="00B04EEB" w:rsidP="000B1A01">
            <w:pPr>
              <w:keepNext/>
              <w:jc w:val="left"/>
              <w:rPr>
                <w:ins w:id="2977" w:author="Yasser Syed" w:date="2019-06-25T00:13:00Z"/>
                <w:rFonts w:eastAsia="Calibri"/>
                <w:sz w:val="18"/>
                <w:szCs w:val="18"/>
              </w:rPr>
            </w:pPr>
            <w:ins w:id="2978" w:author="Yasser Syed" w:date="2019-06-25T00:13:00Z">
              <w:r w:rsidRPr="000456B4">
                <w:rPr>
                  <w:rFonts w:eastAsia="Calibri"/>
                  <w:sz w:val="18"/>
                  <w:szCs w:val="18"/>
                </w:rPr>
                <w:t>{0.3000, 0.6000}</w:t>
              </w:r>
            </w:ins>
          </w:p>
          <w:p w14:paraId="0E2F5526" w14:textId="77777777" w:rsidR="00B04EEB" w:rsidRPr="000456B4" w:rsidRDefault="00B04EEB" w:rsidP="000B1A01">
            <w:pPr>
              <w:keepNext/>
              <w:jc w:val="left"/>
              <w:rPr>
                <w:ins w:id="2979" w:author="Yasser Syed" w:date="2019-06-25T00:13:00Z"/>
                <w:rFonts w:eastAsia="Calibri"/>
                <w:b/>
                <w:bCs/>
                <w:sz w:val="18"/>
                <w:szCs w:val="18"/>
              </w:rPr>
            </w:pPr>
            <w:ins w:id="2980" w:author="Yasser Syed" w:date="2019-06-25T00:13:00Z">
              <w:r w:rsidRPr="000456B4">
                <w:rPr>
                  <w:rFonts w:eastAsia="Calibri"/>
                  <w:sz w:val="18"/>
                  <w:szCs w:val="18"/>
                </w:rPr>
                <w:t>{0.1500, 0.0600}</w:t>
              </w:r>
            </w:ins>
          </w:p>
        </w:tc>
        <w:tc>
          <w:tcPr>
            <w:tcW w:w="893" w:type="pct"/>
            <w:shd w:val="clear" w:color="auto" w:fill="auto"/>
          </w:tcPr>
          <w:p w14:paraId="48E2466E" w14:textId="77777777" w:rsidR="00B04EEB" w:rsidRPr="000456B4" w:rsidRDefault="00B04EEB" w:rsidP="000B1A01">
            <w:pPr>
              <w:keepNext/>
              <w:jc w:val="left"/>
              <w:rPr>
                <w:ins w:id="2981" w:author="Yasser Syed" w:date="2019-06-25T00:13:00Z"/>
                <w:rFonts w:eastAsia="Calibri"/>
                <w:sz w:val="18"/>
                <w:szCs w:val="18"/>
              </w:rPr>
            </w:pPr>
            <w:ins w:id="2982" w:author="Yasser Syed" w:date="2019-06-25T00:13:00Z">
              <w:r w:rsidRPr="000456B4">
                <w:rPr>
                  <w:rFonts w:eastAsia="Calibri"/>
                  <w:sz w:val="18"/>
                  <w:szCs w:val="18"/>
                </w:rPr>
                <w:t>{0.6800, 0.3200}</w:t>
              </w:r>
            </w:ins>
          </w:p>
          <w:p w14:paraId="2BB4C992" w14:textId="77777777" w:rsidR="00B04EEB" w:rsidRPr="000456B4" w:rsidRDefault="00B04EEB" w:rsidP="000B1A01">
            <w:pPr>
              <w:keepNext/>
              <w:jc w:val="left"/>
              <w:rPr>
                <w:ins w:id="2983" w:author="Yasser Syed" w:date="2019-06-25T00:13:00Z"/>
                <w:rFonts w:eastAsia="Calibri"/>
                <w:sz w:val="18"/>
                <w:szCs w:val="18"/>
              </w:rPr>
            </w:pPr>
            <w:ins w:id="2984" w:author="Yasser Syed" w:date="2019-06-25T00:13:00Z">
              <w:r w:rsidRPr="000456B4">
                <w:rPr>
                  <w:rFonts w:eastAsia="Calibri"/>
                  <w:sz w:val="18"/>
                  <w:szCs w:val="18"/>
                </w:rPr>
                <w:t>{0.2650, 0.6900}</w:t>
              </w:r>
            </w:ins>
          </w:p>
          <w:p w14:paraId="51A5B730" w14:textId="77777777" w:rsidR="00B04EEB" w:rsidRPr="000456B4" w:rsidRDefault="00B04EEB" w:rsidP="000B1A01">
            <w:pPr>
              <w:keepNext/>
              <w:jc w:val="left"/>
              <w:rPr>
                <w:ins w:id="2985" w:author="Yasser Syed" w:date="2019-06-25T00:13:00Z"/>
                <w:rFonts w:eastAsia="Calibri"/>
                <w:b/>
                <w:bCs/>
                <w:sz w:val="18"/>
                <w:szCs w:val="18"/>
              </w:rPr>
            </w:pPr>
            <w:ins w:id="2986" w:author="Yasser Syed" w:date="2019-06-25T00:13:00Z">
              <w:r w:rsidRPr="000456B4">
                <w:rPr>
                  <w:rFonts w:eastAsia="Calibri"/>
                  <w:sz w:val="18"/>
                  <w:szCs w:val="18"/>
                </w:rPr>
                <w:t>{0.1500, 0.0600}</w:t>
              </w:r>
            </w:ins>
          </w:p>
        </w:tc>
        <w:tc>
          <w:tcPr>
            <w:tcW w:w="894" w:type="pct"/>
            <w:shd w:val="clear" w:color="auto" w:fill="auto"/>
          </w:tcPr>
          <w:p w14:paraId="5D717B69" w14:textId="77777777" w:rsidR="00B04EEB" w:rsidRPr="000456B4" w:rsidRDefault="00B04EEB" w:rsidP="000B1A01">
            <w:pPr>
              <w:keepNext/>
              <w:jc w:val="left"/>
              <w:rPr>
                <w:ins w:id="2987" w:author="Yasser Syed" w:date="2019-06-25T00:13:00Z"/>
                <w:rFonts w:eastAsia="Calibri"/>
                <w:sz w:val="18"/>
                <w:szCs w:val="18"/>
              </w:rPr>
            </w:pPr>
            <w:ins w:id="2988" w:author="Yasser Syed" w:date="2019-06-25T00:13:00Z">
              <w:r w:rsidRPr="000456B4">
                <w:rPr>
                  <w:rFonts w:eastAsia="Calibri"/>
                  <w:sz w:val="18"/>
                  <w:szCs w:val="18"/>
                </w:rPr>
                <w:t>{0.7080, 0.2920}</w:t>
              </w:r>
            </w:ins>
          </w:p>
          <w:p w14:paraId="65985637" w14:textId="77777777" w:rsidR="00B04EEB" w:rsidRPr="000456B4" w:rsidRDefault="00B04EEB" w:rsidP="000B1A01">
            <w:pPr>
              <w:keepNext/>
              <w:jc w:val="left"/>
              <w:rPr>
                <w:ins w:id="2989" w:author="Yasser Syed" w:date="2019-06-25T00:13:00Z"/>
                <w:rFonts w:eastAsia="Calibri"/>
                <w:sz w:val="18"/>
                <w:szCs w:val="18"/>
              </w:rPr>
            </w:pPr>
            <w:ins w:id="2990" w:author="Yasser Syed" w:date="2019-06-25T00:13:00Z">
              <w:r w:rsidRPr="000456B4">
                <w:rPr>
                  <w:rFonts w:eastAsia="Calibri"/>
                  <w:sz w:val="18"/>
                  <w:szCs w:val="18"/>
                </w:rPr>
                <w:t>{0.1700, 0.7970}</w:t>
              </w:r>
            </w:ins>
          </w:p>
          <w:p w14:paraId="20306B7A" w14:textId="77777777" w:rsidR="00B04EEB" w:rsidRPr="000456B4" w:rsidRDefault="00B04EEB" w:rsidP="000B1A01">
            <w:pPr>
              <w:keepNext/>
              <w:jc w:val="left"/>
              <w:rPr>
                <w:ins w:id="2991" w:author="Yasser Syed" w:date="2019-06-25T00:13:00Z"/>
                <w:rFonts w:eastAsia="Calibri"/>
                <w:b/>
                <w:bCs/>
                <w:sz w:val="18"/>
                <w:szCs w:val="18"/>
              </w:rPr>
            </w:pPr>
            <w:ins w:id="2992" w:author="Yasser Syed" w:date="2019-06-25T00:13:00Z">
              <w:r w:rsidRPr="000456B4">
                <w:rPr>
                  <w:rFonts w:eastAsia="Calibri"/>
                  <w:sz w:val="18"/>
                  <w:szCs w:val="18"/>
                </w:rPr>
                <w:t>{0.1310, 0.0460}</w:t>
              </w:r>
            </w:ins>
          </w:p>
        </w:tc>
      </w:tr>
      <w:tr w:rsidR="00B04EEB" w:rsidRPr="000456B4" w14:paraId="67DBFC29" w14:textId="77777777" w:rsidTr="000B1A01">
        <w:trPr>
          <w:cantSplit/>
          <w:trHeight w:val="570"/>
          <w:jc w:val="center"/>
          <w:ins w:id="2993" w:author="Yasser Syed" w:date="2019-06-25T00:13:00Z"/>
        </w:trPr>
        <w:tc>
          <w:tcPr>
            <w:tcW w:w="527" w:type="pct"/>
            <w:vMerge/>
            <w:shd w:val="clear" w:color="auto" w:fill="auto"/>
            <w:textDirection w:val="btLr"/>
            <w:vAlign w:val="center"/>
          </w:tcPr>
          <w:p w14:paraId="6A4F8328" w14:textId="77777777" w:rsidR="00B04EEB" w:rsidRPr="000456B4" w:rsidRDefault="00B04EEB" w:rsidP="000B1A01">
            <w:pPr>
              <w:keepNext/>
              <w:spacing w:before="0"/>
              <w:jc w:val="center"/>
              <w:rPr>
                <w:ins w:id="2994" w:author="Yasser Syed" w:date="2019-06-25T00:13:00Z"/>
                <w:rFonts w:eastAsia="Calibri"/>
                <w:sz w:val="18"/>
                <w:szCs w:val="18"/>
              </w:rPr>
            </w:pPr>
          </w:p>
        </w:tc>
        <w:tc>
          <w:tcPr>
            <w:tcW w:w="1800" w:type="pct"/>
            <w:gridSpan w:val="2"/>
            <w:shd w:val="clear" w:color="auto" w:fill="auto"/>
          </w:tcPr>
          <w:p w14:paraId="07678374" w14:textId="77777777" w:rsidR="00B04EEB" w:rsidRPr="000456B4" w:rsidRDefault="00B04EEB" w:rsidP="000B1A01">
            <w:pPr>
              <w:keepNext/>
              <w:jc w:val="left"/>
              <w:rPr>
                <w:ins w:id="2995" w:author="Yasser Syed" w:date="2019-06-25T00:13:00Z"/>
                <w:rFonts w:eastAsia="Calibri"/>
                <w:sz w:val="18"/>
                <w:szCs w:val="18"/>
              </w:rPr>
            </w:pPr>
            <w:ins w:id="2996" w:author="Yasser Syed" w:date="2019-06-25T00:13:00Z">
              <w:r w:rsidRPr="000456B4">
                <w:rPr>
                  <w:rFonts w:eastAsia="Calibri"/>
                  <w:sz w:val="18"/>
                  <w:szCs w:val="18"/>
                </w:rPr>
                <w:t>White point chromaticity (x,y)</w:t>
              </w:r>
            </w:ins>
          </w:p>
        </w:tc>
        <w:tc>
          <w:tcPr>
            <w:tcW w:w="2673" w:type="pct"/>
            <w:gridSpan w:val="3"/>
            <w:shd w:val="clear" w:color="auto" w:fill="auto"/>
          </w:tcPr>
          <w:p w14:paraId="292ABE87" w14:textId="77777777" w:rsidR="00B04EEB" w:rsidRPr="000456B4" w:rsidRDefault="00B04EEB" w:rsidP="000B1A01">
            <w:pPr>
              <w:keepNext/>
              <w:jc w:val="left"/>
              <w:rPr>
                <w:ins w:id="2997" w:author="Yasser Syed" w:date="2019-06-25T00:13:00Z"/>
                <w:rFonts w:eastAsia="Calibri"/>
                <w:sz w:val="18"/>
                <w:szCs w:val="18"/>
              </w:rPr>
            </w:pPr>
            <w:ins w:id="2998" w:author="Yasser Syed" w:date="2019-06-25T00:13:00Z">
              <w:r w:rsidRPr="000456B4">
                <w:rPr>
                  <w:rFonts w:eastAsia="Calibri"/>
                  <w:sz w:val="18"/>
                  <w:szCs w:val="18"/>
                </w:rPr>
                <w:t>{0.3127, 0.3290} (D65)</w:t>
              </w:r>
            </w:ins>
          </w:p>
        </w:tc>
      </w:tr>
      <w:tr w:rsidR="00B04EEB" w:rsidRPr="000456B4" w14:paraId="19A3D932" w14:textId="77777777" w:rsidTr="000B1A01">
        <w:trPr>
          <w:cantSplit/>
          <w:trHeight w:val="534"/>
          <w:jc w:val="center"/>
          <w:ins w:id="2999" w:author="Yasser Syed" w:date="2019-06-25T00:13:00Z"/>
        </w:trPr>
        <w:tc>
          <w:tcPr>
            <w:tcW w:w="527" w:type="pct"/>
            <w:vMerge/>
            <w:shd w:val="clear" w:color="auto" w:fill="auto"/>
            <w:textDirection w:val="btLr"/>
            <w:vAlign w:val="center"/>
          </w:tcPr>
          <w:p w14:paraId="7D6596CB" w14:textId="77777777" w:rsidR="00B04EEB" w:rsidRPr="000456B4" w:rsidRDefault="00B04EEB" w:rsidP="000B1A01">
            <w:pPr>
              <w:keepNext/>
              <w:spacing w:before="0"/>
              <w:jc w:val="center"/>
              <w:rPr>
                <w:ins w:id="3000" w:author="Yasser Syed" w:date="2019-06-25T00:13:00Z"/>
                <w:rFonts w:eastAsia="Calibri"/>
                <w:sz w:val="18"/>
                <w:szCs w:val="18"/>
              </w:rPr>
            </w:pPr>
          </w:p>
        </w:tc>
        <w:tc>
          <w:tcPr>
            <w:tcW w:w="1800" w:type="pct"/>
            <w:gridSpan w:val="2"/>
            <w:shd w:val="clear" w:color="auto" w:fill="auto"/>
          </w:tcPr>
          <w:p w14:paraId="3D56EB26" w14:textId="77777777" w:rsidR="00B04EEB" w:rsidRPr="000456B4" w:rsidRDefault="00B04EEB" w:rsidP="000B1A01">
            <w:pPr>
              <w:keepNext/>
              <w:jc w:val="left"/>
              <w:rPr>
                <w:ins w:id="3001" w:author="Yasser Syed" w:date="2019-06-25T00:13:00Z"/>
                <w:rFonts w:eastAsia="Calibri"/>
                <w:sz w:val="18"/>
                <w:szCs w:val="18"/>
              </w:rPr>
            </w:pPr>
            <w:ins w:id="3002" w:author="Yasser Syed" w:date="2019-06-25T00:13:00Z">
              <w:r w:rsidRPr="000456B4">
                <w:rPr>
                  <w:rFonts w:eastAsia="Calibri"/>
                  <w:sz w:val="18"/>
                  <w:szCs w:val="18"/>
                </w:rPr>
                <w:t>Maximum luminance [cd/m2]</w:t>
              </w:r>
            </w:ins>
          </w:p>
        </w:tc>
        <w:tc>
          <w:tcPr>
            <w:tcW w:w="886" w:type="pct"/>
            <w:shd w:val="clear" w:color="auto" w:fill="auto"/>
          </w:tcPr>
          <w:p w14:paraId="4A87DEF4" w14:textId="77777777" w:rsidR="00B04EEB" w:rsidRPr="000456B4" w:rsidRDefault="00B04EEB" w:rsidP="000B1A01">
            <w:pPr>
              <w:keepNext/>
              <w:jc w:val="left"/>
              <w:rPr>
                <w:ins w:id="3003" w:author="Yasser Syed" w:date="2019-06-25T00:13:00Z"/>
                <w:rFonts w:eastAsia="Calibri"/>
                <w:sz w:val="18"/>
                <w:szCs w:val="18"/>
              </w:rPr>
            </w:pPr>
            <w:ins w:id="3004" w:author="Yasser Syed" w:date="2019-06-25T00:13:00Z">
              <w:r w:rsidRPr="000456B4">
                <w:rPr>
                  <w:rFonts w:eastAsia="Calibri"/>
                  <w:sz w:val="18"/>
                  <w:szCs w:val="18"/>
                </w:rPr>
                <w:t>100</w:t>
              </w:r>
            </w:ins>
          </w:p>
        </w:tc>
        <w:tc>
          <w:tcPr>
            <w:tcW w:w="893" w:type="pct"/>
            <w:shd w:val="clear" w:color="auto" w:fill="auto"/>
          </w:tcPr>
          <w:p w14:paraId="598121C9" w14:textId="77777777" w:rsidR="00B04EEB" w:rsidRPr="000456B4" w:rsidRDefault="00B04EEB" w:rsidP="000B1A01">
            <w:pPr>
              <w:keepNext/>
              <w:jc w:val="left"/>
              <w:rPr>
                <w:ins w:id="3005" w:author="Yasser Syed" w:date="2019-06-25T00:13:00Z"/>
                <w:rFonts w:eastAsia="Calibri"/>
                <w:sz w:val="18"/>
                <w:szCs w:val="18"/>
              </w:rPr>
            </w:pPr>
            <w:ins w:id="3006" w:author="Yasser Syed" w:date="2019-06-25T00:13:00Z">
              <w:r w:rsidRPr="000456B4">
                <w:rPr>
                  <w:rFonts w:eastAsia="Calibri"/>
                  <w:sz w:val="18"/>
                  <w:szCs w:val="18"/>
                </w:rPr>
                <w:t>1000</w:t>
              </w:r>
            </w:ins>
          </w:p>
        </w:tc>
        <w:tc>
          <w:tcPr>
            <w:tcW w:w="894" w:type="pct"/>
            <w:shd w:val="clear" w:color="auto" w:fill="auto"/>
          </w:tcPr>
          <w:p w14:paraId="49FA127B" w14:textId="77777777" w:rsidR="00B04EEB" w:rsidRPr="000456B4" w:rsidRDefault="00B04EEB" w:rsidP="000B1A01">
            <w:pPr>
              <w:keepNext/>
              <w:jc w:val="left"/>
              <w:rPr>
                <w:ins w:id="3007" w:author="Yasser Syed" w:date="2019-06-25T00:13:00Z"/>
                <w:rFonts w:eastAsia="Calibri"/>
                <w:sz w:val="18"/>
                <w:szCs w:val="18"/>
              </w:rPr>
            </w:pPr>
            <w:ins w:id="3008" w:author="Yasser Syed" w:date="2019-06-25T00:13:00Z">
              <w:r w:rsidRPr="000456B4">
                <w:rPr>
                  <w:rFonts w:eastAsia="Calibri"/>
                  <w:sz w:val="18"/>
                  <w:szCs w:val="18"/>
                </w:rPr>
                <w:t>10</w:t>
              </w:r>
              <w:r>
                <w:rPr>
                  <w:rFonts w:eastAsia="Calibri"/>
                  <w:sz w:val="18"/>
                  <w:szCs w:val="18"/>
                </w:rPr>
                <w:t>8</w:t>
              </w:r>
            </w:ins>
          </w:p>
        </w:tc>
      </w:tr>
      <w:tr w:rsidR="00B04EEB" w:rsidRPr="000456B4" w14:paraId="27FAAEF8" w14:textId="77777777" w:rsidTr="000B1A01">
        <w:trPr>
          <w:trHeight w:val="705"/>
          <w:jc w:val="center"/>
          <w:ins w:id="3009" w:author="Yasser Syed" w:date="2019-06-25T00:13:00Z"/>
        </w:trPr>
        <w:tc>
          <w:tcPr>
            <w:tcW w:w="527" w:type="pct"/>
            <w:vMerge/>
            <w:shd w:val="clear" w:color="auto" w:fill="auto"/>
            <w:textDirection w:val="btLr"/>
            <w:vAlign w:val="center"/>
          </w:tcPr>
          <w:p w14:paraId="3DD004D8" w14:textId="77777777" w:rsidR="00B04EEB" w:rsidRPr="000456B4" w:rsidRDefault="00B04EEB" w:rsidP="000B1A01">
            <w:pPr>
              <w:keepNext/>
              <w:spacing w:before="0"/>
              <w:jc w:val="center"/>
              <w:rPr>
                <w:ins w:id="3010" w:author="Yasser Syed" w:date="2019-06-25T00:13:00Z"/>
                <w:rFonts w:eastAsia="Calibri"/>
                <w:sz w:val="18"/>
                <w:szCs w:val="18"/>
              </w:rPr>
            </w:pPr>
          </w:p>
        </w:tc>
        <w:tc>
          <w:tcPr>
            <w:tcW w:w="1800" w:type="pct"/>
            <w:gridSpan w:val="2"/>
            <w:shd w:val="clear" w:color="auto" w:fill="auto"/>
          </w:tcPr>
          <w:p w14:paraId="7056965A" w14:textId="77777777" w:rsidR="00B04EEB" w:rsidRPr="000456B4" w:rsidRDefault="00B04EEB" w:rsidP="000B1A01">
            <w:pPr>
              <w:keepNext/>
              <w:jc w:val="left"/>
              <w:rPr>
                <w:ins w:id="3011" w:author="Yasser Syed" w:date="2019-06-25T00:13:00Z"/>
                <w:rFonts w:eastAsia="Calibri"/>
                <w:sz w:val="18"/>
                <w:szCs w:val="18"/>
              </w:rPr>
            </w:pPr>
            <w:ins w:id="3012" w:author="Yasser Syed" w:date="2019-06-25T00:13:00Z">
              <w:r w:rsidRPr="000456B4">
                <w:rPr>
                  <w:rFonts w:eastAsia="Calibri"/>
                  <w:sz w:val="18"/>
                  <w:szCs w:val="18"/>
                </w:rPr>
                <w:t>Minimum luminance [cd/m2]</w:t>
              </w:r>
            </w:ins>
          </w:p>
        </w:tc>
        <w:tc>
          <w:tcPr>
            <w:tcW w:w="886" w:type="pct"/>
            <w:shd w:val="clear" w:color="auto" w:fill="auto"/>
          </w:tcPr>
          <w:p w14:paraId="44D2EA43" w14:textId="77777777" w:rsidR="00B04EEB" w:rsidRPr="000456B4" w:rsidRDefault="00B04EEB" w:rsidP="000B1A01">
            <w:pPr>
              <w:keepNext/>
              <w:jc w:val="left"/>
              <w:rPr>
                <w:ins w:id="3013" w:author="Yasser Syed" w:date="2019-06-25T00:13:00Z"/>
                <w:rFonts w:eastAsia="Calibri"/>
                <w:sz w:val="18"/>
                <w:szCs w:val="18"/>
              </w:rPr>
            </w:pPr>
            <w:ins w:id="3014" w:author="Yasser Syed" w:date="2019-06-25T00:13:00Z">
              <w:r w:rsidRPr="000456B4">
                <w:rPr>
                  <w:rFonts w:eastAsia="Calibri"/>
                  <w:sz w:val="18"/>
                  <w:szCs w:val="18"/>
                </w:rPr>
                <w:t>0.05 for LCD/LED</w:t>
              </w:r>
            </w:ins>
          </w:p>
        </w:tc>
        <w:tc>
          <w:tcPr>
            <w:tcW w:w="893" w:type="pct"/>
            <w:shd w:val="clear" w:color="auto" w:fill="auto"/>
          </w:tcPr>
          <w:p w14:paraId="6A71F802" w14:textId="77777777" w:rsidR="00B04EEB" w:rsidRPr="000456B4" w:rsidRDefault="00B04EEB" w:rsidP="000B1A01">
            <w:pPr>
              <w:keepNext/>
              <w:jc w:val="left"/>
              <w:rPr>
                <w:ins w:id="3015" w:author="Yasser Syed" w:date="2019-06-25T00:13:00Z"/>
                <w:rFonts w:eastAsia="Calibri"/>
                <w:sz w:val="18"/>
                <w:szCs w:val="18"/>
              </w:rPr>
            </w:pPr>
            <w:ins w:id="3016" w:author="Yasser Syed" w:date="2019-06-25T00:13:00Z">
              <w:r w:rsidRPr="000456B4">
                <w:rPr>
                  <w:rFonts w:eastAsia="Calibri"/>
                  <w:sz w:val="18"/>
                  <w:szCs w:val="18"/>
                </w:rPr>
                <w:t>0.0005 for OLED</w:t>
              </w:r>
            </w:ins>
          </w:p>
        </w:tc>
        <w:tc>
          <w:tcPr>
            <w:tcW w:w="894" w:type="pct"/>
            <w:shd w:val="clear" w:color="auto" w:fill="auto"/>
          </w:tcPr>
          <w:p w14:paraId="3144659B" w14:textId="77777777" w:rsidR="00B04EEB" w:rsidRPr="000456B4" w:rsidRDefault="00B04EEB" w:rsidP="000B1A01">
            <w:pPr>
              <w:keepNext/>
              <w:jc w:val="left"/>
              <w:rPr>
                <w:ins w:id="3017" w:author="Yasser Syed" w:date="2019-06-25T00:13:00Z"/>
                <w:rFonts w:eastAsia="Calibri"/>
                <w:sz w:val="18"/>
                <w:szCs w:val="18"/>
              </w:rPr>
            </w:pPr>
            <w:ins w:id="3018" w:author="Yasser Syed" w:date="2019-06-25T00:13:00Z">
              <w:r w:rsidRPr="000456B4">
                <w:rPr>
                  <w:rFonts w:eastAsia="Calibri"/>
                  <w:sz w:val="18"/>
                  <w:szCs w:val="18"/>
                </w:rPr>
                <w:t xml:space="preserve">0.0005 for </w:t>
              </w:r>
              <w:r>
                <w:rPr>
                  <w:rFonts w:eastAsia="Calibri"/>
                  <w:sz w:val="18"/>
                  <w:szCs w:val="18"/>
                </w:rPr>
                <w:t xml:space="preserve">laser </w:t>
              </w:r>
            </w:ins>
          </w:p>
        </w:tc>
      </w:tr>
      <w:tr w:rsidR="00B04EEB" w:rsidRPr="000456B4" w14:paraId="3841DB1C" w14:textId="77777777" w:rsidTr="000B1A01">
        <w:trPr>
          <w:trHeight w:val="237"/>
          <w:jc w:val="center"/>
          <w:ins w:id="3019" w:author="Yasser Syed" w:date="2019-06-25T00:13:00Z"/>
        </w:trPr>
        <w:tc>
          <w:tcPr>
            <w:tcW w:w="527" w:type="pct"/>
            <w:vMerge w:val="restart"/>
            <w:shd w:val="clear" w:color="auto" w:fill="auto"/>
            <w:textDirection w:val="btLr"/>
            <w:vAlign w:val="center"/>
          </w:tcPr>
          <w:p w14:paraId="57173AC2" w14:textId="77777777" w:rsidR="00B04EEB" w:rsidRPr="00225C72" w:rsidRDefault="00B04EEB" w:rsidP="000B1A01">
            <w:pPr>
              <w:keepNext/>
              <w:spacing w:before="0"/>
              <w:jc w:val="center"/>
              <w:rPr>
                <w:ins w:id="3020" w:author="Yasser Syed" w:date="2019-06-25T00:13:00Z"/>
                <w:rFonts w:eastAsia="Calibri"/>
                <w:b/>
                <w:bCs/>
                <w:sz w:val="18"/>
                <w:szCs w:val="18"/>
              </w:rPr>
            </w:pPr>
            <w:ins w:id="3021" w:author="Yasser Syed" w:date="2019-06-25T00:13:00Z">
              <w:r w:rsidRPr="00950D65">
                <w:rPr>
                  <w:rFonts w:eastAsia="Calibri"/>
                  <w:b/>
                  <w:bCs/>
                  <w:sz w:val="18"/>
                  <w:szCs w:val="18"/>
                </w:rPr>
                <w:t>HEVC or AVC MDCV SEI message</w:t>
              </w:r>
              <w:r>
                <w:rPr>
                  <w:rFonts w:eastAsia="Calibri"/>
                  <w:b/>
                  <w:bCs/>
                  <w:sz w:val="18"/>
                  <w:szCs w:val="18"/>
                </w:rPr>
                <w:br/>
                <w:t xml:space="preserve">Rec. ITU-T </w:t>
              </w:r>
              <w:r w:rsidRPr="00225C72">
                <w:rPr>
                  <w:b/>
                  <w:bCs/>
                  <w:sz w:val="18"/>
                </w:rPr>
                <w:t xml:space="preserve">H.265 | </w:t>
              </w:r>
              <w:r>
                <w:rPr>
                  <w:b/>
                  <w:bCs/>
                  <w:sz w:val="18"/>
                </w:rPr>
                <w:t xml:space="preserve">ISO/IEC </w:t>
              </w:r>
              <w:r w:rsidRPr="00225C72">
                <w:rPr>
                  <w:b/>
                  <w:bCs/>
                  <w:sz w:val="18"/>
                </w:rPr>
                <w:t>23008-2</w:t>
              </w:r>
            </w:ins>
          </w:p>
        </w:tc>
        <w:tc>
          <w:tcPr>
            <w:tcW w:w="1800" w:type="pct"/>
            <w:gridSpan w:val="2"/>
            <w:shd w:val="clear" w:color="auto" w:fill="auto"/>
          </w:tcPr>
          <w:p w14:paraId="3135F613" w14:textId="77777777" w:rsidR="00B04EEB" w:rsidRPr="000456B4" w:rsidRDefault="00B04EEB" w:rsidP="000B1A01">
            <w:pPr>
              <w:keepNext/>
              <w:jc w:val="left"/>
              <w:rPr>
                <w:ins w:id="3022" w:author="Yasser Syed" w:date="2019-06-25T00:13:00Z"/>
                <w:rFonts w:eastAsia="Calibri"/>
                <w:sz w:val="18"/>
                <w:szCs w:val="18"/>
              </w:rPr>
            </w:pPr>
            <w:ins w:id="3023" w:author="Yasser Syed" w:date="2019-06-25T00:13:00Z">
              <w:r w:rsidRPr="000456B4">
                <w:rPr>
                  <w:rFonts w:eastAsia="Calibri"/>
                  <w:sz w:val="18"/>
                  <w:szCs w:val="18"/>
                </w:rPr>
                <w:t>Display_primaries_x[0]/y[0]</w:t>
              </w:r>
            </w:ins>
          </w:p>
        </w:tc>
        <w:tc>
          <w:tcPr>
            <w:tcW w:w="886" w:type="pct"/>
            <w:shd w:val="clear" w:color="auto" w:fill="auto"/>
          </w:tcPr>
          <w:p w14:paraId="7E2E0952" w14:textId="77777777" w:rsidR="00B04EEB" w:rsidRPr="000456B4" w:rsidRDefault="00B04EEB" w:rsidP="000B1A01">
            <w:pPr>
              <w:keepNext/>
              <w:jc w:val="left"/>
              <w:rPr>
                <w:ins w:id="3024" w:author="Yasser Syed" w:date="2019-06-25T00:13:00Z"/>
                <w:rFonts w:eastAsia="Calibri"/>
                <w:sz w:val="18"/>
                <w:szCs w:val="18"/>
              </w:rPr>
            </w:pPr>
            <w:ins w:id="3025" w:author="Yasser Syed" w:date="2019-06-25T00:13:00Z">
              <w:r w:rsidRPr="000456B4">
                <w:rPr>
                  <w:rFonts w:eastAsia="Calibri"/>
                  <w:sz w:val="18"/>
                  <w:szCs w:val="18"/>
                </w:rPr>
                <w:t>{32000, 16500}</w:t>
              </w:r>
            </w:ins>
          </w:p>
        </w:tc>
        <w:tc>
          <w:tcPr>
            <w:tcW w:w="893" w:type="pct"/>
            <w:shd w:val="clear" w:color="auto" w:fill="auto"/>
          </w:tcPr>
          <w:p w14:paraId="47288780" w14:textId="77777777" w:rsidR="00B04EEB" w:rsidRPr="000456B4" w:rsidRDefault="00B04EEB" w:rsidP="000B1A01">
            <w:pPr>
              <w:keepNext/>
              <w:jc w:val="left"/>
              <w:rPr>
                <w:ins w:id="3026" w:author="Yasser Syed" w:date="2019-06-25T00:13:00Z"/>
                <w:rFonts w:eastAsia="Calibri"/>
                <w:sz w:val="18"/>
                <w:szCs w:val="18"/>
              </w:rPr>
            </w:pPr>
            <w:ins w:id="3027" w:author="Yasser Syed" w:date="2019-06-25T00:13:00Z">
              <w:r w:rsidRPr="000456B4">
                <w:rPr>
                  <w:rFonts w:eastAsia="Calibri"/>
                  <w:sz w:val="18"/>
                  <w:szCs w:val="18"/>
                </w:rPr>
                <w:t>{35400, 14600}</w:t>
              </w:r>
            </w:ins>
          </w:p>
        </w:tc>
        <w:tc>
          <w:tcPr>
            <w:tcW w:w="894" w:type="pct"/>
            <w:shd w:val="clear" w:color="auto" w:fill="auto"/>
          </w:tcPr>
          <w:p w14:paraId="78E304F3" w14:textId="77777777" w:rsidR="00B04EEB" w:rsidRPr="000456B4" w:rsidRDefault="00B04EEB" w:rsidP="000B1A01">
            <w:pPr>
              <w:keepNext/>
              <w:jc w:val="left"/>
              <w:rPr>
                <w:ins w:id="3028" w:author="Yasser Syed" w:date="2019-06-25T00:13:00Z"/>
                <w:rFonts w:eastAsia="Calibri"/>
                <w:sz w:val="18"/>
                <w:szCs w:val="18"/>
              </w:rPr>
            </w:pPr>
            <w:ins w:id="3029" w:author="Yasser Syed" w:date="2019-06-25T00:13:00Z">
              <w:r w:rsidRPr="000456B4">
                <w:rPr>
                  <w:rFonts w:eastAsia="Calibri"/>
                  <w:sz w:val="18"/>
                  <w:szCs w:val="18"/>
                </w:rPr>
                <w:t>{34000, 16000}</w:t>
              </w:r>
            </w:ins>
          </w:p>
        </w:tc>
      </w:tr>
      <w:tr w:rsidR="00B04EEB" w:rsidRPr="000456B4" w14:paraId="37137132" w14:textId="77777777" w:rsidTr="000B1A01">
        <w:trPr>
          <w:trHeight w:val="237"/>
          <w:jc w:val="center"/>
          <w:ins w:id="3030" w:author="Yasser Syed" w:date="2019-06-25T00:13:00Z"/>
        </w:trPr>
        <w:tc>
          <w:tcPr>
            <w:tcW w:w="527" w:type="pct"/>
            <w:vMerge/>
            <w:shd w:val="clear" w:color="auto" w:fill="auto"/>
            <w:vAlign w:val="center"/>
          </w:tcPr>
          <w:p w14:paraId="517F8C53" w14:textId="77777777" w:rsidR="00B04EEB" w:rsidRPr="000456B4" w:rsidRDefault="00B04EEB" w:rsidP="000B1A01">
            <w:pPr>
              <w:keepNext/>
              <w:spacing w:before="0"/>
              <w:jc w:val="center"/>
              <w:rPr>
                <w:ins w:id="3031" w:author="Yasser Syed" w:date="2019-06-25T00:13:00Z"/>
                <w:rFonts w:eastAsia="Calibri"/>
                <w:b/>
                <w:bCs/>
                <w:sz w:val="18"/>
                <w:szCs w:val="18"/>
              </w:rPr>
            </w:pPr>
          </w:p>
        </w:tc>
        <w:tc>
          <w:tcPr>
            <w:tcW w:w="1800" w:type="pct"/>
            <w:gridSpan w:val="2"/>
            <w:shd w:val="clear" w:color="auto" w:fill="auto"/>
          </w:tcPr>
          <w:p w14:paraId="25372D1D" w14:textId="77777777" w:rsidR="00B04EEB" w:rsidRPr="000456B4" w:rsidRDefault="00B04EEB" w:rsidP="000B1A01">
            <w:pPr>
              <w:keepNext/>
              <w:jc w:val="left"/>
              <w:rPr>
                <w:ins w:id="3032" w:author="Yasser Syed" w:date="2019-06-25T00:13:00Z"/>
                <w:rFonts w:eastAsia="Calibri"/>
                <w:sz w:val="18"/>
                <w:szCs w:val="18"/>
              </w:rPr>
            </w:pPr>
            <w:ins w:id="3033" w:author="Yasser Syed" w:date="2019-06-25T00:13:00Z">
              <w:r w:rsidRPr="000456B4">
                <w:rPr>
                  <w:rFonts w:eastAsia="Calibri"/>
                  <w:sz w:val="18"/>
                  <w:szCs w:val="18"/>
                </w:rPr>
                <w:t>Display_primaries_x[1]/y[1]</w:t>
              </w:r>
            </w:ins>
          </w:p>
        </w:tc>
        <w:tc>
          <w:tcPr>
            <w:tcW w:w="886" w:type="pct"/>
            <w:shd w:val="clear" w:color="auto" w:fill="auto"/>
          </w:tcPr>
          <w:p w14:paraId="50CA66A9" w14:textId="77777777" w:rsidR="00B04EEB" w:rsidRPr="000456B4" w:rsidRDefault="00B04EEB" w:rsidP="000B1A01">
            <w:pPr>
              <w:keepNext/>
              <w:jc w:val="left"/>
              <w:rPr>
                <w:ins w:id="3034" w:author="Yasser Syed" w:date="2019-06-25T00:13:00Z"/>
                <w:rFonts w:eastAsia="Calibri"/>
                <w:sz w:val="18"/>
                <w:szCs w:val="18"/>
              </w:rPr>
            </w:pPr>
            <w:ins w:id="3035" w:author="Yasser Syed" w:date="2019-06-25T00:13:00Z">
              <w:r w:rsidRPr="000456B4">
                <w:rPr>
                  <w:rFonts w:eastAsia="Calibri"/>
                  <w:sz w:val="18"/>
                  <w:szCs w:val="18"/>
                </w:rPr>
                <w:t>{15000, 30000}</w:t>
              </w:r>
            </w:ins>
          </w:p>
        </w:tc>
        <w:tc>
          <w:tcPr>
            <w:tcW w:w="893" w:type="pct"/>
            <w:shd w:val="clear" w:color="auto" w:fill="auto"/>
          </w:tcPr>
          <w:p w14:paraId="7FD132EA" w14:textId="77777777" w:rsidR="00B04EEB" w:rsidRPr="000456B4" w:rsidRDefault="00B04EEB" w:rsidP="000B1A01">
            <w:pPr>
              <w:keepNext/>
              <w:jc w:val="left"/>
              <w:rPr>
                <w:ins w:id="3036" w:author="Yasser Syed" w:date="2019-06-25T00:13:00Z"/>
                <w:rFonts w:eastAsia="Calibri"/>
                <w:sz w:val="18"/>
                <w:szCs w:val="18"/>
              </w:rPr>
            </w:pPr>
            <w:ins w:id="3037" w:author="Yasser Syed" w:date="2019-06-25T00:13:00Z">
              <w:r w:rsidRPr="000456B4">
                <w:rPr>
                  <w:rFonts w:eastAsia="Calibri"/>
                  <w:sz w:val="18"/>
                  <w:szCs w:val="18"/>
                </w:rPr>
                <w:t>{8500, 39850}</w:t>
              </w:r>
            </w:ins>
          </w:p>
        </w:tc>
        <w:tc>
          <w:tcPr>
            <w:tcW w:w="894" w:type="pct"/>
            <w:shd w:val="clear" w:color="auto" w:fill="auto"/>
          </w:tcPr>
          <w:p w14:paraId="179B2CD4" w14:textId="77777777" w:rsidR="00B04EEB" w:rsidRPr="000456B4" w:rsidRDefault="00B04EEB" w:rsidP="000B1A01">
            <w:pPr>
              <w:keepNext/>
              <w:jc w:val="left"/>
              <w:rPr>
                <w:ins w:id="3038" w:author="Yasser Syed" w:date="2019-06-25T00:13:00Z"/>
                <w:rFonts w:eastAsia="Calibri"/>
                <w:sz w:val="18"/>
                <w:szCs w:val="18"/>
              </w:rPr>
            </w:pPr>
            <w:ins w:id="3039" w:author="Yasser Syed" w:date="2019-06-25T00:13:00Z">
              <w:r w:rsidRPr="000456B4">
                <w:rPr>
                  <w:rFonts w:eastAsia="Calibri"/>
                  <w:sz w:val="18"/>
                  <w:szCs w:val="18"/>
                </w:rPr>
                <w:t>{13250, 34500}</w:t>
              </w:r>
            </w:ins>
          </w:p>
        </w:tc>
      </w:tr>
      <w:tr w:rsidR="00B04EEB" w:rsidRPr="000456B4" w14:paraId="249111F5" w14:textId="77777777" w:rsidTr="000B1A01">
        <w:trPr>
          <w:trHeight w:val="237"/>
          <w:jc w:val="center"/>
          <w:ins w:id="3040" w:author="Yasser Syed" w:date="2019-06-25T00:13:00Z"/>
        </w:trPr>
        <w:tc>
          <w:tcPr>
            <w:tcW w:w="527" w:type="pct"/>
            <w:vMerge/>
            <w:shd w:val="clear" w:color="auto" w:fill="auto"/>
            <w:vAlign w:val="center"/>
          </w:tcPr>
          <w:p w14:paraId="7FEA5D22" w14:textId="77777777" w:rsidR="00B04EEB" w:rsidRPr="000456B4" w:rsidRDefault="00B04EEB" w:rsidP="000B1A01">
            <w:pPr>
              <w:keepNext/>
              <w:spacing w:before="0"/>
              <w:jc w:val="center"/>
              <w:rPr>
                <w:ins w:id="3041" w:author="Yasser Syed" w:date="2019-06-25T00:13:00Z"/>
                <w:rFonts w:eastAsia="Calibri"/>
                <w:b/>
                <w:bCs/>
                <w:sz w:val="18"/>
                <w:szCs w:val="18"/>
              </w:rPr>
            </w:pPr>
          </w:p>
        </w:tc>
        <w:tc>
          <w:tcPr>
            <w:tcW w:w="1800" w:type="pct"/>
            <w:gridSpan w:val="2"/>
            <w:shd w:val="clear" w:color="auto" w:fill="auto"/>
          </w:tcPr>
          <w:p w14:paraId="5D03D69D" w14:textId="77777777" w:rsidR="00B04EEB" w:rsidRPr="000456B4" w:rsidRDefault="00B04EEB" w:rsidP="000B1A01">
            <w:pPr>
              <w:keepNext/>
              <w:jc w:val="left"/>
              <w:rPr>
                <w:ins w:id="3042" w:author="Yasser Syed" w:date="2019-06-25T00:13:00Z"/>
                <w:rFonts w:eastAsia="Calibri"/>
                <w:sz w:val="18"/>
                <w:szCs w:val="18"/>
              </w:rPr>
            </w:pPr>
            <w:ins w:id="3043" w:author="Yasser Syed" w:date="2019-06-25T00:13:00Z">
              <w:r w:rsidRPr="000456B4">
                <w:rPr>
                  <w:rFonts w:eastAsia="Calibri"/>
                  <w:sz w:val="18"/>
                  <w:szCs w:val="18"/>
                </w:rPr>
                <w:t>Display_primaries_x[2]/y[2]</w:t>
              </w:r>
            </w:ins>
          </w:p>
        </w:tc>
        <w:tc>
          <w:tcPr>
            <w:tcW w:w="886" w:type="pct"/>
            <w:shd w:val="clear" w:color="auto" w:fill="auto"/>
          </w:tcPr>
          <w:p w14:paraId="774D2936" w14:textId="77777777" w:rsidR="00B04EEB" w:rsidRPr="000456B4" w:rsidRDefault="00B04EEB" w:rsidP="000B1A01">
            <w:pPr>
              <w:keepNext/>
              <w:jc w:val="left"/>
              <w:rPr>
                <w:ins w:id="3044" w:author="Yasser Syed" w:date="2019-06-25T00:13:00Z"/>
                <w:rFonts w:eastAsia="Calibri"/>
                <w:sz w:val="18"/>
                <w:szCs w:val="18"/>
              </w:rPr>
            </w:pPr>
            <w:ins w:id="3045" w:author="Yasser Syed" w:date="2019-06-25T00:13:00Z">
              <w:r w:rsidRPr="000456B4">
                <w:rPr>
                  <w:rFonts w:eastAsia="Calibri"/>
                  <w:sz w:val="18"/>
                  <w:szCs w:val="18"/>
                </w:rPr>
                <w:t>{7500, 3000}</w:t>
              </w:r>
            </w:ins>
          </w:p>
        </w:tc>
        <w:tc>
          <w:tcPr>
            <w:tcW w:w="893" w:type="pct"/>
            <w:shd w:val="clear" w:color="auto" w:fill="auto"/>
          </w:tcPr>
          <w:p w14:paraId="6632F733" w14:textId="77777777" w:rsidR="00B04EEB" w:rsidRPr="000456B4" w:rsidRDefault="00B04EEB" w:rsidP="000B1A01">
            <w:pPr>
              <w:keepNext/>
              <w:jc w:val="left"/>
              <w:rPr>
                <w:ins w:id="3046" w:author="Yasser Syed" w:date="2019-06-25T00:13:00Z"/>
                <w:rFonts w:eastAsia="Calibri"/>
                <w:sz w:val="18"/>
                <w:szCs w:val="18"/>
              </w:rPr>
            </w:pPr>
            <w:ins w:id="3047" w:author="Yasser Syed" w:date="2019-06-25T00:13:00Z">
              <w:r w:rsidRPr="000456B4">
                <w:rPr>
                  <w:rFonts w:eastAsia="Calibri"/>
                  <w:sz w:val="18"/>
                  <w:szCs w:val="18"/>
                </w:rPr>
                <w:t>{6550, 2300}</w:t>
              </w:r>
            </w:ins>
          </w:p>
        </w:tc>
        <w:tc>
          <w:tcPr>
            <w:tcW w:w="894" w:type="pct"/>
            <w:shd w:val="clear" w:color="auto" w:fill="auto"/>
          </w:tcPr>
          <w:p w14:paraId="4C423FA9" w14:textId="77777777" w:rsidR="00B04EEB" w:rsidRPr="000456B4" w:rsidRDefault="00B04EEB" w:rsidP="000B1A01">
            <w:pPr>
              <w:keepNext/>
              <w:jc w:val="left"/>
              <w:rPr>
                <w:ins w:id="3048" w:author="Yasser Syed" w:date="2019-06-25T00:13:00Z"/>
                <w:rFonts w:eastAsia="Calibri"/>
                <w:sz w:val="18"/>
                <w:szCs w:val="18"/>
              </w:rPr>
            </w:pPr>
            <w:ins w:id="3049" w:author="Yasser Syed" w:date="2019-06-25T00:13:00Z">
              <w:r w:rsidRPr="000456B4">
                <w:rPr>
                  <w:rFonts w:eastAsia="Calibri"/>
                  <w:sz w:val="18"/>
                  <w:szCs w:val="18"/>
                </w:rPr>
                <w:t>{7500, 3000}</w:t>
              </w:r>
            </w:ins>
          </w:p>
        </w:tc>
      </w:tr>
      <w:tr w:rsidR="00B04EEB" w:rsidRPr="000456B4" w14:paraId="363E0D2C" w14:textId="77777777" w:rsidTr="000B1A01">
        <w:trPr>
          <w:trHeight w:val="237"/>
          <w:jc w:val="center"/>
          <w:ins w:id="3050" w:author="Yasser Syed" w:date="2019-06-25T00:13:00Z"/>
        </w:trPr>
        <w:tc>
          <w:tcPr>
            <w:tcW w:w="527" w:type="pct"/>
            <w:vMerge/>
            <w:shd w:val="clear" w:color="auto" w:fill="auto"/>
            <w:vAlign w:val="center"/>
          </w:tcPr>
          <w:p w14:paraId="6C6ABC7E" w14:textId="77777777" w:rsidR="00B04EEB" w:rsidRPr="000456B4" w:rsidRDefault="00B04EEB" w:rsidP="000B1A01">
            <w:pPr>
              <w:keepNext/>
              <w:spacing w:before="0"/>
              <w:jc w:val="center"/>
              <w:rPr>
                <w:ins w:id="3051" w:author="Yasser Syed" w:date="2019-06-25T00:13:00Z"/>
                <w:rFonts w:eastAsia="Calibri"/>
                <w:b/>
                <w:bCs/>
                <w:sz w:val="18"/>
                <w:szCs w:val="18"/>
              </w:rPr>
            </w:pPr>
          </w:p>
        </w:tc>
        <w:tc>
          <w:tcPr>
            <w:tcW w:w="1800" w:type="pct"/>
            <w:gridSpan w:val="2"/>
            <w:shd w:val="clear" w:color="auto" w:fill="auto"/>
          </w:tcPr>
          <w:p w14:paraId="55CE1B78" w14:textId="77777777" w:rsidR="00B04EEB" w:rsidRPr="000456B4" w:rsidRDefault="00B04EEB" w:rsidP="000B1A01">
            <w:pPr>
              <w:keepNext/>
              <w:jc w:val="left"/>
              <w:rPr>
                <w:ins w:id="3052" w:author="Yasser Syed" w:date="2019-06-25T00:13:00Z"/>
                <w:rFonts w:eastAsia="Calibri"/>
                <w:sz w:val="18"/>
                <w:szCs w:val="18"/>
              </w:rPr>
            </w:pPr>
            <w:ins w:id="3053" w:author="Yasser Syed" w:date="2019-06-25T00:13:00Z">
              <w:r w:rsidRPr="000456B4">
                <w:rPr>
                  <w:rFonts w:eastAsia="Calibri"/>
                  <w:sz w:val="18"/>
                  <w:szCs w:val="18"/>
                </w:rPr>
                <w:t>White_point_x/y</w:t>
              </w:r>
            </w:ins>
          </w:p>
        </w:tc>
        <w:tc>
          <w:tcPr>
            <w:tcW w:w="2673" w:type="pct"/>
            <w:gridSpan w:val="3"/>
            <w:shd w:val="clear" w:color="auto" w:fill="auto"/>
          </w:tcPr>
          <w:p w14:paraId="5F00A16F" w14:textId="77777777" w:rsidR="00B04EEB" w:rsidRPr="000456B4" w:rsidRDefault="00B04EEB" w:rsidP="000B1A01">
            <w:pPr>
              <w:keepNext/>
              <w:jc w:val="left"/>
              <w:rPr>
                <w:ins w:id="3054" w:author="Yasser Syed" w:date="2019-06-25T00:13:00Z"/>
                <w:rFonts w:eastAsia="Calibri"/>
                <w:sz w:val="18"/>
                <w:szCs w:val="18"/>
              </w:rPr>
            </w:pPr>
            <w:ins w:id="3055" w:author="Yasser Syed" w:date="2019-06-25T00:13:00Z">
              <w:r w:rsidRPr="000456B4">
                <w:rPr>
                  <w:rFonts w:eastAsia="Calibri"/>
                  <w:sz w:val="18"/>
                  <w:szCs w:val="18"/>
                </w:rPr>
                <w:t>{15635, 16450}</w:t>
              </w:r>
            </w:ins>
          </w:p>
        </w:tc>
      </w:tr>
      <w:tr w:rsidR="00B04EEB" w:rsidRPr="000456B4" w14:paraId="1BC8E6AA" w14:textId="77777777" w:rsidTr="000B1A01">
        <w:trPr>
          <w:trHeight w:val="237"/>
          <w:jc w:val="center"/>
          <w:ins w:id="3056" w:author="Yasser Syed" w:date="2019-06-25T00:13:00Z"/>
        </w:trPr>
        <w:tc>
          <w:tcPr>
            <w:tcW w:w="527" w:type="pct"/>
            <w:vMerge/>
            <w:shd w:val="clear" w:color="auto" w:fill="auto"/>
            <w:vAlign w:val="center"/>
          </w:tcPr>
          <w:p w14:paraId="058C0F67" w14:textId="77777777" w:rsidR="00B04EEB" w:rsidRPr="000456B4" w:rsidRDefault="00B04EEB" w:rsidP="000B1A01">
            <w:pPr>
              <w:keepNext/>
              <w:spacing w:before="0"/>
              <w:jc w:val="center"/>
              <w:rPr>
                <w:ins w:id="3057" w:author="Yasser Syed" w:date="2019-06-25T00:13:00Z"/>
                <w:rFonts w:eastAsia="Calibri"/>
                <w:b/>
                <w:bCs/>
                <w:sz w:val="18"/>
                <w:szCs w:val="18"/>
              </w:rPr>
            </w:pPr>
          </w:p>
        </w:tc>
        <w:tc>
          <w:tcPr>
            <w:tcW w:w="1800" w:type="pct"/>
            <w:gridSpan w:val="2"/>
            <w:shd w:val="clear" w:color="auto" w:fill="auto"/>
          </w:tcPr>
          <w:p w14:paraId="6937A1A8" w14:textId="77777777" w:rsidR="00B04EEB" w:rsidRPr="000456B4" w:rsidRDefault="00B04EEB" w:rsidP="000B1A01">
            <w:pPr>
              <w:keepNext/>
              <w:jc w:val="left"/>
              <w:rPr>
                <w:ins w:id="3058" w:author="Yasser Syed" w:date="2019-06-25T00:13:00Z"/>
                <w:rFonts w:eastAsia="Calibri"/>
                <w:sz w:val="18"/>
                <w:szCs w:val="18"/>
              </w:rPr>
            </w:pPr>
            <w:ins w:id="3059" w:author="Yasser Syed" w:date="2019-06-25T00:13:00Z">
              <w:r w:rsidRPr="000456B4">
                <w:rPr>
                  <w:rFonts w:eastAsia="Calibri"/>
                  <w:sz w:val="18"/>
                  <w:szCs w:val="18"/>
                </w:rPr>
                <w:t>Max/min_display_mastering_luminance</w:t>
              </w:r>
            </w:ins>
          </w:p>
        </w:tc>
        <w:tc>
          <w:tcPr>
            <w:tcW w:w="886" w:type="pct"/>
            <w:shd w:val="clear" w:color="auto" w:fill="auto"/>
          </w:tcPr>
          <w:p w14:paraId="16418F90" w14:textId="77777777" w:rsidR="00B04EEB" w:rsidRPr="000456B4" w:rsidRDefault="00B04EEB" w:rsidP="000B1A01">
            <w:pPr>
              <w:keepNext/>
              <w:jc w:val="left"/>
              <w:rPr>
                <w:ins w:id="3060" w:author="Yasser Syed" w:date="2019-06-25T00:13:00Z"/>
                <w:rFonts w:eastAsia="Calibri"/>
                <w:sz w:val="18"/>
                <w:szCs w:val="18"/>
              </w:rPr>
            </w:pPr>
            <w:ins w:id="3061" w:author="Yasser Syed" w:date="2019-06-25T00:13:00Z">
              <w:r w:rsidRPr="000456B4">
                <w:rPr>
                  <w:rFonts w:eastAsia="Calibri"/>
                  <w:sz w:val="18"/>
                  <w:szCs w:val="18"/>
                </w:rPr>
                <w:t>{1000000, 500}</w:t>
              </w:r>
            </w:ins>
          </w:p>
        </w:tc>
        <w:tc>
          <w:tcPr>
            <w:tcW w:w="893" w:type="pct"/>
            <w:shd w:val="clear" w:color="auto" w:fill="auto"/>
          </w:tcPr>
          <w:p w14:paraId="6C2D3F82" w14:textId="77777777" w:rsidR="00B04EEB" w:rsidRPr="000456B4" w:rsidRDefault="00B04EEB" w:rsidP="000B1A01">
            <w:pPr>
              <w:keepNext/>
              <w:jc w:val="left"/>
              <w:rPr>
                <w:ins w:id="3062" w:author="Yasser Syed" w:date="2019-06-25T00:13:00Z"/>
                <w:rFonts w:eastAsia="Calibri"/>
                <w:sz w:val="18"/>
                <w:szCs w:val="18"/>
              </w:rPr>
            </w:pPr>
            <w:ins w:id="3063" w:author="Yasser Syed" w:date="2019-06-25T00:13:00Z">
              <w:r w:rsidRPr="000456B4">
                <w:rPr>
                  <w:rFonts w:eastAsia="Calibri"/>
                  <w:sz w:val="18"/>
                  <w:szCs w:val="18"/>
                </w:rPr>
                <w:t>{10000000, 5}</w:t>
              </w:r>
            </w:ins>
          </w:p>
        </w:tc>
        <w:tc>
          <w:tcPr>
            <w:tcW w:w="894" w:type="pct"/>
            <w:shd w:val="clear" w:color="auto" w:fill="auto"/>
          </w:tcPr>
          <w:p w14:paraId="1EEA40E9" w14:textId="77777777" w:rsidR="00B04EEB" w:rsidRPr="000456B4" w:rsidRDefault="00B04EEB" w:rsidP="000B1A01">
            <w:pPr>
              <w:keepNext/>
              <w:jc w:val="left"/>
              <w:rPr>
                <w:ins w:id="3064" w:author="Yasser Syed" w:date="2019-06-25T00:13:00Z"/>
                <w:rFonts w:eastAsia="Calibri"/>
                <w:sz w:val="18"/>
                <w:szCs w:val="18"/>
              </w:rPr>
            </w:pPr>
            <w:ins w:id="3065" w:author="Yasser Syed" w:date="2019-06-25T00:13:00Z">
              <w:r w:rsidRPr="000456B4">
                <w:rPr>
                  <w:rFonts w:eastAsia="Calibri"/>
                  <w:sz w:val="18"/>
                  <w:szCs w:val="18"/>
                </w:rPr>
                <w:t>{10000000, 5}</w:t>
              </w:r>
            </w:ins>
          </w:p>
        </w:tc>
      </w:tr>
      <w:tr w:rsidR="00B04EEB" w:rsidRPr="000456B4" w14:paraId="2F0C270A" w14:textId="77777777" w:rsidTr="000B1A01">
        <w:trPr>
          <w:cantSplit/>
          <w:trHeight w:val="710"/>
          <w:jc w:val="center"/>
          <w:ins w:id="3066" w:author="Yasser Syed" w:date="2019-06-25T00:13:00Z"/>
        </w:trPr>
        <w:tc>
          <w:tcPr>
            <w:tcW w:w="527" w:type="pct"/>
            <w:vMerge w:val="restart"/>
            <w:shd w:val="clear" w:color="auto" w:fill="auto"/>
            <w:textDirection w:val="btLr"/>
            <w:vAlign w:val="center"/>
          </w:tcPr>
          <w:p w14:paraId="0545CE32" w14:textId="77777777" w:rsidR="00B04EEB" w:rsidRPr="000456B4" w:rsidRDefault="00B04EEB" w:rsidP="000B1A01">
            <w:pPr>
              <w:keepNext/>
              <w:spacing w:before="0"/>
              <w:jc w:val="center"/>
              <w:rPr>
                <w:ins w:id="3067" w:author="Yasser Syed" w:date="2019-06-25T00:13:00Z"/>
                <w:rFonts w:eastAsia="Calibri"/>
                <w:b/>
                <w:bCs/>
                <w:sz w:val="18"/>
                <w:szCs w:val="18"/>
              </w:rPr>
            </w:pPr>
            <w:ins w:id="3068" w:author="Yasser Syed" w:date="2019-06-25T00:13:00Z">
              <w:r w:rsidRPr="000456B4">
                <w:rPr>
                  <w:rFonts w:eastAsia="Calibri"/>
                  <w:b/>
                  <w:bCs/>
                  <w:sz w:val="18"/>
                  <w:szCs w:val="18"/>
                </w:rPr>
                <w:t>SMPTE MXF parameters</w:t>
              </w:r>
              <w:r>
                <w:rPr>
                  <w:rFonts w:eastAsia="Calibri"/>
                  <w:b/>
                  <w:bCs/>
                  <w:sz w:val="18"/>
                  <w:szCs w:val="18"/>
                </w:rPr>
                <w:br/>
                <w:t xml:space="preserve">SMPTE </w:t>
              </w:r>
              <w:r>
                <w:rPr>
                  <w:b/>
                  <w:sz w:val="18"/>
                  <w:szCs w:val="18"/>
                </w:rPr>
                <w:t>ST 2067-21</w:t>
              </w:r>
            </w:ins>
          </w:p>
        </w:tc>
        <w:tc>
          <w:tcPr>
            <w:tcW w:w="1224" w:type="pct"/>
            <w:vMerge w:val="restart"/>
            <w:shd w:val="clear" w:color="auto" w:fill="auto"/>
          </w:tcPr>
          <w:p w14:paraId="6203FDBF" w14:textId="77777777" w:rsidR="00B04EEB" w:rsidRPr="000456B4" w:rsidRDefault="00B04EEB" w:rsidP="000B1A01">
            <w:pPr>
              <w:keepNext/>
              <w:jc w:val="left"/>
              <w:rPr>
                <w:ins w:id="3069" w:author="Yasser Syed" w:date="2019-06-25T00:13:00Z"/>
                <w:rFonts w:eastAsia="Calibri"/>
                <w:sz w:val="18"/>
                <w:szCs w:val="18"/>
              </w:rPr>
            </w:pPr>
            <w:ins w:id="3070" w:author="Yasser Syed" w:date="2019-06-25T00:13:00Z">
              <w:r w:rsidRPr="000456B4">
                <w:rPr>
                  <w:rFonts w:eastAsia="Calibri"/>
                  <w:sz w:val="18"/>
                  <w:szCs w:val="18"/>
                </w:rPr>
                <w:t>MasteringDisplayPrimaries</w:t>
              </w:r>
            </w:ins>
          </w:p>
        </w:tc>
        <w:tc>
          <w:tcPr>
            <w:tcW w:w="576" w:type="pct"/>
            <w:shd w:val="clear" w:color="auto" w:fill="auto"/>
          </w:tcPr>
          <w:p w14:paraId="4E2A8152" w14:textId="77777777" w:rsidR="00B04EEB" w:rsidRPr="000456B4" w:rsidRDefault="00B04EEB" w:rsidP="000B1A01">
            <w:pPr>
              <w:keepNext/>
              <w:jc w:val="left"/>
              <w:rPr>
                <w:ins w:id="3071" w:author="Yasser Syed" w:date="2019-06-25T00:13:00Z"/>
                <w:rFonts w:eastAsia="Calibri"/>
                <w:sz w:val="18"/>
                <w:szCs w:val="18"/>
              </w:rPr>
            </w:pPr>
            <w:ins w:id="3072" w:author="Yasser Syed" w:date="2019-06-25T00:13:00Z">
              <w:r w:rsidRPr="000456B4">
                <w:rPr>
                  <w:rFonts w:eastAsia="Calibri"/>
                  <w:sz w:val="18"/>
                  <w:szCs w:val="18"/>
                </w:rPr>
                <w:t xml:space="preserve">Registration </w:t>
              </w:r>
              <w:r>
                <w:rPr>
                  <w:rFonts w:eastAsia="Calibri"/>
                  <w:sz w:val="18"/>
                  <w:szCs w:val="18"/>
                </w:rPr>
                <w:t>i</w:t>
              </w:r>
              <w:r w:rsidRPr="000456B4">
                <w:rPr>
                  <w:rFonts w:eastAsia="Calibri"/>
                  <w:sz w:val="18"/>
                  <w:szCs w:val="18"/>
                </w:rPr>
                <w:t>dentifier</w:t>
              </w:r>
            </w:ins>
          </w:p>
        </w:tc>
        <w:tc>
          <w:tcPr>
            <w:tcW w:w="2673" w:type="pct"/>
            <w:gridSpan w:val="3"/>
            <w:shd w:val="clear" w:color="auto" w:fill="auto"/>
          </w:tcPr>
          <w:p w14:paraId="4FB00712" w14:textId="77777777" w:rsidR="00B04EEB" w:rsidRPr="000456B4" w:rsidRDefault="00B04EEB" w:rsidP="000B1A01">
            <w:pPr>
              <w:keepNext/>
              <w:jc w:val="left"/>
              <w:rPr>
                <w:ins w:id="3073" w:author="Yasser Syed" w:date="2019-06-25T00:13:00Z"/>
                <w:rFonts w:eastAsia="Calibri"/>
                <w:sz w:val="18"/>
                <w:szCs w:val="18"/>
              </w:rPr>
            </w:pPr>
            <w:ins w:id="3074" w:author="Yasser Syed" w:date="2019-06-25T00:13:00Z">
              <w:r w:rsidRPr="000456B4">
                <w:rPr>
                  <w:rFonts w:eastAsia="Calibri"/>
                  <w:sz w:val="18"/>
                  <w:szCs w:val="18"/>
                </w:rPr>
                <w:t>060e2b34.0101010e.04200401.01010000</w:t>
              </w:r>
            </w:ins>
          </w:p>
        </w:tc>
      </w:tr>
      <w:tr w:rsidR="00B04EEB" w:rsidRPr="000456B4" w14:paraId="666BE1B8" w14:textId="77777777" w:rsidTr="000B1A01">
        <w:trPr>
          <w:cantSplit/>
          <w:trHeight w:val="611"/>
          <w:jc w:val="center"/>
          <w:ins w:id="3075" w:author="Yasser Syed" w:date="2019-06-25T00:13:00Z"/>
        </w:trPr>
        <w:tc>
          <w:tcPr>
            <w:tcW w:w="527" w:type="pct"/>
            <w:vMerge/>
            <w:shd w:val="clear" w:color="auto" w:fill="auto"/>
            <w:textDirection w:val="btLr"/>
            <w:vAlign w:val="center"/>
          </w:tcPr>
          <w:p w14:paraId="00427AE3" w14:textId="77777777" w:rsidR="00B04EEB" w:rsidRPr="000456B4" w:rsidRDefault="00B04EEB" w:rsidP="000B1A01">
            <w:pPr>
              <w:keepNext/>
              <w:spacing w:before="0"/>
              <w:jc w:val="center"/>
              <w:rPr>
                <w:ins w:id="3076" w:author="Yasser Syed" w:date="2019-06-25T00:13:00Z"/>
                <w:rFonts w:eastAsia="Calibri"/>
                <w:b/>
                <w:bCs/>
                <w:sz w:val="18"/>
                <w:szCs w:val="18"/>
              </w:rPr>
            </w:pPr>
          </w:p>
        </w:tc>
        <w:tc>
          <w:tcPr>
            <w:tcW w:w="1224" w:type="pct"/>
            <w:vMerge/>
            <w:shd w:val="clear" w:color="auto" w:fill="auto"/>
          </w:tcPr>
          <w:p w14:paraId="1170F830" w14:textId="77777777" w:rsidR="00B04EEB" w:rsidRPr="000456B4" w:rsidRDefault="00B04EEB" w:rsidP="000B1A01">
            <w:pPr>
              <w:keepNext/>
              <w:jc w:val="left"/>
              <w:rPr>
                <w:ins w:id="3077" w:author="Yasser Syed" w:date="2019-06-25T00:13:00Z"/>
                <w:rFonts w:eastAsia="Calibri"/>
                <w:sz w:val="18"/>
                <w:szCs w:val="18"/>
              </w:rPr>
            </w:pPr>
          </w:p>
        </w:tc>
        <w:tc>
          <w:tcPr>
            <w:tcW w:w="576" w:type="pct"/>
            <w:shd w:val="clear" w:color="auto" w:fill="auto"/>
          </w:tcPr>
          <w:p w14:paraId="35EDF2E0" w14:textId="77777777" w:rsidR="00B04EEB" w:rsidRPr="000456B4" w:rsidRDefault="00B04EEB" w:rsidP="000B1A01">
            <w:pPr>
              <w:keepNext/>
              <w:jc w:val="left"/>
              <w:rPr>
                <w:ins w:id="3078" w:author="Yasser Syed" w:date="2019-06-25T00:13:00Z"/>
                <w:rFonts w:eastAsia="Calibri"/>
                <w:sz w:val="18"/>
                <w:szCs w:val="18"/>
              </w:rPr>
            </w:pPr>
            <w:ins w:id="3079" w:author="Yasser Syed" w:date="2019-06-25T00:13:00Z">
              <w:r w:rsidRPr="000456B4">
                <w:rPr>
                  <w:rFonts w:eastAsia="Calibri"/>
                  <w:sz w:val="18"/>
                  <w:szCs w:val="18"/>
                </w:rPr>
                <w:t xml:space="preserve">Coded </w:t>
              </w:r>
              <w:r>
                <w:rPr>
                  <w:rFonts w:eastAsia="Calibri"/>
                  <w:sz w:val="18"/>
                  <w:szCs w:val="18"/>
                </w:rPr>
                <w:t>d</w:t>
              </w:r>
              <w:r w:rsidRPr="000456B4">
                <w:rPr>
                  <w:rFonts w:eastAsia="Calibri"/>
                  <w:sz w:val="18"/>
                  <w:szCs w:val="18"/>
                </w:rPr>
                <w:t>ecimal</w:t>
              </w:r>
            </w:ins>
          </w:p>
        </w:tc>
        <w:tc>
          <w:tcPr>
            <w:tcW w:w="886" w:type="pct"/>
            <w:shd w:val="clear" w:color="auto" w:fill="auto"/>
          </w:tcPr>
          <w:p w14:paraId="048B4E61" w14:textId="77777777" w:rsidR="00B04EEB" w:rsidRPr="000456B4" w:rsidRDefault="00B04EEB" w:rsidP="000B1A01">
            <w:pPr>
              <w:keepNext/>
              <w:jc w:val="left"/>
              <w:rPr>
                <w:ins w:id="3080" w:author="Yasser Syed" w:date="2019-06-25T00:13:00Z"/>
                <w:rFonts w:eastAsia="Calibri"/>
                <w:sz w:val="18"/>
                <w:szCs w:val="18"/>
              </w:rPr>
            </w:pPr>
            <w:ins w:id="3081" w:author="Yasser Syed" w:date="2019-06-25T00:13:00Z">
              <w:r w:rsidRPr="000456B4">
                <w:rPr>
                  <w:rFonts w:eastAsia="Calibri"/>
                  <w:sz w:val="18"/>
                  <w:szCs w:val="18"/>
                </w:rPr>
                <w:t>{32000, 16500}</w:t>
              </w:r>
              <w:r w:rsidRPr="000456B4">
                <w:rPr>
                  <w:rFonts w:eastAsia="Calibri"/>
                  <w:sz w:val="18"/>
                  <w:szCs w:val="18"/>
                </w:rPr>
                <w:br/>
                <w:t>{15000, 30000}</w:t>
              </w:r>
              <w:r w:rsidRPr="000456B4">
                <w:rPr>
                  <w:rFonts w:eastAsia="Calibri"/>
                  <w:sz w:val="18"/>
                  <w:szCs w:val="18"/>
                </w:rPr>
                <w:br/>
                <w:t>{7500, 3000}</w:t>
              </w:r>
            </w:ins>
          </w:p>
        </w:tc>
        <w:tc>
          <w:tcPr>
            <w:tcW w:w="893" w:type="pct"/>
            <w:shd w:val="clear" w:color="auto" w:fill="auto"/>
          </w:tcPr>
          <w:p w14:paraId="6F4AA478" w14:textId="77777777" w:rsidR="00B04EEB" w:rsidRPr="000456B4" w:rsidRDefault="00B04EEB" w:rsidP="000B1A01">
            <w:pPr>
              <w:keepNext/>
              <w:jc w:val="left"/>
              <w:rPr>
                <w:ins w:id="3082" w:author="Yasser Syed" w:date="2019-06-25T00:13:00Z"/>
                <w:rFonts w:eastAsia="Calibri"/>
                <w:sz w:val="18"/>
                <w:szCs w:val="18"/>
              </w:rPr>
            </w:pPr>
            <w:ins w:id="3083" w:author="Yasser Syed" w:date="2019-06-25T00:13:00Z">
              <w:r w:rsidRPr="000456B4">
                <w:rPr>
                  <w:rFonts w:eastAsia="Calibri"/>
                  <w:sz w:val="18"/>
                  <w:szCs w:val="18"/>
                </w:rPr>
                <w:t>{35400, 14600}</w:t>
              </w:r>
              <w:r w:rsidRPr="000456B4">
                <w:rPr>
                  <w:rFonts w:eastAsia="Calibri"/>
                  <w:sz w:val="18"/>
                  <w:szCs w:val="18"/>
                </w:rPr>
                <w:br/>
                <w:t>{8500, 39850}</w:t>
              </w:r>
              <w:r w:rsidRPr="000456B4">
                <w:rPr>
                  <w:rFonts w:eastAsia="Calibri"/>
                  <w:sz w:val="18"/>
                  <w:szCs w:val="18"/>
                </w:rPr>
                <w:br/>
                <w:t>{6550, 2300}</w:t>
              </w:r>
            </w:ins>
          </w:p>
        </w:tc>
        <w:tc>
          <w:tcPr>
            <w:tcW w:w="894" w:type="pct"/>
            <w:shd w:val="clear" w:color="auto" w:fill="auto"/>
          </w:tcPr>
          <w:p w14:paraId="1D948981" w14:textId="77777777" w:rsidR="00B04EEB" w:rsidRPr="000456B4" w:rsidRDefault="00B04EEB" w:rsidP="000B1A01">
            <w:pPr>
              <w:keepNext/>
              <w:jc w:val="left"/>
              <w:rPr>
                <w:ins w:id="3084" w:author="Yasser Syed" w:date="2019-06-25T00:13:00Z"/>
                <w:rFonts w:eastAsia="Calibri"/>
                <w:sz w:val="18"/>
                <w:szCs w:val="18"/>
              </w:rPr>
            </w:pPr>
            <w:ins w:id="3085" w:author="Yasser Syed" w:date="2019-06-25T00:13:00Z">
              <w:r w:rsidRPr="000456B4">
                <w:rPr>
                  <w:rFonts w:eastAsia="Calibri"/>
                  <w:sz w:val="18"/>
                  <w:szCs w:val="18"/>
                </w:rPr>
                <w:t>{34000, 16000}</w:t>
              </w:r>
              <w:r w:rsidRPr="000456B4">
                <w:rPr>
                  <w:rFonts w:eastAsia="Calibri"/>
                  <w:sz w:val="18"/>
                  <w:szCs w:val="18"/>
                </w:rPr>
                <w:br/>
                <w:t>{13250, 34500}</w:t>
              </w:r>
              <w:r w:rsidRPr="000456B4">
                <w:rPr>
                  <w:rFonts w:eastAsia="Calibri"/>
                  <w:sz w:val="18"/>
                  <w:szCs w:val="18"/>
                </w:rPr>
                <w:br/>
                <w:t>{7500, 3000}</w:t>
              </w:r>
            </w:ins>
          </w:p>
        </w:tc>
      </w:tr>
      <w:tr w:rsidR="00B04EEB" w:rsidRPr="000456B4" w14:paraId="0B6FEFC2" w14:textId="77777777" w:rsidTr="000B1A01">
        <w:trPr>
          <w:cantSplit/>
          <w:trHeight w:val="719"/>
          <w:jc w:val="center"/>
          <w:ins w:id="3086" w:author="Yasser Syed" w:date="2019-06-25T00:13:00Z"/>
        </w:trPr>
        <w:tc>
          <w:tcPr>
            <w:tcW w:w="527" w:type="pct"/>
            <w:vMerge/>
            <w:shd w:val="clear" w:color="auto" w:fill="auto"/>
            <w:textDirection w:val="btLr"/>
            <w:vAlign w:val="center"/>
          </w:tcPr>
          <w:p w14:paraId="53BF311A" w14:textId="77777777" w:rsidR="00B04EEB" w:rsidRPr="000456B4" w:rsidRDefault="00B04EEB" w:rsidP="000B1A01">
            <w:pPr>
              <w:keepNext/>
              <w:spacing w:before="0"/>
              <w:jc w:val="center"/>
              <w:rPr>
                <w:ins w:id="3087" w:author="Yasser Syed" w:date="2019-06-25T00:13:00Z"/>
                <w:rFonts w:eastAsia="Calibri"/>
                <w:b/>
                <w:bCs/>
                <w:sz w:val="18"/>
                <w:szCs w:val="18"/>
              </w:rPr>
            </w:pPr>
          </w:p>
        </w:tc>
        <w:tc>
          <w:tcPr>
            <w:tcW w:w="1224" w:type="pct"/>
            <w:vMerge w:val="restart"/>
            <w:shd w:val="clear" w:color="auto" w:fill="auto"/>
          </w:tcPr>
          <w:p w14:paraId="68CB8371" w14:textId="77777777" w:rsidR="00B04EEB" w:rsidRPr="000456B4" w:rsidRDefault="00B04EEB" w:rsidP="000B1A01">
            <w:pPr>
              <w:keepNext/>
              <w:jc w:val="left"/>
              <w:rPr>
                <w:ins w:id="3088" w:author="Yasser Syed" w:date="2019-06-25T00:13:00Z"/>
                <w:rFonts w:eastAsia="Calibri"/>
                <w:sz w:val="18"/>
                <w:szCs w:val="18"/>
              </w:rPr>
            </w:pPr>
            <w:ins w:id="3089" w:author="Yasser Syed" w:date="2019-06-25T00:13:00Z">
              <w:r w:rsidRPr="000456B4">
                <w:rPr>
                  <w:rFonts w:eastAsia="Calibri"/>
                  <w:sz w:val="18"/>
                  <w:szCs w:val="18"/>
                </w:rPr>
                <w:t>MasteringDisplayWhitePoint</w:t>
              </w:r>
            </w:ins>
          </w:p>
          <w:p w14:paraId="627E6D73" w14:textId="77777777" w:rsidR="00B04EEB" w:rsidRPr="000456B4" w:rsidRDefault="00B04EEB" w:rsidP="000B1A01">
            <w:pPr>
              <w:keepNext/>
              <w:jc w:val="left"/>
              <w:rPr>
                <w:ins w:id="3090" w:author="Yasser Syed" w:date="2019-06-25T00:13:00Z"/>
                <w:rFonts w:eastAsia="Calibri"/>
                <w:sz w:val="18"/>
                <w:szCs w:val="18"/>
              </w:rPr>
            </w:pPr>
            <w:ins w:id="3091" w:author="Yasser Syed" w:date="2019-06-25T00:13:00Z">
              <w:r w:rsidRPr="000456B4">
                <w:rPr>
                  <w:rFonts w:eastAsia="Calibri"/>
                  <w:sz w:val="18"/>
                  <w:szCs w:val="18"/>
                </w:rPr>
                <w:t>Chromaticity</w:t>
              </w:r>
            </w:ins>
          </w:p>
        </w:tc>
        <w:tc>
          <w:tcPr>
            <w:tcW w:w="576" w:type="pct"/>
            <w:shd w:val="clear" w:color="auto" w:fill="auto"/>
          </w:tcPr>
          <w:p w14:paraId="2739C818" w14:textId="77777777" w:rsidR="00B04EEB" w:rsidRPr="000456B4" w:rsidRDefault="00B04EEB" w:rsidP="000B1A01">
            <w:pPr>
              <w:keepNext/>
              <w:jc w:val="left"/>
              <w:rPr>
                <w:ins w:id="3092" w:author="Yasser Syed" w:date="2019-06-25T00:13:00Z"/>
                <w:rFonts w:eastAsia="Calibri"/>
                <w:sz w:val="18"/>
                <w:szCs w:val="18"/>
              </w:rPr>
            </w:pPr>
            <w:ins w:id="3093" w:author="Yasser Syed" w:date="2019-06-25T00:13:00Z">
              <w:r w:rsidRPr="000456B4">
                <w:rPr>
                  <w:rFonts w:eastAsia="Calibri"/>
                  <w:sz w:val="18"/>
                  <w:szCs w:val="18"/>
                </w:rPr>
                <w:t xml:space="preserve">Registration </w:t>
              </w:r>
              <w:r>
                <w:rPr>
                  <w:rFonts w:eastAsia="Calibri"/>
                  <w:sz w:val="18"/>
                  <w:szCs w:val="18"/>
                </w:rPr>
                <w:t>i</w:t>
              </w:r>
              <w:r w:rsidRPr="000456B4">
                <w:rPr>
                  <w:rFonts w:eastAsia="Calibri"/>
                  <w:sz w:val="18"/>
                  <w:szCs w:val="18"/>
                </w:rPr>
                <w:t>dentifier</w:t>
              </w:r>
            </w:ins>
          </w:p>
        </w:tc>
        <w:tc>
          <w:tcPr>
            <w:tcW w:w="2673" w:type="pct"/>
            <w:gridSpan w:val="3"/>
            <w:shd w:val="clear" w:color="auto" w:fill="auto"/>
          </w:tcPr>
          <w:p w14:paraId="6EBE0919" w14:textId="77777777" w:rsidR="00B04EEB" w:rsidRPr="000456B4" w:rsidRDefault="00B04EEB" w:rsidP="000B1A01">
            <w:pPr>
              <w:keepNext/>
              <w:jc w:val="left"/>
              <w:rPr>
                <w:ins w:id="3094" w:author="Yasser Syed" w:date="2019-06-25T00:13:00Z"/>
                <w:rFonts w:eastAsia="Calibri"/>
                <w:sz w:val="18"/>
                <w:szCs w:val="18"/>
              </w:rPr>
            </w:pPr>
            <w:ins w:id="3095" w:author="Yasser Syed" w:date="2019-06-25T00:13:00Z">
              <w:r w:rsidRPr="000456B4">
                <w:rPr>
                  <w:rFonts w:eastAsia="Calibri"/>
                  <w:sz w:val="18"/>
                  <w:szCs w:val="18"/>
                </w:rPr>
                <w:t>060e2b34.0101010e.04200401.01020000</w:t>
              </w:r>
            </w:ins>
          </w:p>
        </w:tc>
      </w:tr>
      <w:tr w:rsidR="00B04EEB" w:rsidRPr="000456B4" w14:paraId="3300C3BE" w14:textId="77777777" w:rsidTr="000B1A01">
        <w:trPr>
          <w:cantSplit/>
          <w:trHeight w:val="449"/>
          <w:jc w:val="center"/>
          <w:ins w:id="3096" w:author="Yasser Syed" w:date="2019-06-25T00:13:00Z"/>
        </w:trPr>
        <w:tc>
          <w:tcPr>
            <w:tcW w:w="527" w:type="pct"/>
            <w:vMerge/>
            <w:shd w:val="clear" w:color="auto" w:fill="auto"/>
            <w:textDirection w:val="btLr"/>
            <w:vAlign w:val="center"/>
          </w:tcPr>
          <w:p w14:paraId="604D99B3" w14:textId="77777777" w:rsidR="00B04EEB" w:rsidRPr="000456B4" w:rsidRDefault="00B04EEB" w:rsidP="000B1A01">
            <w:pPr>
              <w:keepNext/>
              <w:spacing w:before="0"/>
              <w:jc w:val="center"/>
              <w:rPr>
                <w:ins w:id="3097" w:author="Yasser Syed" w:date="2019-06-25T00:13:00Z"/>
                <w:rFonts w:eastAsia="Calibri"/>
                <w:b/>
                <w:bCs/>
                <w:sz w:val="18"/>
                <w:szCs w:val="18"/>
              </w:rPr>
            </w:pPr>
          </w:p>
        </w:tc>
        <w:tc>
          <w:tcPr>
            <w:tcW w:w="1224" w:type="pct"/>
            <w:vMerge/>
            <w:shd w:val="clear" w:color="auto" w:fill="auto"/>
          </w:tcPr>
          <w:p w14:paraId="1C0E5906" w14:textId="77777777" w:rsidR="00B04EEB" w:rsidRPr="000456B4" w:rsidRDefault="00B04EEB" w:rsidP="000B1A01">
            <w:pPr>
              <w:keepNext/>
              <w:jc w:val="left"/>
              <w:rPr>
                <w:ins w:id="3098" w:author="Yasser Syed" w:date="2019-06-25T00:13:00Z"/>
                <w:rFonts w:eastAsia="Calibri"/>
                <w:sz w:val="18"/>
                <w:szCs w:val="18"/>
              </w:rPr>
            </w:pPr>
          </w:p>
        </w:tc>
        <w:tc>
          <w:tcPr>
            <w:tcW w:w="576" w:type="pct"/>
            <w:shd w:val="clear" w:color="auto" w:fill="auto"/>
          </w:tcPr>
          <w:p w14:paraId="6D79EB5B" w14:textId="77777777" w:rsidR="00B04EEB" w:rsidRPr="000456B4" w:rsidRDefault="00B04EEB" w:rsidP="000B1A01">
            <w:pPr>
              <w:keepNext/>
              <w:jc w:val="left"/>
              <w:rPr>
                <w:ins w:id="3099" w:author="Yasser Syed" w:date="2019-06-25T00:13:00Z"/>
                <w:rFonts w:eastAsia="Calibri"/>
                <w:sz w:val="18"/>
                <w:szCs w:val="18"/>
              </w:rPr>
            </w:pPr>
            <w:ins w:id="3100" w:author="Yasser Syed" w:date="2019-06-25T00:13:00Z">
              <w:r w:rsidRPr="000456B4">
                <w:rPr>
                  <w:rFonts w:eastAsia="Calibri"/>
                  <w:sz w:val="18"/>
                  <w:szCs w:val="18"/>
                </w:rPr>
                <w:t xml:space="preserve">Coded </w:t>
              </w:r>
              <w:r>
                <w:rPr>
                  <w:rFonts w:eastAsia="Calibri"/>
                  <w:sz w:val="18"/>
                  <w:szCs w:val="18"/>
                </w:rPr>
                <w:t>d</w:t>
              </w:r>
              <w:r w:rsidRPr="000456B4">
                <w:rPr>
                  <w:rFonts w:eastAsia="Calibri"/>
                  <w:sz w:val="18"/>
                  <w:szCs w:val="18"/>
                </w:rPr>
                <w:t>ecimal</w:t>
              </w:r>
            </w:ins>
          </w:p>
        </w:tc>
        <w:tc>
          <w:tcPr>
            <w:tcW w:w="2673" w:type="pct"/>
            <w:gridSpan w:val="3"/>
            <w:shd w:val="clear" w:color="auto" w:fill="auto"/>
          </w:tcPr>
          <w:p w14:paraId="7946FA64" w14:textId="77777777" w:rsidR="00B04EEB" w:rsidRPr="000456B4" w:rsidRDefault="00B04EEB" w:rsidP="000B1A01">
            <w:pPr>
              <w:keepNext/>
              <w:jc w:val="left"/>
              <w:rPr>
                <w:ins w:id="3101" w:author="Yasser Syed" w:date="2019-06-25T00:13:00Z"/>
                <w:rFonts w:eastAsia="Calibri"/>
                <w:sz w:val="18"/>
                <w:szCs w:val="18"/>
              </w:rPr>
            </w:pPr>
            <w:ins w:id="3102" w:author="Yasser Syed" w:date="2019-06-25T00:13:00Z">
              <w:r w:rsidRPr="000456B4">
                <w:rPr>
                  <w:rFonts w:eastAsia="Calibri"/>
                  <w:sz w:val="18"/>
                  <w:szCs w:val="18"/>
                </w:rPr>
                <w:t>{15635, 16450}</w:t>
              </w:r>
            </w:ins>
          </w:p>
        </w:tc>
      </w:tr>
      <w:tr w:rsidR="00B04EEB" w:rsidRPr="000456B4" w14:paraId="0817E032" w14:textId="77777777" w:rsidTr="000B1A01">
        <w:trPr>
          <w:cantSplit/>
          <w:trHeight w:val="701"/>
          <w:jc w:val="center"/>
          <w:ins w:id="3103" w:author="Yasser Syed" w:date="2019-06-25T00:13:00Z"/>
        </w:trPr>
        <w:tc>
          <w:tcPr>
            <w:tcW w:w="527" w:type="pct"/>
            <w:vMerge/>
            <w:shd w:val="clear" w:color="auto" w:fill="auto"/>
            <w:textDirection w:val="btLr"/>
            <w:vAlign w:val="center"/>
          </w:tcPr>
          <w:p w14:paraId="3F621BC7" w14:textId="77777777" w:rsidR="00B04EEB" w:rsidRPr="000456B4" w:rsidRDefault="00B04EEB" w:rsidP="000B1A01">
            <w:pPr>
              <w:keepNext/>
              <w:spacing w:before="0"/>
              <w:jc w:val="center"/>
              <w:rPr>
                <w:ins w:id="3104" w:author="Yasser Syed" w:date="2019-06-25T00:13:00Z"/>
                <w:rFonts w:eastAsia="Calibri"/>
                <w:b/>
                <w:bCs/>
                <w:sz w:val="18"/>
                <w:szCs w:val="18"/>
              </w:rPr>
            </w:pPr>
          </w:p>
        </w:tc>
        <w:tc>
          <w:tcPr>
            <w:tcW w:w="1224" w:type="pct"/>
            <w:vMerge w:val="restart"/>
            <w:shd w:val="clear" w:color="auto" w:fill="auto"/>
          </w:tcPr>
          <w:p w14:paraId="31D06D45" w14:textId="77777777" w:rsidR="00B04EEB" w:rsidRPr="000456B4" w:rsidRDefault="00B04EEB" w:rsidP="000B1A01">
            <w:pPr>
              <w:keepNext/>
              <w:jc w:val="left"/>
              <w:rPr>
                <w:ins w:id="3105" w:author="Yasser Syed" w:date="2019-06-25T00:13:00Z"/>
                <w:rFonts w:eastAsia="Calibri"/>
                <w:sz w:val="18"/>
                <w:szCs w:val="18"/>
              </w:rPr>
            </w:pPr>
            <w:ins w:id="3106" w:author="Yasser Syed" w:date="2019-06-25T00:13:00Z">
              <w:r w:rsidRPr="000456B4">
                <w:rPr>
                  <w:rFonts w:eastAsia="Calibri"/>
                  <w:sz w:val="18"/>
                  <w:szCs w:val="18"/>
                </w:rPr>
                <w:t>MasteringDisplayMaximum</w:t>
              </w:r>
            </w:ins>
          </w:p>
          <w:p w14:paraId="23FCD0F3" w14:textId="77777777" w:rsidR="00B04EEB" w:rsidRPr="000456B4" w:rsidRDefault="00B04EEB" w:rsidP="000B1A01">
            <w:pPr>
              <w:keepNext/>
              <w:jc w:val="left"/>
              <w:rPr>
                <w:ins w:id="3107" w:author="Yasser Syed" w:date="2019-06-25T00:13:00Z"/>
                <w:rFonts w:eastAsia="Calibri"/>
                <w:sz w:val="18"/>
                <w:szCs w:val="18"/>
              </w:rPr>
            </w:pPr>
            <w:ins w:id="3108" w:author="Yasser Syed" w:date="2019-06-25T00:13:00Z">
              <w:r w:rsidRPr="000456B4">
                <w:rPr>
                  <w:rFonts w:eastAsia="Calibri"/>
                  <w:sz w:val="18"/>
                  <w:szCs w:val="18"/>
                </w:rPr>
                <w:t>Luminance</w:t>
              </w:r>
            </w:ins>
          </w:p>
        </w:tc>
        <w:tc>
          <w:tcPr>
            <w:tcW w:w="576" w:type="pct"/>
            <w:shd w:val="clear" w:color="auto" w:fill="auto"/>
          </w:tcPr>
          <w:p w14:paraId="34E8CECC" w14:textId="77777777" w:rsidR="00B04EEB" w:rsidRPr="000456B4" w:rsidRDefault="00B04EEB" w:rsidP="000B1A01">
            <w:pPr>
              <w:keepNext/>
              <w:jc w:val="left"/>
              <w:rPr>
                <w:ins w:id="3109" w:author="Yasser Syed" w:date="2019-06-25T00:13:00Z"/>
                <w:rFonts w:eastAsia="Calibri"/>
                <w:sz w:val="18"/>
                <w:szCs w:val="18"/>
              </w:rPr>
            </w:pPr>
            <w:ins w:id="3110" w:author="Yasser Syed" w:date="2019-06-25T00:13:00Z">
              <w:r w:rsidRPr="000456B4">
                <w:rPr>
                  <w:rFonts w:eastAsia="Calibri"/>
                  <w:sz w:val="18"/>
                  <w:szCs w:val="18"/>
                </w:rPr>
                <w:t xml:space="preserve">Registration </w:t>
              </w:r>
              <w:r>
                <w:rPr>
                  <w:rFonts w:eastAsia="Calibri"/>
                  <w:sz w:val="18"/>
                  <w:szCs w:val="18"/>
                </w:rPr>
                <w:t>i</w:t>
              </w:r>
              <w:r w:rsidRPr="000456B4">
                <w:rPr>
                  <w:rFonts w:eastAsia="Calibri"/>
                  <w:sz w:val="18"/>
                  <w:szCs w:val="18"/>
                </w:rPr>
                <w:t>dentifier</w:t>
              </w:r>
            </w:ins>
          </w:p>
        </w:tc>
        <w:tc>
          <w:tcPr>
            <w:tcW w:w="2673" w:type="pct"/>
            <w:gridSpan w:val="3"/>
            <w:shd w:val="clear" w:color="auto" w:fill="auto"/>
          </w:tcPr>
          <w:p w14:paraId="62523DC0" w14:textId="77777777" w:rsidR="00B04EEB" w:rsidRPr="000456B4" w:rsidRDefault="00B04EEB" w:rsidP="000B1A01">
            <w:pPr>
              <w:keepNext/>
              <w:jc w:val="left"/>
              <w:rPr>
                <w:ins w:id="3111" w:author="Yasser Syed" w:date="2019-06-25T00:13:00Z"/>
                <w:rFonts w:eastAsia="Calibri"/>
                <w:sz w:val="18"/>
                <w:szCs w:val="18"/>
              </w:rPr>
            </w:pPr>
            <w:ins w:id="3112" w:author="Yasser Syed" w:date="2019-06-25T00:13:00Z">
              <w:r w:rsidRPr="000456B4">
                <w:rPr>
                  <w:rFonts w:eastAsia="Calibri"/>
                  <w:sz w:val="18"/>
                  <w:szCs w:val="18"/>
                </w:rPr>
                <w:t>060e2b34.0101010e.04200401.01030000</w:t>
              </w:r>
            </w:ins>
          </w:p>
        </w:tc>
      </w:tr>
      <w:tr w:rsidR="00B04EEB" w:rsidRPr="000456B4" w14:paraId="3196E171" w14:textId="77777777" w:rsidTr="000B1A01">
        <w:trPr>
          <w:cantSplit/>
          <w:trHeight w:val="530"/>
          <w:jc w:val="center"/>
          <w:ins w:id="3113" w:author="Yasser Syed" w:date="2019-06-25T00:13:00Z"/>
        </w:trPr>
        <w:tc>
          <w:tcPr>
            <w:tcW w:w="527" w:type="pct"/>
            <w:vMerge/>
            <w:shd w:val="clear" w:color="auto" w:fill="auto"/>
            <w:textDirection w:val="btLr"/>
            <w:vAlign w:val="center"/>
          </w:tcPr>
          <w:p w14:paraId="170091CB" w14:textId="77777777" w:rsidR="00B04EEB" w:rsidRPr="000456B4" w:rsidRDefault="00B04EEB" w:rsidP="000B1A01">
            <w:pPr>
              <w:keepNext/>
              <w:spacing w:before="0"/>
              <w:jc w:val="center"/>
              <w:rPr>
                <w:ins w:id="3114" w:author="Yasser Syed" w:date="2019-06-25T00:13:00Z"/>
                <w:rFonts w:eastAsia="Calibri"/>
                <w:b/>
                <w:bCs/>
                <w:sz w:val="18"/>
                <w:szCs w:val="18"/>
              </w:rPr>
            </w:pPr>
          </w:p>
        </w:tc>
        <w:tc>
          <w:tcPr>
            <w:tcW w:w="1224" w:type="pct"/>
            <w:vMerge/>
            <w:shd w:val="clear" w:color="auto" w:fill="auto"/>
          </w:tcPr>
          <w:p w14:paraId="0BE5D1FF" w14:textId="77777777" w:rsidR="00B04EEB" w:rsidRPr="000456B4" w:rsidRDefault="00B04EEB" w:rsidP="000B1A01">
            <w:pPr>
              <w:keepNext/>
              <w:jc w:val="left"/>
              <w:rPr>
                <w:ins w:id="3115" w:author="Yasser Syed" w:date="2019-06-25T00:13:00Z"/>
                <w:rFonts w:eastAsia="Calibri"/>
                <w:sz w:val="18"/>
                <w:szCs w:val="18"/>
              </w:rPr>
            </w:pPr>
          </w:p>
        </w:tc>
        <w:tc>
          <w:tcPr>
            <w:tcW w:w="576" w:type="pct"/>
            <w:shd w:val="clear" w:color="auto" w:fill="auto"/>
          </w:tcPr>
          <w:p w14:paraId="0AB5CE6D" w14:textId="77777777" w:rsidR="00B04EEB" w:rsidRPr="000456B4" w:rsidRDefault="00B04EEB" w:rsidP="000B1A01">
            <w:pPr>
              <w:keepNext/>
              <w:jc w:val="left"/>
              <w:rPr>
                <w:ins w:id="3116" w:author="Yasser Syed" w:date="2019-06-25T00:13:00Z"/>
                <w:rFonts w:eastAsia="Calibri"/>
                <w:sz w:val="18"/>
                <w:szCs w:val="18"/>
              </w:rPr>
            </w:pPr>
            <w:ins w:id="3117" w:author="Yasser Syed" w:date="2019-06-25T00:13:00Z">
              <w:r w:rsidRPr="000456B4">
                <w:rPr>
                  <w:rFonts w:eastAsia="Calibri"/>
                  <w:sz w:val="18"/>
                  <w:szCs w:val="18"/>
                </w:rPr>
                <w:t xml:space="preserve">Coded </w:t>
              </w:r>
              <w:r>
                <w:rPr>
                  <w:rFonts w:eastAsia="Calibri"/>
                  <w:sz w:val="18"/>
                  <w:szCs w:val="18"/>
                </w:rPr>
                <w:t>d</w:t>
              </w:r>
              <w:r w:rsidRPr="000456B4">
                <w:rPr>
                  <w:rFonts w:eastAsia="Calibri"/>
                  <w:sz w:val="18"/>
                  <w:szCs w:val="18"/>
                </w:rPr>
                <w:t>ecimal</w:t>
              </w:r>
            </w:ins>
          </w:p>
        </w:tc>
        <w:tc>
          <w:tcPr>
            <w:tcW w:w="886" w:type="pct"/>
            <w:shd w:val="clear" w:color="auto" w:fill="auto"/>
          </w:tcPr>
          <w:p w14:paraId="7BBCD435" w14:textId="77777777" w:rsidR="00B04EEB" w:rsidRPr="000456B4" w:rsidRDefault="00B04EEB" w:rsidP="000B1A01">
            <w:pPr>
              <w:keepNext/>
              <w:jc w:val="left"/>
              <w:rPr>
                <w:ins w:id="3118" w:author="Yasser Syed" w:date="2019-06-25T00:13:00Z"/>
                <w:rFonts w:eastAsia="Calibri"/>
                <w:sz w:val="18"/>
                <w:szCs w:val="18"/>
              </w:rPr>
            </w:pPr>
            <w:ins w:id="3119" w:author="Yasser Syed" w:date="2019-06-25T00:13:00Z">
              <w:r w:rsidRPr="000456B4">
                <w:rPr>
                  <w:rFonts w:eastAsia="Calibri"/>
                  <w:sz w:val="18"/>
                  <w:szCs w:val="18"/>
                </w:rPr>
                <w:t>1000000</w:t>
              </w:r>
            </w:ins>
          </w:p>
        </w:tc>
        <w:tc>
          <w:tcPr>
            <w:tcW w:w="893" w:type="pct"/>
            <w:shd w:val="clear" w:color="auto" w:fill="auto"/>
          </w:tcPr>
          <w:p w14:paraId="1625E054" w14:textId="77777777" w:rsidR="00B04EEB" w:rsidRPr="000456B4" w:rsidRDefault="00B04EEB" w:rsidP="000B1A01">
            <w:pPr>
              <w:keepNext/>
              <w:jc w:val="left"/>
              <w:rPr>
                <w:ins w:id="3120" w:author="Yasser Syed" w:date="2019-06-25T00:13:00Z"/>
                <w:rFonts w:eastAsia="Calibri"/>
                <w:sz w:val="18"/>
                <w:szCs w:val="18"/>
              </w:rPr>
            </w:pPr>
            <w:ins w:id="3121" w:author="Yasser Syed" w:date="2019-06-25T00:13:00Z">
              <w:r w:rsidRPr="000456B4">
                <w:rPr>
                  <w:rFonts w:eastAsia="Calibri"/>
                  <w:sz w:val="18"/>
                  <w:szCs w:val="18"/>
                </w:rPr>
                <w:t>10000000</w:t>
              </w:r>
            </w:ins>
          </w:p>
        </w:tc>
        <w:tc>
          <w:tcPr>
            <w:tcW w:w="894" w:type="pct"/>
            <w:shd w:val="clear" w:color="auto" w:fill="auto"/>
          </w:tcPr>
          <w:p w14:paraId="461BBFB8" w14:textId="77777777" w:rsidR="00B04EEB" w:rsidRPr="000456B4" w:rsidRDefault="00B04EEB" w:rsidP="000B1A01">
            <w:pPr>
              <w:keepNext/>
              <w:jc w:val="left"/>
              <w:rPr>
                <w:ins w:id="3122" w:author="Yasser Syed" w:date="2019-06-25T00:13:00Z"/>
                <w:rFonts w:eastAsia="Calibri"/>
                <w:sz w:val="18"/>
                <w:szCs w:val="18"/>
              </w:rPr>
            </w:pPr>
            <w:ins w:id="3123" w:author="Yasser Syed" w:date="2019-06-25T00:13:00Z">
              <w:r w:rsidRPr="000456B4">
                <w:rPr>
                  <w:rFonts w:eastAsia="Calibri"/>
                  <w:sz w:val="18"/>
                  <w:szCs w:val="18"/>
                </w:rPr>
                <w:t>10000000</w:t>
              </w:r>
            </w:ins>
          </w:p>
        </w:tc>
      </w:tr>
      <w:tr w:rsidR="00B04EEB" w:rsidRPr="000456B4" w14:paraId="586C64F1" w14:textId="77777777" w:rsidTr="000B1A01">
        <w:trPr>
          <w:cantSplit/>
          <w:trHeight w:val="53"/>
          <w:jc w:val="center"/>
          <w:ins w:id="3124" w:author="Yasser Syed" w:date="2019-06-25T00:13:00Z"/>
        </w:trPr>
        <w:tc>
          <w:tcPr>
            <w:tcW w:w="527" w:type="pct"/>
            <w:vMerge/>
            <w:shd w:val="clear" w:color="auto" w:fill="auto"/>
            <w:textDirection w:val="btLr"/>
            <w:vAlign w:val="center"/>
          </w:tcPr>
          <w:p w14:paraId="04537F9A" w14:textId="77777777" w:rsidR="00B04EEB" w:rsidRPr="000456B4" w:rsidRDefault="00B04EEB" w:rsidP="000B1A01">
            <w:pPr>
              <w:keepNext/>
              <w:spacing w:before="0"/>
              <w:jc w:val="center"/>
              <w:rPr>
                <w:ins w:id="3125" w:author="Yasser Syed" w:date="2019-06-25T00:13:00Z"/>
                <w:rFonts w:eastAsia="Calibri"/>
                <w:b/>
                <w:bCs/>
                <w:sz w:val="18"/>
                <w:szCs w:val="18"/>
              </w:rPr>
            </w:pPr>
          </w:p>
        </w:tc>
        <w:tc>
          <w:tcPr>
            <w:tcW w:w="1224" w:type="pct"/>
            <w:vMerge w:val="restart"/>
            <w:shd w:val="clear" w:color="auto" w:fill="auto"/>
          </w:tcPr>
          <w:p w14:paraId="1252D85E" w14:textId="77777777" w:rsidR="00B04EEB" w:rsidRPr="000456B4" w:rsidRDefault="00B04EEB" w:rsidP="000B1A01">
            <w:pPr>
              <w:keepNext/>
              <w:jc w:val="left"/>
              <w:rPr>
                <w:ins w:id="3126" w:author="Yasser Syed" w:date="2019-06-25T00:13:00Z"/>
                <w:rFonts w:eastAsia="Calibri"/>
                <w:sz w:val="18"/>
                <w:szCs w:val="18"/>
              </w:rPr>
            </w:pPr>
            <w:ins w:id="3127" w:author="Yasser Syed" w:date="2019-06-25T00:13:00Z">
              <w:r w:rsidRPr="000456B4">
                <w:rPr>
                  <w:rFonts w:eastAsia="Calibri"/>
                  <w:sz w:val="18"/>
                  <w:szCs w:val="18"/>
                </w:rPr>
                <w:t>MasteringDisplayMinimum</w:t>
              </w:r>
            </w:ins>
          </w:p>
          <w:p w14:paraId="0F434214" w14:textId="77777777" w:rsidR="00B04EEB" w:rsidRPr="000456B4" w:rsidRDefault="00B04EEB" w:rsidP="000B1A01">
            <w:pPr>
              <w:keepNext/>
              <w:jc w:val="left"/>
              <w:rPr>
                <w:ins w:id="3128" w:author="Yasser Syed" w:date="2019-06-25T00:13:00Z"/>
                <w:rFonts w:eastAsia="Calibri"/>
                <w:sz w:val="18"/>
                <w:szCs w:val="18"/>
              </w:rPr>
            </w:pPr>
            <w:ins w:id="3129" w:author="Yasser Syed" w:date="2019-06-25T00:13:00Z">
              <w:r w:rsidRPr="000456B4">
                <w:rPr>
                  <w:rFonts w:eastAsia="Calibri"/>
                  <w:sz w:val="18"/>
                  <w:szCs w:val="18"/>
                </w:rPr>
                <w:t>Luminance</w:t>
              </w:r>
            </w:ins>
          </w:p>
        </w:tc>
        <w:tc>
          <w:tcPr>
            <w:tcW w:w="576" w:type="pct"/>
            <w:shd w:val="clear" w:color="auto" w:fill="auto"/>
          </w:tcPr>
          <w:p w14:paraId="224AA806" w14:textId="77777777" w:rsidR="00B04EEB" w:rsidRPr="000456B4" w:rsidRDefault="00B04EEB" w:rsidP="000B1A01">
            <w:pPr>
              <w:keepNext/>
              <w:jc w:val="left"/>
              <w:rPr>
                <w:ins w:id="3130" w:author="Yasser Syed" w:date="2019-06-25T00:13:00Z"/>
                <w:rFonts w:eastAsia="Calibri"/>
                <w:sz w:val="18"/>
                <w:szCs w:val="18"/>
              </w:rPr>
            </w:pPr>
            <w:ins w:id="3131" w:author="Yasser Syed" w:date="2019-06-25T00:13:00Z">
              <w:r w:rsidRPr="000456B4">
                <w:rPr>
                  <w:rFonts w:eastAsia="Calibri"/>
                  <w:sz w:val="18"/>
                  <w:szCs w:val="18"/>
                </w:rPr>
                <w:t xml:space="preserve">Registration </w:t>
              </w:r>
              <w:r>
                <w:rPr>
                  <w:rFonts w:eastAsia="Calibri"/>
                  <w:sz w:val="18"/>
                  <w:szCs w:val="18"/>
                </w:rPr>
                <w:t>i</w:t>
              </w:r>
              <w:r w:rsidRPr="000456B4">
                <w:rPr>
                  <w:rFonts w:eastAsia="Calibri"/>
                  <w:sz w:val="18"/>
                  <w:szCs w:val="18"/>
                </w:rPr>
                <w:t>dentifier</w:t>
              </w:r>
            </w:ins>
          </w:p>
        </w:tc>
        <w:tc>
          <w:tcPr>
            <w:tcW w:w="2673" w:type="pct"/>
            <w:gridSpan w:val="3"/>
            <w:shd w:val="clear" w:color="auto" w:fill="auto"/>
          </w:tcPr>
          <w:p w14:paraId="251CAED8" w14:textId="77777777" w:rsidR="00B04EEB" w:rsidRPr="000456B4" w:rsidRDefault="00B04EEB" w:rsidP="000B1A01">
            <w:pPr>
              <w:keepNext/>
              <w:jc w:val="left"/>
              <w:rPr>
                <w:ins w:id="3132" w:author="Yasser Syed" w:date="2019-06-25T00:13:00Z"/>
                <w:rFonts w:eastAsia="Calibri"/>
                <w:sz w:val="18"/>
                <w:szCs w:val="18"/>
              </w:rPr>
            </w:pPr>
            <w:ins w:id="3133" w:author="Yasser Syed" w:date="2019-06-25T00:13:00Z">
              <w:r w:rsidRPr="000456B4">
                <w:rPr>
                  <w:rFonts w:eastAsia="Calibri"/>
                  <w:sz w:val="18"/>
                  <w:szCs w:val="18"/>
                </w:rPr>
                <w:t>060e2b34.0101010e.04200401.01030000</w:t>
              </w:r>
            </w:ins>
          </w:p>
        </w:tc>
      </w:tr>
      <w:tr w:rsidR="00B04EEB" w:rsidRPr="000456B4" w14:paraId="38B82B80" w14:textId="77777777" w:rsidTr="000B1A01">
        <w:trPr>
          <w:cantSplit/>
          <w:trHeight w:val="602"/>
          <w:jc w:val="center"/>
          <w:ins w:id="3134" w:author="Yasser Syed" w:date="2019-06-25T00:13:00Z"/>
        </w:trPr>
        <w:tc>
          <w:tcPr>
            <w:tcW w:w="527" w:type="pct"/>
            <w:vMerge/>
            <w:shd w:val="clear" w:color="auto" w:fill="auto"/>
            <w:textDirection w:val="btLr"/>
            <w:vAlign w:val="center"/>
          </w:tcPr>
          <w:p w14:paraId="51694E89" w14:textId="77777777" w:rsidR="00B04EEB" w:rsidRPr="000456B4" w:rsidRDefault="00B04EEB" w:rsidP="000B1A01">
            <w:pPr>
              <w:keepNext/>
              <w:spacing w:before="0"/>
              <w:jc w:val="center"/>
              <w:rPr>
                <w:ins w:id="3135" w:author="Yasser Syed" w:date="2019-06-25T00:13:00Z"/>
                <w:rFonts w:eastAsia="Calibri"/>
                <w:b/>
                <w:bCs/>
                <w:sz w:val="18"/>
                <w:szCs w:val="18"/>
              </w:rPr>
            </w:pPr>
          </w:p>
        </w:tc>
        <w:tc>
          <w:tcPr>
            <w:tcW w:w="1224" w:type="pct"/>
            <w:vMerge/>
            <w:shd w:val="clear" w:color="auto" w:fill="auto"/>
          </w:tcPr>
          <w:p w14:paraId="4FF6C791" w14:textId="77777777" w:rsidR="00B04EEB" w:rsidRPr="000456B4" w:rsidRDefault="00B04EEB" w:rsidP="000B1A01">
            <w:pPr>
              <w:keepNext/>
              <w:jc w:val="left"/>
              <w:rPr>
                <w:ins w:id="3136" w:author="Yasser Syed" w:date="2019-06-25T00:13:00Z"/>
                <w:rFonts w:eastAsia="Calibri"/>
                <w:sz w:val="18"/>
                <w:szCs w:val="18"/>
              </w:rPr>
            </w:pPr>
          </w:p>
        </w:tc>
        <w:tc>
          <w:tcPr>
            <w:tcW w:w="576" w:type="pct"/>
            <w:shd w:val="clear" w:color="auto" w:fill="auto"/>
          </w:tcPr>
          <w:p w14:paraId="4952F1CC" w14:textId="77777777" w:rsidR="00B04EEB" w:rsidRPr="000456B4" w:rsidRDefault="00B04EEB" w:rsidP="000B1A01">
            <w:pPr>
              <w:keepNext/>
              <w:jc w:val="left"/>
              <w:rPr>
                <w:ins w:id="3137" w:author="Yasser Syed" w:date="2019-06-25T00:13:00Z"/>
                <w:rFonts w:eastAsia="Calibri"/>
                <w:sz w:val="18"/>
                <w:szCs w:val="18"/>
              </w:rPr>
            </w:pPr>
            <w:ins w:id="3138" w:author="Yasser Syed" w:date="2019-06-25T00:13:00Z">
              <w:r w:rsidRPr="000456B4">
                <w:rPr>
                  <w:rFonts w:eastAsia="Calibri"/>
                  <w:sz w:val="18"/>
                  <w:szCs w:val="18"/>
                </w:rPr>
                <w:t xml:space="preserve">Coded </w:t>
              </w:r>
              <w:r>
                <w:rPr>
                  <w:rFonts w:eastAsia="Calibri"/>
                  <w:sz w:val="18"/>
                  <w:szCs w:val="18"/>
                </w:rPr>
                <w:t>d</w:t>
              </w:r>
              <w:r w:rsidRPr="000456B4">
                <w:rPr>
                  <w:rFonts w:eastAsia="Calibri"/>
                  <w:sz w:val="18"/>
                  <w:szCs w:val="18"/>
                </w:rPr>
                <w:t>ecimal</w:t>
              </w:r>
            </w:ins>
          </w:p>
        </w:tc>
        <w:tc>
          <w:tcPr>
            <w:tcW w:w="886" w:type="pct"/>
            <w:shd w:val="clear" w:color="auto" w:fill="auto"/>
          </w:tcPr>
          <w:p w14:paraId="0E12FD13" w14:textId="77777777" w:rsidR="00B04EEB" w:rsidRPr="000456B4" w:rsidRDefault="00B04EEB" w:rsidP="000B1A01">
            <w:pPr>
              <w:keepNext/>
              <w:jc w:val="left"/>
              <w:rPr>
                <w:ins w:id="3139" w:author="Yasser Syed" w:date="2019-06-25T00:13:00Z"/>
                <w:rFonts w:eastAsia="Calibri"/>
                <w:sz w:val="18"/>
                <w:szCs w:val="18"/>
              </w:rPr>
            </w:pPr>
            <w:ins w:id="3140" w:author="Yasser Syed" w:date="2019-06-25T00:13:00Z">
              <w:r w:rsidRPr="000456B4">
                <w:rPr>
                  <w:rFonts w:eastAsia="Calibri"/>
                  <w:sz w:val="18"/>
                  <w:szCs w:val="18"/>
                </w:rPr>
                <w:t>500</w:t>
              </w:r>
            </w:ins>
          </w:p>
        </w:tc>
        <w:tc>
          <w:tcPr>
            <w:tcW w:w="893" w:type="pct"/>
            <w:shd w:val="clear" w:color="auto" w:fill="auto"/>
          </w:tcPr>
          <w:p w14:paraId="09836CD7" w14:textId="77777777" w:rsidR="00B04EEB" w:rsidRPr="000456B4" w:rsidRDefault="00B04EEB" w:rsidP="000B1A01">
            <w:pPr>
              <w:keepNext/>
              <w:jc w:val="left"/>
              <w:rPr>
                <w:ins w:id="3141" w:author="Yasser Syed" w:date="2019-06-25T00:13:00Z"/>
                <w:rFonts w:eastAsia="Calibri"/>
                <w:sz w:val="18"/>
                <w:szCs w:val="18"/>
              </w:rPr>
            </w:pPr>
            <w:ins w:id="3142" w:author="Yasser Syed" w:date="2019-06-25T00:13:00Z">
              <w:r w:rsidRPr="000456B4">
                <w:rPr>
                  <w:rFonts w:eastAsia="Calibri"/>
                  <w:sz w:val="18"/>
                  <w:szCs w:val="18"/>
                </w:rPr>
                <w:t>5</w:t>
              </w:r>
            </w:ins>
          </w:p>
        </w:tc>
        <w:tc>
          <w:tcPr>
            <w:tcW w:w="894" w:type="pct"/>
            <w:shd w:val="clear" w:color="auto" w:fill="auto"/>
          </w:tcPr>
          <w:p w14:paraId="11F32AA8" w14:textId="77777777" w:rsidR="00B04EEB" w:rsidRPr="000456B4" w:rsidRDefault="00B04EEB" w:rsidP="000B1A01">
            <w:pPr>
              <w:keepNext/>
              <w:jc w:val="left"/>
              <w:rPr>
                <w:ins w:id="3143" w:author="Yasser Syed" w:date="2019-06-25T00:13:00Z"/>
                <w:rFonts w:eastAsia="Calibri"/>
                <w:sz w:val="18"/>
                <w:szCs w:val="18"/>
              </w:rPr>
            </w:pPr>
            <w:ins w:id="3144" w:author="Yasser Syed" w:date="2019-06-25T00:13:00Z">
              <w:r w:rsidRPr="000456B4">
                <w:rPr>
                  <w:rFonts w:eastAsia="Calibri"/>
                  <w:sz w:val="18"/>
                  <w:szCs w:val="18"/>
                </w:rPr>
                <w:t>5</w:t>
              </w:r>
            </w:ins>
          </w:p>
        </w:tc>
      </w:tr>
    </w:tbl>
    <w:p w14:paraId="461C1146" w14:textId="77777777" w:rsidR="00B04EEB" w:rsidRPr="00374CBE" w:rsidDel="00B04EEB" w:rsidRDefault="00B04EEB" w:rsidP="00A62F9E">
      <w:pPr>
        <w:rPr>
          <w:del w:id="3145" w:author="Yasser Syed" w:date="2019-06-25T00:13:00Z"/>
          <w:rFonts w:eastAsia="Calibri"/>
        </w:rPr>
      </w:pPr>
    </w:p>
    <w:p w14:paraId="21D64A5F" w14:textId="37E850C8" w:rsidR="006E257D" w:rsidRPr="00374CBE" w:rsidRDefault="006E257D">
      <w:pPr>
        <w:rPr>
          <w:rFonts w:eastAsia="Calibri"/>
        </w:rPr>
        <w:pPrChange w:id="3146" w:author="Yasser Syed" w:date="2019-06-25T00:13:00Z">
          <w:pPr>
            <w:pStyle w:val="TableNoTitle"/>
          </w:pPr>
        </w:pPrChange>
      </w:pPr>
      <w:del w:id="3147" w:author="Yasser Syed" w:date="2019-06-25T00:13:00Z">
        <w:r w:rsidRPr="00374CBE" w:rsidDel="00B04EEB">
          <w:rPr>
            <w:rFonts w:eastAsia="Calibri"/>
          </w:rPr>
          <w:delText xml:space="preserve">Table </w:delText>
        </w:r>
        <w:r w:rsidR="00645C19" w:rsidRPr="00374CBE" w:rsidDel="00B04EEB">
          <w:rPr>
            <w:rFonts w:eastAsia="Calibri"/>
          </w:rPr>
          <w:delText>7</w:delText>
        </w:r>
        <w:r w:rsidRPr="00374CBE" w:rsidDel="00B04EEB">
          <w:rPr>
            <w:rFonts w:eastAsia="Calibri"/>
          </w:rPr>
          <w:delText xml:space="preserve"> – Mastering display colour volume descriptions</w:delText>
        </w:r>
      </w:del>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16"/>
        <w:gridCol w:w="2360"/>
        <w:gridCol w:w="1110"/>
        <w:gridCol w:w="1708"/>
        <w:gridCol w:w="1722"/>
        <w:gridCol w:w="1723"/>
      </w:tblGrid>
      <w:tr w:rsidR="00C24107" w:rsidRPr="00374CBE" w:rsidDel="00B04EEB" w14:paraId="68C87021" w14:textId="3E38BFCA" w:rsidTr="00F73BAB">
        <w:trPr>
          <w:tblHeader/>
          <w:jc w:val="center"/>
          <w:del w:id="3148" w:author="Yasser Syed" w:date="2019-06-25T00:13:00Z"/>
        </w:trPr>
        <w:tc>
          <w:tcPr>
            <w:tcW w:w="527" w:type="pct"/>
            <w:shd w:val="clear" w:color="auto" w:fill="auto"/>
            <w:vAlign w:val="center"/>
          </w:tcPr>
          <w:p w14:paraId="34EFE94B" w14:textId="297F95F7" w:rsidR="006E257D" w:rsidRPr="00374CBE" w:rsidDel="00B04EEB" w:rsidRDefault="006E257D" w:rsidP="004C61AD">
            <w:pPr>
              <w:pStyle w:val="Tablehead"/>
              <w:keepNext/>
              <w:keepLines/>
              <w:rPr>
                <w:del w:id="3149" w:author="Yasser Syed" w:date="2019-06-25T00:13:00Z"/>
                <w:rFonts w:eastAsia="Calibri"/>
              </w:rPr>
            </w:pPr>
          </w:p>
        </w:tc>
        <w:tc>
          <w:tcPr>
            <w:tcW w:w="1800" w:type="pct"/>
            <w:gridSpan w:val="2"/>
            <w:shd w:val="clear" w:color="auto" w:fill="auto"/>
          </w:tcPr>
          <w:p w14:paraId="72D5A05C" w14:textId="514B4A87" w:rsidR="006E257D" w:rsidRPr="00374CBE" w:rsidDel="00B04EEB" w:rsidRDefault="006E257D" w:rsidP="004C61AD">
            <w:pPr>
              <w:pStyle w:val="Tablehead"/>
              <w:keepNext/>
              <w:keepLines/>
              <w:rPr>
                <w:del w:id="3150" w:author="Yasser Syed" w:date="2019-06-25T00:13:00Z"/>
                <w:rFonts w:eastAsia="Calibri"/>
              </w:rPr>
            </w:pPr>
            <w:del w:id="3151" w:author="Yasser Syed" w:date="2019-06-25T00:13:00Z">
              <w:r w:rsidRPr="00374CBE" w:rsidDel="00B04EEB">
                <w:rPr>
                  <w:rFonts w:eastAsia="Calibri"/>
                </w:rPr>
                <w:delText>System identifier</w:delText>
              </w:r>
            </w:del>
          </w:p>
        </w:tc>
        <w:tc>
          <w:tcPr>
            <w:tcW w:w="886" w:type="pct"/>
            <w:shd w:val="clear" w:color="auto" w:fill="auto"/>
          </w:tcPr>
          <w:p w14:paraId="0875D985" w14:textId="023E5765" w:rsidR="006E257D" w:rsidRPr="00374CBE" w:rsidDel="00B04EEB" w:rsidRDefault="006E257D" w:rsidP="004C61AD">
            <w:pPr>
              <w:pStyle w:val="Tablehead"/>
              <w:keepNext/>
              <w:keepLines/>
              <w:rPr>
                <w:del w:id="3152" w:author="Yasser Syed" w:date="2019-06-25T00:13:00Z"/>
                <w:rFonts w:eastAsia="Calibri"/>
              </w:rPr>
            </w:pPr>
            <w:del w:id="3153" w:author="Yasser Syed" w:date="2019-06-25T00:13:00Z">
              <w:r w:rsidRPr="00374CBE" w:rsidDel="00B04EEB">
                <w:rPr>
                  <w:rFonts w:eastAsia="Calibri"/>
                  <w:bCs/>
                </w:rPr>
                <w:delText xml:space="preserve">BT709x100n05 </w:delText>
              </w:r>
            </w:del>
          </w:p>
        </w:tc>
        <w:tc>
          <w:tcPr>
            <w:tcW w:w="893" w:type="pct"/>
            <w:shd w:val="clear" w:color="auto" w:fill="auto"/>
          </w:tcPr>
          <w:p w14:paraId="2C266C9A" w14:textId="3383C1D1" w:rsidR="006E257D" w:rsidRPr="00374CBE" w:rsidDel="00B04EEB" w:rsidRDefault="006E257D" w:rsidP="004C61AD">
            <w:pPr>
              <w:pStyle w:val="Tablehead"/>
              <w:keepNext/>
              <w:keepLines/>
              <w:rPr>
                <w:del w:id="3154" w:author="Yasser Syed" w:date="2019-06-25T00:13:00Z"/>
                <w:rFonts w:eastAsia="Calibri"/>
              </w:rPr>
            </w:pPr>
            <w:del w:id="3155" w:author="Yasser Syed" w:date="2019-06-25T00:13:00Z">
              <w:r w:rsidRPr="00374CBE" w:rsidDel="00B04EEB">
                <w:rPr>
                  <w:rFonts w:eastAsia="Calibri"/>
                  <w:bCs/>
                </w:rPr>
                <w:delText>P3D65</w:delText>
              </w:r>
              <w:r w:rsidR="000D71C9" w:rsidRPr="00374CBE" w:rsidDel="00B04EEB">
                <w:rPr>
                  <w:rFonts w:eastAsia="Calibri"/>
                  <w:bCs/>
                </w:rPr>
                <w:delText>x</w:delText>
              </w:r>
              <w:r w:rsidRPr="00374CBE" w:rsidDel="00B04EEB">
                <w:rPr>
                  <w:rFonts w:eastAsia="Calibri"/>
                  <w:bCs/>
                </w:rPr>
                <w:delText>1000</w:delText>
              </w:r>
              <w:r w:rsidR="000D71C9" w:rsidRPr="00374CBE" w:rsidDel="00B04EEB">
                <w:rPr>
                  <w:rFonts w:eastAsia="Calibri"/>
                  <w:bCs/>
                </w:rPr>
                <w:delText>n</w:delText>
              </w:r>
              <w:r w:rsidRPr="00374CBE" w:rsidDel="00B04EEB">
                <w:rPr>
                  <w:rFonts w:eastAsia="Calibri"/>
                  <w:bCs/>
                </w:rPr>
                <w:delText>0005</w:delText>
              </w:r>
            </w:del>
          </w:p>
        </w:tc>
        <w:tc>
          <w:tcPr>
            <w:tcW w:w="893" w:type="pct"/>
            <w:shd w:val="clear" w:color="auto" w:fill="auto"/>
          </w:tcPr>
          <w:p w14:paraId="59212D01" w14:textId="501B3122" w:rsidR="006E257D" w:rsidRPr="00374CBE" w:rsidDel="00B04EEB" w:rsidRDefault="006E257D" w:rsidP="004C61AD">
            <w:pPr>
              <w:pStyle w:val="Tablehead"/>
              <w:keepNext/>
              <w:keepLines/>
              <w:rPr>
                <w:del w:id="3156" w:author="Yasser Syed" w:date="2019-06-25T00:13:00Z"/>
                <w:rFonts w:eastAsia="Calibri"/>
                <w:bCs/>
              </w:rPr>
            </w:pPr>
            <w:del w:id="3157" w:author="Yasser Syed" w:date="2019-06-25T00:13:00Z">
              <w:r w:rsidRPr="00374CBE" w:rsidDel="00B04EEB">
                <w:rPr>
                  <w:rFonts w:eastAsia="Calibri"/>
                  <w:bCs/>
                </w:rPr>
                <w:delText>BT2100</w:delText>
              </w:r>
              <w:r w:rsidR="000D71C9" w:rsidRPr="00374CBE" w:rsidDel="00B04EEB">
                <w:rPr>
                  <w:rFonts w:eastAsia="Calibri"/>
                  <w:bCs/>
                </w:rPr>
                <w:delText>x</w:delText>
              </w:r>
              <w:r w:rsidRPr="00374CBE" w:rsidDel="00B04EEB">
                <w:rPr>
                  <w:rFonts w:eastAsia="Calibri"/>
                  <w:bCs/>
                </w:rPr>
                <w:delText>10</w:delText>
              </w:r>
              <w:r w:rsidR="006821FE" w:rsidRPr="00374CBE" w:rsidDel="00B04EEB">
                <w:rPr>
                  <w:rFonts w:eastAsia="Calibri"/>
                  <w:bCs/>
                </w:rPr>
                <w:delText>8</w:delText>
              </w:r>
              <w:r w:rsidR="000D71C9" w:rsidRPr="00374CBE" w:rsidDel="00B04EEB">
                <w:rPr>
                  <w:rFonts w:eastAsia="Calibri"/>
                  <w:bCs/>
                </w:rPr>
                <w:delText>n</w:delText>
              </w:r>
              <w:r w:rsidRPr="00374CBE" w:rsidDel="00B04EEB">
                <w:rPr>
                  <w:rFonts w:eastAsia="Calibri"/>
                  <w:bCs/>
                </w:rPr>
                <w:delText>0005</w:delText>
              </w:r>
            </w:del>
          </w:p>
        </w:tc>
      </w:tr>
      <w:tr w:rsidR="00C24107" w:rsidRPr="00374CBE" w:rsidDel="00B04EEB" w14:paraId="0140AA95" w14:textId="74C3AEB3" w:rsidTr="00BE09B7">
        <w:trPr>
          <w:cantSplit/>
          <w:trHeight w:val="1134"/>
          <w:jc w:val="center"/>
          <w:del w:id="3158" w:author="Yasser Syed" w:date="2019-06-25T00:13:00Z"/>
        </w:trPr>
        <w:tc>
          <w:tcPr>
            <w:tcW w:w="527" w:type="pct"/>
            <w:vMerge w:val="restart"/>
            <w:shd w:val="clear" w:color="auto" w:fill="auto"/>
            <w:textDirection w:val="btLr"/>
            <w:vAlign w:val="center"/>
          </w:tcPr>
          <w:p w14:paraId="6C8289FD" w14:textId="4BCD089E" w:rsidR="006E257D" w:rsidRPr="00374CBE" w:rsidDel="00B04EEB" w:rsidRDefault="006E257D" w:rsidP="004C61AD">
            <w:pPr>
              <w:pStyle w:val="Tabletext0"/>
              <w:keepNext/>
              <w:jc w:val="center"/>
              <w:rPr>
                <w:del w:id="3159" w:author="Yasser Syed" w:date="2019-06-25T00:13:00Z"/>
                <w:rFonts w:eastAsia="Calibri"/>
                <w:b/>
              </w:rPr>
            </w:pPr>
            <w:del w:id="3160" w:author="Yasser Syed" w:date="2019-06-25T00:13:00Z">
              <w:r w:rsidRPr="00374CBE" w:rsidDel="00B04EEB">
                <w:rPr>
                  <w:rFonts w:eastAsia="Calibri"/>
                  <w:b/>
                </w:rPr>
                <w:delText xml:space="preserve">Mastering display properties defined according to </w:delText>
              </w:r>
              <w:r w:rsidR="000F265D" w:rsidRPr="00374CBE" w:rsidDel="00B04EEB">
                <w:rPr>
                  <w:rFonts w:eastAsia="Calibri"/>
                  <w:b/>
                </w:rPr>
                <w:delText xml:space="preserve">SMPTE </w:delText>
              </w:r>
              <w:r w:rsidRPr="00374CBE" w:rsidDel="00B04EEB">
                <w:rPr>
                  <w:rFonts w:eastAsia="Calibri"/>
                  <w:b/>
                </w:rPr>
                <w:delText>ST 2086</w:delText>
              </w:r>
            </w:del>
          </w:p>
        </w:tc>
        <w:tc>
          <w:tcPr>
            <w:tcW w:w="1800" w:type="pct"/>
            <w:gridSpan w:val="2"/>
            <w:shd w:val="clear" w:color="auto" w:fill="auto"/>
          </w:tcPr>
          <w:p w14:paraId="66F48D3E" w14:textId="419562CF" w:rsidR="006E257D" w:rsidRPr="00374CBE" w:rsidDel="00B04EEB" w:rsidRDefault="006E257D" w:rsidP="004C61AD">
            <w:pPr>
              <w:pStyle w:val="Tabletext0"/>
              <w:keepNext/>
              <w:rPr>
                <w:del w:id="3161" w:author="Yasser Syed" w:date="2019-06-25T00:13:00Z"/>
                <w:rFonts w:eastAsia="Calibri"/>
              </w:rPr>
            </w:pPr>
            <w:del w:id="3162" w:author="Yasser Syed" w:date="2019-06-25T00:13:00Z">
              <w:r w:rsidRPr="00374CBE" w:rsidDel="00B04EEB">
                <w:rPr>
                  <w:rFonts w:eastAsia="Calibri"/>
                </w:rPr>
                <w:delText>Colour primaries (x,y)</w:delText>
              </w:r>
            </w:del>
          </w:p>
        </w:tc>
        <w:tc>
          <w:tcPr>
            <w:tcW w:w="886" w:type="pct"/>
            <w:shd w:val="clear" w:color="auto" w:fill="auto"/>
          </w:tcPr>
          <w:p w14:paraId="4EDB77BD" w14:textId="65122B67" w:rsidR="00F33491" w:rsidRPr="00374CBE" w:rsidDel="00B04EEB" w:rsidRDefault="006E257D" w:rsidP="004C61AD">
            <w:pPr>
              <w:pStyle w:val="Tabletext0"/>
              <w:keepNext/>
              <w:rPr>
                <w:del w:id="3163" w:author="Yasser Syed" w:date="2019-06-25T00:13:00Z"/>
                <w:rFonts w:eastAsia="Calibri"/>
              </w:rPr>
            </w:pPr>
            <w:del w:id="3164" w:author="Yasser Syed" w:date="2019-06-25T00:13:00Z">
              <w:r w:rsidRPr="00374CBE" w:rsidDel="00B04EEB">
                <w:rPr>
                  <w:rFonts w:eastAsia="Calibri"/>
                </w:rPr>
                <w:delText>{0.6400, 0.3300}</w:delText>
              </w:r>
            </w:del>
          </w:p>
          <w:p w14:paraId="548D5CEF" w14:textId="3615229D" w:rsidR="00F33491" w:rsidRPr="00374CBE" w:rsidDel="00B04EEB" w:rsidRDefault="006E257D" w:rsidP="004C61AD">
            <w:pPr>
              <w:pStyle w:val="Tabletext0"/>
              <w:keepNext/>
              <w:rPr>
                <w:del w:id="3165" w:author="Yasser Syed" w:date="2019-06-25T00:13:00Z"/>
                <w:rFonts w:eastAsia="Calibri"/>
              </w:rPr>
            </w:pPr>
            <w:del w:id="3166" w:author="Yasser Syed" w:date="2019-06-25T00:13:00Z">
              <w:r w:rsidRPr="00374CBE" w:rsidDel="00B04EEB">
                <w:rPr>
                  <w:rFonts w:eastAsia="Calibri"/>
                </w:rPr>
                <w:delText>{0.3000, 0.6000}</w:delText>
              </w:r>
            </w:del>
          </w:p>
          <w:p w14:paraId="4E331D68" w14:textId="4BE11A59" w:rsidR="006E257D" w:rsidRPr="00374CBE" w:rsidDel="00B04EEB" w:rsidRDefault="006E257D" w:rsidP="004C61AD">
            <w:pPr>
              <w:pStyle w:val="Tabletext0"/>
              <w:keepNext/>
              <w:rPr>
                <w:del w:id="3167" w:author="Yasser Syed" w:date="2019-06-25T00:13:00Z"/>
                <w:rFonts w:eastAsia="Calibri"/>
              </w:rPr>
            </w:pPr>
            <w:del w:id="3168" w:author="Yasser Syed" w:date="2019-06-25T00:13:00Z">
              <w:r w:rsidRPr="00374CBE" w:rsidDel="00B04EEB">
                <w:rPr>
                  <w:rFonts w:eastAsia="Calibri"/>
                </w:rPr>
                <w:delText>{0.1500, 0.0600}</w:delText>
              </w:r>
            </w:del>
          </w:p>
        </w:tc>
        <w:tc>
          <w:tcPr>
            <w:tcW w:w="893" w:type="pct"/>
            <w:shd w:val="clear" w:color="auto" w:fill="auto"/>
          </w:tcPr>
          <w:p w14:paraId="19FBFDCB" w14:textId="02E809AA" w:rsidR="006E257D" w:rsidRPr="00374CBE" w:rsidDel="00B04EEB" w:rsidRDefault="006E257D" w:rsidP="004C61AD">
            <w:pPr>
              <w:pStyle w:val="Tabletext0"/>
              <w:keepNext/>
              <w:rPr>
                <w:del w:id="3169" w:author="Yasser Syed" w:date="2019-06-25T00:13:00Z"/>
                <w:rFonts w:eastAsia="Calibri"/>
              </w:rPr>
            </w:pPr>
            <w:del w:id="3170" w:author="Yasser Syed" w:date="2019-06-25T00:13:00Z">
              <w:r w:rsidRPr="00374CBE" w:rsidDel="00B04EEB">
                <w:rPr>
                  <w:rFonts w:eastAsia="Calibri"/>
                </w:rPr>
                <w:delText>{0.6800, 0.3200}</w:delText>
              </w:r>
            </w:del>
          </w:p>
          <w:p w14:paraId="73441482" w14:textId="72BDBF37" w:rsidR="006E257D" w:rsidRPr="00374CBE" w:rsidDel="00B04EEB" w:rsidRDefault="006E257D" w:rsidP="004C61AD">
            <w:pPr>
              <w:pStyle w:val="Tabletext0"/>
              <w:keepNext/>
              <w:rPr>
                <w:del w:id="3171" w:author="Yasser Syed" w:date="2019-06-25T00:13:00Z"/>
                <w:rFonts w:eastAsia="Calibri"/>
              </w:rPr>
            </w:pPr>
            <w:del w:id="3172" w:author="Yasser Syed" w:date="2019-06-25T00:13:00Z">
              <w:r w:rsidRPr="00374CBE" w:rsidDel="00B04EEB">
                <w:rPr>
                  <w:rFonts w:eastAsia="Calibri"/>
                </w:rPr>
                <w:delText>{0.2650, 0.6900}</w:delText>
              </w:r>
            </w:del>
          </w:p>
          <w:p w14:paraId="15D3AF2C" w14:textId="45BB684E" w:rsidR="006E257D" w:rsidRPr="00374CBE" w:rsidDel="00B04EEB" w:rsidRDefault="006E257D" w:rsidP="004C61AD">
            <w:pPr>
              <w:pStyle w:val="Tabletext0"/>
              <w:keepNext/>
              <w:rPr>
                <w:del w:id="3173" w:author="Yasser Syed" w:date="2019-06-25T00:13:00Z"/>
                <w:rFonts w:eastAsia="Calibri"/>
              </w:rPr>
            </w:pPr>
            <w:del w:id="3174" w:author="Yasser Syed" w:date="2019-06-25T00:13:00Z">
              <w:r w:rsidRPr="00374CBE" w:rsidDel="00B04EEB">
                <w:rPr>
                  <w:rFonts w:eastAsia="Calibri"/>
                </w:rPr>
                <w:delText>{0.1500, 0.0600}</w:delText>
              </w:r>
            </w:del>
          </w:p>
        </w:tc>
        <w:tc>
          <w:tcPr>
            <w:tcW w:w="893" w:type="pct"/>
            <w:shd w:val="clear" w:color="auto" w:fill="auto"/>
          </w:tcPr>
          <w:p w14:paraId="74F3ECD8" w14:textId="4C914C92" w:rsidR="00F33491" w:rsidRPr="00374CBE" w:rsidDel="00B04EEB" w:rsidRDefault="006E257D" w:rsidP="004C61AD">
            <w:pPr>
              <w:pStyle w:val="Tabletext0"/>
              <w:keepNext/>
              <w:rPr>
                <w:del w:id="3175" w:author="Yasser Syed" w:date="2019-06-25T00:13:00Z"/>
                <w:rFonts w:eastAsia="Calibri"/>
              </w:rPr>
            </w:pPr>
            <w:del w:id="3176" w:author="Yasser Syed" w:date="2019-06-25T00:13:00Z">
              <w:r w:rsidRPr="00374CBE" w:rsidDel="00B04EEB">
                <w:rPr>
                  <w:rFonts w:eastAsia="Calibri"/>
                </w:rPr>
                <w:delText>{0.7080, 0.2920}</w:delText>
              </w:r>
            </w:del>
          </w:p>
          <w:p w14:paraId="4CD20DB5" w14:textId="348A9391" w:rsidR="00F33491" w:rsidRPr="00374CBE" w:rsidDel="00B04EEB" w:rsidRDefault="006E257D" w:rsidP="004C61AD">
            <w:pPr>
              <w:pStyle w:val="Tabletext0"/>
              <w:keepNext/>
              <w:rPr>
                <w:del w:id="3177" w:author="Yasser Syed" w:date="2019-06-25T00:13:00Z"/>
                <w:rFonts w:eastAsia="Calibri"/>
              </w:rPr>
            </w:pPr>
            <w:del w:id="3178" w:author="Yasser Syed" w:date="2019-06-25T00:13:00Z">
              <w:r w:rsidRPr="00374CBE" w:rsidDel="00B04EEB">
                <w:rPr>
                  <w:rFonts w:eastAsia="Calibri"/>
                </w:rPr>
                <w:delText>{0.1700, 0.7970}</w:delText>
              </w:r>
            </w:del>
          </w:p>
          <w:p w14:paraId="3164C0AE" w14:textId="557B42EF" w:rsidR="006E257D" w:rsidRPr="00374CBE" w:rsidDel="00B04EEB" w:rsidRDefault="006E257D" w:rsidP="004C61AD">
            <w:pPr>
              <w:pStyle w:val="Tabletext0"/>
              <w:keepNext/>
              <w:rPr>
                <w:del w:id="3179" w:author="Yasser Syed" w:date="2019-06-25T00:13:00Z"/>
                <w:rFonts w:eastAsia="Calibri"/>
              </w:rPr>
            </w:pPr>
            <w:del w:id="3180" w:author="Yasser Syed" w:date="2019-06-25T00:13:00Z">
              <w:r w:rsidRPr="00374CBE" w:rsidDel="00B04EEB">
                <w:rPr>
                  <w:rFonts w:eastAsia="Calibri"/>
                </w:rPr>
                <w:delText>{0.1310, 0.0460}</w:delText>
              </w:r>
            </w:del>
          </w:p>
        </w:tc>
      </w:tr>
      <w:tr w:rsidR="00C24107" w:rsidRPr="00374CBE" w:rsidDel="00B04EEB" w14:paraId="32DF4A52" w14:textId="79E6D18B" w:rsidTr="00BE09B7">
        <w:trPr>
          <w:cantSplit/>
          <w:trHeight w:val="570"/>
          <w:jc w:val="center"/>
          <w:del w:id="3181" w:author="Yasser Syed" w:date="2019-06-25T00:13:00Z"/>
        </w:trPr>
        <w:tc>
          <w:tcPr>
            <w:tcW w:w="527" w:type="pct"/>
            <w:vMerge/>
            <w:shd w:val="clear" w:color="auto" w:fill="auto"/>
            <w:textDirection w:val="btLr"/>
            <w:vAlign w:val="center"/>
          </w:tcPr>
          <w:p w14:paraId="28DCC1AA" w14:textId="12120E1A" w:rsidR="006E257D" w:rsidRPr="00374CBE" w:rsidDel="00B04EEB" w:rsidRDefault="006E257D" w:rsidP="004C61AD">
            <w:pPr>
              <w:pStyle w:val="Tabletext0"/>
              <w:keepNext/>
              <w:jc w:val="center"/>
              <w:rPr>
                <w:del w:id="3182" w:author="Yasser Syed" w:date="2019-06-25T00:13:00Z"/>
                <w:rFonts w:eastAsia="Calibri"/>
                <w:b/>
              </w:rPr>
            </w:pPr>
          </w:p>
        </w:tc>
        <w:tc>
          <w:tcPr>
            <w:tcW w:w="1800" w:type="pct"/>
            <w:gridSpan w:val="2"/>
            <w:shd w:val="clear" w:color="auto" w:fill="auto"/>
          </w:tcPr>
          <w:p w14:paraId="37FE5EB1" w14:textId="60B43E17" w:rsidR="006E257D" w:rsidRPr="00374CBE" w:rsidDel="00B04EEB" w:rsidRDefault="006E257D" w:rsidP="004C61AD">
            <w:pPr>
              <w:pStyle w:val="Tabletext0"/>
              <w:keepNext/>
              <w:rPr>
                <w:del w:id="3183" w:author="Yasser Syed" w:date="2019-06-25T00:13:00Z"/>
                <w:rFonts w:eastAsia="Calibri"/>
              </w:rPr>
            </w:pPr>
            <w:del w:id="3184" w:author="Yasser Syed" w:date="2019-06-25T00:13:00Z">
              <w:r w:rsidRPr="00374CBE" w:rsidDel="00B04EEB">
                <w:rPr>
                  <w:rFonts w:eastAsia="Calibri"/>
                </w:rPr>
                <w:delText>White point chromaticity (x,y)</w:delText>
              </w:r>
            </w:del>
          </w:p>
        </w:tc>
        <w:tc>
          <w:tcPr>
            <w:tcW w:w="2673" w:type="pct"/>
            <w:gridSpan w:val="3"/>
            <w:shd w:val="clear" w:color="auto" w:fill="auto"/>
          </w:tcPr>
          <w:p w14:paraId="348379AA" w14:textId="1E7B43DA" w:rsidR="006E257D" w:rsidRPr="00374CBE" w:rsidDel="00B04EEB" w:rsidRDefault="006E257D" w:rsidP="004C61AD">
            <w:pPr>
              <w:pStyle w:val="Tabletext0"/>
              <w:keepNext/>
              <w:rPr>
                <w:del w:id="3185" w:author="Yasser Syed" w:date="2019-06-25T00:13:00Z"/>
                <w:rFonts w:eastAsia="Calibri"/>
              </w:rPr>
            </w:pPr>
            <w:del w:id="3186" w:author="Yasser Syed" w:date="2019-06-25T00:13:00Z">
              <w:r w:rsidRPr="00374CBE" w:rsidDel="00B04EEB">
                <w:rPr>
                  <w:rFonts w:eastAsia="Calibri"/>
                </w:rPr>
                <w:delText>{0.3127, 0.3290} (D65)</w:delText>
              </w:r>
            </w:del>
          </w:p>
        </w:tc>
      </w:tr>
      <w:tr w:rsidR="00C24107" w:rsidRPr="00374CBE" w:rsidDel="00B04EEB" w14:paraId="40F7B2BD" w14:textId="1E1DDBDB" w:rsidTr="00BE09B7">
        <w:trPr>
          <w:cantSplit/>
          <w:trHeight w:val="534"/>
          <w:jc w:val="center"/>
          <w:del w:id="3187" w:author="Yasser Syed" w:date="2019-06-25T00:13:00Z"/>
        </w:trPr>
        <w:tc>
          <w:tcPr>
            <w:tcW w:w="527" w:type="pct"/>
            <w:vMerge/>
            <w:shd w:val="clear" w:color="auto" w:fill="auto"/>
            <w:textDirection w:val="btLr"/>
            <w:vAlign w:val="center"/>
          </w:tcPr>
          <w:p w14:paraId="3B330448" w14:textId="2701A90D" w:rsidR="006E257D" w:rsidRPr="00374CBE" w:rsidDel="00B04EEB" w:rsidRDefault="006E257D" w:rsidP="004C61AD">
            <w:pPr>
              <w:pStyle w:val="Tabletext0"/>
              <w:keepNext/>
              <w:jc w:val="center"/>
              <w:rPr>
                <w:del w:id="3188" w:author="Yasser Syed" w:date="2019-06-25T00:13:00Z"/>
                <w:rFonts w:eastAsia="Calibri"/>
                <w:b/>
              </w:rPr>
            </w:pPr>
          </w:p>
        </w:tc>
        <w:tc>
          <w:tcPr>
            <w:tcW w:w="1800" w:type="pct"/>
            <w:gridSpan w:val="2"/>
            <w:shd w:val="clear" w:color="auto" w:fill="auto"/>
          </w:tcPr>
          <w:p w14:paraId="2F38057D" w14:textId="228C9D2B" w:rsidR="006E257D" w:rsidRPr="00374CBE" w:rsidDel="00B04EEB" w:rsidRDefault="006E257D" w:rsidP="004C61AD">
            <w:pPr>
              <w:pStyle w:val="Tabletext0"/>
              <w:keepNext/>
              <w:rPr>
                <w:del w:id="3189" w:author="Yasser Syed" w:date="2019-06-25T00:13:00Z"/>
                <w:rFonts w:eastAsia="Calibri"/>
              </w:rPr>
            </w:pPr>
            <w:del w:id="3190" w:author="Yasser Syed" w:date="2019-06-25T00:13:00Z">
              <w:r w:rsidRPr="00374CBE" w:rsidDel="00B04EEB">
                <w:rPr>
                  <w:rFonts w:eastAsia="Calibri"/>
                </w:rPr>
                <w:delText>Maximum luminance [cd/m2]</w:delText>
              </w:r>
            </w:del>
          </w:p>
        </w:tc>
        <w:tc>
          <w:tcPr>
            <w:tcW w:w="886" w:type="pct"/>
            <w:shd w:val="clear" w:color="auto" w:fill="auto"/>
          </w:tcPr>
          <w:p w14:paraId="13376341" w14:textId="60BB6E3D" w:rsidR="006E257D" w:rsidRPr="00374CBE" w:rsidDel="00B04EEB" w:rsidRDefault="006E257D" w:rsidP="004C61AD">
            <w:pPr>
              <w:pStyle w:val="Tabletext0"/>
              <w:keepNext/>
              <w:rPr>
                <w:del w:id="3191" w:author="Yasser Syed" w:date="2019-06-25T00:13:00Z"/>
                <w:rFonts w:eastAsia="Calibri"/>
              </w:rPr>
            </w:pPr>
            <w:del w:id="3192" w:author="Yasser Syed" w:date="2019-06-25T00:13:00Z">
              <w:r w:rsidRPr="00374CBE" w:rsidDel="00B04EEB">
                <w:rPr>
                  <w:rFonts w:eastAsia="Calibri"/>
                </w:rPr>
                <w:delText>100</w:delText>
              </w:r>
            </w:del>
          </w:p>
        </w:tc>
        <w:tc>
          <w:tcPr>
            <w:tcW w:w="893" w:type="pct"/>
            <w:shd w:val="clear" w:color="auto" w:fill="auto"/>
          </w:tcPr>
          <w:p w14:paraId="4EE77C18" w14:textId="1B5F92B3" w:rsidR="006E257D" w:rsidRPr="00374CBE" w:rsidDel="00B04EEB" w:rsidRDefault="006E257D" w:rsidP="004C61AD">
            <w:pPr>
              <w:pStyle w:val="Tabletext0"/>
              <w:keepNext/>
              <w:rPr>
                <w:del w:id="3193" w:author="Yasser Syed" w:date="2019-06-25T00:13:00Z"/>
                <w:rFonts w:eastAsia="Calibri"/>
              </w:rPr>
            </w:pPr>
            <w:del w:id="3194" w:author="Yasser Syed" w:date="2019-06-25T00:13:00Z">
              <w:r w:rsidRPr="00374CBE" w:rsidDel="00B04EEB">
                <w:rPr>
                  <w:rFonts w:eastAsia="Calibri"/>
                </w:rPr>
                <w:delText>1000</w:delText>
              </w:r>
            </w:del>
          </w:p>
        </w:tc>
        <w:tc>
          <w:tcPr>
            <w:tcW w:w="893" w:type="pct"/>
            <w:shd w:val="clear" w:color="auto" w:fill="auto"/>
          </w:tcPr>
          <w:p w14:paraId="21908980" w14:textId="653ADC2F" w:rsidR="006E257D" w:rsidRPr="00374CBE" w:rsidDel="00B04EEB" w:rsidRDefault="006E257D" w:rsidP="004C61AD">
            <w:pPr>
              <w:pStyle w:val="Tabletext0"/>
              <w:keepNext/>
              <w:rPr>
                <w:del w:id="3195" w:author="Yasser Syed" w:date="2019-06-25T00:13:00Z"/>
                <w:rFonts w:eastAsia="Calibri"/>
              </w:rPr>
            </w:pPr>
            <w:del w:id="3196" w:author="Yasser Syed" w:date="2019-06-25T00:13:00Z">
              <w:r w:rsidRPr="00374CBE" w:rsidDel="00B04EEB">
                <w:rPr>
                  <w:rFonts w:eastAsia="Calibri"/>
                </w:rPr>
                <w:delText>10</w:delText>
              </w:r>
              <w:r w:rsidR="006821FE" w:rsidRPr="00374CBE" w:rsidDel="00B04EEB">
                <w:rPr>
                  <w:rFonts w:eastAsia="Calibri"/>
                </w:rPr>
                <w:delText>8</w:delText>
              </w:r>
            </w:del>
          </w:p>
        </w:tc>
      </w:tr>
      <w:tr w:rsidR="00C24107" w:rsidRPr="00374CBE" w:rsidDel="00B04EEB" w14:paraId="35E7AF0F" w14:textId="64767F18" w:rsidTr="00BE09B7">
        <w:trPr>
          <w:trHeight w:val="705"/>
          <w:jc w:val="center"/>
          <w:del w:id="3197" w:author="Yasser Syed" w:date="2019-06-25T00:13:00Z"/>
        </w:trPr>
        <w:tc>
          <w:tcPr>
            <w:tcW w:w="527" w:type="pct"/>
            <w:vMerge/>
            <w:shd w:val="clear" w:color="auto" w:fill="auto"/>
            <w:textDirection w:val="btLr"/>
            <w:vAlign w:val="center"/>
          </w:tcPr>
          <w:p w14:paraId="7990E22F" w14:textId="7A881FCB" w:rsidR="006E257D" w:rsidRPr="00374CBE" w:rsidDel="00B04EEB" w:rsidRDefault="006E257D" w:rsidP="004C61AD">
            <w:pPr>
              <w:pStyle w:val="Tabletext0"/>
              <w:keepNext/>
              <w:jc w:val="center"/>
              <w:rPr>
                <w:del w:id="3198" w:author="Yasser Syed" w:date="2019-06-25T00:13:00Z"/>
                <w:rFonts w:eastAsia="Calibri"/>
                <w:b/>
              </w:rPr>
            </w:pPr>
          </w:p>
        </w:tc>
        <w:tc>
          <w:tcPr>
            <w:tcW w:w="1800" w:type="pct"/>
            <w:gridSpan w:val="2"/>
            <w:shd w:val="clear" w:color="auto" w:fill="auto"/>
          </w:tcPr>
          <w:p w14:paraId="464229FF" w14:textId="7FB7B77A" w:rsidR="006E257D" w:rsidRPr="00374CBE" w:rsidDel="00B04EEB" w:rsidRDefault="006E257D" w:rsidP="004C61AD">
            <w:pPr>
              <w:pStyle w:val="Tabletext0"/>
              <w:keepNext/>
              <w:rPr>
                <w:del w:id="3199" w:author="Yasser Syed" w:date="2019-06-25T00:13:00Z"/>
                <w:rFonts w:eastAsia="Calibri"/>
              </w:rPr>
            </w:pPr>
            <w:del w:id="3200" w:author="Yasser Syed" w:date="2019-06-25T00:13:00Z">
              <w:r w:rsidRPr="00374CBE" w:rsidDel="00B04EEB">
                <w:rPr>
                  <w:rFonts w:eastAsia="Calibri"/>
                </w:rPr>
                <w:delText>Minimum luminance [cd/m2]</w:delText>
              </w:r>
            </w:del>
          </w:p>
        </w:tc>
        <w:tc>
          <w:tcPr>
            <w:tcW w:w="886" w:type="pct"/>
            <w:shd w:val="clear" w:color="auto" w:fill="auto"/>
          </w:tcPr>
          <w:p w14:paraId="7351FE77" w14:textId="0D2E75EE" w:rsidR="006E257D" w:rsidRPr="00374CBE" w:rsidDel="00B04EEB" w:rsidRDefault="006E257D" w:rsidP="004C61AD">
            <w:pPr>
              <w:pStyle w:val="Tabletext0"/>
              <w:keepNext/>
              <w:rPr>
                <w:del w:id="3201" w:author="Yasser Syed" w:date="2019-06-25T00:13:00Z"/>
                <w:rFonts w:eastAsia="Calibri"/>
              </w:rPr>
            </w:pPr>
            <w:del w:id="3202" w:author="Yasser Syed" w:date="2019-06-25T00:13:00Z">
              <w:r w:rsidRPr="00374CBE" w:rsidDel="00B04EEB">
                <w:rPr>
                  <w:rFonts w:eastAsia="Calibri"/>
                </w:rPr>
                <w:delText>0.05 for LCD/LED</w:delText>
              </w:r>
            </w:del>
          </w:p>
        </w:tc>
        <w:tc>
          <w:tcPr>
            <w:tcW w:w="893" w:type="pct"/>
            <w:shd w:val="clear" w:color="auto" w:fill="auto"/>
          </w:tcPr>
          <w:p w14:paraId="2B9C0B7A" w14:textId="1A1252DF" w:rsidR="006E257D" w:rsidRPr="00374CBE" w:rsidDel="00B04EEB" w:rsidRDefault="006E257D" w:rsidP="004C61AD">
            <w:pPr>
              <w:pStyle w:val="Tabletext0"/>
              <w:keepNext/>
              <w:rPr>
                <w:del w:id="3203" w:author="Yasser Syed" w:date="2019-06-25T00:13:00Z"/>
                <w:rFonts w:eastAsia="Calibri"/>
              </w:rPr>
            </w:pPr>
            <w:del w:id="3204" w:author="Yasser Syed" w:date="2019-06-25T00:13:00Z">
              <w:r w:rsidRPr="00374CBE" w:rsidDel="00B04EEB">
                <w:rPr>
                  <w:rFonts w:eastAsia="Calibri"/>
                </w:rPr>
                <w:delText>0.0005 for OLED</w:delText>
              </w:r>
            </w:del>
          </w:p>
        </w:tc>
        <w:tc>
          <w:tcPr>
            <w:tcW w:w="893" w:type="pct"/>
            <w:shd w:val="clear" w:color="auto" w:fill="auto"/>
          </w:tcPr>
          <w:p w14:paraId="1C70FEB2" w14:textId="0910CC33" w:rsidR="006E257D" w:rsidRPr="00374CBE" w:rsidDel="00B04EEB" w:rsidRDefault="006E257D" w:rsidP="004C61AD">
            <w:pPr>
              <w:pStyle w:val="Tabletext0"/>
              <w:keepNext/>
              <w:rPr>
                <w:del w:id="3205" w:author="Yasser Syed" w:date="2019-06-25T00:13:00Z"/>
                <w:rFonts w:eastAsia="Calibri"/>
              </w:rPr>
            </w:pPr>
            <w:del w:id="3206" w:author="Yasser Syed" w:date="2019-06-25T00:13:00Z">
              <w:r w:rsidRPr="00374CBE" w:rsidDel="00B04EEB">
                <w:rPr>
                  <w:rFonts w:eastAsia="Calibri"/>
                </w:rPr>
                <w:delText xml:space="preserve">0.0005 for </w:delText>
              </w:r>
              <w:r w:rsidR="006821FE" w:rsidRPr="00374CBE" w:rsidDel="00B04EEB">
                <w:rPr>
                  <w:rFonts w:eastAsia="Calibri"/>
                </w:rPr>
                <w:delText xml:space="preserve">laser </w:delText>
              </w:r>
            </w:del>
          </w:p>
        </w:tc>
      </w:tr>
      <w:tr w:rsidR="00C24107" w:rsidRPr="00374CBE" w:rsidDel="00B04EEB" w14:paraId="5DC8D424" w14:textId="2B71791C" w:rsidTr="00BE09B7">
        <w:trPr>
          <w:trHeight w:val="237"/>
          <w:jc w:val="center"/>
          <w:del w:id="3207" w:author="Yasser Syed" w:date="2019-06-25T00:13:00Z"/>
        </w:trPr>
        <w:tc>
          <w:tcPr>
            <w:tcW w:w="527" w:type="pct"/>
            <w:vMerge w:val="restart"/>
            <w:shd w:val="clear" w:color="auto" w:fill="auto"/>
            <w:textDirection w:val="btLr"/>
            <w:vAlign w:val="center"/>
          </w:tcPr>
          <w:p w14:paraId="1433955D" w14:textId="7B699592" w:rsidR="006E257D" w:rsidRPr="009C4C03" w:rsidDel="00B04EEB" w:rsidRDefault="006E257D" w:rsidP="004C61AD">
            <w:pPr>
              <w:pStyle w:val="Tabletext0"/>
              <w:keepNext/>
              <w:jc w:val="center"/>
              <w:rPr>
                <w:del w:id="3208" w:author="Yasser Syed" w:date="2019-06-25T00:13:00Z"/>
                <w:rFonts w:eastAsia="Calibri"/>
                <w:b/>
                <w:lang w:val="fr-CH"/>
              </w:rPr>
            </w:pPr>
            <w:del w:id="3209" w:author="Yasser Syed" w:date="2019-06-25T00:13:00Z">
              <w:r w:rsidRPr="009C4C03" w:rsidDel="00B04EEB">
                <w:rPr>
                  <w:rFonts w:eastAsia="Calibri"/>
                  <w:b/>
                  <w:lang w:val="fr-CH"/>
                </w:rPr>
                <w:delText>HEVC or AVC MDCV SEI message</w:delText>
              </w:r>
              <w:r w:rsidR="00950D65" w:rsidRPr="009C4C03" w:rsidDel="00B04EEB">
                <w:rPr>
                  <w:rFonts w:eastAsia="Calibri"/>
                  <w:b/>
                  <w:lang w:val="fr-CH"/>
                </w:rPr>
                <w:br/>
                <w:delText xml:space="preserve">Rec. ITU-T </w:delText>
              </w:r>
              <w:r w:rsidR="0029095D" w:rsidRPr="009C4C03" w:rsidDel="00B04EEB">
                <w:rPr>
                  <w:b/>
                  <w:lang w:val="fr-CH"/>
                </w:rPr>
                <w:delText xml:space="preserve">H.265 | </w:delText>
              </w:r>
              <w:r w:rsidR="00950D65" w:rsidRPr="009C4C03" w:rsidDel="00B04EEB">
                <w:rPr>
                  <w:b/>
                  <w:lang w:val="fr-CH"/>
                </w:rPr>
                <w:delText xml:space="preserve">ISO/IEC </w:delText>
              </w:r>
              <w:r w:rsidR="0029095D" w:rsidRPr="009C4C03" w:rsidDel="00B04EEB">
                <w:rPr>
                  <w:b/>
                  <w:lang w:val="fr-CH"/>
                </w:rPr>
                <w:delText>23008-2</w:delText>
              </w:r>
            </w:del>
          </w:p>
        </w:tc>
        <w:tc>
          <w:tcPr>
            <w:tcW w:w="1800" w:type="pct"/>
            <w:gridSpan w:val="2"/>
            <w:shd w:val="clear" w:color="auto" w:fill="auto"/>
          </w:tcPr>
          <w:p w14:paraId="19F5CC22" w14:textId="27B89A27" w:rsidR="006E257D" w:rsidRPr="00374CBE" w:rsidDel="00B04EEB" w:rsidRDefault="006E257D" w:rsidP="004C61AD">
            <w:pPr>
              <w:pStyle w:val="Tabletext0"/>
              <w:keepNext/>
              <w:rPr>
                <w:del w:id="3210" w:author="Yasser Syed" w:date="2019-06-25T00:13:00Z"/>
                <w:rFonts w:eastAsia="Calibri"/>
              </w:rPr>
            </w:pPr>
            <w:del w:id="3211" w:author="Yasser Syed" w:date="2019-06-25T00:13:00Z">
              <w:r w:rsidRPr="00374CBE" w:rsidDel="00B04EEB">
                <w:rPr>
                  <w:rFonts w:eastAsia="Calibri"/>
                </w:rPr>
                <w:delText>Display_primaries_x[0]/y[0]</w:delText>
              </w:r>
            </w:del>
          </w:p>
        </w:tc>
        <w:tc>
          <w:tcPr>
            <w:tcW w:w="886" w:type="pct"/>
            <w:shd w:val="clear" w:color="auto" w:fill="auto"/>
          </w:tcPr>
          <w:p w14:paraId="05A4E270" w14:textId="3A3B7073" w:rsidR="006E257D" w:rsidRPr="00374CBE" w:rsidDel="00B04EEB" w:rsidRDefault="006E257D" w:rsidP="004C61AD">
            <w:pPr>
              <w:pStyle w:val="Tabletext0"/>
              <w:keepNext/>
              <w:rPr>
                <w:del w:id="3212" w:author="Yasser Syed" w:date="2019-06-25T00:13:00Z"/>
                <w:rFonts w:eastAsia="Calibri"/>
              </w:rPr>
            </w:pPr>
            <w:del w:id="3213" w:author="Yasser Syed" w:date="2019-06-25T00:13:00Z">
              <w:r w:rsidRPr="00374CBE" w:rsidDel="00B04EEB">
                <w:rPr>
                  <w:rFonts w:eastAsia="Calibri"/>
                </w:rPr>
                <w:delText>{32000,</w:delText>
              </w:r>
              <w:r w:rsidR="00F33491" w:rsidRPr="00374CBE" w:rsidDel="00B04EEB">
                <w:rPr>
                  <w:rFonts w:eastAsia="Calibri"/>
                </w:rPr>
                <w:delText xml:space="preserve"> </w:delText>
              </w:r>
              <w:r w:rsidRPr="00374CBE" w:rsidDel="00B04EEB">
                <w:rPr>
                  <w:rFonts w:eastAsia="Calibri"/>
                </w:rPr>
                <w:delText>16500}</w:delText>
              </w:r>
            </w:del>
          </w:p>
        </w:tc>
        <w:tc>
          <w:tcPr>
            <w:tcW w:w="893" w:type="pct"/>
            <w:shd w:val="clear" w:color="auto" w:fill="auto"/>
          </w:tcPr>
          <w:p w14:paraId="218F8B00" w14:textId="09CB6F65" w:rsidR="006E257D" w:rsidRPr="00374CBE" w:rsidDel="00B04EEB" w:rsidRDefault="006E257D" w:rsidP="004C61AD">
            <w:pPr>
              <w:pStyle w:val="Tabletext0"/>
              <w:keepNext/>
              <w:rPr>
                <w:del w:id="3214" w:author="Yasser Syed" w:date="2019-06-25T00:13:00Z"/>
                <w:rFonts w:eastAsia="Calibri"/>
              </w:rPr>
            </w:pPr>
            <w:del w:id="3215" w:author="Yasser Syed" w:date="2019-06-25T00:13:00Z">
              <w:r w:rsidRPr="00374CBE" w:rsidDel="00B04EEB">
                <w:rPr>
                  <w:rFonts w:eastAsia="Calibri"/>
                </w:rPr>
                <w:delText>{35400,</w:delText>
              </w:r>
              <w:r w:rsidR="00F33491" w:rsidRPr="00374CBE" w:rsidDel="00B04EEB">
                <w:rPr>
                  <w:rFonts w:eastAsia="Calibri"/>
                </w:rPr>
                <w:delText xml:space="preserve"> </w:delText>
              </w:r>
              <w:r w:rsidRPr="00374CBE" w:rsidDel="00B04EEB">
                <w:rPr>
                  <w:rFonts w:eastAsia="Calibri"/>
                </w:rPr>
                <w:delText>14600}</w:delText>
              </w:r>
            </w:del>
          </w:p>
        </w:tc>
        <w:tc>
          <w:tcPr>
            <w:tcW w:w="893" w:type="pct"/>
            <w:shd w:val="clear" w:color="auto" w:fill="auto"/>
          </w:tcPr>
          <w:p w14:paraId="1AD44E34" w14:textId="5348D072" w:rsidR="006E257D" w:rsidRPr="00374CBE" w:rsidDel="00B04EEB" w:rsidRDefault="006E257D" w:rsidP="004C61AD">
            <w:pPr>
              <w:pStyle w:val="Tabletext0"/>
              <w:keepNext/>
              <w:rPr>
                <w:del w:id="3216" w:author="Yasser Syed" w:date="2019-06-25T00:13:00Z"/>
                <w:rFonts w:eastAsia="Calibri"/>
              </w:rPr>
            </w:pPr>
            <w:del w:id="3217" w:author="Yasser Syed" w:date="2019-06-25T00:13:00Z">
              <w:r w:rsidRPr="00374CBE" w:rsidDel="00B04EEB">
                <w:rPr>
                  <w:rFonts w:eastAsia="Calibri"/>
                </w:rPr>
                <w:delText>{34000,</w:delText>
              </w:r>
              <w:r w:rsidR="00F33491" w:rsidRPr="00374CBE" w:rsidDel="00B04EEB">
                <w:rPr>
                  <w:rFonts w:eastAsia="Calibri"/>
                </w:rPr>
                <w:delText xml:space="preserve"> </w:delText>
              </w:r>
              <w:r w:rsidRPr="00374CBE" w:rsidDel="00B04EEB">
                <w:rPr>
                  <w:rFonts w:eastAsia="Calibri"/>
                </w:rPr>
                <w:delText>16000}</w:delText>
              </w:r>
            </w:del>
          </w:p>
        </w:tc>
      </w:tr>
      <w:tr w:rsidR="00C24107" w:rsidRPr="00374CBE" w:rsidDel="00B04EEB" w14:paraId="5332452F" w14:textId="5E85C8A3" w:rsidTr="00BE09B7">
        <w:trPr>
          <w:trHeight w:val="237"/>
          <w:jc w:val="center"/>
          <w:del w:id="3218" w:author="Yasser Syed" w:date="2019-06-25T00:13:00Z"/>
        </w:trPr>
        <w:tc>
          <w:tcPr>
            <w:tcW w:w="527" w:type="pct"/>
            <w:vMerge/>
            <w:shd w:val="clear" w:color="auto" w:fill="auto"/>
            <w:vAlign w:val="center"/>
          </w:tcPr>
          <w:p w14:paraId="7C7F4C34" w14:textId="3B3FFCE4" w:rsidR="006E257D" w:rsidRPr="00374CBE" w:rsidDel="00B04EEB" w:rsidRDefault="006E257D" w:rsidP="004C61AD">
            <w:pPr>
              <w:pStyle w:val="Tabletext0"/>
              <w:keepNext/>
              <w:jc w:val="center"/>
              <w:rPr>
                <w:del w:id="3219" w:author="Yasser Syed" w:date="2019-06-25T00:13:00Z"/>
                <w:rFonts w:eastAsia="Calibri"/>
                <w:b/>
              </w:rPr>
            </w:pPr>
          </w:p>
        </w:tc>
        <w:tc>
          <w:tcPr>
            <w:tcW w:w="1800" w:type="pct"/>
            <w:gridSpan w:val="2"/>
            <w:shd w:val="clear" w:color="auto" w:fill="auto"/>
          </w:tcPr>
          <w:p w14:paraId="3A9B7302" w14:textId="434B5D82" w:rsidR="006E257D" w:rsidRPr="00374CBE" w:rsidDel="00B04EEB" w:rsidRDefault="006E257D" w:rsidP="004C61AD">
            <w:pPr>
              <w:pStyle w:val="Tabletext0"/>
              <w:keepNext/>
              <w:rPr>
                <w:del w:id="3220" w:author="Yasser Syed" w:date="2019-06-25T00:13:00Z"/>
                <w:rFonts w:eastAsia="Calibri"/>
              </w:rPr>
            </w:pPr>
            <w:del w:id="3221" w:author="Yasser Syed" w:date="2019-06-25T00:13:00Z">
              <w:r w:rsidRPr="00374CBE" w:rsidDel="00B04EEB">
                <w:rPr>
                  <w:rFonts w:eastAsia="Calibri"/>
                </w:rPr>
                <w:delText>Display_primaries_x[1]/y[1]</w:delText>
              </w:r>
            </w:del>
          </w:p>
        </w:tc>
        <w:tc>
          <w:tcPr>
            <w:tcW w:w="886" w:type="pct"/>
            <w:shd w:val="clear" w:color="auto" w:fill="auto"/>
          </w:tcPr>
          <w:p w14:paraId="7897E0F9" w14:textId="52A208E1" w:rsidR="006E257D" w:rsidRPr="00374CBE" w:rsidDel="00B04EEB" w:rsidRDefault="006E257D" w:rsidP="004C61AD">
            <w:pPr>
              <w:pStyle w:val="Tabletext0"/>
              <w:keepNext/>
              <w:rPr>
                <w:del w:id="3222" w:author="Yasser Syed" w:date="2019-06-25T00:13:00Z"/>
                <w:rFonts w:eastAsia="Calibri"/>
              </w:rPr>
            </w:pPr>
            <w:del w:id="3223" w:author="Yasser Syed" w:date="2019-06-25T00:13:00Z">
              <w:r w:rsidRPr="00374CBE" w:rsidDel="00B04EEB">
                <w:rPr>
                  <w:rFonts w:eastAsia="Calibri"/>
                </w:rPr>
                <w:delText>{15000,</w:delText>
              </w:r>
              <w:r w:rsidR="00F33491" w:rsidRPr="00374CBE" w:rsidDel="00B04EEB">
                <w:rPr>
                  <w:rFonts w:eastAsia="Calibri"/>
                </w:rPr>
                <w:delText xml:space="preserve"> </w:delText>
              </w:r>
              <w:r w:rsidRPr="00374CBE" w:rsidDel="00B04EEB">
                <w:rPr>
                  <w:rFonts w:eastAsia="Calibri"/>
                </w:rPr>
                <w:delText>30000}</w:delText>
              </w:r>
            </w:del>
          </w:p>
        </w:tc>
        <w:tc>
          <w:tcPr>
            <w:tcW w:w="893" w:type="pct"/>
            <w:shd w:val="clear" w:color="auto" w:fill="auto"/>
          </w:tcPr>
          <w:p w14:paraId="759EBB12" w14:textId="4586198A" w:rsidR="006E257D" w:rsidRPr="00374CBE" w:rsidDel="00B04EEB" w:rsidRDefault="006E257D" w:rsidP="004C61AD">
            <w:pPr>
              <w:pStyle w:val="Tabletext0"/>
              <w:keepNext/>
              <w:rPr>
                <w:del w:id="3224" w:author="Yasser Syed" w:date="2019-06-25T00:13:00Z"/>
                <w:rFonts w:eastAsia="Calibri"/>
              </w:rPr>
            </w:pPr>
            <w:del w:id="3225" w:author="Yasser Syed" w:date="2019-06-25T00:13:00Z">
              <w:r w:rsidRPr="00374CBE" w:rsidDel="00B04EEB">
                <w:rPr>
                  <w:rFonts w:eastAsia="Calibri"/>
                </w:rPr>
                <w:delText>{8500,</w:delText>
              </w:r>
              <w:r w:rsidR="00F33491" w:rsidRPr="00374CBE" w:rsidDel="00B04EEB">
                <w:rPr>
                  <w:rFonts w:eastAsia="Calibri"/>
                </w:rPr>
                <w:delText xml:space="preserve"> </w:delText>
              </w:r>
              <w:r w:rsidRPr="00374CBE" w:rsidDel="00B04EEB">
                <w:rPr>
                  <w:rFonts w:eastAsia="Calibri"/>
                </w:rPr>
                <w:delText>39850}</w:delText>
              </w:r>
            </w:del>
          </w:p>
        </w:tc>
        <w:tc>
          <w:tcPr>
            <w:tcW w:w="893" w:type="pct"/>
            <w:shd w:val="clear" w:color="auto" w:fill="auto"/>
          </w:tcPr>
          <w:p w14:paraId="657BA33D" w14:textId="21128505" w:rsidR="006E257D" w:rsidRPr="00374CBE" w:rsidDel="00B04EEB" w:rsidRDefault="006E257D" w:rsidP="004C61AD">
            <w:pPr>
              <w:pStyle w:val="Tabletext0"/>
              <w:keepNext/>
              <w:rPr>
                <w:del w:id="3226" w:author="Yasser Syed" w:date="2019-06-25T00:13:00Z"/>
                <w:rFonts w:eastAsia="Calibri"/>
              </w:rPr>
            </w:pPr>
            <w:del w:id="3227" w:author="Yasser Syed" w:date="2019-06-25T00:13:00Z">
              <w:r w:rsidRPr="00374CBE" w:rsidDel="00B04EEB">
                <w:rPr>
                  <w:rFonts w:eastAsia="Calibri"/>
                </w:rPr>
                <w:delText>{13250,</w:delText>
              </w:r>
              <w:r w:rsidR="00F33491" w:rsidRPr="00374CBE" w:rsidDel="00B04EEB">
                <w:rPr>
                  <w:rFonts w:eastAsia="Calibri"/>
                </w:rPr>
                <w:delText xml:space="preserve"> </w:delText>
              </w:r>
              <w:r w:rsidRPr="00374CBE" w:rsidDel="00B04EEB">
                <w:rPr>
                  <w:rFonts w:eastAsia="Calibri"/>
                </w:rPr>
                <w:delText>34500}</w:delText>
              </w:r>
            </w:del>
          </w:p>
        </w:tc>
      </w:tr>
      <w:tr w:rsidR="00C24107" w:rsidRPr="00374CBE" w:rsidDel="00B04EEB" w14:paraId="794C56C1" w14:textId="7D43B7DE" w:rsidTr="00BE09B7">
        <w:trPr>
          <w:trHeight w:val="237"/>
          <w:jc w:val="center"/>
          <w:del w:id="3228" w:author="Yasser Syed" w:date="2019-06-25T00:13:00Z"/>
        </w:trPr>
        <w:tc>
          <w:tcPr>
            <w:tcW w:w="527" w:type="pct"/>
            <w:vMerge/>
            <w:shd w:val="clear" w:color="auto" w:fill="auto"/>
            <w:vAlign w:val="center"/>
          </w:tcPr>
          <w:p w14:paraId="4A94F6BD" w14:textId="4D6EFB6B" w:rsidR="006E257D" w:rsidRPr="00374CBE" w:rsidDel="00B04EEB" w:rsidRDefault="006E257D" w:rsidP="004C61AD">
            <w:pPr>
              <w:pStyle w:val="Tabletext0"/>
              <w:keepNext/>
              <w:jc w:val="center"/>
              <w:rPr>
                <w:del w:id="3229" w:author="Yasser Syed" w:date="2019-06-25T00:13:00Z"/>
                <w:rFonts w:eastAsia="Calibri"/>
                <w:b/>
              </w:rPr>
            </w:pPr>
          </w:p>
        </w:tc>
        <w:tc>
          <w:tcPr>
            <w:tcW w:w="1800" w:type="pct"/>
            <w:gridSpan w:val="2"/>
            <w:shd w:val="clear" w:color="auto" w:fill="auto"/>
          </w:tcPr>
          <w:p w14:paraId="4FCA8242" w14:textId="3D3FD4D3" w:rsidR="006E257D" w:rsidRPr="00374CBE" w:rsidDel="00B04EEB" w:rsidRDefault="006E257D" w:rsidP="004C61AD">
            <w:pPr>
              <w:pStyle w:val="Tabletext0"/>
              <w:keepNext/>
              <w:rPr>
                <w:del w:id="3230" w:author="Yasser Syed" w:date="2019-06-25T00:13:00Z"/>
                <w:rFonts w:eastAsia="Calibri"/>
              </w:rPr>
            </w:pPr>
            <w:del w:id="3231" w:author="Yasser Syed" w:date="2019-06-25T00:13:00Z">
              <w:r w:rsidRPr="00374CBE" w:rsidDel="00B04EEB">
                <w:rPr>
                  <w:rFonts w:eastAsia="Calibri"/>
                </w:rPr>
                <w:delText>Display_primaries_x[2]/y[2]</w:delText>
              </w:r>
            </w:del>
          </w:p>
        </w:tc>
        <w:tc>
          <w:tcPr>
            <w:tcW w:w="886" w:type="pct"/>
            <w:shd w:val="clear" w:color="auto" w:fill="auto"/>
          </w:tcPr>
          <w:p w14:paraId="26F3F066" w14:textId="0C899A2D" w:rsidR="006E257D" w:rsidRPr="00374CBE" w:rsidDel="00B04EEB" w:rsidRDefault="006E257D" w:rsidP="004C61AD">
            <w:pPr>
              <w:pStyle w:val="Tabletext0"/>
              <w:keepNext/>
              <w:rPr>
                <w:del w:id="3232" w:author="Yasser Syed" w:date="2019-06-25T00:13:00Z"/>
                <w:rFonts w:eastAsia="Calibri"/>
              </w:rPr>
            </w:pPr>
            <w:del w:id="3233" w:author="Yasser Syed" w:date="2019-06-25T00:13:00Z">
              <w:r w:rsidRPr="00374CBE" w:rsidDel="00B04EEB">
                <w:rPr>
                  <w:rFonts w:eastAsia="Calibri"/>
                </w:rPr>
                <w:delText>{7500,</w:delText>
              </w:r>
              <w:r w:rsidR="00F33491" w:rsidRPr="00374CBE" w:rsidDel="00B04EEB">
                <w:rPr>
                  <w:rFonts w:eastAsia="Calibri"/>
                </w:rPr>
                <w:delText xml:space="preserve"> </w:delText>
              </w:r>
              <w:r w:rsidRPr="00374CBE" w:rsidDel="00B04EEB">
                <w:rPr>
                  <w:rFonts w:eastAsia="Calibri"/>
                </w:rPr>
                <w:delText>3000}</w:delText>
              </w:r>
            </w:del>
          </w:p>
        </w:tc>
        <w:tc>
          <w:tcPr>
            <w:tcW w:w="893" w:type="pct"/>
            <w:shd w:val="clear" w:color="auto" w:fill="auto"/>
          </w:tcPr>
          <w:p w14:paraId="775A4B66" w14:textId="2916D6F6" w:rsidR="006E257D" w:rsidRPr="00374CBE" w:rsidDel="00B04EEB" w:rsidRDefault="006E257D" w:rsidP="004C61AD">
            <w:pPr>
              <w:pStyle w:val="Tabletext0"/>
              <w:keepNext/>
              <w:rPr>
                <w:del w:id="3234" w:author="Yasser Syed" w:date="2019-06-25T00:13:00Z"/>
                <w:rFonts w:eastAsia="Calibri"/>
              </w:rPr>
            </w:pPr>
            <w:del w:id="3235" w:author="Yasser Syed" w:date="2019-06-25T00:13:00Z">
              <w:r w:rsidRPr="00374CBE" w:rsidDel="00B04EEB">
                <w:rPr>
                  <w:rFonts w:eastAsia="Calibri"/>
                </w:rPr>
                <w:delText>{6550,</w:delText>
              </w:r>
              <w:r w:rsidR="00F33491" w:rsidRPr="00374CBE" w:rsidDel="00B04EEB">
                <w:rPr>
                  <w:rFonts w:eastAsia="Calibri"/>
                </w:rPr>
                <w:delText xml:space="preserve"> </w:delText>
              </w:r>
              <w:r w:rsidRPr="00374CBE" w:rsidDel="00B04EEB">
                <w:rPr>
                  <w:rFonts w:eastAsia="Calibri"/>
                </w:rPr>
                <w:delText>2300}</w:delText>
              </w:r>
            </w:del>
          </w:p>
        </w:tc>
        <w:tc>
          <w:tcPr>
            <w:tcW w:w="893" w:type="pct"/>
            <w:shd w:val="clear" w:color="auto" w:fill="auto"/>
          </w:tcPr>
          <w:p w14:paraId="5E0B79CB" w14:textId="6C61C15B" w:rsidR="006E257D" w:rsidRPr="00374CBE" w:rsidDel="00B04EEB" w:rsidRDefault="006E257D" w:rsidP="004C61AD">
            <w:pPr>
              <w:pStyle w:val="Tabletext0"/>
              <w:keepNext/>
              <w:rPr>
                <w:del w:id="3236" w:author="Yasser Syed" w:date="2019-06-25T00:13:00Z"/>
                <w:rFonts w:eastAsia="Calibri"/>
              </w:rPr>
            </w:pPr>
            <w:del w:id="3237" w:author="Yasser Syed" w:date="2019-06-25T00:13:00Z">
              <w:r w:rsidRPr="00374CBE" w:rsidDel="00B04EEB">
                <w:rPr>
                  <w:rFonts w:eastAsia="Calibri"/>
                </w:rPr>
                <w:delText>{7500,</w:delText>
              </w:r>
              <w:r w:rsidR="00F33491" w:rsidRPr="00374CBE" w:rsidDel="00B04EEB">
                <w:rPr>
                  <w:rFonts w:eastAsia="Calibri"/>
                </w:rPr>
                <w:delText xml:space="preserve"> </w:delText>
              </w:r>
              <w:r w:rsidRPr="00374CBE" w:rsidDel="00B04EEB">
                <w:rPr>
                  <w:rFonts w:eastAsia="Calibri"/>
                </w:rPr>
                <w:delText>3000}</w:delText>
              </w:r>
            </w:del>
          </w:p>
        </w:tc>
      </w:tr>
      <w:tr w:rsidR="00C24107" w:rsidRPr="00374CBE" w:rsidDel="00B04EEB" w14:paraId="19ABAF39" w14:textId="71AA1A47" w:rsidTr="00BE09B7">
        <w:trPr>
          <w:trHeight w:val="237"/>
          <w:jc w:val="center"/>
          <w:del w:id="3238" w:author="Yasser Syed" w:date="2019-06-25T00:13:00Z"/>
        </w:trPr>
        <w:tc>
          <w:tcPr>
            <w:tcW w:w="527" w:type="pct"/>
            <w:vMerge/>
            <w:shd w:val="clear" w:color="auto" w:fill="auto"/>
            <w:vAlign w:val="center"/>
          </w:tcPr>
          <w:p w14:paraId="00A92D8B" w14:textId="29F1AA93" w:rsidR="006E257D" w:rsidRPr="00374CBE" w:rsidDel="00B04EEB" w:rsidRDefault="006E257D" w:rsidP="004C61AD">
            <w:pPr>
              <w:pStyle w:val="Tabletext0"/>
              <w:keepNext/>
              <w:jc w:val="center"/>
              <w:rPr>
                <w:del w:id="3239" w:author="Yasser Syed" w:date="2019-06-25T00:13:00Z"/>
                <w:rFonts w:eastAsia="Calibri"/>
                <w:b/>
              </w:rPr>
            </w:pPr>
          </w:p>
        </w:tc>
        <w:tc>
          <w:tcPr>
            <w:tcW w:w="1800" w:type="pct"/>
            <w:gridSpan w:val="2"/>
            <w:shd w:val="clear" w:color="auto" w:fill="auto"/>
          </w:tcPr>
          <w:p w14:paraId="7544D1AF" w14:textId="4ED387F6" w:rsidR="006E257D" w:rsidRPr="00374CBE" w:rsidDel="00B04EEB" w:rsidRDefault="006E257D" w:rsidP="004C61AD">
            <w:pPr>
              <w:pStyle w:val="Tabletext0"/>
              <w:keepNext/>
              <w:rPr>
                <w:del w:id="3240" w:author="Yasser Syed" w:date="2019-06-25T00:13:00Z"/>
                <w:rFonts w:eastAsia="Calibri"/>
              </w:rPr>
            </w:pPr>
            <w:del w:id="3241" w:author="Yasser Syed" w:date="2019-06-25T00:13:00Z">
              <w:r w:rsidRPr="00374CBE" w:rsidDel="00B04EEB">
                <w:rPr>
                  <w:rFonts w:eastAsia="Calibri"/>
                </w:rPr>
                <w:delText>White_point_x/y</w:delText>
              </w:r>
            </w:del>
          </w:p>
        </w:tc>
        <w:tc>
          <w:tcPr>
            <w:tcW w:w="2673" w:type="pct"/>
            <w:gridSpan w:val="3"/>
            <w:shd w:val="clear" w:color="auto" w:fill="auto"/>
          </w:tcPr>
          <w:p w14:paraId="6C2D1C83" w14:textId="51F2FB93" w:rsidR="006E257D" w:rsidRPr="00374CBE" w:rsidDel="00B04EEB" w:rsidRDefault="006E257D" w:rsidP="004C61AD">
            <w:pPr>
              <w:pStyle w:val="Tabletext0"/>
              <w:keepNext/>
              <w:rPr>
                <w:del w:id="3242" w:author="Yasser Syed" w:date="2019-06-25T00:13:00Z"/>
                <w:rFonts w:eastAsia="Calibri"/>
              </w:rPr>
            </w:pPr>
            <w:del w:id="3243" w:author="Yasser Syed" w:date="2019-06-25T00:13:00Z">
              <w:r w:rsidRPr="00374CBE" w:rsidDel="00B04EEB">
                <w:rPr>
                  <w:rFonts w:eastAsia="Calibri"/>
                </w:rPr>
                <w:delText>{15635,</w:delText>
              </w:r>
              <w:r w:rsidR="00F33491" w:rsidRPr="00374CBE" w:rsidDel="00B04EEB">
                <w:rPr>
                  <w:rFonts w:eastAsia="Calibri"/>
                </w:rPr>
                <w:delText xml:space="preserve"> </w:delText>
              </w:r>
              <w:r w:rsidRPr="00374CBE" w:rsidDel="00B04EEB">
                <w:rPr>
                  <w:rFonts w:eastAsia="Calibri"/>
                </w:rPr>
                <w:delText>16450}</w:delText>
              </w:r>
            </w:del>
          </w:p>
        </w:tc>
      </w:tr>
      <w:tr w:rsidR="00C24107" w:rsidRPr="00374CBE" w:rsidDel="00B04EEB" w14:paraId="129A14F6" w14:textId="0233324E" w:rsidTr="00BE09B7">
        <w:trPr>
          <w:trHeight w:val="237"/>
          <w:jc w:val="center"/>
          <w:del w:id="3244" w:author="Yasser Syed" w:date="2019-06-25T00:13:00Z"/>
        </w:trPr>
        <w:tc>
          <w:tcPr>
            <w:tcW w:w="527" w:type="pct"/>
            <w:vMerge/>
            <w:shd w:val="clear" w:color="auto" w:fill="auto"/>
            <w:vAlign w:val="center"/>
          </w:tcPr>
          <w:p w14:paraId="6A6DEB41" w14:textId="25BF1ADE" w:rsidR="006E257D" w:rsidRPr="00374CBE" w:rsidDel="00B04EEB" w:rsidRDefault="006E257D" w:rsidP="004C61AD">
            <w:pPr>
              <w:pStyle w:val="Tabletext0"/>
              <w:keepNext/>
              <w:jc w:val="center"/>
              <w:rPr>
                <w:del w:id="3245" w:author="Yasser Syed" w:date="2019-06-25T00:13:00Z"/>
                <w:rFonts w:eastAsia="Calibri"/>
                <w:b/>
              </w:rPr>
            </w:pPr>
          </w:p>
        </w:tc>
        <w:tc>
          <w:tcPr>
            <w:tcW w:w="1800" w:type="pct"/>
            <w:gridSpan w:val="2"/>
            <w:shd w:val="clear" w:color="auto" w:fill="auto"/>
          </w:tcPr>
          <w:p w14:paraId="15E71CBE" w14:textId="703BF7FB" w:rsidR="006E257D" w:rsidRPr="00374CBE" w:rsidDel="00B04EEB" w:rsidRDefault="006E257D" w:rsidP="004C61AD">
            <w:pPr>
              <w:pStyle w:val="Tabletext0"/>
              <w:keepNext/>
              <w:rPr>
                <w:del w:id="3246" w:author="Yasser Syed" w:date="2019-06-25T00:13:00Z"/>
                <w:rFonts w:eastAsia="Calibri"/>
              </w:rPr>
            </w:pPr>
            <w:del w:id="3247" w:author="Yasser Syed" w:date="2019-06-25T00:13:00Z">
              <w:r w:rsidRPr="00374CBE" w:rsidDel="00B04EEB">
                <w:rPr>
                  <w:rFonts w:eastAsia="Calibri"/>
                </w:rPr>
                <w:delText>Max/min_display_mastering_luminance</w:delText>
              </w:r>
            </w:del>
          </w:p>
        </w:tc>
        <w:tc>
          <w:tcPr>
            <w:tcW w:w="886" w:type="pct"/>
            <w:shd w:val="clear" w:color="auto" w:fill="auto"/>
          </w:tcPr>
          <w:p w14:paraId="5E466FBA" w14:textId="6D619213" w:rsidR="006E257D" w:rsidRPr="00374CBE" w:rsidDel="00B04EEB" w:rsidRDefault="006E257D" w:rsidP="004C61AD">
            <w:pPr>
              <w:pStyle w:val="Tabletext0"/>
              <w:keepNext/>
              <w:rPr>
                <w:del w:id="3248" w:author="Yasser Syed" w:date="2019-06-25T00:13:00Z"/>
                <w:rFonts w:eastAsia="Calibri"/>
              </w:rPr>
            </w:pPr>
            <w:del w:id="3249" w:author="Yasser Syed" w:date="2019-06-25T00:13:00Z">
              <w:r w:rsidRPr="00374CBE" w:rsidDel="00B04EEB">
                <w:rPr>
                  <w:rFonts w:eastAsia="Calibri"/>
                </w:rPr>
                <w:delText>{1000000,</w:delText>
              </w:r>
              <w:r w:rsidR="00F33491" w:rsidRPr="00374CBE" w:rsidDel="00B04EEB">
                <w:rPr>
                  <w:rFonts w:eastAsia="Calibri"/>
                </w:rPr>
                <w:delText xml:space="preserve"> </w:delText>
              </w:r>
              <w:r w:rsidRPr="00374CBE" w:rsidDel="00B04EEB">
                <w:rPr>
                  <w:rFonts w:eastAsia="Calibri"/>
                </w:rPr>
                <w:delText>500}</w:delText>
              </w:r>
            </w:del>
          </w:p>
        </w:tc>
        <w:tc>
          <w:tcPr>
            <w:tcW w:w="893" w:type="pct"/>
            <w:shd w:val="clear" w:color="auto" w:fill="auto"/>
          </w:tcPr>
          <w:p w14:paraId="4F391015" w14:textId="5DF78AC3" w:rsidR="006E257D" w:rsidRPr="00374CBE" w:rsidDel="00B04EEB" w:rsidRDefault="006E257D" w:rsidP="004C61AD">
            <w:pPr>
              <w:pStyle w:val="Tabletext0"/>
              <w:keepNext/>
              <w:rPr>
                <w:del w:id="3250" w:author="Yasser Syed" w:date="2019-06-25T00:13:00Z"/>
                <w:rFonts w:eastAsia="Calibri"/>
              </w:rPr>
            </w:pPr>
            <w:del w:id="3251" w:author="Yasser Syed" w:date="2019-06-25T00:13:00Z">
              <w:r w:rsidRPr="00374CBE" w:rsidDel="00B04EEB">
                <w:rPr>
                  <w:rFonts w:eastAsia="Calibri"/>
                </w:rPr>
                <w:delText>{10000000,</w:delText>
              </w:r>
              <w:r w:rsidR="00F33491" w:rsidRPr="00374CBE" w:rsidDel="00B04EEB">
                <w:rPr>
                  <w:rFonts w:eastAsia="Calibri"/>
                </w:rPr>
                <w:delText xml:space="preserve"> </w:delText>
              </w:r>
              <w:r w:rsidRPr="00374CBE" w:rsidDel="00B04EEB">
                <w:rPr>
                  <w:rFonts w:eastAsia="Calibri"/>
                </w:rPr>
                <w:delText>5}</w:delText>
              </w:r>
            </w:del>
          </w:p>
        </w:tc>
        <w:tc>
          <w:tcPr>
            <w:tcW w:w="893" w:type="pct"/>
            <w:shd w:val="clear" w:color="auto" w:fill="auto"/>
          </w:tcPr>
          <w:p w14:paraId="5B2AC37A" w14:textId="3E9F5957" w:rsidR="006E257D" w:rsidRPr="00374CBE" w:rsidDel="00B04EEB" w:rsidRDefault="006E257D" w:rsidP="004C61AD">
            <w:pPr>
              <w:pStyle w:val="Tabletext0"/>
              <w:keepNext/>
              <w:rPr>
                <w:del w:id="3252" w:author="Yasser Syed" w:date="2019-06-25T00:13:00Z"/>
                <w:rFonts w:eastAsia="Calibri"/>
              </w:rPr>
            </w:pPr>
            <w:del w:id="3253" w:author="Yasser Syed" w:date="2019-06-25T00:13:00Z">
              <w:r w:rsidRPr="00374CBE" w:rsidDel="00B04EEB">
                <w:rPr>
                  <w:rFonts w:eastAsia="Calibri"/>
                </w:rPr>
                <w:delText>{10000000,</w:delText>
              </w:r>
              <w:r w:rsidR="00F33491" w:rsidRPr="00374CBE" w:rsidDel="00B04EEB">
                <w:rPr>
                  <w:rFonts w:eastAsia="Calibri"/>
                </w:rPr>
                <w:delText xml:space="preserve"> </w:delText>
              </w:r>
              <w:r w:rsidRPr="00374CBE" w:rsidDel="00B04EEB">
                <w:rPr>
                  <w:rFonts w:eastAsia="Calibri"/>
                </w:rPr>
                <w:delText>5}</w:delText>
              </w:r>
            </w:del>
          </w:p>
        </w:tc>
      </w:tr>
      <w:tr w:rsidR="00C24107" w:rsidRPr="00374CBE" w:rsidDel="00B04EEB" w14:paraId="57F2B240" w14:textId="00F387EA" w:rsidTr="00BE09B7">
        <w:trPr>
          <w:cantSplit/>
          <w:trHeight w:val="710"/>
          <w:jc w:val="center"/>
          <w:del w:id="3254" w:author="Yasser Syed" w:date="2019-06-25T00:13:00Z"/>
        </w:trPr>
        <w:tc>
          <w:tcPr>
            <w:tcW w:w="527" w:type="pct"/>
            <w:vMerge w:val="restart"/>
            <w:shd w:val="clear" w:color="auto" w:fill="auto"/>
            <w:textDirection w:val="btLr"/>
            <w:vAlign w:val="center"/>
          </w:tcPr>
          <w:p w14:paraId="3C22DB96" w14:textId="4ED18AD3" w:rsidR="006E257D" w:rsidRPr="00374CBE" w:rsidDel="00B04EEB" w:rsidRDefault="006E257D" w:rsidP="004C61AD">
            <w:pPr>
              <w:pStyle w:val="Tabletext0"/>
              <w:keepNext/>
              <w:jc w:val="center"/>
              <w:rPr>
                <w:del w:id="3255" w:author="Yasser Syed" w:date="2019-06-25T00:13:00Z"/>
                <w:rFonts w:eastAsia="Calibri"/>
                <w:b/>
              </w:rPr>
            </w:pPr>
            <w:del w:id="3256" w:author="Yasser Syed" w:date="2019-06-25T00:13:00Z">
              <w:r w:rsidRPr="00374CBE" w:rsidDel="00B04EEB">
                <w:rPr>
                  <w:rFonts w:eastAsia="Calibri"/>
                  <w:b/>
                </w:rPr>
                <w:delText>SMPTE MXF parameters</w:delText>
              </w:r>
              <w:r w:rsidR="00950D65" w:rsidRPr="00374CBE" w:rsidDel="00B04EEB">
                <w:rPr>
                  <w:rFonts w:eastAsia="Calibri"/>
                  <w:b/>
                </w:rPr>
                <w:br/>
              </w:r>
              <w:r w:rsidR="00120342" w:rsidRPr="00374CBE" w:rsidDel="00B04EEB">
                <w:rPr>
                  <w:rFonts w:eastAsia="Calibri"/>
                  <w:b/>
                </w:rPr>
                <w:delText xml:space="preserve">SMPTE </w:delText>
              </w:r>
              <w:r w:rsidR="0019796F" w:rsidRPr="00374CBE" w:rsidDel="00B04EEB">
                <w:rPr>
                  <w:b/>
                </w:rPr>
                <w:delText>ST 2067-21</w:delText>
              </w:r>
            </w:del>
          </w:p>
        </w:tc>
        <w:tc>
          <w:tcPr>
            <w:tcW w:w="1224" w:type="pct"/>
            <w:vMerge w:val="restart"/>
            <w:shd w:val="clear" w:color="auto" w:fill="auto"/>
          </w:tcPr>
          <w:p w14:paraId="204EE881" w14:textId="1E7ED0F5" w:rsidR="006E257D" w:rsidRPr="00374CBE" w:rsidDel="00B04EEB" w:rsidRDefault="006E257D" w:rsidP="004C61AD">
            <w:pPr>
              <w:pStyle w:val="Tabletext0"/>
              <w:keepNext/>
              <w:rPr>
                <w:del w:id="3257" w:author="Yasser Syed" w:date="2019-06-25T00:13:00Z"/>
                <w:rFonts w:eastAsia="Calibri"/>
              </w:rPr>
            </w:pPr>
            <w:del w:id="3258" w:author="Yasser Syed" w:date="2019-06-25T00:13:00Z">
              <w:r w:rsidRPr="00374CBE" w:rsidDel="00B04EEB">
                <w:rPr>
                  <w:rFonts w:eastAsia="Calibri"/>
                </w:rPr>
                <w:delText>MasteringDisplayPrimaries</w:delText>
              </w:r>
            </w:del>
          </w:p>
        </w:tc>
        <w:tc>
          <w:tcPr>
            <w:tcW w:w="575" w:type="pct"/>
            <w:shd w:val="clear" w:color="auto" w:fill="auto"/>
          </w:tcPr>
          <w:p w14:paraId="0E3A5CA1" w14:textId="0AB157FD" w:rsidR="006E257D" w:rsidRPr="00374CBE" w:rsidDel="00B04EEB" w:rsidRDefault="006E257D" w:rsidP="004C61AD">
            <w:pPr>
              <w:pStyle w:val="Tabletext0"/>
              <w:keepNext/>
              <w:rPr>
                <w:del w:id="3259" w:author="Yasser Syed" w:date="2019-06-25T00:13:00Z"/>
                <w:rFonts w:eastAsia="Calibri"/>
              </w:rPr>
            </w:pPr>
            <w:del w:id="3260" w:author="Yasser Syed" w:date="2019-06-25T00:13:00Z">
              <w:r w:rsidRPr="00374CBE" w:rsidDel="00B04EEB">
                <w:rPr>
                  <w:rFonts w:eastAsia="Calibri"/>
                </w:rPr>
                <w:delText xml:space="preserve">Registration </w:delText>
              </w:r>
              <w:r w:rsidR="0013053F" w:rsidRPr="00374CBE" w:rsidDel="00B04EEB">
                <w:rPr>
                  <w:rFonts w:eastAsia="Calibri"/>
                </w:rPr>
                <w:delText>i</w:delText>
              </w:r>
              <w:r w:rsidRPr="00374CBE" w:rsidDel="00B04EEB">
                <w:rPr>
                  <w:rFonts w:eastAsia="Calibri"/>
                </w:rPr>
                <w:delText>dentifier</w:delText>
              </w:r>
            </w:del>
          </w:p>
        </w:tc>
        <w:tc>
          <w:tcPr>
            <w:tcW w:w="2673" w:type="pct"/>
            <w:gridSpan w:val="3"/>
            <w:shd w:val="clear" w:color="auto" w:fill="auto"/>
          </w:tcPr>
          <w:p w14:paraId="70005611" w14:textId="38FA9A05" w:rsidR="006E257D" w:rsidRPr="00374CBE" w:rsidDel="00B04EEB" w:rsidRDefault="006E257D" w:rsidP="004C61AD">
            <w:pPr>
              <w:pStyle w:val="Tabletext0"/>
              <w:keepNext/>
              <w:rPr>
                <w:del w:id="3261" w:author="Yasser Syed" w:date="2019-06-25T00:13:00Z"/>
                <w:rFonts w:eastAsia="Calibri"/>
              </w:rPr>
            </w:pPr>
            <w:del w:id="3262" w:author="Yasser Syed" w:date="2019-06-25T00:13:00Z">
              <w:r w:rsidRPr="00374CBE" w:rsidDel="00B04EEB">
                <w:rPr>
                  <w:rFonts w:eastAsia="Calibri"/>
                </w:rPr>
                <w:delText>060e2b34.0101010e.04200401.01010000</w:delText>
              </w:r>
            </w:del>
          </w:p>
        </w:tc>
      </w:tr>
      <w:tr w:rsidR="00C24107" w:rsidRPr="00374CBE" w:rsidDel="00B04EEB" w14:paraId="482BF547" w14:textId="0B6EF1C1" w:rsidTr="00F73BAB">
        <w:trPr>
          <w:cantSplit/>
          <w:trHeight w:val="611"/>
          <w:jc w:val="center"/>
          <w:del w:id="3263" w:author="Yasser Syed" w:date="2019-06-25T00:13:00Z"/>
        </w:trPr>
        <w:tc>
          <w:tcPr>
            <w:tcW w:w="527" w:type="pct"/>
            <w:vMerge/>
            <w:shd w:val="clear" w:color="auto" w:fill="auto"/>
            <w:textDirection w:val="btLr"/>
            <w:vAlign w:val="center"/>
          </w:tcPr>
          <w:p w14:paraId="14AD26A2" w14:textId="19B1C42C" w:rsidR="006E257D" w:rsidRPr="00374CBE" w:rsidDel="00B04EEB" w:rsidRDefault="006E257D" w:rsidP="004C61AD">
            <w:pPr>
              <w:pStyle w:val="Tabletext0"/>
              <w:keepNext/>
              <w:rPr>
                <w:del w:id="3264" w:author="Yasser Syed" w:date="2019-06-25T00:13:00Z"/>
                <w:rFonts w:eastAsia="Calibri"/>
              </w:rPr>
            </w:pPr>
          </w:p>
        </w:tc>
        <w:tc>
          <w:tcPr>
            <w:tcW w:w="1224" w:type="pct"/>
            <w:vMerge/>
            <w:shd w:val="clear" w:color="auto" w:fill="auto"/>
          </w:tcPr>
          <w:p w14:paraId="51AFBF1C" w14:textId="53BF8D3F" w:rsidR="006E257D" w:rsidRPr="00374CBE" w:rsidDel="00B04EEB" w:rsidRDefault="006E257D" w:rsidP="004C61AD">
            <w:pPr>
              <w:pStyle w:val="Tabletext0"/>
              <w:keepNext/>
              <w:rPr>
                <w:del w:id="3265" w:author="Yasser Syed" w:date="2019-06-25T00:13:00Z"/>
                <w:rFonts w:eastAsia="Calibri"/>
              </w:rPr>
            </w:pPr>
          </w:p>
        </w:tc>
        <w:tc>
          <w:tcPr>
            <w:tcW w:w="575" w:type="pct"/>
            <w:shd w:val="clear" w:color="auto" w:fill="auto"/>
          </w:tcPr>
          <w:p w14:paraId="5E438018" w14:textId="0C6D861D" w:rsidR="006E257D" w:rsidRPr="00374CBE" w:rsidDel="00B04EEB" w:rsidRDefault="006E257D" w:rsidP="004C61AD">
            <w:pPr>
              <w:pStyle w:val="Tabletext0"/>
              <w:keepNext/>
              <w:rPr>
                <w:del w:id="3266" w:author="Yasser Syed" w:date="2019-06-25T00:13:00Z"/>
                <w:rFonts w:eastAsia="Calibri"/>
              </w:rPr>
            </w:pPr>
            <w:del w:id="3267" w:author="Yasser Syed" w:date="2019-06-25T00:13:00Z">
              <w:r w:rsidRPr="00374CBE" w:rsidDel="00B04EEB">
                <w:rPr>
                  <w:rFonts w:eastAsia="Calibri"/>
                </w:rPr>
                <w:delText xml:space="preserve">Coded </w:delText>
              </w:r>
              <w:r w:rsidR="0013053F" w:rsidRPr="00374CBE" w:rsidDel="00B04EEB">
                <w:rPr>
                  <w:rFonts w:eastAsia="Calibri"/>
                </w:rPr>
                <w:delText>d</w:delText>
              </w:r>
              <w:r w:rsidRPr="00374CBE" w:rsidDel="00B04EEB">
                <w:rPr>
                  <w:rFonts w:eastAsia="Calibri"/>
                </w:rPr>
                <w:delText>ecimal</w:delText>
              </w:r>
            </w:del>
          </w:p>
        </w:tc>
        <w:tc>
          <w:tcPr>
            <w:tcW w:w="886" w:type="pct"/>
            <w:shd w:val="clear" w:color="auto" w:fill="auto"/>
          </w:tcPr>
          <w:p w14:paraId="5E95FA46" w14:textId="528BBDE1" w:rsidR="006E257D" w:rsidRPr="00374CBE" w:rsidDel="00B04EEB" w:rsidRDefault="006E257D" w:rsidP="004C61AD">
            <w:pPr>
              <w:pStyle w:val="Tabletext0"/>
              <w:keepNext/>
              <w:rPr>
                <w:del w:id="3268" w:author="Yasser Syed" w:date="2019-06-25T00:13:00Z"/>
                <w:rFonts w:eastAsia="Calibri"/>
              </w:rPr>
            </w:pPr>
            <w:del w:id="3269" w:author="Yasser Syed" w:date="2019-06-25T00:13:00Z">
              <w:r w:rsidRPr="00374CBE" w:rsidDel="00B04EEB">
                <w:rPr>
                  <w:rFonts w:eastAsia="Calibri"/>
                </w:rPr>
                <w:delText>{32000,</w:delText>
              </w:r>
              <w:r w:rsidR="00F33491" w:rsidRPr="00374CBE" w:rsidDel="00B04EEB">
                <w:rPr>
                  <w:rFonts w:eastAsia="Calibri"/>
                </w:rPr>
                <w:delText xml:space="preserve"> </w:delText>
              </w:r>
              <w:r w:rsidRPr="00374CBE" w:rsidDel="00B04EEB">
                <w:rPr>
                  <w:rFonts w:eastAsia="Calibri"/>
                </w:rPr>
                <w:delText>16500}</w:delText>
              </w:r>
              <w:r w:rsidRPr="00374CBE" w:rsidDel="00B04EEB">
                <w:rPr>
                  <w:rFonts w:eastAsia="Calibri"/>
                </w:rPr>
                <w:br/>
                <w:delText>{15000,</w:delText>
              </w:r>
              <w:r w:rsidR="00F33491" w:rsidRPr="00374CBE" w:rsidDel="00B04EEB">
                <w:rPr>
                  <w:rFonts w:eastAsia="Calibri"/>
                </w:rPr>
                <w:delText xml:space="preserve"> </w:delText>
              </w:r>
              <w:r w:rsidRPr="00374CBE" w:rsidDel="00B04EEB">
                <w:rPr>
                  <w:rFonts w:eastAsia="Calibri"/>
                </w:rPr>
                <w:delText>30000}</w:delText>
              </w:r>
              <w:r w:rsidRPr="00374CBE" w:rsidDel="00B04EEB">
                <w:rPr>
                  <w:rFonts w:eastAsia="Calibri"/>
                </w:rPr>
                <w:br/>
                <w:delText>{7500,</w:delText>
              </w:r>
              <w:r w:rsidR="00F33491" w:rsidRPr="00374CBE" w:rsidDel="00B04EEB">
                <w:rPr>
                  <w:rFonts w:eastAsia="Calibri"/>
                </w:rPr>
                <w:delText xml:space="preserve"> </w:delText>
              </w:r>
              <w:r w:rsidRPr="00374CBE" w:rsidDel="00B04EEB">
                <w:rPr>
                  <w:rFonts w:eastAsia="Calibri"/>
                </w:rPr>
                <w:delText>3000}</w:delText>
              </w:r>
            </w:del>
          </w:p>
        </w:tc>
        <w:tc>
          <w:tcPr>
            <w:tcW w:w="893" w:type="pct"/>
            <w:shd w:val="clear" w:color="auto" w:fill="auto"/>
          </w:tcPr>
          <w:p w14:paraId="3AAF3C4D" w14:textId="1F8B402A" w:rsidR="006E257D" w:rsidRPr="00374CBE" w:rsidDel="00B04EEB" w:rsidRDefault="006E257D" w:rsidP="004C61AD">
            <w:pPr>
              <w:pStyle w:val="Tabletext0"/>
              <w:keepNext/>
              <w:rPr>
                <w:del w:id="3270" w:author="Yasser Syed" w:date="2019-06-25T00:13:00Z"/>
                <w:rFonts w:eastAsia="Calibri"/>
              </w:rPr>
            </w:pPr>
            <w:del w:id="3271" w:author="Yasser Syed" w:date="2019-06-25T00:13:00Z">
              <w:r w:rsidRPr="00374CBE" w:rsidDel="00B04EEB">
                <w:rPr>
                  <w:rFonts w:eastAsia="Calibri"/>
                </w:rPr>
                <w:delText>{35400,</w:delText>
              </w:r>
              <w:r w:rsidR="00F33491" w:rsidRPr="00374CBE" w:rsidDel="00B04EEB">
                <w:rPr>
                  <w:rFonts w:eastAsia="Calibri"/>
                </w:rPr>
                <w:delText xml:space="preserve"> </w:delText>
              </w:r>
              <w:r w:rsidRPr="00374CBE" w:rsidDel="00B04EEB">
                <w:rPr>
                  <w:rFonts w:eastAsia="Calibri"/>
                </w:rPr>
                <w:delText>14600}</w:delText>
              </w:r>
              <w:r w:rsidRPr="00374CBE" w:rsidDel="00B04EEB">
                <w:rPr>
                  <w:rFonts w:eastAsia="Calibri"/>
                </w:rPr>
                <w:br/>
                <w:delText>{8500,</w:delText>
              </w:r>
              <w:r w:rsidR="00F33491" w:rsidRPr="00374CBE" w:rsidDel="00B04EEB">
                <w:rPr>
                  <w:rFonts w:eastAsia="Calibri"/>
                </w:rPr>
                <w:delText xml:space="preserve"> </w:delText>
              </w:r>
              <w:r w:rsidRPr="00374CBE" w:rsidDel="00B04EEB">
                <w:rPr>
                  <w:rFonts w:eastAsia="Calibri"/>
                </w:rPr>
                <w:delText>39850}</w:delText>
              </w:r>
              <w:r w:rsidRPr="00374CBE" w:rsidDel="00B04EEB">
                <w:rPr>
                  <w:rFonts w:eastAsia="Calibri"/>
                </w:rPr>
                <w:br/>
                <w:delText>{6550,</w:delText>
              </w:r>
              <w:r w:rsidR="00F33491" w:rsidRPr="00374CBE" w:rsidDel="00B04EEB">
                <w:rPr>
                  <w:rFonts w:eastAsia="Calibri"/>
                </w:rPr>
                <w:delText xml:space="preserve"> </w:delText>
              </w:r>
              <w:r w:rsidRPr="00374CBE" w:rsidDel="00B04EEB">
                <w:rPr>
                  <w:rFonts w:eastAsia="Calibri"/>
                </w:rPr>
                <w:delText>2300}</w:delText>
              </w:r>
            </w:del>
          </w:p>
        </w:tc>
        <w:tc>
          <w:tcPr>
            <w:tcW w:w="893" w:type="pct"/>
            <w:shd w:val="clear" w:color="auto" w:fill="auto"/>
          </w:tcPr>
          <w:p w14:paraId="6FA92CE3" w14:textId="69F231D7" w:rsidR="006E257D" w:rsidRPr="00374CBE" w:rsidDel="00B04EEB" w:rsidRDefault="006E257D" w:rsidP="004C61AD">
            <w:pPr>
              <w:pStyle w:val="Tabletext0"/>
              <w:keepNext/>
              <w:rPr>
                <w:del w:id="3272" w:author="Yasser Syed" w:date="2019-06-25T00:13:00Z"/>
                <w:rFonts w:eastAsia="Calibri"/>
              </w:rPr>
            </w:pPr>
            <w:del w:id="3273" w:author="Yasser Syed" w:date="2019-06-25T00:13:00Z">
              <w:r w:rsidRPr="00374CBE" w:rsidDel="00B04EEB">
                <w:rPr>
                  <w:rFonts w:eastAsia="Calibri"/>
                </w:rPr>
                <w:delText>{34000,</w:delText>
              </w:r>
              <w:r w:rsidR="00F33491" w:rsidRPr="00374CBE" w:rsidDel="00B04EEB">
                <w:rPr>
                  <w:rFonts w:eastAsia="Calibri"/>
                </w:rPr>
                <w:delText xml:space="preserve"> </w:delText>
              </w:r>
              <w:r w:rsidRPr="00374CBE" w:rsidDel="00B04EEB">
                <w:rPr>
                  <w:rFonts w:eastAsia="Calibri"/>
                </w:rPr>
                <w:delText>16000}</w:delText>
              </w:r>
              <w:r w:rsidRPr="00374CBE" w:rsidDel="00B04EEB">
                <w:rPr>
                  <w:rFonts w:eastAsia="Calibri"/>
                </w:rPr>
                <w:br/>
                <w:delText>{13250,</w:delText>
              </w:r>
              <w:r w:rsidR="00F33491" w:rsidRPr="00374CBE" w:rsidDel="00B04EEB">
                <w:rPr>
                  <w:rFonts w:eastAsia="Calibri"/>
                </w:rPr>
                <w:delText xml:space="preserve"> </w:delText>
              </w:r>
              <w:r w:rsidRPr="00374CBE" w:rsidDel="00B04EEB">
                <w:rPr>
                  <w:rFonts w:eastAsia="Calibri"/>
                </w:rPr>
                <w:delText>34500}</w:delText>
              </w:r>
              <w:r w:rsidRPr="00374CBE" w:rsidDel="00B04EEB">
                <w:rPr>
                  <w:rFonts w:eastAsia="Calibri"/>
                </w:rPr>
                <w:br/>
                <w:delText>{7500,</w:delText>
              </w:r>
              <w:r w:rsidR="00F33491" w:rsidRPr="00374CBE" w:rsidDel="00B04EEB">
                <w:rPr>
                  <w:rFonts w:eastAsia="Calibri"/>
                </w:rPr>
                <w:delText xml:space="preserve"> </w:delText>
              </w:r>
              <w:r w:rsidRPr="00374CBE" w:rsidDel="00B04EEB">
                <w:rPr>
                  <w:rFonts w:eastAsia="Calibri"/>
                </w:rPr>
                <w:delText>3000}</w:delText>
              </w:r>
            </w:del>
          </w:p>
        </w:tc>
      </w:tr>
      <w:tr w:rsidR="00C24107" w:rsidRPr="00374CBE" w:rsidDel="00B04EEB" w14:paraId="49953460" w14:textId="46A09925" w:rsidTr="00F73BAB">
        <w:trPr>
          <w:cantSplit/>
          <w:trHeight w:val="719"/>
          <w:jc w:val="center"/>
          <w:del w:id="3274" w:author="Yasser Syed" w:date="2019-06-25T00:13:00Z"/>
        </w:trPr>
        <w:tc>
          <w:tcPr>
            <w:tcW w:w="527" w:type="pct"/>
            <w:vMerge/>
            <w:shd w:val="clear" w:color="auto" w:fill="auto"/>
            <w:textDirection w:val="btLr"/>
            <w:vAlign w:val="center"/>
          </w:tcPr>
          <w:p w14:paraId="596D8586" w14:textId="3A3D3B20" w:rsidR="006E257D" w:rsidRPr="00374CBE" w:rsidDel="00B04EEB" w:rsidRDefault="006E257D" w:rsidP="004C61AD">
            <w:pPr>
              <w:pStyle w:val="Tabletext0"/>
              <w:keepNext/>
              <w:rPr>
                <w:del w:id="3275" w:author="Yasser Syed" w:date="2019-06-25T00:13:00Z"/>
                <w:rFonts w:eastAsia="Calibri"/>
              </w:rPr>
            </w:pPr>
          </w:p>
        </w:tc>
        <w:tc>
          <w:tcPr>
            <w:tcW w:w="1224" w:type="pct"/>
            <w:vMerge w:val="restart"/>
            <w:shd w:val="clear" w:color="auto" w:fill="auto"/>
          </w:tcPr>
          <w:p w14:paraId="59A852A0" w14:textId="02CD493A" w:rsidR="006E257D" w:rsidRPr="00374CBE" w:rsidDel="00B04EEB" w:rsidRDefault="006E257D" w:rsidP="004C61AD">
            <w:pPr>
              <w:pStyle w:val="Tabletext0"/>
              <w:keepNext/>
              <w:rPr>
                <w:del w:id="3276" w:author="Yasser Syed" w:date="2019-06-25T00:13:00Z"/>
                <w:rFonts w:eastAsia="Calibri"/>
              </w:rPr>
            </w:pPr>
            <w:del w:id="3277" w:author="Yasser Syed" w:date="2019-06-25T00:13:00Z">
              <w:r w:rsidRPr="00374CBE" w:rsidDel="00B04EEB">
                <w:rPr>
                  <w:rFonts w:eastAsia="Calibri"/>
                </w:rPr>
                <w:delText>MasteringDisplayWhitePoint</w:delText>
              </w:r>
            </w:del>
          </w:p>
          <w:p w14:paraId="2976A203" w14:textId="5579AC90" w:rsidR="006E257D" w:rsidRPr="00374CBE" w:rsidDel="00B04EEB" w:rsidRDefault="006E257D" w:rsidP="004C61AD">
            <w:pPr>
              <w:pStyle w:val="Tabletext0"/>
              <w:keepNext/>
              <w:rPr>
                <w:del w:id="3278" w:author="Yasser Syed" w:date="2019-06-25T00:13:00Z"/>
                <w:rFonts w:eastAsia="Calibri"/>
              </w:rPr>
            </w:pPr>
            <w:del w:id="3279" w:author="Yasser Syed" w:date="2019-06-25T00:13:00Z">
              <w:r w:rsidRPr="00374CBE" w:rsidDel="00B04EEB">
                <w:rPr>
                  <w:rFonts w:eastAsia="Calibri"/>
                </w:rPr>
                <w:delText>Chromaticity</w:delText>
              </w:r>
            </w:del>
          </w:p>
        </w:tc>
        <w:tc>
          <w:tcPr>
            <w:tcW w:w="575" w:type="pct"/>
            <w:shd w:val="clear" w:color="auto" w:fill="auto"/>
          </w:tcPr>
          <w:p w14:paraId="4732176B" w14:textId="608C8A6A" w:rsidR="006E257D" w:rsidRPr="00374CBE" w:rsidDel="00B04EEB" w:rsidRDefault="006E257D" w:rsidP="004C61AD">
            <w:pPr>
              <w:pStyle w:val="Tabletext0"/>
              <w:keepNext/>
              <w:rPr>
                <w:del w:id="3280" w:author="Yasser Syed" w:date="2019-06-25T00:13:00Z"/>
                <w:rFonts w:eastAsia="Calibri"/>
              </w:rPr>
            </w:pPr>
            <w:del w:id="3281" w:author="Yasser Syed" w:date="2019-06-25T00:13:00Z">
              <w:r w:rsidRPr="00374CBE" w:rsidDel="00B04EEB">
                <w:rPr>
                  <w:rFonts w:eastAsia="Calibri"/>
                </w:rPr>
                <w:delText xml:space="preserve">Registration </w:delText>
              </w:r>
              <w:r w:rsidR="0013053F" w:rsidRPr="00374CBE" w:rsidDel="00B04EEB">
                <w:rPr>
                  <w:rFonts w:eastAsia="Calibri"/>
                </w:rPr>
                <w:delText>i</w:delText>
              </w:r>
              <w:r w:rsidRPr="00374CBE" w:rsidDel="00B04EEB">
                <w:rPr>
                  <w:rFonts w:eastAsia="Calibri"/>
                </w:rPr>
                <w:delText>dentifier</w:delText>
              </w:r>
            </w:del>
          </w:p>
        </w:tc>
        <w:tc>
          <w:tcPr>
            <w:tcW w:w="2673" w:type="pct"/>
            <w:gridSpan w:val="3"/>
            <w:shd w:val="clear" w:color="auto" w:fill="auto"/>
          </w:tcPr>
          <w:p w14:paraId="67B944E7" w14:textId="4341993D" w:rsidR="006E257D" w:rsidRPr="00374CBE" w:rsidDel="00B04EEB" w:rsidRDefault="006E257D" w:rsidP="004C61AD">
            <w:pPr>
              <w:pStyle w:val="Tabletext0"/>
              <w:keepNext/>
              <w:rPr>
                <w:del w:id="3282" w:author="Yasser Syed" w:date="2019-06-25T00:13:00Z"/>
                <w:rFonts w:eastAsia="Calibri"/>
              </w:rPr>
            </w:pPr>
            <w:del w:id="3283" w:author="Yasser Syed" w:date="2019-06-25T00:13:00Z">
              <w:r w:rsidRPr="00374CBE" w:rsidDel="00B04EEB">
                <w:rPr>
                  <w:rFonts w:eastAsia="Calibri"/>
                </w:rPr>
                <w:delText>060e2b34.0101010e.04200401.01020000</w:delText>
              </w:r>
            </w:del>
          </w:p>
        </w:tc>
      </w:tr>
      <w:tr w:rsidR="00C24107" w:rsidRPr="00374CBE" w:rsidDel="00B04EEB" w14:paraId="0E63FE00" w14:textId="0B619E5F" w:rsidTr="00F73BAB">
        <w:trPr>
          <w:cantSplit/>
          <w:trHeight w:val="449"/>
          <w:jc w:val="center"/>
          <w:del w:id="3284" w:author="Yasser Syed" w:date="2019-06-25T00:13:00Z"/>
        </w:trPr>
        <w:tc>
          <w:tcPr>
            <w:tcW w:w="527" w:type="pct"/>
            <w:vMerge/>
            <w:shd w:val="clear" w:color="auto" w:fill="auto"/>
            <w:textDirection w:val="btLr"/>
            <w:vAlign w:val="center"/>
          </w:tcPr>
          <w:p w14:paraId="7C071446" w14:textId="1A1FEE12" w:rsidR="006E257D" w:rsidRPr="00374CBE" w:rsidDel="00B04EEB" w:rsidRDefault="006E257D" w:rsidP="004C61AD">
            <w:pPr>
              <w:pStyle w:val="Tabletext0"/>
              <w:keepNext/>
              <w:rPr>
                <w:del w:id="3285" w:author="Yasser Syed" w:date="2019-06-25T00:13:00Z"/>
                <w:rFonts w:eastAsia="Calibri"/>
              </w:rPr>
            </w:pPr>
          </w:p>
        </w:tc>
        <w:tc>
          <w:tcPr>
            <w:tcW w:w="1224" w:type="pct"/>
            <w:vMerge/>
            <w:shd w:val="clear" w:color="auto" w:fill="auto"/>
          </w:tcPr>
          <w:p w14:paraId="36A1B39F" w14:textId="55FCE2E8" w:rsidR="006E257D" w:rsidRPr="00374CBE" w:rsidDel="00B04EEB" w:rsidRDefault="006E257D" w:rsidP="004C61AD">
            <w:pPr>
              <w:pStyle w:val="Tabletext0"/>
              <w:keepNext/>
              <w:rPr>
                <w:del w:id="3286" w:author="Yasser Syed" w:date="2019-06-25T00:13:00Z"/>
                <w:rFonts w:eastAsia="Calibri"/>
              </w:rPr>
            </w:pPr>
          </w:p>
        </w:tc>
        <w:tc>
          <w:tcPr>
            <w:tcW w:w="575" w:type="pct"/>
            <w:shd w:val="clear" w:color="auto" w:fill="auto"/>
          </w:tcPr>
          <w:p w14:paraId="7474ADB4" w14:textId="5496EFE9" w:rsidR="006E257D" w:rsidRPr="00374CBE" w:rsidDel="00B04EEB" w:rsidRDefault="006E257D" w:rsidP="004C61AD">
            <w:pPr>
              <w:pStyle w:val="Tabletext0"/>
              <w:keepNext/>
              <w:rPr>
                <w:del w:id="3287" w:author="Yasser Syed" w:date="2019-06-25T00:13:00Z"/>
                <w:rFonts w:eastAsia="Calibri"/>
              </w:rPr>
            </w:pPr>
            <w:del w:id="3288" w:author="Yasser Syed" w:date="2019-06-25T00:13:00Z">
              <w:r w:rsidRPr="00374CBE" w:rsidDel="00B04EEB">
                <w:rPr>
                  <w:rFonts w:eastAsia="Calibri"/>
                </w:rPr>
                <w:delText xml:space="preserve">Coded </w:delText>
              </w:r>
              <w:r w:rsidR="0013053F" w:rsidRPr="00374CBE" w:rsidDel="00B04EEB">
                <w:rPr>
                  <w:rFonts w:eastAsia="Calibri"/>
                </w:rPr>
                <w:delText>d</w:delText>
              </w:r>
              <w:r w:rsidRPr="00374CBE" w:rsidDel="00B04EEB">
                <w:rPr>
                  <w:rFonts w:eastAsia="Calibri"/>
                </w:rPr>
                <w:delText>ecimal</w:delText>
              </w:r>
            </w:del>
          </w:p>
        </w:tc>
        <w:tc>
          <w:tcPr>
            <w:tcW w:w="2673" w:type="pct"/>
            <w:gridSpan w:val="3"/>
            <w:shd w:val="clear" w:color="auto" w:fill="auto"/>
          </w:tcPr>
          <w:p w14:paraId="3B38D584" w14:textId="167B1858" w:rsidR="006E257D" w:rsidRPr="00374CBE" w:rsidDel="00B04EEB" w:rsidRDefault="006E257D" w:rsidP="004C61AD">
            <w:pPr>
              <w:pStyle w:val="Tabletext0"/>
              <w:keepNext/>
              <w:rPr>
                <w:del w:id="3289" w:author="Yasser Syed" w:date="2019-06-25T00:13:00Z"/>
                <w:rFonts w:eastAsia="Calibri"/>
              </w:rPr>
            </w:pPr>
            <w:del w:id="3290" w:author="Yasser Syed" w:date="2019-06-25T00:13:00Z">
              <w:r w:rsidRPr="00374CBE" w:rsidDel="00B04EEB">
                <w:rPr>
                  <w:rFonts w:eastAsia="Calibri"/>
                </w:rPr>
                <w:delText>{15635,</w:delText>
              </w:r>
              <w:r w:rsidR="00F33491" w:rsidRPr="00374CBE" w:rsidDel="00B04EEB">
                <w:rPr>
                  <w:rFonts w:eastAsia="Calibri"/>
                </w:rPr>
                <w:delText xml:space="preserve"> </w:delText>
              </w:r>
              <w:r w:rsidRPr="00374CBE" w:rsidDel="00B04EEB">
                <w:rPr>
                  <w:rFonts w:eastAsia="Calibri"/>
                </w:rPr>
                <w:delText>16450}</w:delText>
              </w:r>
            </w:del>
          </w:p>
        </w:tc>
      </w:tr>
      <w:tr w:rsidR="00C24107" w:rsidRPr="00374CBE" w:rsidDel="00B04EEB" w14:paraId="4823342F" w14:textId="46D57F84" w:rsidTr="00F73BAB">
        <w:trPr>
          <w:cantSplit/>
          <w:trHeight w:val="701"/>
          <w:jc w:val="center"/>
          <w:del w:id="3291" w:author="Yasser Syed" w:date="2019-06-25T00:13:00Z"/>
        </w:trPr>
        <w:tc>
          <w:tcPr>
            <w:tcW w:w="527" w:type="pct"/>
            <w:vMerge/>
            <w:shd w:val="clear" w:color="auto" w:fill="auto"/>
            <w:textDirection w:val="btLr"/>
            <w:vAlign w:val="center"/>
          </w:tcPr>
          <w:p w14:paraId="2D13FFB2" w14:textId="3B05510B" w:rsidR="006E257D" w:rsidRPr="00374CBE" w:rsidDel="00B04EEB" w:rsidRDefault="006E257D" w:rsidP="004C61AD">
            <w:pPr>
              <w:pStyle w:val="Tabletext0"/>
              <w:keepNext/>
              <w:rPr>
                <w:del w:id="3292" w:author="Yasser Syed" w:date="2019-06-25T00:13:00Z"/>
                <w:rFonts w:eastAsia="Calibri"/>
              </w:rPr>
            </w:pPr>
          </w:p>
        </w:tc>
        <w:tc>
          <w:tcPr>
            <w:tcW w:w="1224" w:type="pct"/>
            <w:vMerge w:val="restart"/>
            <w:shd w:val="clear" w:color="auto" w:fill="auto"/>
          </w:tcPr>
          <w:p w14:paraId="73452441" w14:textId="481C8CBC" w:rsidR="006E257D" w:rsidRPr="00374CBE" w:rsidDel="00B04EEB" w:rsidRDefault="006E257D" w:rsidP="004C61AD">
            <w:pPr>
              <w:pStyle w:val="Tabletext0"/>
              <w:keepNext/>
              <w:rPr>
                <w:del w:id="3293" w:author="Yasser Syed" w:date="2019-06-25T00:13:00Z"/>
                <w:rFonts w:eastAsia="Calibri"/>
              </w:rPr>
            </w:pPr>
            <w:del w:id="3294" w:author="Yasser Syed" w:date="2019-06-25T00:13:00Z">
              <w:r w:rsidRPr="00374CBE" w:rsidDel="00B04EEB">
                <w:rPr>
                  <w:rFonts w:eastAsia="Calibri"/>
                </w:rPr>
                <w:delText>MasteringDisplayMaximum</w:delText>
              </w:r>
            </w:del>
          </w:p>
          <w:p w14:paraId="3E8CD497" w14:textId="35F0C6E5" w:rsidR="006E257D" w:rsidRPr="00374CBE" w:rsidDel="00B04EEB" w:rsidRDefault="006E257D" w:rsidP="004C61AD">
            <w:pPr>
              <w:pStyle w:val="Tabletext0"/>
              <w:keepNext/>
              <w:rPr>
                <w:del w:id="3295" w:author="Yasser Syed" w:date="2019-06-25T00:13:00Z"/>
                <w:rFonts w:eastAsia="Calibri"/>
              </w:rPr>
            </w:pPr>
            <w:del w:id="3296" w:author="Yasser Syed" w:date="2019-06-25T00:13:00Z">
              <w:r w:rsidRPr="00374CBE" w:rsidDel="00B04EEB">
                <w:rPr>
                  <w:rFonts w:eastAsia="Calibri"/>
                </w:rPr>
                <w:delText>Luminance</w:delText>
              </w:r>
            </w:del>
          </w:p>
        </w:tc>
        <w:tc>
          <w:tcPr>
            <w:tcW w:w="575" w:type="pct"/>
            <w:shd w:val="clear" w:color="auto" w:fill="auto"/>
          </w:tcPr>
          <w:p w14:paraId="3BC46BD0" w14:textId="4CF7F1C0" w:rsidR="006E257D" w:rsidRPr="00374CBE" w:rsidDel="00B04EEB" w:rsidRDefault="006E257D" w:rsidP="004C61AD">
            <w:pPr>
              <w:pStyle w:val="Tabletext0"/>
              <w:keepNext/>
              <w:rPr>
                <w:del w:id="3297" w:author="Yasser Syed" w:date="2019-06-25T00:13:00Z"/>
                <w:rFonts w:eastAsia="Calibri"/>
              </w:rPr>
            </w:pPr>
            <w:del w:id="3298" w:author="Yasser Syed" w:date="2019-06-25T00:13:00Z">
              <w:r w:rsidRPr="00374CBE" w:rsidDel="00B04EEB">
                <w:rPr>
                  <w:rFonts w:eastAsia="Calibri"/>
                </w:rPr>
                <w:delText xml:space="preserve">Registration </w:delText>
              </w:r>
              <w:r w:rsidR="0013053F" w:rsidRPr="00374CBE" w:rsidDel="00B04EEB">
                <w:rPr>
                  <w:rFonts w:eastAsia="Calibri"/>
                </w:rPr>
                <w:delText>i</w:delText>
              </w:r>
              <w:r w:rsidRPr="00374CBE" w:rsidDel="00B04EEB">
                <w:rPr>
                  <w:rFonts w:eastAsia="Calibri"/>
                </w:rPr>
                <w:delText>dentifier</w:delText>
              </w:r>
            </w:del>
          </w:p>
        </w:tc>
        <w:tc>
          <w:tcPr>
            <w:tcW w:w="2673" w:type="pct"/>
            <w:gridSpan w:val="3"/>
            <w:shd w:val="clear" w:color="auto" w:fill="auto"/>
          </w:tcPr>
          <w:p w14:paraId="7968E4EC" w14:textId="73BA22C9" w:rsidR="006E257D" w:rsidRPr="00374CBE" w:rsidDel="00B04EEB" w:rsidRDefault="006E257D" w:rsidP="004C61AD">
            <w:pPr>
              <w:pStyle w:val="Tabletext0"/>
              <w:keepNext/>
              <w:rPr>
                <w:del w:id="3299" w:author="Yasser Syed" w:date="2019-06-25T00:13:00Z"/>
                <w:rFonts w:eastAsia="Calibri"/>
              </w:rPr>
            </w:pPr>
            <w:del w:id="3300" w:author="Yasser Syed" w:date="2019-06-25T00:13:00Z">
              <w:r w:rsidRPr="00374CBE" w:rsidDel="00B04EEB">
                <w:rPr>
                  <w:rFonts w:eastAsia="Calibri"/>
                </w:rPr>
                <w:delText>060e2b34.0101010e.04200401.01030000</w:delText>
              </w:r>
            </w:del>
          </w:p>
        </w:tc>
      </w:tr>
      <w:tr w:rsidR="00C24107" w:rsidRPr="00374CBE" w:rsidDel="00B04EEB" w14:paraId="2CB42DB9" w14:textId="45B731BC" w:rsidTr="00F73BAB">
        <w:trPr>
          <w:cantSplit/>
          <w:trHeight w:val="530"/>
          <w:jc w:val="center"/>
          <w:del w:id="3301" w:author="Yasser Syed" w:date="2019-06-25T00:13:00Z"/>
        </w:trPr>
        <w:tc>
          <w:tcPr>
            <w:tcW w:w="527" w:type="pct"/>
            <w:vMerge/>
            <w:shd w:val="clear" w:color="auto" w:fill="auto"/>
            <w:textDirection w:val="btLr"/>
            <w:vAlign w:val="center"/>
          </w:tcPr>
          <w:p w14:paraId="0995D20F" w14:textId="0789C698" w:rsidR="006E257D" w:rsidRPr="00374CBE" w:rsidDel="00B04EEB" w:rsidRDefault="006E257D" w:rsidP="004C61AD">
            <w:pPr>
              <w:pStyle w:val="Tabletext0"/>
              <w:keepNext/>
              <w:rPr>
                <w:del w:id="3302" w:author="Yasser Syed" w:date="2019-06-25T00:13:00Z"/>
                <w:rFonts w:eastAsia="Calibri"/>
              </w:rPr>
            </w:pPr>
          </w:p>
        </w:tc>
        <w:tc>
          <w:tcPr>
            <w:tcW w:w="1224" w:type="pct"/>
            <w:vMerge/>
            <w:shd w:val="clear" w:color="auto" w:fill="auto"/>
          </w:tcPr>
          <w:p w14:paraId="53A83AE7" w14:textId="4B946E50" w:rsidR="006E257D" w:rsidRPr="00374CBE" w:rsidDel="00B04EEB" w:rsidRDefault="006E257D" w:rsidP="004C61AD">
            <w:pPr>
              <w:pStyle w:val="Tabletext0"/>
              <w:keepNext/>
              <w:rPr>
                <w:del w:id="3303" w:author="Yasser Syed" w:date="2019-06-25T00:13:00Z"/>
                <w:rFonts w:eastAsia="Calibri"/>
              </w:rPr>
            </w:pPr>
          </w:p>
        </w:tc>
        <w:tc>
          <w:tcPr>
            <w:tcW w:w="575" w:type="pct"/>
            <w:shd w:val="clear" w:color="auto" w:fill="auto"/>
          </w:tcPr>
          <w:p w14:paraId="77E88542" w14:textId="639533C6" w:rsidR="006E257D" w:rsidRPr="00374CBE" w:rsidDel="00B04EEB" w:rsidRDefault="006E257D" w:rsidP="004C61AD">
            <w:pPr>
              <w:pStyle w:val="Tabletext0"/>
              <w:keepNext/>
              <w:rPr>
                <w:del w:id="3304" w:author="Yasser Syed" w:date="2019-06-25T00:13:00Z"/>
                <w:rFonts w:eastAsia="Calibri"/>
              </w:rPr>
            </w:pPr>
            <w:del w:id="3305" w:author="Yasser Syed" w:date="2019-06-25T00:13:00Z">
              <w:r w:rsidRPr="00374CBE" w:rsidDel="00B04EEB">
                <w:rPr>
                  <w:rFonts w:eastAsia="Calibri"/>
                </w:rPr>
                <w:delText xml:space="preserve">Coded </w:delText>
              </w:r>
              <w:r w:rsidR="0013053F" w:rsidRPr="00374CBE" w:rsidDel="00B04EEB">
                <w:rPr>
                  <w:rFonts w:eastAsia="Calibri"/>
                </w:rPr>
                <w:delText>d</w:delText>
              </w:r>
              <w:r w:rsidRPr="00374CBE" w:rsidDel="00B04EEB">
                <w:rPr>
                  <w:rFonts w:eastAsia="Calibri"/>
                </w:rPr>
                <w:delText>ecimal</w:delText>
              </w:r>
            </w:del>
          </w:p>
        </w:tc>
        <w:tc>
          <w:tcPr>
            <w:tcW w:w="886" w:type="pct"/>
            <w:shd w:val="clear" w:color="auto" w:fill="auto"/>
          </w:tcPr>
          <w:p w14:paraId="2E4D30E9" w14:textId="32035B3E" w:rsidR="006E257D" w:rsidRPr="00374CBE" w:rsidDel="00B04EEB" w:rsidRDefault="006E257D" w:rsidP="004C61AD">
            <w:pPr>
              <w:pStyle w:val="Tabletext0"/>
              <w:keepNext/>
              <w:rPr>
                <w:del w:id="3306" w:author="Yasser Syed" w:date="2019-06-25T00:13:00Z"/>
                <w:rFonts w:eastAsia="Calibri"/>
              </w:rPr>
            </w:pPr>
            <w:del w:id="3307" w:author="Yasser Syed" w:date="2019-06-25T00:13:00Z">
              <w:r w:rsidRPr="00374CBE" w:rsidDel="00B04EEB">
                <w:rPr>
                  <w:rFonts w:eastAsia="Calibri"/>
                </w:rPr>
                <w:delText>1000000</w:delText>
              </w:r>
            </w:del>
          </w:p>
        </w:tc>
        <w:tc>
          <w:tcPr>
            <w:tcW w:w="893" w:type="pct"/>
            <w:shd w:val="clear" w:color="auto" w:fill="auto"/>
          </w:tcPr>
          <w:p w14:paraId="625A1EE7" w14:textId="5C4CEB1D" w:rsidR="006E257D" w:rsidRPr="00374CBE" w:rsidDel="00B04EEB" w:rsidRDefault="006E257D" w:rsidP="004C61AD">
            <w:pPr>
              <w:pStyle w:val="Tabletext0"/>
              <w:keepNext/>
              <w:rPr>
                <w:del w:id="3308" w:author="Yasser Syed" w:date="2019-06-25T00:13:00Z"/>
                <w:rFonts w:eastAsia="Calibri"/>
              </w:rPr>
            </w:pPr>
            <w:del w:id="3309" w:author="Yasser Syed" w:date="2019-06-25T00:13:00Z">
              <w:r w:rsidRPr="00374CBE" w:rsidDel="00B04EEB">
                <w:rPr>
                  <w:rFonts w:eastAsia="Calibri"/>
                </w:rPr>
                <w:delText>10000000</w:delText>
              </w:r>
            </w:del>
          </w:p>
        </w:tc>
        <w:tc>
          <w:tcPr>
            <w:tcW w:w="893" w:type="pct"/>
            <w:shd w:val="clear" w:color="auto" w:fill="auto"/>
          </w:tcPr>
          <w:p w14:paraId="36606FF7" w14:textId="1921EE14" w:rsidR="006E257D" w:rsidRPr="00374CBE" w:rsidDel="00B04EEB" w:rsidRDefault="006E257D" w:rsidP="004C61AD">
            <w:pPr>
              <w:pStyle w:val="Tabletext0"/>
              <w:keepNext/>
              <w:rPr>
                <w:del w:id="3310" w:author="Yasser Syed" w:date="2019-06-25T00:13:00Z"/>
                <w:rFonts w:eastAsia="Calibri"/>
              </w:rPr>
            </w:pPr>
            <w:del w:id="3311" w:author="Yasser Syed" w:date="2019-06-25T00:13:00Z">
              <w:r w:rsidRPr="00374CBE" w:rsidDel="00B04EEB">
                <w:rPr>
                  <w:rFonts w:eastAsia="Calibri"/>
                </w:rPr>
                <w:delText>10000000</w:delText>
              </w:r>
            </w:del>
          </w:p>
        </w:tc>
      </w:tr>
      <w:tr w:rsidR="00C24107" w:rsidRPr="00374CBE" w:rsidDel="00B04EEB" w14:paraId="3FA7E0A2" w14:textId="0E55D7D6" w:rsidTr="00F73BAB">
        <w:trPr>
          <w:cantSplit/>
          <w:trHeight w:val="53"/>
          <w:jc w:val="center"/>
          <w:del w:id="3312" w:author="Yasser Syed" w:date="2019-06-25T00:13:00Z"/>
        </w:trPr>
        <w:tc>
          <w:tcPr>
            <w:tcW w:w="527" w:type="pct"/>
            <w:vMerge/>
            <w:shd w:val="clear" w:color="auto" w:fill="auto"/>
            <w:textDirection w:val="btLr"/>
            <w:vAlign w:val="center"/>
          </w:tcPr>
          <w:p w14:paraId="174AE7A1" w14:textId="1FFBC32E" w:rsidR="006E257D" w:rsidRPr="00374CBE" w:rsidDel="00B04EEB" w:rsidRDefault="006E257D" w:rsidP="004C61AD">
            <w:pPr>
              <w:pStyle w:val="Tabletext0"/>
              <w:keepNext/>
              <w:rPr>
                <w:del w:id="3313" w:author="Yasser Syed" w:date="2019-06-25T00:13:00Z"/>
                <w:rFonts w:eastAsia="Calibri"/>
              </w:rPr>
            </w:pPr>
          </w:p>
        </w:tc>
        <w:tc>
          <w:tcPr>
            <w:tcW w:w="1224" w:type="pct"/>
            <w:vMerge w:val="restart"/>
            <w:shd w:val="clear" w:color="auto" w:fill="auto"/>
          </w:tcPr>
          <w:p w14:paraId="2FA4C1AA" w14:textId="52F50FA4" w:rsidR="006E257D" w:rsidRPr="00374CBE" w:rsidDel="00B04EEB" w:rsidRDefault="006E257D" w:rsidP="004C61AD">
            <w:pPr>
              <w:pStyle w:val="Tabletext0"/>
              <w:keepNext/>
              <w:rPr>
                <w:del w:id="3314" w:author="Yasser Syed" w:date="2019-06-25T00:13:00Z"/>
                <w:rFonts w:eastAsia="Calibri"/>
              </w:rPr>
            </w:pPr>
            <w:del w:id="3315" w:author="Yasser Syed" w:date="2019-06-25T00:13:00Z">
              <w:r w:rsidRPr="00374CBE" w:rsidDel="00B04EEB">
                <w:rPr>
                  <w:rFonts w:eastAsia="Calibri"/>
                </w:rPr>
                <w:delText>MasteringDisplayMinimum</w:delText>
              </w:r>
            </w:del>
          </w:p>
          <w:p w14:paraId="5EA656BF" w14:textId="48EB91AD" w:rsidR="006E257D" w:rsidRPr="00374CBE" w:rsidDel="00B04EEB" w:rsidRDefault="006E257D" w:rsidP="004C61AD">
            <w:pPr>
              <w:pStyle w:val="Tabletext0"/>
              <w:keepNext/>
              <w:rPr>
                <w:del w:id="3316" w:author="Yasser Syed" w:date="2019-06-25T00:13:00Z"/>
                <w:rFonts w:eastAsia="Calibri"/>
              </w:rPr>
            </w:pPr>
            <w:del w:id="3317" w:author="Yasser Syed" w:date="2019-06-25T00:13:00Z">
              <w:r w:rsidRPr="00374CBE" w:rsidDel="00B04EEB">
                <w:rPr>
                  <w:rFonts w:eastAsia="Calibri"/>
                </w:rPr>
                <w:delText>Luminance</w:delText>
              </w:r>
            </w:del>
          </w:p>
        </w:tc>
        <w:tc>
          <w:tcPr>
            <w:tcW w:w="575" w:type="pct"/>
            <w:shd w:val="clear" w:color="auto" w:fill="auto"/>
          </w:tcPr>
          <w:p w14:paraId="2E5ABBDF" w14:textId="646FE27F" w:rsidR="006E257D" w:rsidRPr="00374CBE" w:rsidDel="00B04EEB" w:rsidRDefault="006E257D" w:rsidP="004C61AD">
            <w:pPr>
              <w:pStyle w:val="Tabletext0"/>
              <w:keepNext/>
              <w:rPr>
                <w:del w:id="3318" w:author="Yasser Syed" w:date="2019-06-25T00:13:00Z"/>
                <w:rFonts w:eastAsia="Calibri"/>
              </w:rPr>
            </w:pPr>
            <w:del w:id="3319" w:author="Yasser Syed" w:date="2019-06-25T00:13:00Z">
              <w:r w:rsidRPr="00374CBE" w:rsidDel="00B04EEB">
                <w:rPr>
                  <w:rFonts w:eastAsia="Calibri"/>
                </w:rPr>
                <w:delText xml:space="preserve">Registration </w:delText>
              </w:r>
              <w:r w:rsidR="0013053F" w:rsidRPr="00374CBE" w:rsidDel="00B04EEB">
                <w:rPr>
                  <w:rFonts w:eastAsia="Calibri"/>
                </w:rPr>
                <w:delText>i</w:delText>
              </w:r>
              <w:r w:rsidRPr="00374CBE" w:rsidDel="00B04EEB">
                <w:rPr>
                  <w:rFonts w:eastAsia="Calibri"/>
                </w:rPr>
                <w:delText>dentifier</w:delText>
              </w:r>
            </w:del>
          </w:p>
        </w:tc>
        <w:tc>
          <w:tcPr>
            <w:tcW w:w="2673" w:type="pct"/>
            <w:gridSpan w:val="3"/>
            <w:shd w:val="clear" w:color="auto" w:fill="auto"/>
          </w:tcPr>
          <w:p w14:paraId="69E635B9" w14:textId="48660EE2" w:rsidR="006E257D" w:rsidRPr="00374CBE" w:rsidDel="00B04EEB" w:rsidRDefault="006E257D" w:rsidP="004C61AD">
            <w:pPr>
              <w:pStyle w:val="Tabletext0"/>
              <w:keepNext/>
              <w:rPr>
                <w:del w:id="3320" w:author="Yasser Syed" w:date="2019-06-25T00:13:00Z"/>
                <w:rFonts w:eastAsia="Calibri"/>
              </w:rPr>
            </w:pPr>
            <w:del w:id="3321" w:author="Yasser Syed" w:date="2019-06-25T00:13:00Z">
              <w:r w:rsidRPr="00374CBE" w:rsidDel="00B04EEB">
                <w:rPr>
                  <w:rFonts w:eastAsia="Calibri"/>
                </w:rPr>
                <w:delText>060e2b34.0101010e.04200401.01030000</w:delText>
              </w:r>
            </w:del>
          </w:p>
        </w:tc>
      </w:tr>
      <w:tr w:rsidR="00C24107" w:rsidRPr="00374CBE" w:rsidDel="00B04EEB" w14:paraId="116DC17A" w14:textId="32B8D98C" w:rsidTr="00F73BAB">
        <w:trPr>
          <w:cantSplit/>
          <w:trHeight w:val="602"/>
          <w:jc w:val="center"/>
          <w:del w:id="3322" w:author="Yasser Syed" w:date="2019-06-25T00:13:00Z"/>
        </w:trPr>
        <w:tc>
          <w:tcPr>
            <w:tcW w:w="527" w:type="pct"/>
            <w:vMerge/>
            <w:shd w:val="clear" w:color="auto" w:fill="auto"/>
            <w:textDirection w:val="btLr"/>
            <w:vAlign w:val="center"/>
          </w:tcPr>
          <w:p w14:paraId="26618C4E" w14:textId="0E45D728" w:rsidR="006E257D" w:rsidRPr="00374CBE" w:rsidDel="00B04EEB" w:rsidRDefault="006E257D" w:rsidP="004C61AD">
            <w:pPr>
              <w:pStyle w:val="Tabletext0"/>
              <w:keepNext/>
              <w:rPr>
                <w:del w:id="3323" w:author="Yasser Syed" w:date="2019-06-25T00:13:00Z"/>
                <w:rFonts w:eastAsia="Calibri"/>
              </w:rPr>
            </w:pPr>
          </w:p>
        </w:tc>
        <w:tc>
          <w:tcPr>
            <w:tcW w:w="1224" w:type="pct"/>
            <w:vMerge/>
            <w:shd w:val="clear" w:color="auto" w:fill="auto"/>
          </w:tcPr>
          <w:p w14:paraId="075063EE" w14:textId="285BC5AA" w:rsidR="006E257D" w:rsidRPr="00374CBE" w:rsidDel="00B04EEB" w:rsidRDefault="006E257D" w:rsidP="004C61AD">
            <w:pPr>
              <w:pStyle w:val="Tabletext0"/>
              <w:keepNext/>
              <w:rPr>
                <w:del w:id="3324" w:author="Yasser Syed" w:date="2019-06-25T00:13:00Z"/>
                <w:rFonts w:eastAsia="Calibri"/>
              </w:rPr>
            </w:pPr>
          </w:p>
        </w:tc>
        <w:tc>
          <w:tcPr>
            <w:tcW w:w="575" w:type="pct"/>
            <w:shd w:val="clear" w:color="auto" w:fill="auto"/>
          </w:tcPr>
          <w:p w14:paraId="321661E7" w14:textId="4A70092B" w:rsidR="006E257D" w:rsidRPr="00374CBE" w:rsidDel="00B04EEB" w:rsidRDefault="006E257D" w:rsidP="004C61AD">
            <w:pPr>
              <w:pStyle w:val="Tabletext0"/>
              <w:keepNext/>
              <w:rPr>
                <w:del w:id="3325" w:author="Yasser Syed" w:date="2019-06-25T00:13:00Z"/>
                <w:rFonts w:eastAsia="Calibri"/>
              </w:rPr>
            </w:pPr>
            <w:del w:id="3326" w:author="Yasser Syed" w:date="2019-06-25T00:13:00Z">
              <w:r w:rsidRPr="00374CBE" w:rsidDel="00B04EEB">
                <w:rPr>
                  <w:rFonts w:eastAsia="Calibri"/>
                </w:rPr>
                <w:delText xml:space="preserve">Coded </w:delText>
              </w:r>
              <w:r w:rsidR="0013053F" w:rsidRPr="00374CBE" w:rsidDel="00B04EEB">
                <w:rPr>
                  <w:rFonts w:eastAsia="Calibri"/>
                </w:rPr>
                <w:delText>d</w:delText>
              </w:r>
              <w:r w:rsidRPr="00374CBE" w:rsidDel="00B04EEB">
                <w:rPr>
                  <w:rFonts w:eastAsia="Calibri"/>
                </w:rPr>
                <w:delText>ecimal</w:delText>
              </w:r>
            </w:del>
          </w:p>
        </w:tc>
        <w:tc>
          <w:tcPr>
            <w:tcW w:w="886" w:type="pct"/>
            <w:shd w:val="clear" w:color="auto" w:fill="auto"/>
          </w:tcPr>
          <w:p w14:paraId="1FB6967D" w14:textId="2F741E4E" w:rsidR="006E257D" w:rsidRPr="00374CBE" w:rsidDel="00B04EEB" w:rsidRDefault="006E257D" w:rsidP="004C61AD">
            <w:pPr>
              <w:pStyle w:val="Tabletext0"/>
              <w:keepNext/>
              <w:rPr>
                <w:del w:id="3327" w:author="Yasser Syed" w:date="2019-06-25T00:13:00Z"/>
                <w:rFonts w:eastAsia="Calibri"/>
              </w:rPr>
            </w:pPr>
            <w:del w:id="3328" w:author="Yasser Syed" w:date="2019-06-25T00:13:00Z">
              <w:r w:rsidRPr="00374CBE" w:rsidDel="00B04EEB">
                <w:rPr>
                  <w:rFonts w:eastAsia="Calibri"/>
                </w:rPr>
                <w:delText>500</w:delText>
              </w:r>
            </w:del>
          </w:p>
        </w:tc>
        <w:tc>
          <w:tcPr>
            <w:tcW w:w="893" w:type="pct"/>
            <w:shd w:val="clear" w:color="auto" w:fill="auto"/>
          </w:tcPr>
          <w:p w14:paraId="3AB7FC66" w14:textId="74E26A7E" w:rsidR="006E257D" w:rsidRPr="00374CBE" w:rsidDel="00B04EEB" w:rsidRDefault="006E257D" w:rsidP="004C61AD">
            <w:pPr>
              <w:pStyle w:val="Tabletext0"/>
              <w:keepNext/>
              <w:rPr>
                <w:del w:id="3329" w:author="Yasser Syed" w:date="2019-06-25T00:13:00Z"/>
                <w:rFonts w:eastAsia="Calibri"/>
              </w:rPr>
            </w:pPr>
            <w:del w:id="3330" w:author="Yasser Syed" w:date="2019-06-25T00:13:00Z">
              <w:r w:rsidRPr="00374CBE" w:rsidDel="00B04EEB">
                <w:rPr>
                  <w:rFonts w:eastAsia="Calibri"/>
                </w:rPr>
                <w:delText>5</w:delText>
              </w:r>
            </w:del>
          </w:p>
        </w:tc>
        <w:tc>
          <w:tcPr>
            <w:tcW w:w="893" w:type="pct"/>
            <w:shd w:val="clear" w:color="auto" w:fill="auto"/>
          </w:tcPr>
          <w:p w14:paraId="3F5A975E" w14:textId="336B340E" w:rsidR="006E257D" w:rsidRPr="00374CBE" w:rsidDel="00B04EEB" w:rsidRDefault="006E257D" w:rsidP="004C61AD">
            <w:pPr>
              <w:pStyle w:val="Tabletext0"/>
              <w:keepNext/>
              <w:rPr>
                <w:del w:id="3331" w:author="Yasser Syed" w:date="2019-06-25T00:13:00Z"/>
                <w:rFonts w:eastAsia="Calibri"/>
              </w:rPr>
            </w:pPr>
            <w:del w:id="3332" w:author="Yasser Syed" w:date="2019-06-25T00:13:00Z">
              <w:r w:rsidRPr="00374CBE" w:rsidDel="00B04EEB">
                <w:rPr>
                  <w:rFonts w:eastAsia="Calibri"/>
                </w:rPr>
                <w:delText>5</w:delText>
              </w:r>
            </w:del>
          </w:p>
        </w:tc>
      </w:tr>
    </w:tbl>
    <w:p w14:paraId="3AA40E02" w14:textId="77777777" w:rsidR="007F1483" w:rsidRPr="00374CBE" w:rsidRDefault="007F1483" w:rsidP="00AA46E7">
      <w:pPr>
        <w:rPr>
          <w:rFonts w:eastAsia="Calibri"/>
        </w:rPr>
      </w:pPr>
    </w:p>
    <w:p w14:paraId="651B8E76" w14:textId="77777777" w:rsidR="0014544A" w:rsidRPr="00374CBE" w:rsidRDefault="0014544A" w:rsidP="00BE09B7">
      <w:pPr>
        <w:sectPr w:rsidR="0014544A" w:rsidRPr="00374CBE" w:rsidSect="003F76AA">
          <w:headerReference w:type="even" r:id="rId21"/>
          <w:headerReference w:type="default" r:id="rId22"/>
          <w:footerReference w:type="even" r:id="rId23"/>
          <w:footerReference w:type="default" r:id="rId24"/>
          <w:type w:val="oddPage"/>
          <w:pgSz w:w="11907" w:h="16840" w:code="9"/>
          <w:pgMar w:top="1134" w:right="1134" w:bottom="1134" w:left="1134" w:header="567" w:footer="567" w:gutter="0"/>
          <w:pgNumType w:start="1"/>
          <w:cols w:space="720"/>
        </w:sectPr>
      </w:pPr>
    </w:p>
    <w:p w14:paraId="3ED0B985" w14:textId="77777777" w:rsidR="00453DFE" w:rsidRDefault="00453DFE" w:rsidP="00453DFE">
      <w:pPr>
        <w:pStyle w:val="Heading1"/>
        <w:spacing w:before="0"/>
        <w:ind w:left="0" w:firstLine="0"/>
        <w:jc w:val="center"/>
        <w:rPr>
          <w:ins w:id="3333" w:author="Yasser Syed" w:date="2019-06-25T00:16:00Z"/>
        </w:rPr>
      </w:pPr>
      <w:bookmarkStart w:id="3334" w:name="c3tope"/>
      <w:bookmarkEnd w:id="3334"/>
      <w:ins w:id="3335" w:author="Yasser Syed" w:date="2019-06-25T00:16:00Z">
        <w:r>
          <w:lastRenderedPageBreak/>
          <w:t>Annex</w:t>
        </w:r>
        <w:r w:rsidRPr="000456B4">
          <w:t>_</w:t>
        </w:r>
        <w:r>
          <w:t xml:space="preserve">A </w:t>
        </w:r>
      </w:ins>
    </w:p>
    <w:p w14:paraId="686A02D9" w14:textId="77777777" w:rsidR="00453DFE" w:rsidRDefault="00453DFE" w:rsidP="00453DFE">
      <w:pPr>
        <w:pStyle w:val="Heading1"/>
        <w:spacing w:before="0"/>
        <w:ind w:left="0" w:firstLine="0"/>
        <w:jc w:val="center"/>
        <w:rPr>
          <w:ins w:id="3336" w:author="Yasser Syed" w:date="2019-06-25T00:16:00Z"/>
        </w:rPr>
      </w:pPr>
      <w:ins w:id="3337" w:author="Yasser Syed" w:date="2019-06-25T00:16:00Z">
        <w:r>
          <w:t xml:space="preserve">(Informative) </w:t>
        </w:r>
      </w:ins>
    </w:p>
    <w:p w14:paraId="45FC2F60" w14:textId="77777777" w:rsidR="00453DFE" w:rsidRDefault="00453DFE" w:rsidP="00453DFE">
      <w:pPr>
        <w:pStyle w:val="Heading1"/>
        <w:spacing w:before="0"/>
        <w:ind w:left="0" w:firstLine="0"/>
        <w:jc w:val="center"/>
        <w:rPr>
          <w:ins w:id="3338" w:author="Yasser Syed" w:date="2019-06-25T00:16:00Z"/>
        </w:rPr>
      </w:pPr>
      <w:ins w:id="3339" w:author="Yasser Syed" w:date="2019-06-25T00:16:00Z">
        <w:r>
          <w:t>Additional combinations not specified as industry standards</w:t>
        </w:r>
      </w:ins>
    </w:p>
    <w:p w14:paraId="76B248F8" w14:textId="77777777" w:rsidR="00453DFE" w:rsidRPr="000B2ED5" w:rsidRDefault="00453DFE" w:rsidP="00453DFE">
      <w:pPr>
        <w:rPr>
          <w:ins w:id="3340" w:author="Yasser Syed" w:date="2019-06-25T00:16:00Z"/>
          <w:rPrChange w:id="3341" w:author="Yasser Syed" w:date="2019-06-25T18:36:00Z">
            <w:rPr>
              <w:ins w:id="3342" w:author="Yasser Syed" w:date="2019-06-25T00:16:00Z"/>
              <w:sz w:val="22"/>
              <w:szCs w:val="22"/>
            </w:rPr>
          </w:rPrChange>
        </w:rPr>
      </w:pPr>
      <w:ins w:id="3343" w:author="Yasser Syed" w:date="2019-06-25T00:16:00Z">
        <w:r w:rsidRPr="000B2ED5">
          <w:rPr>
            <w:rPrChange w:id="3344" w:author="Yasser Syed" w:date="2019-06-25T18:36:00Z">
              <w:rPr>
                <w:sz w:val="22"/>
                <w:szCs w:val="22"/>
              </w:rPr>
            </w:rPrChange>
          </w:rPr>
          <w:t>This annex identifies additional colour volume combinations that are used in practice but are not specified in industry standards.</w:t>
        </w:r>
      </w:ins>
    </w:p>
    <w:p w14:paraId="30A63CCB" w14:textId="5A8B817A" w:rsidR="00453DFE" w:rsidRPr="000B2ED5" w:rsidRDefault="00453DFE" w:rsidP="00453DFE">
      <w:pPr>
        <w:keepNext/>
        <w:rPr>
          <w:ins w:id="3345" w:author="Yasser Syed" w:date="2019-06-25T00:16:00Z"/>
        </w:rPr>
      </w:pPr>
      <w:ins w:id="3346" w:author="Yasser Syed" w:date="2019-06-25T00:16:00Z">
        <w:r w:rsidRPr="000B2ED5">
          <w:t xml:space="preserve">The following system identifier tags are described, as defined in Table </w:t>
        </w:r>
      </w:ins>
      <w:ins w:id="3347" w:author="Yasser Syed" w:date="2019-06-25T00:17:00Z">
        <w:r w:rsidRPr="000B2ED5">
          <w:rPr>
            <w:rPrChange w:id="3348" w:author="Yasser Syed" w:date="2019-06-25T18:36:00Z">
              <w:rPr>
                <w:highlight w:val="yellow"/>
              </w:rPr>
            </w:rPrChange>
          </w:rPr>
          <w:t>1</w:t>
        </w:r>
      </w:ins>
      <w:ins w:id="3349" w:author="Yasser Syed" w:date="2019-06-25T00:16:00Z">
        <w:r w:rsidRPr="000B2ED5">
          <w:rPr>
            <w:rPrChange w:id="3350" w:author="Yasser Syed" w:date="2019-06-25T18:36:00Z">
              <w:rPr>
                <w:highlight w:val="yellow"/>
              </w:rPr>
            </w:rPrChange>
          </w:rPr>
          <w:t>1</w:t>
        </w:r>
        <w:r w:rsidRPr="000B2ED5">
          <w:t>:</w:t>
        </w:r>
      </w:ins>
    </w:p>
    <w:p w14:paraId="74770465" w14:textId="77777777" w:rsidR="00453DFE" w:rsidRPr="000B2ED5" w:rsidRDefault="00453DFE" w:rsidP="00453DFE">
      <w:pPr>
        <w:keepNext/>
        <w:rPr>
          <w:ins w:id="3351" w:author="Yasser Syed" w:date="2019-06-25T00:16:00Z"/>
        </w:rPr>
      </w:pPr>
      <w:ins w:id="3352" w:author="Yasser Syed" w:date="2019-06-25T00:16:00Z">
        <w:r w:rsidRPr="000B2ED5">
          <w:t>SDR NCG Tags</w:t>
        </w:r>
      </w:ins>
    </w:p>
    <w:p w14:paraId="14F08FEE" w14:textId="77777777" w:rsidR="00453DFE" w:rsidRPr="000B2ED5" w:rsidRDefault="00453DFE" w:rsidP="00A62F9E">
      <w:pPr>
        <w:numPr>
          <w:ilvl w:val="0"/>
          <w:numId w:val="4"/>
        </w:numPr>
        <w:ind w:left="792" w:hanging="432"/>
        <w:rPr>
          <w:ins w:id="3353" w:author="Yasser Syed" w:date="2019-06-25T00:16:00Z"/>
        </w:rPr>
      </w:pPr>
      <w:ins w:id="3354" w:author="Yasser Syed" w:date="2019-06-25T00:16:00Z">
        <w:r w:rsidRPr="000B2ED5">
          <w:t>FR709_RGB</w:t>
        </w:r>
      </w:ins>
    </w:p>
    <w:p w14:paraId="6BCE4D0A" w14:textId="77777777" w:rsidR="00453DFE" w:rsidRPr="000B2ED5" w:rsidRDefault="00453DFE" w:rsidP="00A62F9E">
      <w:pPr>
        <w:keepNext/>
        <w:rPr>
          <w:ins w:id="3355" w:author="Yasser Syed" w:date="2019-06-25T00:16:00Z"/>
        </w:rPr>
      </w:pPr>
      <w:ins w:id="3356" w:author="Yasser Syed" w:date="2019-06-25T00:16:00Z">
        <w:r w:rsidRPr="000B2ED5">
          <w:t>SDR WCG Tags</w:t>
        </w:r>
      </w:ins>
    </w:p>
    <w:p w14:paraId="646E5F95" w14:textId="77777777" w:rsidR="00453DFE" w:rsidRPr="000B2ED5" w:rsidRDefault="00453DFE" w:rsidP="00A62F9E">
      <w:pPr>
        <w:keepNext/>
        <w:numPr>
          <w:ilvl w:val="0"/>
          <w:numId w:val="6"/>
        </w:numPr>
        <w:ind w:left="792" w:hanging="432"/>
        <w:rPr>
          <w:ins w:id="3357" w:author="Yasser Syed" w:date="2019-06-25T00:16:00Z"/>
        </w:rPr>
      </w:pPr>
      <w:ins w:id="3358" w:author="Yasser Syed" w:date="2019-06-25T00:16:00Z">
        <w:r w:rsidRPr="000B2ED5">
          <w:t>FR2020_RGB</w:t>
        </w:r>
      </w:ins>
    </w:p>
    <w:p w14:paraId="7955C725" w14:textId="77777777" w:rsidR="00453DFE" w:rsidRPr="000B2ED5" w:rsidRDefault="00453DFE" w:rsidP="00A62F9E">
      <w:pPr>
        <w:numPr>
          <w:ilvl w:val="0"/>
          <w:numId w:val="6"/>
        </w:numPr>
        <w:ind w:left="792" w:hanging="432"/>
        <w:rPr>
          <w:ins w:id="3359" w:author="Yasser Syed" w:date="2019-06-25T00:16:00Z"/>
        </w:rPr>
      </w:pPr>
      <w:ins w:id="3360" w:author="Yasser Syed" w:date="2019-06-25T00:16:00Z">
        <w:r w:rsidRPr="000B2ED5">
          <w:t>FRP3D65_YCC</w:t>
        </w:r>
      </w:ins>
    </w:p>
    <w:p w14:paraId="6AC5C57C" w14:textId="77777777" w:rsidR="00453DFE" w:rsidRPr="000B2ED5" w:rsidRDefault="00453DFE" w:rsidP="00453DFE">
      <w:pPr>
        <w:rPr>
          <w:ins w:id="3361" w:author="Yasser Syed" w:date="2019-06-25T00:16:00Z"/>
        </w:rPr>
      </w:pPr>
    </w:p>
    <w:p w14:paraId="40360761" w14:textId="234DB8D1" w:rsidR="00453DFE" w:rsidRDefault="000B2ED5" w:rsidP="00453DFE">
      <w:pPr>
        <w:keepNext/>
        <w:tabs>
          <w:tab w:val="left" w:pos="4853"/>
          <w:tab w:val="right" w:pos="9691"/>
        </w:tabs>
        <w:overflowPunct/>
        <w:autoSpaceDE/>
        <w:autoSpaceDN/>
        <w:adjustRightInd/>
        <w:spacing w:before="120" w:after="120"/>
        <w:jc w:val="center"/>
        <w:textAlignment w:val="auto"/>
        <w:rPr>
          <w:ins w:id="3362" w:author="Yasser Syed" w:date="2019-06-25T00:16:00Z"/>
          <w:b/>
          <w:bCs/>
        </w:rPr>
      </w:pPr>
      <w:bookmarkStart w:id="3363" w:name="_Ref12380357"/>
      <w:ins w:id="3364" w:author="Yasser Syed" w:date="2019-06-25T18:36:00Z">
        <w:r w:rsidRPr="000456B4">
          <w:rPr>
            <w:rFonts w:eastAsia="Calibri"/>
            <w:b/>
            <w:bCs/>
          </w:rPr>
          <w:lastRenderedPageBreak/>
          <w:t>Table</w:t>
        </w:r>
      </w:ins>
      <w:ins w:id="3365" w:author="Yasser Syed" w:date="2019-06-25T18:39:00Z">
        <w:r>
          <w:rPr>
            <w:rFonts w:eastAsia="Calibri"/>
            <w:b/>
            <w:bCs/>
          </w:rPr>
          <w:t> </w:t>
        </w:r>
      </w:ins>
      <w:ins w:id="3366" w:author="Yasser Syed" w:date="2019-06-25T18:36:00Z">
        <w:r w:rsidRPr="000456B4">
          <w:rPr>
            <w:rFonts w:eastAsia="Calibri"/>
          </w:rPr>
          <w:fldChar w:fldCharType="begin"/>
        </w:r>
        <w:r w:rsidRPr="000456B4">
          <w:rPr>
            <w:rFonts w:eastAsia="Calibri"/>
            <w:b/>
            <w:bCs/>
          </w:rPr>
          <w:instrText xml:space="preserve"> SEQ Table \* ARABIC </w:instrText>
        </w:r>
        <w:r w:rsidRPr="000456B4">
          <w:rPr>
            <w:rFonts w:eastAsia="Calibri"/>
          </w:rPr>
          <w:fldChar w:fldCharType="separate"/>
        </w:r>
        <w:r>
          <w:rPr>
            <w:rFonts w:eastAsia="Calibri"/>
            <w:b/>
            <w:bCs/>
            <w:noProof/>
          </w:rPr>
          <w:t>11</w:t>
        </w:r>
        <w:r w:rsidRPr="000456B4">
          <w:rPr>
            <w:rFonts w:eastAsia="Calibri"/>
          </w:rPr>
          <w:fldChar w:fldCharType="end"/>
        </w:r>
        <w:bookmarkEnd w:id="3363"/>
        <w:r w:rsidRPr="000456B4">
          <w:rPr>
            <w:rFonts w:eastAsia="Calibri"/>
            <w:b/>
            <w:bCs/>
          </w:rPr>
          <w:t xml:space="preserve"> – </w:t>
        </w:r>
      </w:ins>
      <w:ins w:id="3367" w:author="Yasser Syed" w:date="2019-06-25T00:16:00Z">
        <w:r w:rsidR="00453DFE">
          <w:rPr>
            <w:b/>
            <w:bCs/>
          </w:rPr>
          <w:t xml:space="preserve">Additional </w:t>
        </w:r>
        <w:r w:rsidR="00453DFE" w:rsidRPr="000456B4">
          <w:rPr>
            <w:b/>
            <w:bCs/>
          </w:rPr>
          <w:t>colour volume descriptions</w:t>
        </w:r>
      </w:ins>
    </w:p>
    <w:tbl>
      <w:tblPr>
        <w:tblW w:w="343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6"/>
        <w:gridCol w:w="2075"/>
        <w:gridCol w:w="1263"/>
        <w:gridCol w:w="1353"/>
        <w:gridCol w:w="1534"/>
      </w:tblGrid>
      <w:tr w:rsidR="00453DFE" w:rsidRPr="000456B4" w14:paraId="31AE5BF4" w14:textId="77777777" w:rsidTr="000B1A01">
        <w:trPr>
          <w:tblHeader/>
          <w:jc w:val="center"/>
          <w:ins w:id="3368" w:author="Yasser Syed" w:date="2019-06-25T00:16:00Z"/>
        </w:trPr>
        <w:tc>
          <w:tcPr>
            <w:tcW w:w="445" w:type="dxa"/>
            <w:shd w:val="clear" w:color="auto" w:fill="auto"/>
          </w:tcPr>
          <w:p w14:paraId="73C5EC47" w14:textId="77777777" w:rsidR="00453DFE" w:rsidRPr="000456B4" w:rsidRDefault="00453DFE" w:rsidP="000B1A01">
            <w:pPr>
              <w:keepNext/>
              <w:spacing w:before="0"/>
              <w:jc w:val="center"/>
              <w:rPr>
                <w:ins w:id="3369" w:author="Yasser Syed" w:date="2019-06-25T00:16:00Z"/>
                <w:b/>
                <w:sz w:val="18"/>
                <w:szCs w:val="18"/>
              </w:rPr>
            </w:pPr>
          </w:p>
        </w:tc>
        <w:tc>
          <w:tcPr>
            <w:tcW w:w="2070" w:type="dxa"/>
            <w:shd w:val="clear" w:color="auto" w:fill="auto"/>
          </w:tcPr>
          <w:p w14:paraId="0B064A0B" w14:textId="77777777" w:rsidR="00453DFE" w:rsidRPr="000456B4" w:rsidRDefault="00453DFE" w:rsidP="000B1A01">
            <w:pPr>
              <w:keepNext/>
              <w:jc w:val="left"/>
              <w:rPr>
                <w:ins w:id="3370" w:author="Yasser Syed" w:date="2019-06-25T00:16:00Z"/>
                <w:b/>
                <w:sz w:val="18"/>
                <w:szCs w:val="18"/>
              </w:rPr>
            </w:pPr>
            <w:ins w:id="3371" w:author="Yasser Syed" w:date="2019-06-25T00:16:00Z">
              <w:r>
                <w:rPr>
                  <w:b/>
                  <w:sz w:val="18"/>
                  <w:szCs w:val="18"/>
                </w:rPr>
                <w:t xml:space="preserve">Colour volume description </w:t>
              </w:r>
            </w:ins>
          </w:p>
        </w:tc>
        <w:tc>
          <w:tcPr>
            <w:tcW w:w="1260" w:type="dxa"/>
          </w:tcPr>
          <w:p w14:paraId="0B53515B" w14:textId="77777777" w:rsidR="00453DFE" w:rsidRDefault="00453DFE" w:rsidP="000B1A01">
            <w:pPr>
              <w:keepNext/>
              <w:jc w:val="left"/>
              <w:rPr>
                <w:ins w:id="3372" w:author="Yasser Syed" w:date="2019-06-25T00:16:00Z"/>
                <w:b/>
                <w:sz w:val="18"/>
                <w:szCs w:val="18"/>
              </w:rPr>
            </w:pPr>
            <w:ins w:id="3373" w:author="Yasser Syed" w:date="2019-06-25T00:16:00Z">
              <w:r>
                <w:rPr>
                  <w:b/>
                  <w:sz w:val="18"/>
                  <w:szCs w:val="18"/>
                </w:rPr>
                <w:t>SDR NCG</w:t>
              </w:r>
            </w:ins>
          </w:p>
        </w:tc>
        <w:tc>
          <w:tcPr>
            <w:tcW w:w="2880" w:type="dxa"/>
            <w:gridSpan w:val="2"/>
          </w:tcPr>
          <w:p w14:paraId="1664BCDE" w14:textId="77777777" w:rsidR="00453DFE" w:rsidRPr="00544495" w:rsidRDefault="00453DFE" w:rsidP="000B1A01">
            <w:pPr>
              <w:keepNext/>
              <w:jc w:val="center"/>
              <w:rPr>
                <w:ins w:id="3374" w:author="Yasser Syed" w:date="2019-06-25T00:16:00Z"/>
                <w:b/>
                <w:sz w:val="18"/>
                <w:szCs w:val="18"/>
                <w:highlight w:val="yellow"/>
              </w:rPr>
            </w:pPr>
            <w:ins w:id="3375" w:author="Yasser Syed" w:date="2019-06-25T00:16:00Z">
              <w:r>
                <w:rPr>
                  <w:b/>
                  <w:sz w:val="18"/>
                  <w:szCs w:val="18"/>
                </w:rPr>
                <w:t>SDR WCG</w:t>
              </w:r>
            </w:ins>
          </w:p>
        </w:tc>
      </w:tr>
      <w:tr w:rsidR="00453DFE" w:rsidRPr="000456B4" w14:paraId="42253445" w14:textId="77777777" w:rsidTr="000B1A01">
        <w:trPr>
          <w:tblHeader/>
          <w:jc w:val="center"/>
          <w:ins w:id="3376" w:author="Yasser Syed" w:date="2019-06-25T00:16:00Z"/>
        </w:trPr>
        <w:tc>
          <w:tcPr>
            <w:tcW w:w="445" w:type="dxa"/>
            <w:shd w:val="clear" w:color="auto" w:fill="auto"/>
          </w:tcPr>
          <w:p w14:paraId="090A682D" w14:textId="77777777" w:rsidR="00453DFE" w:rsidRPr="000456B4" w:rsidRDefault="00453DFE" w:rsidP="000B1A01">
            <w:pPr>
              <w:keepNext/>
              <w:spacing w:before="0"/>
              <w:jc w:val="center"/>
              <w:rPr>
                <w:ins w:id="3377" w:author="Yasser Syed" w:date="2019-06-25T00:16:00Z"/>
                <w:b/>
                <w:sz w:val="18"/>
                <w:szCs w:val="18"/>
              </w:rPr>
            </w:pPr>
          </w:p>
        </w:tc>
        <w:tc>
          <w:tcPr>
            <w:tcW w:w="2070" w:type="dxa"/>
            <w:shd w:val="clear" w:color="auto" w:fill="auto"/>
          </w:tcPr>
          <w:p w14:paraId="6F4B333A" w14:textId="77777777" w:rsidR="00453DFE" w:rsidRPr="000456B4" w:rsidRDefault="00453DFE" w:rsidP="000B1A01">
            <w:pPr>
              <w:keepNext/>
              <w:jc w:val="left"/>
              <w:rPr>
                <w:ins w:id="3378" w:author="Yasser Syed" w:date="2019-06-25T00:16:00Z"/>
                <w:b/>
                <w:sz w:val="18"/>
                <w:szCs w:val="18"/>
              </w:rPr>
            </w:pPr>
            <w:ins w:id="3379" w:author="Yasser Syed" w:date="2019-06-25T00:16:00Z">
              <w:r w:rsidRPr="000456B4">
                <w:rPr>
                  <w:b/>
                  <w:sz w:val="18"/>
                  <w:szCs w:val="18"/>
                </w:rPr>
                <w:t xml:space="preserve">System </w:t>
              </w:r>
              <w:r>
                <w:rPr>
                  <w:b/>
                  <w:sz w:val="18"/>
                  <w:szCs w:val="18"/>
                </w:rPr>
                <w:t>i</w:t>
              </w:r>
              <w:r w:rsidRPr="000456B4">
                <w:rPr>
                  <w:b/>
                  <w:sz w:val="18"/>
                  <w:szCs w:val="18"/>
                </w:rPr>
                <w:t>dentifier</w:t>
              </w:r>
            </w:ins>
          </w:p>
        </w:tc>
        <w:tc>
          <w:tcPr>
            <w:tcW w:w="1260" w:type="dxa"/>
          </w:tcPr>
          <w:p w14:paraId="32F930B5" w14:textId="77777777" w:rsidR="00453DFE" w:rsidRPr="000456B4" w:rsidRDefault="00453DFE" w:rsidP="000B1A01">
            <w:pPr>
              <w:keepNext/>
              <w:jc w:val="left"/>
              <w:rPr>
                <w:ins w:id="3380" w:author="Yasser Syed" w:date="2019-06-25T00:16:00Z"/>
                <w:b/>
                <w:sz w:val="18"/>
                <w:szCs w:val="18"/>
              </w:rPr>
            </w:pPr>
            <w:ins w:id="3381" w:author="Yasser Syed" w:date="2019-06-25T00:16:00Z">
              <w:r w:rsidRPr="000456B4">
                <w:rPr>
                  <w:b/>
                  <w:sz w:val="18"/>
                  <w:szCs w:val="18"/>
                </w:rPr>
                <w:t>FR709_RGB</w:t>
              </w:r>
            </w:ins>
          </w:p>
        </w:tc>
        <w:tc>
          <w:tcPr>
            <w:tcW w:w="1350" w:type="dxa"/>
          </w:tcPr>
          <w:p w14:paraId="1CCE5451" w14:textId="77777777" w:rsidR="00453DFE" w:rsidRPr="00544495" w:rsidRDefault="00453DFE" w:rsidP="000B1A01">
            <w:pPr>
              <w:keepNext/>
              <w:jc w:val="left"/>
              <w:rPr>
                <w:ins w:id="3382" w:author="Yasser Syed" w:date="2019-06-25T00:16:00Z"/>
                <w:b/>
                <w:sz w:val="18"/>
                <w:szCs w:val="18"/>
                <w:highlight w:val="yellow"/>
              </w:rPr>
            </w:pPr>
            <w:ins w:id="3383" w:author="Yasser Syed" w:date="2019-06-25T00:16:00Z">
              <w:r w:rsidRPr="000456B4">
                <w:rPr>
                  <w:b/>
                  <w:sz w:val="18"/>
                  <w:szCs w:val="18"/>
                </w:rPr>
                <w:t>FR2020_RGB</w:t>
              </w:r>
            </w:ins>
          </w:p>
        </w:tc>
        <w:tc>
          <w:tcPr>
            <w:tcW w:w="1530" w:type="dxa"/>
            <w:shd w:val="clear" w:color="auto" w:fill="auto"/>
          </w:tcPr>
          <w:p w14:paraId="3285629F" w14:textId="77777777" w:rsidR="00453DFE" w:rsidRPr="0058106C" w:rsidRDefault="00453DFE" w:rsidP="000B1A01">
            <w:pPr>
              <w:keepNext/>
              <w:jc w:val="left"/>
              <w:rPr>
                <w:ins w:id="3384" w:author="Yasser Syed" w:date="2019-06-25T00:16:00Z"/>
                <w:b/>
                <w:sz w:val="18"/>
                <w:szCs w:val="18"/>
              </w:rPr>
            </w:pPr>
            <w:ins w:id="3385" w:author="Yasser Syed" w:date="2019-06-25T00:16:00Z">
              <w:r w:rsidRPr="0058106C">
                <w:rPr>
                  <w:b/>
                  <w:sz w:val="18"/>
                  <w:szCs w:val="18"/>
                </w:rPr>
                <w:t>FRP3D65_YCC</w:t>
              </w:r>
            </w:ins>
          </w:p>
        </w:tc>
      </w:tr>
      <w:tr w:rsidR="00453DFE" w:rsidRPr="000456B4" w14:paraId="4BBC7E6F" w14:textId="77777777" w:rsidTr="000B1A01">
        <w:trPr>
          <w:cantSplit/>
          <w:trHeight w:val="435"/>
          <w:jc w:val="center"/>
          <w:ins w:id="3386" w:author="Yasser Syed" w:date="2019-06-25T00:16:00Z"/>
        </w:trPr>
        <w:tc>
          <w:tcPr>
            <w:tcW w:w="445" w:type="dxa"/>
            <w:vMerge w:val="restart"/>
            <w:shd w:val="clear" w:color="auto" w:fill="auto"/>
            <w:textDirection w:val="btLr"/>
          </w:tcPr>
          <w:p w14:paraId="285311FC" w14:textId="77777777" w:rsidR="00453DFE" w:rsidRPr="000456B4" w:rsidRDefault="00453DFE" w:rsidP="000B1A01">
            <w:pPr>
              <w:keepNext/>
              <w:spacing w:before="0"/>
              <w:jc w:val="center"/>
              <w:rPr>
                <w:ins w:id="3387" w:author="Yasser Syed" w:date="2019-06-25T00:16:00Z"/>
                <w:b/>
                <w:sz w:val="18"/>
                <w:szCs w:val="18"/>
              </w:rPr>
            </w:pPr>
            <w:ins w:id="3388" w:author="Yasser Syed" w:date="2019-06-25T00:16:00Z">
              <w:r w:rsidRPr="000456B4">
                <w:rPr>
                  <w:b/>
                  <w:sz w:val="18"/>
                  <w:szCs w:val="18"/>
                </w:rPr>
                <w:t>Colour properties</w:t>
              </w:r>
            </w:ins>
          </w:p>
        </w:tc>
        <w:tc>
          <w:tcPr>
            <w:tcW w:w="2070" w:type="dxa"/>
            <w:shd w:val="clear" w:color="auto" w:fill="auto"/>
          </w:tcPr>
          <w:p w14:paraId="15E5BF00" w14:textId="77777777" w:rsidR="00453DFE" w:rsidRPr="000456B4" w:rsidRDefault="00453DFE" w:rsidP="000B1A01">
            <w:pPr>
              <w:keepNext/>
              <w:jc w:val="left"/>
              <w:rPr>
                <w:ins w:id="3389" w:author="Yasser Syed" w:date="2019-06-25T00:16:00Z"/>
                <w:sz w:val="18"/>
                <w:szCs w:val="18"/>
              </w:rPr>
            </w:pPr>
            <w:ins w:id="3390" w:author="Yasser Syed" w:date="2019-06-25T00:16:00Z">
              <w:r w:rsidRPr="000456B4">
                <w:rPr>
                  <w:sz w:val="18"/>
                  <w:szCs w:val="18"/>
                </w:rPr>
                <w:t>Colour primaries</w:t>
              </w:r>
            </w:ins>
          </w:p>
        </w:tc>
        <w:tc>
          <w:tcPr>
            <w:tcW w:w="1260" w:type="dxa"/>
          </w:tcPr>
          <w:p w14:paraId="29DD1D4C" w14:textId="77777777" w:rsidR="00453DFE" w:rsidRPr="000456B4" w:rsidRDefault="00453DFE" w:rsidP="000B1A01">
            <w:pPr>
              <w:keepNext/>
              <w:jc w:val="left"/>
              <w:rPr>
                <w:ins w:id="3391" w:author="Yasser Syed" w:date="2019-06-25T00:16:00Z"/>
                <w:sz w:val="18"/>
                <w:szCs w:val="18"/>
              </w:rPr>
            </w:pPr>
            <w:ins w:id="3392" w:author="Yasser Syed" w:date="2019-06-25T00:16:00Z">
              <w:r w:rsidRPr="000456B4">
                <w:rPr>
                  <w:sz w:val="18"/>
                  <w:szCs w:val="18"/>
                </w:rPr>
                <w:t>BT.709</w:t>
              </w:r>
            </w:ins>
          </w:p>
        </w:tc>
        <w:tc>
          <w:tcPr>
            <w:tcW w:w="1350" w:type="dxa"/>
          </w:tcPr>
          <w:p w14:paraId="22B9AC3A" w14:textId="77777777" w:rsidR="00453DFE" w:rsidRPr="00544495" w:rsidRDefault="00453DFE" w:rsidP="000B1A01">
            <w:pPr>
              <w:keepNext/>
              <w:jc w:val="left"/>
              <w:rPr>
                <w:ins w:id="3393" w:author="Yasser Syed" w:date="2019-06-25T00:16:00Z"/>
                <w:sz w:val="18"/>
                <w:szCs w:val="18"/>
                <w:highlight w:val="yellow"/>
              </w:rPr>
            </w:pPr>
            <w:ins w:id="3394" w:author="Yasser Syed" w:date="2019-06-25T00:16:00Z">
              <w:r w:rsidRPr="000456B4">
                <w:rPr>
                  <w:sz w:val="18"/>
                  <w:szCs w:val="18"/>
                </w:rPr>
                <w:t>BT.2020</w:t>
              </w:r>
            </w:ins>
          </w:p>
        </w:tc>
        <w:tc>
          <w:tcPr>
            <w:tcW w:w="1530" w:type="dxa"/>
            <w:shd w:val="clear" w:color="auto" w:fill="auto"/>
          </w:tcPr>
          <w:p w14:paraId="4810E8B7" w14:textId="77777777" w:rsidR="00453DFE" w:rsidRPr="0058106C" w:rsidRDefault="00453DFE" w:rsidP="000B1A01">
            <w:pPr>
              <w:keepNext/>
              <w:jc w:val="left"/>
              <w:rPr>
                <w:ins w:id="3395" w:author="Yasser Syed" w:date="2019-06-25T00:16:00Z"/>
                <w:sz w:val="18"/>
                <w:szCs w:val="18"/>
              </w:rPr>
            </w:pPr>
            <w:ins w:id="3396" w:author="Yasser Syed" w:date="2019-06-25T00:16:00Z">
              <w:r w:rsidRPr="0058106C">
                <w:rPr>
                  <w:sz w:val="18"/>
                  <w:szCs w:val="18"/>
                </w:rPr>
                <w:t>P3 D65</w:t>
              </w:r>
            </w:ins>
          </w:p>
        </w:tc>
      </w:tr>
      <w:tr w:rsidR="00453DFE" w:rsidRPr="000456B4" w14:paraId="204A6DA9" w14:textId="77777777" w:rsidTr="000B1A01">
        <w:trPr>
          <w:trHeight w:val="576"/>
          <w:jc w:val="center"/>
          <w:ins w:id="3397" w:author="Yasser Syed" w:date="2019-06-25T00:16:00Z"/>
        </w:trPr>
        <w:tc>
          <w:tcPr>
            <w:tcW w:w="445" w:type="dxa"/>
            <w:vMerge/>
            <w:shd w:val="clear" w:color="auto" w:fill="auto"/>
          </w:tcPr>
          <w:p w14:paraId="194B4CE1" w14:textId="77777777" w:rsidR="00453DFE" w:rsidRPr="000456B4" w:rsidRDefault="00453DFE" w:rsidP="000B1A01">
            <w:pPr>
              <w:keepNext/>
              <w:spacing w:before="0"/>
              <w:jc w:val="center"/>
              <w:rPr>
                <w:ins w:id="3398" w:author="Yasser Syed" w:date="2019-06-25T00:16:00Z"/>
                <w:b/>
                <w:sz w:val="18"/>
                <w:szCs w:val="18"/>
              </w:rPr>
            </w:pPr>
          </w:p>
        </w:tc>
        <w:tc>
          <w:tcPr>
            <w:tcW w:w="2070" w:type="dxa"/>
            <w:shd w:val="clear" w:color="auto" w:fill="auto"/>
          </w:tcPr>
          <w:p w14:paraId="78D1246F" w14:textId="77777777" w:rsidR="00453DFE" w:rsidRPr="000456B4" w:rsidRDefault="00453DFE" w:rsidP="000B1A01">
            <w:pPr>
              <w:keepNext/>
              <w:jc w:val="left"/>
              <w:rPr>
                <w:ins w:id="3399" w:author="Yasser Syed" w:date="2019-06-25T00:16:00Z"/>
                <w:sz w:val="18"/>
                <w:szCs w:val="18"/>
              </w:rPr>
            </w:pPr>
            <w:ins w:id="3400" w:author="Yasser Syed" w:date="2019-06-25T00:16:00Z">
              <w:r w:rsidRPr="000456B4">
                <w:rPr>
                  <w:sz w:val="18"/>
                  <w:szCs w:val="18"/>
                </w:rPr>
                <w:t>Transfer characteristics</w:t>
              </w:r>
            </w:ins>
          </w:p>
        </w:tc>
        <w:tc>
          <w:tcPr>
            <w:tcW w:w="1260" w:type="dxa"/>
          </w:tcPr>
          <w:p w14:paraId="0A6FA838" w14:textId="77777777" w:rsidR="00453DFE" w:rsidRPr="000456B4" w:rsidRDefault="00453DFE" w:rsidP="000B1A01">
            <w:pPr>
              <w:keepNext/>
              <w:jc w:val="left"/>
              <w:rPr>
                <w:ins w:id="3401" w:author="Yasser Syed" w:date="2019-06-25T00:16:00Z"/>
                <w:sz w:val="18"/>
                <w:szCs w:val="18"/>
              </w:rPr>
            </w:pPr>
            <w:ins w:id="3402" w:author="Yasser Syed" w:date="2019-06-25T00:16:00Z">
              <w:r w:rsidRPr="000456B4">
                <w:rPr>
                  <w:sz w:val="18"/>
                  <w:szCs w:val="18"/>
                </w:rPr>
                <w:t>BT.709</w:t>
              </w:r>
            </w:ins>
          </w:p>
        </w:tc>
        <w:tc>
          <w:tcPr>
            <w:tcW w:w="1350" w:type="dxa"/>
          </w:tcPr>
          <w:p w14:paraId="7895236A" w14:textId="77777777" w:rsidR="00453DFE" w:rsidRPr="00544495" w:rsidRDefault="00453DFE" w:rsidP="000B1A01">
            <w:pPr>
              <w:keepNext/>
              <w:jc w:val="left"/>
              <w:rPr>
                <w:ins w:id="3403" w:author="Yasser Syed" w:date="2019-06-25T00:16:00Z"/>
                <w:sz w:val="18"/>
                <w:szCs w:val="18"/>
                <w:highlight w:val="yellow"/>
              </w:rPr>
            </w:pPr>
            <w:ins w:id="3404" w:author="Yasser Syed" w:date="2019-06-25T00:16:00Z">
              <w:r w:rsidRPr="000456B4">
                <w:rPr>
                  <w:sz w:val="18"/>
                  <w:szCs w:val="18"/>
                </w:rPr>
                <w:t>BT.2020</w:t>
              </w:r>
            </w:ins>
          </w:p>
        </w:tc>
        <w:tc>
          <w:tcPr>
            <w:tcW w:w="1530" w:type="dxa"/>
            <w:shd w:val="clear" w:color="auto" w:fill="auto"/>
          </w:tcPr>
          <w:p w14:paraId="0C7C86C2" w14:textId="77777777" w:rsidR="00453DFE" w:rsidRPr="0058106C" w:rsidRDefault="00453DFE" w:rsidP="000B1A01">
            <w:pPr>
              <w:keepNext/>
              <w:jc w:val="left"/>
              <w:rPr>
                <w:ins w:id="3405" w:author="Yasser Syed" w:date="2019-06-25T00:16:00Z"/>
                <w:sz w:val="18"/>
                <w:szCs w:val="18"/>
              </w:rPr>
            </w:pPr>
            <w:ins w:id="3406" w:author="Yasser Syed" w:date="2019-06-25T00:16:00Z">
              <w:r w:rsidRPr="0058106C">
                <w:rPr>
                  <w:sz w:val="18"/>
                  <w:szCs w:val="18"/>
                </w:rPr>
                <w:t>BT.709</w:t>
              </w:r>
            </w:ins>
          </w:p>
        </w:tc>
      </w:tr>
      <w:tr w:rsidR="00453DFE" w:rsidRPr="000456B4" w14:paraId="1C438E1A" w14:textId="77777777" w:rsidTr="000B1A01">
        <w:trPr>
          <w:trHeight w:val="576"/>
          <w:jc w:val="center"/>
          <w:ins w:id="3407" w:author="Yasser Syed" w:date="2019-06-25T00:16:00Z"/>
        </w:trPr>
        <w:tc>
          <w:tcPr>
            <w:tcW w:w="445" w:type="dxa"/>
            <w:vMerge/>
            <w:shd w:val="clear" w:color="auto" w:fill="auto"/>
          </w:tcPr>
          <w:p w14:paraId="625DB42D" w14:textId="77777777" w:rsidR="00453DFE" w:rsidRPr="000456B4" w:rsidRDefault="00453DFE" w:rsidP="000B1A01">
            <w:pPr>
              <w:keepNext/>
              <w:spacing w:before="0"/>
              <w:jc w:val="center"/>
              <w:rPr>
                <w:ins w:id="3408" w:author="Yasser Syed" w:date="2019-06-25T00:16:00Z"/>
                <w:b/>
                <w:sz w:val="18"/>
                <w:szCs w:val="18"/>
              </w:rPr>
            </w:pPr>
          </w:p>
        </w:tc>
        <w:tc>
          <w:tcPr>
            <w:tcW w:w="2070" w:type="dxa"/>
            <w:shd w:val="clear" w:color="auto" w:fill="auto"/>
          </w:tcPr>
          <w:p w14:paraId="3FD5FCA3" w14:textId="77777777" w:rsidR="00453DFE" w:rsidRPr="000456B4" w:rsidRDefault="00453DFE" w:rsidP="000B1A01">
            <w:pPr>
              <w:keepNext/>
              <w:jc w:val="left"/>
              <w:rPr>
                <w:ins w:id="3409" w:author="Yasser Syed" w:date="2019-06-25T00:16:00Z"/>
                <w:sz w:val="18"/>
                <w:szCs w:val="18"/>
              </w:rPr>
            </w:pPr>
            <w:ins w:id="3410" w:author="Yasser Syed" w:date="2019-06-25T00:16:00Z">
              <w:r w:rsidRPr="000456B4">
                <w:rPr>
                  <w:sz w:val="18"/>
                  <w:szCs w:val="18"/>
                </w:rPr>
                <w:t>Colour representation</w:t>
              </w:r>
            </w:ins>
          </w:p>
        </w:tc>
        <w:tc>
          <w:tcPr>
            <w:tcW w:w="1260" w:type="dxa"/>
          </w:tcPr>
          <w:p w14:paraId="0F49CE56" w14:textId="77777777" w:rsidR="00453DFE" w:rsidRPr="000456B4" w:rsidRDefault="00453DFE" w:rsidP="000B1A01">
            <w:pPr>
              <w:keepNext/>
              <w:jc w:val="left"/>
              <w:rPr>
                <w:ins w:id="3411" w:author="Yasser Syed" w:date="2019-06-25T00:16:00Z"/>
                <w:sz w:val="18"/>
                <w:szCs w:val="18"/>
              </w:rPr>
            </w:pPr>
            <w:ins w:id="3412" w:author="Yasser Syed" w:date="2019-06-25T00:16:00Z">
              <w:r w:rsidRPr="000456B4">
                <w:rPr>
                  <w:sz w:val="18"/>
                  <w:szCs w:val="18"/>
                </w:rPr>
                <w:t>R′G′B′</w:t>
              </w:r>
            </w:ins>
          </w:p>
        </w:tc>
        <w:tc>
          <w:tcPr>
            <w:tcW w:w="1350" w:type="dxa"/>
          </w:tcPr>
          <w:p w14:paraId="1D7D79E8" w14:textId="77777777" w:rsidR="00453DFE" w:rsidRPr="00544495" w:rsidRDefault="00453DFE" w:rsidP="000B1A01">
            <w:pPr>
              <w:keepNext/>
              <w:jc w:val="left"/>
              <w:rPr>
                <w:ins w:id="3413" w:author="Yasser Syed" w:date="2019-06-25T00:16:00Z"/>
                <w:sz w:val="18"/>
                <w:szCs w:val="18"/>
                <w:highlight w:val="yellow"/>
              </w:rPr>
            </w:pPr>
            <w:ins w:id="3414" w:author="Yasser Syed" w:date="2019-06-25T00:16:00Z">
              <w:r w:rsidRPr="000456B4">
                <w:rPr>
                  <w:sz w:val="18"/>
                  <w:szCs w:val="18"/>
                </w:rPr>
                <w:t>R′G′B′</w:t>
              </w:r>
            </w:ins>
          </w:p>
        </w:tc>
        <w:tc>
          <w:tcPr>
            <w:tcW w:w="1530" w:type="dxa"/>
            <w:shd w:val="clear" w:color="auto" w:fill="auto"/>
          </w:tcPr>
          <w:p w14:paraId="71BA89C0" w14:textId="77777777" w:rsidR="00453DFE" w:rsidRPr="0058106C" w:rsidRDefault="00453DFE" w:rsidP="000B1A01">
            <w:pPr>
              <w:keepNext/>
              <w:jc w:val="left"/>
              <w:rPr>
                <w:ins w:id="3415" w:author="Yasser Syed" w:date="2019-06-25T00:16:00Z"/>
                <w:sz w:val="18"/>
                <w:szCs w:val="18"/>
              </w:rPr>
            </w:pPr>
            <w:ins w:id="3416" w:author="Yasser Syed" w:date="2019-06-25T00:16:00Z">
              <w:r w:rsidRPr="00DC62C9">
                <w:rPr>
                  <w:sz w:val="18"/>
                  <w:szCs w:val="18"/>
                </w:rPr>
                <w:t>Y′CbCr</w:t>
              </w:r>
            </w:ins>
          </w:p>
        </w:tc>
      </w:tr>
      <w:tr w:rsidR="00453DFE" w:rsidRPr="000456B4" w14:paraId="582A0D5B" w14:textId="77777777" w:rsidTr="000B1A01">
        <w:trPr>
          <w:cantSplit/>
          <w:trHeight w:val="435"/>
          <w:jc w:val="center"/>
          <w:ins w:id="3417" w:author="Yasser Syed" w:date="2019-06-25T00:16:00Z"/>
        </w:trPr>
        <w:tc>
          <w:tcPr>
            <w:tcW w:w="445" w:type="dxa"/>
            <w:vMerge w:val="restart"/>
            <w:shd w:val="clear" w:color="auto" w:fill="auto"/>
            <w:textDirection w:val="btLr"/>
          </w:tcPr>
          <w:p w14:paraId="66AF3EF4" w14:textId="77777777" w:rsidR="00453DFE" w:rsidRPr="000456B4" w:rsidRDefault="00453DFE" w:rsidP="000B1A01">
            <w:pPr>
              <w:keepNext/>
              <w:spacing w:before="0"/>
              <w:jc w:val="center"/>
              <w:rPr>
                <w:ins w:id="3418" w:author="Yasser Syed" w:date="2019-06-25T00:16:00Z"/>
                <w:b/>
                <w:sz w:val="18"/>
                <w:szCs w:val="18"/>
              </w:rPr>
            </w:pPr>
            <w:ins w:id="3419" w:author="Yasser Syed" w:date="2019-06-25T00:16:00Z">
              <w:r w:rsidRPr="000456B4">
                <w:rPr>
                  <w:b/>
                  <w:sz w:val="18"/>
                  <w:szCs w:val="18"/>
                </w:rPr>
                <w:t>Other</w:t>
              </w:r>
            </w:ins>
          </w:p>
        </w:tc>
        <w:tc>
          <w:tcPr>
            <w:tcW w:w="2070" w:type="dxa"/>
            <w:shd w:val="clear" w:color="auto" w:fill="auto"/>
          </w:tcPr>
          <w:p w14:paraId="6C0F09BA" w14:textId="77777777" w:rsidR="00453DFE" w:rsidRPr="000456B4" w:rsidRDefault="00453DFE" w:rsidP="000B1A01">
            <w:pPr>
              <w:keepNext/>
              <w:jc w:val="left"/>
              <w:rPr>
                <w:ins w:id="3420" w:author="Yasser Syed" w:date="2019-06-25T00:16:00Z"/>
                <w:sz w:val="18"/>
                <w:szCs w:val="18"/>
              </w:rPr>
            </w:pPr>
            <w:ins w:id="3421" w:author="Yasser Syed" w:date="2019-06-25T00:16:00Z">
              <w:r w:rsidRPr="000456B4">
                <w:rPr>
                  <w:sz w:val="18"/>
                  <w:szCs w:val="18"/>
                </w:rPr>
                <w:t>Full/narrow range</w:t>
              </w:r>
            </w:ins>
          </w:p>
        </w:tc>
        <w:tc>
          <w:tcPr>
            <w:tcW w:w="1260" w:type="dxa"/>
          </w:tcPr>
          <w:p w14:paraId="17F524C7" w14:textId="77777777" w:rsidR="00453DFE" w:rsidRPr="000456B4" w:rsidRDefault="00453DFE" w:rsidP="000B1A01">
            <w:pPr>
              <w:keepNext/>
              <w:jc w:val="left"/>
              <w:rPr>
                <w:ins w:id="3422" w:author="Yasser Syed" w:date="2019-06-25T00:16:00Z"/>
                <w:sz w:val="18"/>
                <w:szCs w:val="18"/>
              </w:rPr>
            </w:pPr>
            <w:ins w:id="3423" w:author="Yasser Syed" w:date="2019-06-25T00:16:00Z">
              <w:r w:rsidRPr="000456B4">
                <w:rPr>
                  <w:sz w:val="18"/>
                  <w:szCs w:val="18"/>
                </w:rPr>
                <w:t>Full</w:t>
              </w:r>
            </w:ins>
          </w:p>
        </w:tc>
        <w:tc>
          <w:tcPr>
            <w:tcW w:w="1350" w:type="dxa"/>
          </w:tcPr>
          <w:p w14:paraId="329091AD" w14:textId="77777777" w:rsidR="00453DFE" w:rsidRPr="00544495" w:rsidRDefault="00453DFE" w:rsidP="000B1A01">
            <w:pPr>
              <w:keepNext/>
              <w:jc w:val="left"/>
              <w:rPr>
                <w:ins w:id="3424" w:author="Yasser Syed" w:date="2019-06-25T00:16:00Z"/>
                <w:sz w:val="18"/>
                <w:szCs w:val="18"/>
                <w:highlight w:val="yellow"/>
              </w:rPr>
            </w:pPr>
            <w:ins w:id="3425" w:author="Yasser Syed" w:date="2019-06-25T00:16:00Z">
              <w:r w:rsidRPr="000456B4">
                <w:rPr>
                  <w:sz w:val="18"/>
                  <w:szCs w:val="18"/>
                </w:rPr>
                <w:t>Full</w:t>
              </w:r>
            </w:ins>
          </w:p>
        </w:tc>
        <w:tc>
          <w:tcPr>
            <w:tcW w:w="1530" w:type="dxa"/>
            <w:shd w:val="clear" w:color="auto" w:fill="auto"/>
          </w:tcPr>
          <w:p w14:paraId="6F317A34" w14:textId="77777777" w:rsidR="00453DFE" w:rsidRPr="0058106C" w:rsidRDefault="00453DFE" w:rsidP="000B1A01">
            <w:pPr>
              <w:keepNext/>
              <w:jc w:val="left"/>
              <w:rPr>
                <w:ins w:id="3426" w:author="Yasser Syed" w:date="2019-06-25T00:16:00Z"/>
                <w:sz w:val="18"/>
                <w:szCs w:val="18"/>
              </w:rPr>
            </w:pPr>
            <w:ins w:id="3427" w:author="Yasser Syed" w:date="2019-06-25T00:16:00Z">
              <w:r w:rsidRPr="0058106C">
                <w:rPr>
                  <w:sz w:val="18"/>
                  <w:szCs w:val="18"/>
                </w:rPr>
                <w:t>Full</w:t>
              </w:r>
            </w:ins>
          </w:p>
        </w:tc>
      </w:tr>
      <w:tr w:rsidR="00453DFE" w:rsidRPr="000456B4" w14:paraId="0E6C0210" w14:textId="77777777" w:rsidTr="000B1A01">
        <w:trPr>
          <w:cantSplit/>
          <w:trHeight w:val="440"/>
          <w:jc w:val="center"/>
          <w:ins w:id="3428" w:author="Yasser Syed" w:date="2019-06-25T00:16:00Z"/>
        </w:trPr>
        <w:tc>
          <w:tcPr>
            <w:tcW w:w="445" w:type="dxa"/>
            <w:vMerge/>
            <w:shd w:val="clear" w:color="auto" w:fill="auto"/>
            <w:textDirection w:val="btLr"/>
          </w:tcPr>
          <w:p w14:paraId="604F4E9F" w14:textId="77777777" w:rsidR="00453DFE" w:rsidRPr="000456B4" w:rsidRDefault="00453DFE" w:rsidP="000B1A01">
            <w:pPr>
              <w:keepNext/>
              <w:spacing w:before="0"/>
              <w:jc w:val="center"/>
              <w:rPr>
                <w:ins w:id="3429" w:author="Yasser Syed" w:date="2019-06-25T00:16:00Z"/>
                <w:b/>
                <w:sz w:val="18"/>
                <w:szCs w:val="18"/>
              </w:rPr>
            </w:pPr>
          </w:p>
        </w:tc>
        <w:tc>
          <w:tcPr>
            <w:tcW w:w="2070" w:type="dxa"/>
            <w:shd w:val="clear" w:color="auto" w:fill="auto"/>
          </w:tcPr>
          <w:p w14:paraId="5D881F8C" w14:textId="77777777" w:rsidR="00453DFE" w:rsidRPr="000456B4" w:rsidRDefault="00453DFE" w:rsidP="000B1A01">
            <w:pPr>
              <w:keepNext/>
              <w:jc w:val="left"/>
              <w:rPr>
                <w:ins w:id="3430" w:author="Yasser Syed" w:date="2019-06-25T00:16:00Z"/>
                <w:sz w:val="18"/>
                <w:szCs w:val="18"/>
              </w:rPr>
            </w:pPr>
            <w:ins w:id="3431" w:author="Yasser Syed" w:date="2019-06-25T00:16:00Z">
              <w:r w:rsidRPr="000456B4">
                <w:rPr>
                  <w:sz w:val="18"/>
                  <w:szCs w:val="18"/>
                </w:rPr>
                <w:t xml:space="preserve">4:2:0 chroma sample </w:t>
              </w:r>
              <w:r>
                <w:rPr>
                  <w:sz w:val="18"/>
                  <w:szCs w:val="18"/>
                </w:rPr>
                <w:t>location</w:t>
              </w:r>
              <w:r w:rsidRPr="000456B4">
                <w:rPr>
                  <w:sz w:val="18"/>
                  <w:szCs w:val="18"/>
                </w:rPr>
                <w:t xml:space="preserve"> alignment</w:t>
              </w:r>
            </w:ins>
          </w:p>
        </w:tc>
        <w:tc>
          <w:tcPr>
            <w:tcW w:w="1260" w:type="dxa"/>
          </w:tcPr>
          <w:p w14:paraId="4A2F2C61" w14:textId="77777777" w:rsidR="00453DFE" w:rsidRPr="000456B4" w:rsidRDefault="00453DFE" w:rsidP="000B1A01">
            <w:pPr>
              <w:keepNext/>
              <w:jc w:val="left"/>
              <w:rPr>
                <w:ins w:id="3432" w:author="Yasser Syed" w:date="2019-06-25T00:16:00Z"/>
                <w:sz w:val="18"/>
                <w:szCs w:val="18"/>
              </w:rPr>
            </w:pPr>
            <w:ins w:id="3433" w:author="Yasser Syed" w:date="2019-06-25T00:16:00Z">
              <w:r>
                <w:rPr>
                  <w:sz w:val="18"/>
                  <w:szCs w:val="18"/>
                </w:rPr>
                <w:t>N/A</w:t>
              </w:r>
            </w:ins>
          </w:p>
        </w:tc>
        <w:tc>
          <w:tcPr>
            <w:tcW w:w="1350" w:type="dxa"/>
          </w:tcPr>
          <w:p w14:paraId="0EC65C02" w14:textId="77777777" w:rsidR="00453DFE" w:rsidRPr="00544495" w:rsidRDefault="00453DFE" w:rsidP="000B1A01">
            <w:pPr>
              <w:keepNext/>
              <w:jc w:val="left"/>
              <w:rPr>
                <w:ins w:id="3434" w:author="Yasser Syed" w:date="2019-06-25T00:16:00Z"/>
                <w:sz w:val="18"/>
                <w:szCs w:val="18"/>
                <w:highlight w:val="yellow"/>
              </w:rPr>
            </w:pPr>
            <w:ins w:id="3435" w:author="Yasser Syed" w:date="2019-06-25T00:16:00Z">
              <w:r>
                <w:rPr>
                  <w:sz w:val="18"/>
                  <w:szCs w:val="18"/>
                </w:rPr>
                <w:t>N/A</w:t>
              </w:r>
            </w:ins>
          </w:p>
        </w:tc>
        <w:tc>
          <w:tcPr>
            <w:tcW w:w="1530" w:type="dxa"/>
            <w:shd w:val="clear" w:color="auto" w:fill="auto"/>
          </w:tcPr>
          <w:p w14:paraId="6AC4793D" w14:textId="77777777" w:rsidR="00453DFE" w:rsidRPr="0058106C" w:rsidRDefault="00453DFE" w:rsidP="000B1A01">
            <w:pPr>
              <w:keepNext/>
              <w:jc w:val="left"/>
              <w:rPr>
                <w:ins w:id="3436" w:author="Yasser Syed" w:date="2019-06-25T00:16:00Z"/>
                <w:sz w:val="18"/>
                <w:szCs w:val="18"/>
              </w:rPr>
            </w:pPr>
            <w:ins w:id="3437" w:author="Yasser Syed" w:date="2019-06-25T00:16:00Z">
              <w:r w:rsidRPr="0058106C">
                <w:rPr>
                  <w:sz w:val="18"/>
                  <w:szCs w:val="18"/>
                </w:rPr>
                <w:t>Interstitial (1)</w:t>
              </w:r>
            </w:ins>
          </w:p>
        </w:tc>
      </w:tr>
      <w:tr w:rsidR="00453DFE" w:rsidRPr="000456B4" w14:paraId="2C18A24B" w14:textId="77777777" w:rsidTr="000B1A01">
        <w:trPr>
          <w:trHeight w:val="326"/>
          <w:jc w:val="center"/>
          <w:ins w:id="3438" w:author="Yasser Syed" w:date="2019-06-25T00:16:00Z"/>
        </w:trPr>
        <w:tc>
          <w:tcPr>
            <w:tcW w:w="445" w:type="dxa"/>
            <w:vMerge w:val="restart"/>
            <w:shd w:val="clear" w:color="auto" w:fill="auto"/>
            <w:textDirection w:val="btLr"/>
          </w:tcPr>
          <w:p w14:paraId="6097DEAD" w14:textId="77777777" w:rsidR="00453DFE" w:rsidRPr="000456B4" w:rsidRDefault="00453DFE" w:rsidP="000B1A01">
            <w:pPr>
              <w:keepNext/>
              <w:spacing w:before="0"/>
              <w:jc w:val="center"/>
              <w:rPr>
                <w:ins w:id="3439" w:author="Yasser Syed" w:date="2019-06-25T00:16:00Z"/>
                <w:b/>
                <w:sz w:val="18"/>
                <w:szCs w:val="18"/>
              </w:rPr>
            </w:pPr>
            <w:ins w:id="3440" w:author="Yasser Syed" w:date="2019-06-25T00:16:00Z">
              <w:r w:rsidRPr="000456B4">
                <w:rPr>
                  <w:b/>
                  <w:sz w:val="18"/>
                  <w:szCs w:val="18"/>
                </w:rPr>
                <w:t>CICP parameters</w:t>
              </w:r>
            </w:ins>
          </w:p>
        </w:tc>
        <w:tc>
          <w:tcPr>
            <w:tcW w:w="2070" w:type="dxa"/>
            <w:shd w:val="clear" w:color="auto" w:fill="auto"/>
          </w:tcPr>
          <w:p w14:paraId="3D467BE6" w14:textId="77777777" w:rsidR="00453DFE" w:rsidRPr="000456B4" w:rsidRDefault="00453DFE" w:rsidP="000B1A01">
            <w:pPr>
              <w:keepNext/>
              <w:jc w:val="left"/>
              <w:rPr>
                <w:ins w:id="3441" w:author="Yasser Syed" w:date="2019-06-25T00:16:00Z"/>
                <w:sz w:val="18"/>
                <w:szCs w:val="18"/>
              </w:rPr>
            </w:pPr>
            <w:ins w:id="3442" w:author="Yasser Syed" w:date="2019-06-25T00:16:00Z">
              <w:r w:rsidRPr="000456B4">
                <w:rPr>
                  <w:sz w:val="18"/>
                  <w:szCs w:val="18"/>
                </w:rPr>
                <w:t>ColourPrimaries</w:t>
              </w:r>
            </w:ins>
          </w:p>
        </w:tc>
        <w:tc>
          <w:tcPr>
            <w:tcW w:w="1260" w:type="dxa"/>
          </w:tcPr>
          <w:p w14:paraId="540BF35B" w14:textId="77777777" w:rsidR="00453DFE" w:rsidRPr="000456B4" w:rsidRDefault="00453DFE" w:rsidP="000B1A01">
            <w:pPr>
              <w:keepNext/>
              <w:jc w:val="left"/>
              <w:rPr>
                <w:ins w:id="3443" w:author="Yasser Syed" w:date="2019-06-25T00:16:00Z"/>
                <w:sz w:val="18"/>
                <w:szCs w:val="18"/>
              </w:rPr>
            </w:pPr>
            <w:ins w:id="3444" w:author="Yasser Syed" w:date="2019-06-25T00:16:00Z">
              <w:r w:rsidRPr="000456B4">
                <w:rPr>
                  <w:sz w:val="18"/>
                  <w:szCs w:val="18"/>
                </w:rPr>
                <w:t>1</w:t>
              </w:r>
            </w:ins>
          </w:p>
        </w:tc>
        <w:tc>
          <w:tcPr>
            <w:tcW w:w="1350" w:type="dxa"/>
          </w:tcPr>
          <w:p w14:paraId="6983CADD" w14:textId="77777777" w:rsidR="00453DFE" w:rsidRPr="00544495" w:rsidRDefault="00453DFE" w:rsidP="000B1A01">
            <w:pPr>
              <w:keepNext/>
              <w:jc w:val="left"/>
              <w:rPr>
                <w:ins w:id="3445" w:author="Yasser Syed" w:date="2019-06-25T00:16:00Z"/>
                <w:sz w:val="18"/>
                <w:szCs w:val="18"/>
                <w:highlight w:val="yellow"/>
              </w:rPr>
            </w:pPr>
            <w:ins w:id="3446" w:author="Yasser Syed" w:date="2019-06-25T00:16:00Z">
              <w:r w:rsidRPr="000456B4">
                <w:rPr>
                  <w:sz w:val="18"/>
                  <w:szCs w:val="18"/>
                </w:rPr>
                <w:t>9</w:t>
              </w:r>
            </w:ins>
          </w:p>
        </w:tc>
        <w:tc>
          <w:tcPr>
            <w:tcW w:w="1530" w:type="dxa"/>
            <w:shd w:val="clear" w:color="auto" w:fill="auto"/>
          </w:tcPr>
          <w:p w14:paraId="000A7434" w14:textId="77777777" w:rsidR="00453DFE" w:rsidRPr="0058106C" w:rsidRDefault="00453DFE" w:rsidP="000B1A01">
            <w:pPr>
              <w:keepNext/>
              <w:jc w:val="left"/>
              <w:rPr>
                <w:ins w:id="3447" w:author="Yasser Syed" w:date="2019-06-25T00:16:00Z"/>
                <w:sz w:val="18"/>
                <w:szCs w:val="18"/>
              </w:rPr>
            </w:pPr>
            <w:ins w:id="3448" w:author="Yasser Syed" w:date="2019-06-25T00:16:00Z">
              <w:r w:rsidRPr="00DD3772">
                <w:rPr>
                  <w:sz w:val="18"/>
                  <w:szCs w:val="18"/>
                  <w:rPrChange w:id="3449" w:author="Yasser Syed" w:date="2019-06-25T16:57:00Z">
                    <w:rPr>
                      <w:sz w:val="18"/>
                      <w:szCs w:val="18"/>
                      <w:highlight w:val="yellow"/>
                    </w:rPr>
                  </w:rPrChange>
                </w:rPr>
                <w:t>12</w:t>
              </w:r>
              <w:r w:rsidRPr="0058106C">
                <w:rPr>
                  <w:sz w:val="18"/>
                  <w:szCs w:val="18"/>
                </w:rPr>
                <w:t xml:space="preserve"> </w:t>
              </w:r>
            </w:ins>
          </w:p>
        </w:tc>
      </w:tr>
      <w:tr w:rsidR="00453DFE" w:rsidRPr="000456B4" w14:paraId="7C41A06D" w14:textId="77777777" w:rsidTr="000B1A01">
        <w:trPr>
          <w:trHeight w:val="326"/>
          <w:jc w:val="center"/>
          <w:ins w:id="3450" w:author="Yasser Syed" w:date="2019-06-25T00:16:00Z"/>
        </w:trPr>
        <w:tc>
          <w:tcPr>
            <w:tcW w:w="445" w:type="dxa"/>
            <w:vMerge/>
            <w:shd w:val="clear" w:color="auto" w:fill="auto"/>
          </w:tcPr>
          <w:p w14:paraId="4816E1F3" w14:textId="77777777" w:rsidR="00453DFE" w:rsidRPr="000456B4" w:rsidRDefault="00453DFE" w:rsidP="000B1A01">
            <w:pPr>
              <w:keepNext/>
              <w:spacing w:before="0"/>
              <w:jc w:val="center"/>
              <w:rPr>
                <w:ins w:id="3451" w:author="Yasser Syed" w:date="2019-06-25T00:16:00Z"/>
                <w:b/>
                <w:sz w:val="18"/>
                <w:szCs w:val="18"/>
              </w:rPr>
            </w:pPr>
          </w:p>
        </w:tc>
        <w:tc>
          <w:tcPr>
            <w:tcW w:w="2070" w:type="dxa"/>
            <w:shd w:val="clear" w:color="auto" w:fill="auto"/>
          </w:tcPr>
          <w:p w14:paraId="30E7126D" w14:textId="77777777" w:rsidR="00453DFE" w:rsidRPr="000456B4" w:rsidRDefault="00453DFE" w:rsidP="000B1A01">
            <w:pPr>
              <w:keepNext/>
              <w:jc w:val="left"/>
              <w:rPr>
                <w:ins w:id="3452" w:author="Yasser Syed" w:date="2019-06-25T00:16:00Z"/>
                <w:sz w:val="18"/>
                <w:szCs w:val="18"/>
              </w:rPr>
            </w:pPr>
            <w:ins w:id="3453" w:author="Yasser Syed" w:date="2019-06-25T00:16:00Z">
              <w:r w:rsidRPr="000456B4">
                <w:rPr>
                  <w:sz w:val="18"/>
                  <w:szCs w:val="18"/>
                </w:rPr>
                <w:t>TransferCharacteristics</w:t>
              </w:r>
            </w:ins>
          </w:p>
        </w:tc>
        <w:tc>
          <w:tcPr>
            <w:tcW w:w="1260" w:type="dxa"/>
          </w:tcPr>
          <w:p w14:paraId="2BBAAFB3" w14:textId="77777777" w:rsidR="00453DFE" w:rsidRPr="000456B4" w:rsidRDefault="00453DFE" w:rsidP="000B1A01">
            <w:pPr>
              <w:keepNext/>
              <w:jc w:val="left"/>
              <w:rPr>
                <w:ins w:id="3454" w:author="Yasser Syed" w:date="2019-06-25T00:16:00Z"/>
                <w:sz w:val="18"/>
                <w:szCs w:val="18"/>
              </w:rPr>
            </w:pPr>
            <w:ins w:id="3455" w:author="Yasser Syed" w:date="2019-06-25T00:16:00Z">
              <w:r w:rsidRPr="000456B4">
                <w:rPr>
                  <w:sz w:val="18"/>
                  <w:szCs w:val="18"/>
                </w:rPr>
                <w:t>1</w:t>
              </w:r>
            </w:ins>
          </w:p>
        </w:tc>
        <w:tc>
          <w:tcPr>
            <w:tcW w:w="1350" w:type="dxa"/>
          </w:tcPr>
          <w:p w14:paraId="33F3202C" w14:textId="77777777" w:rsidR="00453DFE" w:rsidRPr="00544495" w:rsidRDefault="00453DFE" w:rsidP="000B1A01">
            <w:pPr>
              <w:keepNext/>
              <w:jc w:val="left"/>
              <w:rPr>
                <w:ins w:id="3456" w:author="Yasser Syed" w:date="2019-06-25T00:16:00Z"/>
                <w:sz w:val="18"/>
                <w:szCs w:val="18"/>
                <w:highlight w:val="yellow"/>
              </w:rPr>
            </w:pPr>
            <w:ins w:id="3457" w:author="Yasser Syed" w:date="2019-06-25T00:16:00Z">
              <w:r w:rsidRPr="000456B4">
                <w:rPr>
                  <w:sz w:val="18"/>
                  <w:szCs w:val="18"/>
                </w:rPr>
                <w:t>14</w:t>
              </w:r>
            </w:ins>
          </w:p>
        </w:tc>
        <w:tc>
          <w:tcPr>
            <w:tcW w:w="1530" w:type="dxa"/>
            <w:shd w:val="clear" w:color="auto" w:fill="auto"/>
          </w:tcPr>
          <w:p w14:paraId="11261007" w14:textId="77777777" w:rsidR="00453DFE" w:rsidRPr="0058106C" w:rsidRDefault="00453DFE" w:rsidP="000B1A01">
            <w:pPr>
              <w:keepNext/>
              <w:jc w:val="left"/>
              <w:rPr>
                <w:ins w:id="3458" w:author="Yasser Syed" w:date="2019-06-25T00:16:00Z"/>
                <w:sz w:val="18"/>
                <w:szCs w:val="18"/>
              </w:rPr>
            </w:pPr>
            <w:ins w:id="3459" w:author="Yasser Syed" w:date="2019-06-25T00:16:00Z">
              <w:r w:rsidRPr="0058106C">
                <w:rPr>
                  <w:sz w:val="18"/>
                  <w:szCs w:val="18"/>
                </w:rPr>
                <w:t>1</w:t>
              </w:r>
            </w:ins>
          </w:p>
        </w:tc>
      </w:tr>
      <w:tr w:rsidR="00453DFE" w:rsidRPr="000456B4" w14:paraId="3684B222" w14:textId="77777777" w:rsidTr="000B1A01">
        <w:trPr>
          <w:trHeight w:val="326"/>
          <w:jc w:val="center"/>
          <w:ins w:id="3460" w:author="Yasser Syed" w:date="2019-06-25T00:16:00Z"/>
        </w:trPr>
        <w:tc>
          <w:tcPr>
            <w:tcW w:w="445" w:type="dxa"/>
            <w:vMerge/>
            <w:shd w:val="clear" w:color="auto" w:fill="auto"/>
          </w:tcPr>
          <w:p w14:paraId="7CB4652A" w14:textId="77777777" w:rsidR="00453DFE" w:rsidRPr="000456B4" w:rsidRDefault="00453DFE" w:rsidP="000B1A01">
            <w:pPr>
              <w:keepNext/>
              <w:spacing w:before="0"/>
              <w:jc w:val="center"/>
              <w:rPr>
                <w:ins w:id="3461" w:author="Yasser Syed" w:date="2019-06-25T00:16:00Z"/>
                <w:b/>
                <w:sz w:val="18"/>
                <w:szCs w:val="18"/>
              </w:rPr>
            </w:pPr>
          </w:p>
        </w:tc>
        <w:tc>
          <w:tcPr>
            <w:tcW w:w="2070" w:type="dxa"/>
            <w:shd w:val="clear" w:color="auto" w:fill="auto"/>
          </w:tcPr>
          <w:p w14:paraId="2F99E7EE" w14:textId="77777777" w:rsidR="00453DFE" w:rsidRPr="000456B4" w:rsidRDefault="00453DFE" w:rsidP="000B1A01">
            <w:pPr>
              <w:keepNext/>
              <w:jc w:val="left"/>
              <w:rPr>
                <w:ins w:id="3462" w:author="Yasser Syed" w:date="2019-06-25T00:16:00Z"/>
                <w:sz w:val="18"/>
                <w:szCs w:val="18"/>
              </w:rPr>
            </w:pPr>
            <w:ins w:id="3463" w:author="Yasser Syed" w:date="2019-06-25T00:16:00Z">
              <w:r w:rsidRPr="000456B4">
                <w:rPr>
                  <w:sz w:val="18"/>
                  <w:szCs w:val="18"/>
                </w:rPr>
                <w:t>MatrixCoefficients</w:t>
              </w:r>
            </w:ins>
          </w:p>
        </w:tc>
        <w:tc>
          <w:tcPr>
            <w:tcW w:w="1260" w:type="dxa"/>
          </w:tcPr>
          <w:p w14:paraId="3E63700D" w14:textId="77777777" w:rsidR="00453DFE" w:rsidRPr="000456B4" w:rsidRDefault="00453DFE" w:rsidP="000B1A01">
            <w:pPr>
              <w:keepNext/>
              <w:jc w:val="left"/>
              <w:rPr>
                <w:ins w:id="3464" w:author="Yasser Syed" w:date="2019-06-25T00:16:00Z"/>
                <w:sz w:val="18"/>
                <w:szCs w:val="18"/>
              </w:rPr>
            </w:pPr>
            <w:ins w:id="3465" w:author="Yasser Syed" w:date="2019-06-25T00:16:00Z">
              <w:r w:rsidRPr="000456B4">
                <w:rPr>
                  <w:sz w:val="18"/>
                  <w:szCs w:val="18"/>
                </w:rPr>
                <w:t>0</w:t>
              </w:r>
            </w:ins>
          </w:p>
        </w:tc>
        <w:tc>
          <w:tcPr>
            <w:tcW w:w="1350" w:type="dxa"/>
          </w:tcPr>
          <w:p w14:paraId="07CE6D5B" w14:textId="77777777" w:rsidR="00453DFE" w:rsidRPr="00544495" w:rsidRDefault="00453DFE" w:rsidP="000B1A01">
            <w:pPr>
              <w:keepNext/>
              <w:jc w:val="left"/>
              <w:rPr>
                <w:ins w:id="3466" w:author="Yasser Syed" w:date="2019-06-25T00:16:00Z"/>
                <w:sz w:val="18"/>
                <w:szCs w:val="18"/>
                <w:highlight w:val="yellow"/>
              </w:rPr>
            </w:pPr>
            <w:ins w:id="3467" w:author="Yasser Syed" w:date="2019-06-25T00:16:00Z">
              <w:r w:rsidRPr="000456B4">
                <w:rPr>
                  <w:sz w:val="18"/>
                  <w:szCs w:val="18"/>
                </w:rPr>
                <w:t>0</w:t>
              </w:r>
            </w:ins>
          </w:p>
        </w:tc>
        <w:tc>
          <w:tcPr>
            <w:tcW w:w="1530" w:type="dxa"/>
            <w:shd w:val="clear" w:color="auto" w:fill="auto"/>
          </w:tcPr>
          <w:p w14:paraId="1545EC3E" w14:textId="77777777" w:rsidR="00453DFE" w:rsidRPr="0058106C" w:rsidRDefault="00453DFE" w:rsidP="000B1A01">
            <w:pPr>
              <w:keepNext/>
              <w:jc w:val="left"/>
              <w:rPr>
                <w:ins w:id="3468" w:author="Yasser Syed" w:date="2019-06-25T00:16:00Z"/>
                <w:sz w:val="18"/>
                <w:szCs w:val="18"/>
              </w:rPr>
            </w:pPr>
            <w:ins w:id="3469" w:author="Yasser Syed" w:date="2019-06-25T00:16:00Z">
              <w:r w:rsidRPr="0058106C">
                <w:rPr>
                  <w:sz w:val="18"/>
                  <w:szCs w:val="18"/>
                </w:rPr>
                <w:t>6</w:t>
              </w:r>
            </w:ins>
          </w:p>
        </w:tc>
      </w:tr>
      <w:tr w:rsidR="00453DFE" w:rsidRPr="000456B4" w14:paraId="7C666206" w14:textId="77777777" w:rsidTr="000B1A01">
        <w:trPr>
          <w:trHeight w:val="326"/>
          <w:jc w:val="center"/>
          <w:ins w:id="3470" w:author="Yasser Syed" w:date="2019-06-25T00:16:00Z"/>
        </w:trPr>
        <w:tc>
          <w:tcPr>
            <w:tcW w:w="445" w:type="dxa"/>
            <w:vMerge/>
            <w:shd w:val="clear" w:color="auto" w:fill="auto"/>
          </w:tcPr>
          <w:p w14:paraId="1BB29141" w14:textId="77777777" w:rsidR="00453DFE" w:rsidRPr="000456B4" w:rsidRDefault="00453DFE" w:rsidP="000B1A01">
            <w:pPr>
              <w:keepNext/>
              <w:spacing w:before="0"/>
              <w:jc w:val="center"/>
              <w:rPr>
                <w:ins w:id="3471" w:author="Yasser Syed" w:date="2019-06-25T00:16:00Z"/>
                <w:b/>
                <w:sz w:val="18"/>
                <w:szCs w:val="18"/>
              </w:rPr>
            </w:pPr>
          </w:p>
        </w:tc>
        <w:tc>
          <w:tcPr>
            <w:tcW w:w="2070" w:type="dxa"/>
            <w:shd w:val="clear" w:color="auto" w:fill="auto"/>
          </w:tcPr>
          <w:p w14:paraId="2C7B285B" w14:textId="77777777" w:rsidR="00453DFE" w:rsidRPr="000456B4" w:rsidRDefault="00453DFE" w:rsidP="000B1A01">
            <w:pPr>
              <w:keepNext/>
              <w:jc w:val="left"/>
              <w:rPr>
                <w:ins w:id="3472" w:author="Yasser Syed" w:date="2019-06-25T00:16:00Z"/>
                <w:sz w:val="18"/>
                <w:szCs w:val="18"/>
              </w:rPr>
            </w:pPr>
            <w:ins w:id="3473" w:author="Yasser Syed" w:date="2019-06-25T00:16:00Z">
              <w:r w:rsidRPr="000456B4">
                <w:rPr>
                  <w:sz w:val="18"/>
                  <w:szCs w:val="18"/>
                </w:rPr>
                <w:t>VideoFullRangeFlag</w:t>
              </w:r>
            </w:ins>
          </w:p>
        </w:tc>
        <w:tc>
          <w:tcPr>
            <w:tcW w:w="1260" w:type="dxa"/>
          </w:tcPr>
          <w:p w14:paraId="0BC7F850" w14:textId="77777777" w:rsidR="00453DFE" w:rsidRPr="000456B4" w:rsidRDefault="00453DFE" w:rsidP="000B1A01">
            <w:pPr>
              <w:keepNext/>
              <w:jc w:val="left"/>
              <w:rPr>
                <w:ins w:id="3474" w:author="Yasser Syed" w:date="2019-06-25T00:16:00Z"/>
                <w:sz w:val="18"/>
                <w:szCs w:val="18"/>
              </w:rPr>
            </w:pPr>
            <w:ins w:id="3475" w:author="Yasser Syed" w:date="2019-06-25T00:16:00Z">
              <w:r w:rsidRPr="000456B4">
                <w:rPr>
                  <w:sz w:val="18"/>
                  <w:szCs w:val="18"/>
                </w:rPr>
                <w:t>1</w:t>
              </w:r>
            </w:ins>
          </w:p>
        </w:tc>
        <w:tc>
          <w:tcPr>
            <w:tcW w:w="1350" w:type="dxa"/>
          </w:tcPr>
          <w:p w14:paraId="118DD2F5" w14:textId="77777777" w:rsidR="00453DFE" w:rsidRPr="00544495" w:rsidRDefault="00453DFE" w:rsidP="000B1A01">
            <w:pPr>
              <w:keepNext/>
              <w:jc w:val="left"/>
              <w:rPr>
                <w:ins w:id="3476" w:author="Yasser Syed" w:date="2019-06-25T00:16:00Z"/>
                <w:sz w:val="18"/>
                <w:szCs w:val="18"/>
                <w:highlight w:val="yellow"/>
              </w:rPr>
            </w:pPr>
            <w:ins w:id="3477" w:author="Yasser Syed" w:date="2019-06-25T00:16:00Z">
              <w:r w:rsidRPr="000456B4">
                <w:rPr>
                  <w:sz w:val="18"/>
                  <w:szCs w:val="18"/>
                </w:rPr>
                <w:t>1</w:t>
              </w:r>
            </w:ins>
          </w:p>
        </w:tc>
        <w:tc>
          <w:tcPr>
            <w:tcW w:w="1530" w:type="dxa"/>
            <w:shd w:val="clear" w:color="auto" w:fill="auto"/>
          </w:tcPr>
          <w:p w14:paraId="08E2B5D5" w14:textId="77777777" w:rsidR="00453DFE" w:rsidRPr="0058106C" w:rsidRDefault="00453DFE" w:rsidP="000B1A01">
            <w:pPr>
              <w:keepNext/>
              <w:jc w:val="left"/>
              <w:rPr>
                <w:ins w:id="3478" w:author="Yasser Syed" w:date="2019-06-25T00:16:00Z"/>
                <w:sz w:val="18"/>
                <w:szCs w:val="18"/>
              </w:rPr>
            </w:pPr>
            <w:ins w:id="3479" w:author="Yasser Syed" w:date="2019-06-25T00:16:00Z">
              <w:r w:rsidRPr="0058106C">
                <w:rPr>
                  <w:sz w:val="18"/>
                  <w:szCs w:val="18"/>
                </w:rPr>
                <w:t>1</w:t>
              </w:r>
            </w:ins>
          </w:p>
        </w:tc>
      </w:tr>
      <w:tr w:rsidR="00453DFE" w:rsidRPr="000456B4" w14:paraId="4BC240C2" w14:textId="77777777" w:rsidTr="000B1A01">
        <w:trPr>
          <w:cantSplit/>
          <w:trHeight w:val="822"/>
          <w:jc w:val="center"/>
          <w:ins w:id="3480" w:author="Yasser Syed" w:date="2019-06-25T00:16:00Z"/>
        </w:trPr>
        <w:tc>
          <w:tcPr>
            <w:tcW w:w="445" w:type="dxa"/>
            <w:vMerge w:val="restart"/>
            <w:shd w:val="clear" w:color="auto" w:fill="auto"/>
            <w:textDirection w:val="btLr"/>
          </w:tcPr>
          <w:p w14:paraId="7ECB827A" w14:textId="77777777" w:rsidR="00453DFE" w:rsidRPr="000456B4" w:rsidRDefault="00453DFE" w:rsidP="000B1A01">
            <w:pPr>
              <w:keepNext/>
              <w:spacing w:before="0"/>
              <w:jc w:val="center"/>
              <w:rPr>
                <w:ins w:id="3481" w:author="Yasser Syed" w:date="2019-06-25T00:16:00Z"/>
                <w:b/>
                <w:sz w:val="18"/>
                <w:szCs w:val="18"/>
              </w:rPr>
            </w:pPr>
            <w:ins w:id="3482" w:author="Yasser Syed" w:date="2019-06-25T00:16:00Z">
              <w:r w:rsidRPr="000456B4">
                <w:rPr>
                  <w:b/>
                  <w:sz w:val="18"/>
                  <w:szCs w:val="18"/>
                </w:rPr>
                <w:t>SMPTE MXF parameters</w:t>
              </w:r>
            </w:ins>
          </w:p>
        </w:tc>
        <w:tc>
          <w:tcPr>
            <w:tcW w:w="2070" w:type="dxa"/>
            <w:shd w:val="clear" w:color="auto" w:fill="auto"/>
          </w:tcPr>
          <w:p w14:paraId="60597DBA" w14:textId="77777777" w:rsidR="00453DFE" w:rsidRPr="000456B4" w:rsidRDefault="00453DFE" w:rsidP="000B1A01">
            <w:pPr>
              <w:keepNext/>
              <w:jc w:val="left"/>
              <w:rPr>
                <w:ins w:id="3483" w:author="Yasser Syed" w:date="2019-06-25T00:16:00Z"/>
                <w:sz w:val="18"/>
                <w:szCs w:val="18"/>
              </w:rPr>
            </w:pPr>
            <w:ins w:id="3484" w:author="Yasser Syed" w:date="2019-06-25T00:16:00Z">
              <w:r w:rsidRPr="000456B4">
                <w:rPr>
                  <w:sz w:val="18"/>
                  <w:szCs w:val="18"/>
                </w:rPr>
                <w:t>Colour primaries</w:t>
              </w:r>
            </w:ins>
          </w:p>
        </w:tc>
        <w:tc>
          <w:tcPr>
            <w:tcW w:w="1260" w:type="dxa"/>
          </w:tcPr>
          <w:p w14:paraId="643928B4" w14:textId="77777777" w:rsidR="00453DFE" w:rsidRPr="000456B4" w:rsidRDefault="00453DFE" w:rsidP="000B1A01">
            <w:pPr>
              <w:keepNext/>
              <w:jc w:val="left"/>
              <w:rPr>
                <w:ins w:id="3485" w:author="Yasser Syed" w:date="2019-06-25T00:16:00Z"/>
                <w:sz w:val="18"/>
                <w:szCs w:val="18"/>
              </w:rPr>
            </w:pPr>
            <w:ins w:id="3486" w:author="Yasser Syed" w:date="2019-06-25T00:16:00Z">
              <w:r w:rsidRPr="000456B4">
                <w:rPr>
                  <w:sz w:val="18"/>
                  <w:szCs w:val="18"/>
                </w:rPr>
                <w:t>06.0E.2B.34.04.01.01.06.04.01.01.01.03.03.00.00</w:t>
              </w:r>
            </w:ins>
          </w:p>
        </w:tc>
        <w:tc>
          <w:tcPr>
            <w:tcW w:w="1350" w:type="dxa"/>
          </w:tcPr>
          <w:p w14:paraId="7FDB5CF3" w14:textId="77777777" w:rsidR="00453DFE" w:rsidRPr="00544495" w:rsidRDefault="00453DFE" w:rsidP="000B1A01">
            <w:pPr>
              <w:keepNext/>
              <w:jc w:val="left"/>
              <w:rPr>
                <w:ins w:id="3487" w:author="Yasser Syed" w:date="2019-06-25T00:16:00Z"/>
                <w:sz w:val="18"/>
                <w:szCs w:val="18"/>
                <w:highlight w:val="yellow"/>
              </w:rPr>
            </w:pPr>
            <w:ins w:id="3488" w:author="Yasser Syed" w:date="2019-06-25T00:16:00Z">
              <w:r w:rsidRPr="000456B4">
                <w:rPr>
                  <w:sz w:val="18"/>
                  <w:szCs w:val="18"/>
                </w:rPr>
                <w:t>06.0E.2B.34.04.01.01.0D.04.01.01.01.03.04.00.0</w:t>
              </w:r>
            </w:ins>
          </w:p>
        </w:tc>
        <w:tc>
          <w:tcPr>
            <w:tcW w:w="1530" w:type="dxa"/>
            <w:shd w:val="clear" w:color="auto" w:fill="auto"/>
          </w:tcPr>
          <w:p w14:paraId="1D89D522" w14:textId="77777777" w:rsidR="00453DFE" w:rsidRPr="0058106C" w:rsidRDefault="00453DFE" w:rsidP="000B1A01">
            <w:pPr>
              <w:keepNext/>
              <w:jc w:val="left"/>
              <w:rPr>
                <w:ins w:id="3489" w:author="Yasser Syed" w:date="2019-06-25T00:16:00Z"/>
                <w:sz w:val="18"/>
                <w:szCs w:val="18"/>
              </w:rPr>
            </w:pPr>
            <w:ins w:id="3490" w:author="Yasser Syed" w:date="2019-06-25T00:16:00Z">
              <w:r>
                <w:rPr>
                  <w:sz w:val="18"/>
                  <w:szCs w:val="18"/>
                </w:rPr>
                <w:t>06.0E.2B.34.04.01.01.0D.04.01.01.01.03.06.00.00</w:t>
              </w:r>
            </w:ins>
          </w:p>
        </w:tc>
      </w:tr>
      <w:tr w:rsidR="00453DFE" w:rsidRPr="000456B4" w14:paraId="7735A23C" w14:textId="77777777" w:rsidTr="000B1A01">
        <w:trPr>
          <w:jc w:val="center"/>
          <w:ins w:id="3491" w:author="Yasser Syed" w:date="2019-06-25T00:16:00Z"/>
        </w:trPr>
        <w:tc>
          <w:tcPr>
            <w:tcW w:w="445" w:type="dxa"/>
            <w:vMerge/>
            <w:shd w:val="clear" w:color="auto" w:fill="auto"/>
          </w:tcPr>
          <w:p w14:paraId="763B3049" w14:textId="77777777" w:rsidR="00453DFE" w:rsidRPr="000456B4" w:rsidRDefault="00453DFE" w:rsidP="000B1A01">
            <w:pPr>
              <w:keepNext/>
              <w:spacing w:before="0"/>
              <w:jc w:val="center"/>
              <w:rPr>
                <w:ins w:id="3492" w:author="Yasser Syed" w:date="2019-06-25T00:16:00Z"/>
                <w:b/>
                <w:sz w:val="18"/>
                <w:szCs w:val="18"/>
              </w:rPr>
            </w:pPr>
          </w:p>
        </w:tc>
        <w:tc>
          <w:tcPr>
            <w:tcW w:w="2070" w:type="dxa"/>
            <w:shd w:val="clear" w:color="auto" w:fill="auto"/>
          </w:tcPr>
          <w:p w14:paraId="57B84A3E" w14:textId="77777777" w:rsidR="00453DFE" w:rsidRPr="000456B4" w:rsidRDefault="00453DFE" w:rsidP="000B1A01">
            <w:pPr>
              <w:keepNext/>
              <w:jc w:val="left"/>
              <w:rPr>
                <w:ins w:id="3493" w:author="Yasser Syed" w:date="2019-06-25T00:16:00Z"/>
                <w:sz w:val="18"/>
                <w:szCs w:val="18"/>
              </w:rPr>
            </w:pPr>
            <w:ins w:id="3494" w:author="Yasser Syed" w:date="2019-06-25T00:16:00Z">
              <w:r w:rsidRPr="000456B4">
                <w:rPr>
                  <w:sz w:val="18"/>
                  <w:szCs w:val="18"/>
                </w:rPr>
                <w:t>Transfer characteristic</w:t>
              </w:r>
            </w:ins>
          </w:p>
        </w:tc>
        <w:tc>
          <w:tcPr>
            <w:tcW w:w="1260" w:type="dxa"/>
          </w:tcPr>
          <w:p w14:paraId="540511C0" w14:textId="77777777" w:rsidR="00453DFE" w:rsidRPr="000456B4" w:rsidRDefault="00453DFE" w:rsidP="000B1A01">
            <w:pPr>
              <w:keepNext/>
              <w:jc w:val="left"/>
              <w:rPr>
                <w:ins w:id="3495" w:author="Yasser Syed" w:date="2019-06-25T00:16:00Z"/>
                <w:sz w:val="18"/>
                <w:szCs w:val="18"/>
              </w:rPr>
            </w:pPr>
            <w:ins w:id="3496" w:author="Yasser Syed" w:date="2019-06-25T00:16:00Z">
              <w:r w:rsidRPr="000456B4">
                <w:rPr>
                  <w:sz w:val="18"/>
                  <w:szCs w:val="18"/>
                </w:rPr>
                <w:t>06.0E.2B.34.04.01.01.01.04.01.01.01.01.02.00.00</w:t>
              </w:r>
            </w:ins>
          </w:p>
        </w:tc>
        <w:tc>
          <w:tcPr>
            <w:tcW w:w="1350" w:type="dxa"/>
          </w:tcPr>
          <w:p w14:paraId="6186DBCC" w14:textId="77777777" w:rsidR="00453DFE" w:rsidRPr="00544495" w:rsidRDefault="00453DFE" w:rsidP="000B1A01">
            <w:pPr>
              <w:keepNext/>
              <w:jc w:val="left"/>
              <w:rPr>
                <w:ins w:id="3497" w:author="Yasser Syed" w:date="2019-06-25T00:16:00Z"/>
                <w:sz w:val="18"/>
                <w:szCs w:val="18"/>
                <w:highlight w:val="yellow"/>
              </w:rPr>
            </w:pPr>
            <w:ins w:id="3498" w:author="Yasser Syed" w:date="2019-06-25T00:16:00Z">
              <w:r w:rsidRPr="000456B4">
                <w:rPr>
                  <w:sz w:val="18"/>
                  <w:szCs w:val="18"/>
                </w:rPr>
                <w:t>06.0E.2B.34.04.01.01.0E.04.01.01.01.01.09.00.00</w:t>
              </w:r>
            </w:ins>
          </w:p>
        </w:tc>
        <w:tc>
          <w:tcPr>
            <w:tcW w:w="1530" w:type="dxa"/>
            <w:shd w:val="clear" w:color="auto" w:fill="auto"/>
          </w:tcPr>
          <w:p w14:paraId="0DAB1447" w14:textId="77777777" w:rsidR="00453DFE" w:rsidRPr="0058106C" w:rsidRDefault="00453DFE" w:rsidP="000B1A01">
            <w:pPr>
              <w:keepNext/>
              <w:jc w:val="left"/>
              <w:rPr>
                <w:ins w:id="3499" w:author="Yasser Syed" w:date="2019-06-25T00:16:00Z"/>
                <w:sz w:val="18"/>
                <w:szCs w:val="18"/>
              </w:rPr>
            </w:pPr>
            <w:ins w:id="3500" w:author="Yasser Syed" w:date="2019-06-25T00:16:00Z">
              <w:r w:rsidRPr="000456B4">
                <w:rPr>
                  <w:sz w:val="18"/>
                  <w:szCs w:val="18"/>
                </w:rPr>
                <w:t>06.0E.2B.34.04.01.01.01.04.01.01.01.01.02.00.00</w:t>
              </w:r>
            </w:ins>
          </w:p>
        </w:tc>
      </w:tr>
      <w:tr w:rsidR="00453DFE" w:rsidRPr="000456B4" w14:paraId="423DC797" w14:textId="77777777" w:rsidTr="000B1A01">
        <w:trPr>
          <w:jc w:val="center"/>
          <w:ins w:id="3501" w:author="Yasser Syed" w:date="2019-06-25T00:16:00Z"/>
        </w:trPr>
        <w:tc>
          <w:tcPr>
            <w:tcW w:w="445" w:type="dxa"/>
            <w:vMerge/>
            <w:shd w:val="clear" w:color="auto" w:fill="auto"/>
          </w:tcPr>
          <w:p w14:paraId="5F9DCBB6" w14:textId="77777777" w:rsidR="00453DFE" w:rsidRPr="000456B4" w:rsidRDefault="00453DFE" w:rsidP="000B1A01">
            <w:pPr>
              <w:keepNext/>
              <w:spacing w:before="0"/>
              <w:jc w:val="center"/>
              <w:rPr>
                <w:ins w:id="3502" w:author="Yasser Syed" w:date="2019-06-25T00:16:00Z"/>
                <w:b/>
                <w:sz w:val="18"/>
                <w:szCs w:val="18"/>
              </w:rPr>
            </w:pPr>
          </w:p>
        </w:tc>
        <w:tc>
          <w:tcPr>
            <w:tcW w:w="2070" w:type="dxa"/>
            <w:shd w:val="clear" w:color="auto" w:fill="auto"/>
          </w:tcPr>
          <w:p w14:paraId="439CDEF5" w14:textId="77777777" w:rsidR="00453DFE" w:rsidRPr="000456B4" w:rsidRDefault="00453DFE" w:rsidP="000B1A01">
            <w:pPr>
              <w:keepNext/>
              <w:jc w:val="left"/>
              <w:rPr>
                <w:ins w:id="3503" w:author="Yasser Syed" w:date="2019-06-25T00:16:00Z"/>
                <w:sz w:val="18"/>
                <w:szCs w:val="18"/>
              </w:rPr>
            </w:pPr>
            <w:ins w:id="3504" w:author="Yasser Syed" w:date="2019-06-25T00:16:00Z">
              <w:r w:rsidRPr="000456B4">
                <w:rPr>
                  <w:sz w:val="18"/>
                  <w:szCs w:val="18"/>
                </w:rPr>
                <w:t>Coding equations</w:t>
              </w:r>
            </w:ins>
          </w:p>
        </w:tc>
        <w:tc>
          <w:tcPr>
            <w:tcW w:w="1260" w:type="dxa"/>
          </w:tcPr>
          <w:p w14:paraId="74222EAC" w14:textId="77777777" w:rsidR="00453DFE" w:rsidRPr="000456B4" w:rsidRDefault="00453DFE" w:rsidP="000B1A01">
            <w:pPr>
              <w:keepNext/>
              <w:jc w:val="left"/>
              <w:rPr>
                <w:ins w:id="3505" w:author="Yasser Syed" w:date="2019-06-25T00:16:00Z"/>
                <w:sz w:val="18"/>
                <w:szCs w:val="18"/>
              </w:rPr>
            </w:pPr>
            <w:ins w:id="3506" w:author="Yasser Syed" w:date="2019-06-25T00:16:00Z">
              <w:r w:rsidRPr="000456B4">
                <w:rPr>
                  <w:sz w:val="18"/>
                  <w:szCs w:val="18"/>
                </w:rPr>
                <w:t>N/R</w:t>
              </w:r>
            </w:ins>
          </w:p>
        </w:tc>
        <w:tc>
          <w:tcPr>
            <w:tcW w:w="1350" w:type="dxa"/>
          </w:tcPr>
          <w:p w14:paraId="5E657C3C" w14:textId="77777777" w:rsidR="00453DFE" w:rsidRPr="00544495" w:rsidRDefault="00453DFE" w:rsidP="000B1A01">
            <w:pPr>
              <w:keepNext/>
              <w:jc w:val="left"/>
              <w:rPr>
                <w:ins w:id="3507" w:author="Yasser Syed" w:date="2019-06-25T00:16:00Z"/>
                <w:sz w:val="18"/>
                <w:szCs w:val="18"/>
                <w:highlight w:val="yellow"/>
              </w:rPr>
            </w:pPr>
            <w:ins w:id="3508" w:author="Yasser Syed" w:date="2019-06-25T00:16:00Z">
              <w:r w:rsidRPr="000456B4">
                <w:rPr>
                  <w:sz w:val="18"/>
                  <w:szCs w:val="18"/>
                </w:rPr>
                <w:t>N/R</w:t>
              </w:r>
            </w:ins>
          </w:p>
        </w:tc>
        <w:tc>
          <w:tcPr>
            <w:tcW w:w="1530" w:type="dxa"/>
            <w:shd w:val="clear" w:color="auto" w:fill="auto"/>
          </w:tcPr>
          <w:p w14:paraId="765BFE75" w14:textId="77777777" w:rsidR="00453DFE" w:rsidRPr="0058106C" w:rsidRDefault="00453DFE" w:rsidP="000B1A01">
            <w:pPr>
              <w:keepNext/>
              <w:jc w:val="left"/>
              <w:rPr>
                <w:ins w:id="3509" w:author="Yasser Syed" w:date="2019-06-25T00:16:00Z"/>
                <w:sz w:val="18"/>
                <w:szCs w:val="18"/>
              </w:rPr>
            </w:pPr>
            <w:ins w:id="3510" w:author="Yasser Syed" w:date="2019-06-25T00:16:00Z">
              <w:r w:rsidRPr="000456B4">
                <w:rPr>
                  <w:sz w:val="18"/>
                  <w:szCs w:val="18"/>
                </w:rPr>
                <w:t>06.0E.2B.34.04.01.01.01.04.01.01.01.02.01.00.00</w:t>
              </w:r>
            </w:ins>
          </w:p>
        </w:tc>
      </w:tr>
      <w:tr w:rsidR="00453DFE" w:rsidRPr="000456B4" w14:paraId="587AD18F" w14:textId="77777777" w:rsidTr="000B1A01">
        <w:trPr>
          <w:trHeight w:val="822"/>
          <w:jc w:val="center"/>
          <w:ins w:id="3511" w:author="Yasser Syed" w:date="2019-06-25T00:16:00Z"/>
        </w:trPr>
        <w:tc>
          <w:tcPr>
            <w:tcW w:w="445" w:type="dxa"/>
            <w:vMerge/>
            <w:shd w:val="clear" w:color="auto" w:fill="auto"/>
          </w:tcPr>
          <w:p w14:paraId="571EB3B6" w14:textId="77777777" w:rsidR="00453DFE" w:rsidRPr="000456B4" w:rsidRDefault="00453DFE" w:rsidP="000B1A01">
            <w:pPr>
              <w:keepNext/>
              <w:spacing w:before="0"/>
              <w:jc w:val="center"/>
              <w:rPr>
                <w:ins w:id="3512" w:author="Yasser Syed" w:date="2019-06-25T00:16:00Z"/>
                <w:b/>
                <w:sz w:val="18"/>
                <w:szCs w:val="18"/>
              </w:rPr>
            </w:pPr>
          </w:p>
        </w:tc>
        <w:tc>
          <w:tcPr>
            <w:tcW w:w="2070" w:type="dxa"/>
            <w:shd w:val="clear" w:color="auto" w:fill="auto"/>
          </w:tcPr>
          <w:p w14:paraId="4FE12E60" w14:textId="77777777" w:rsidR="00453DFE" w:rsidRPr="000456B4" w:rsidRDefault="00453DFE" w:rsidP="000B1A01">
            <w:pPr>
              <w:keepNext/>
              <w:jc w:val="left"/>
              <w:rPr>
                <w:ins w:id="3513" w:author="Yasser Syed" w:date="2019-06-25T00:16:00Z"/>
                <w:sz w:val="18"/>
                <w:szCs w:val="18"/>
              </w:rPr>
            </w:pPr>
            <w:ins w:id="3514" w:author="Yasser Syed" w:date="2019-06-25T00:16:00Z">
              <w:r w:rsidRPr="000456B4">
                <w:rPr>
                  <w:sz w:val="18"/>
                  <w:szCs w:val="18"/>
                </w:rPr>
                <w:t>Full/narrow level range</w:t>
              </w:r>
            </w:ins>
          </w:p>
          <w:p w14:paraId="0CBCE9E0" w14:textId="77777777" w:rsidR="00453DFE" w:rsidRPr="000456B4" w:rsidRDefault="00453DFE" w:rsidP="000B1A01">
            <w:pPr>
              <w:keepNext/>
              <w:jc w:val="left"/>
              <w:rPr>
                <w:ins w:id="3515" w:author="Yasser Syed" w:date="2019-06-25T00:16:00Z"/>
                <w:sz w:val="18"/>
                <w:szCs w:val="18"/>
              </w:rPr>
            </w:pPr>
            <w:ins w:id="3516" w:author="Yasser Syed" w:date="2019-06-25T00:16:00Z">
              <w:r w:rsidRPr="000456B4">
                <w:rPr>
                  <w:sz w:val="18"/>
                  <w:szCs w:val="18"/>
                </w:rPr>
                <w:t>indicated in black reference level, white reference level, colour range</w:t>
              </w:r>
            </w:ins>
          </w:p>
        </w:tc>
        <w:tc>
          <w:tcPr>
            <w:tcW w:w="1260" w:type="dxa"/>
          </w:tcPr>
          <w:p w14:paraId="4664F76A" w14:textId="77777777" w:rsidR="00453DFE" w:rsidRPr="000456B4" w:rsidRDefault="00453DFE" w:rsidP="000B1A01">
            <w:pPr>
              <w:keepNext/>
              <w:jc w:val="left"/>
              <w:rPr>
                <w:ins w:id="3517" w:author="Yasser Syed" w:date="2019-06-25T00:16:00Z"/>
                <w:sz w:val="18"/>
                <w:szCs w:val="18"/>
              </w:rPr>
            </w:pPr>
            <w:ins w:id="3518" w:author="Yasser Syed" w:date="2019-06-25T00:16:00Z">
              <w:r w:rsidRPr="000456B4">
                <w:rPr>
                  <w:sz w:val="18"/>
                  <w:szCs w:val="18"/>
                </w:rPr>
                <w:t>Inferred</w:t>
              </w:r>
              <w:r>
                <w:rPr>
                  <w:sz w:val="18"/>
                  <w:szCs w:val="18"/>
                </w:rPr>
                <w:t xml:space="preserve"> (</w:t>
              </w:r>
              <w:r w:rsidRPr="000456B4">
                <w:rPr>
                  <w:sz w:val="18"/>
                  <w:szCs w:val="18"/>
                </w:rPr>
                <w:t>indicated in black reference level, white reference level, colour range</w:t>
              </w:r>
              <w:r>
                <w:rPr>
                  <w:sz w:val="18"/>
                  <w:szCs w:val="18"/>
                </w:rPr>
                <w:t>)</w:t>
              </w:r>
            </w:ins>
          </w:p>
        </w:tc>
        <w:tc>
          <w:tcPr>
            <w:tcW w:w="1350" w:type="dxa"/>
          </w:tcPr>
          <w:p w14:paraId="2A746A76" w14:textId="77777777" w:rsidR="00453DFE" w:rsidRPr="00544495" w:rsidRDefault="00453DFE" w:rsidP="000B1A01">
            <w:pPr>
              <w:keepNext/>
              <w:jc w:val="left"/>
              <w:rPr>
                <w:ins w:id="3519" w:author="Yasser Syed" w:date="2019-06-25T00:16:00Z"/>
                <w:sz w:val="18"/>
                <w:szCs w:val="18"/>
                <w:highlight w:val="yellow"/>
              </w:rPr>
            </w:pPr>
            <w:ins w:id="3520" w:author="Yasser Syed" w:date="2019-06-25T00:16:00Z">
              <w:r w:rsidRPr="000456B4">
                <w:rPr>
                  <w:sz w:val="18"/>
                  <w:szCs w:val="18"/>
                </w:rPr>
                <w:t>Inferred</w:t>
              </w:r>
              <w:r>
                <w:rPr>
                  <w:sz w:val="18"/>
                  <w:szCs w:val="18"/>
                </w:rPr>
                <w:t xml:space="preserve"> (</w:t>
              </w:r>
              <w:r w:rsidRPr="000456B4">
                <w:rPr>
                  <w:sz w:val="18"/>
                  <w:szCs w:val="18"/>
                </w:rPr>
                <w:t>indicated in black reference level, white reference level, colour range</w:t>
              </w:r>
              <w:r>
                <w:rPr>
                  <w:sz w:val="18"/>
                  <w:szCs w:val="18"/>
                </w:rPr>
                <w:t>)</w:t>
              </w:r>
            </w:ins>
          </w:p>
        </w:tc>
        <w:tc>
          <w:tcPr>
            <w:tcW w:w="1530" w:type="dxa"/>
            <w:shd w:val="clear" w:color="auto" w:fill="auto"/>
          </w:tcPr>
          <w:p w14:paraId="4F24F93F" w14:textId="77777777" w:rsidR="00453DFE" w:rsidRPr="0058106C" w:rsidRDefault="00453DFE" w:rsidP="000B1A01">
            <w:pPr>
              <w:keepNext/>
              <w:jc w:val="left"/>
              <w:rPr>
                <w:ins w:id="3521" w:author="Yasser Syed" w:date="2019-06-25T00:16:00Z"/>
                <w:sz w:val="18"/>
                <w:szCs w:val="18"/>
              </w:rPr>
            </w:pPr>
            <w:ins w:id="3522" w:author="Yasser Syed" w:date="2019-06-25T00:16:00Z">
              <w:r w:rsidRPr="000456B4">
                <w:rPr>
                  <w:sz w:val="18"/>
                  <w:szCs w:val="18"/>
                </w:rPr>
                <w:t>Inferred</w:t>
              </w:r>
              <w:r>
                <w:rPr>
                  <w:sz w:val="18"/>
                  <w:szCs w:val="18"/>
                </w:rPr>
                <w:t xml:space="preserve"> (</w:t>
              </w:r>
              <w:r w:rsidRPr="000456B4">
                <w:rPr>
                  <w:sz w:val="18"/>
                  <w:szCs w:val="18"/>
                </w:rPr>
                <w:t>indicated in black reference level, white reference level, colour range</w:t>
              </w:r>
              <w:r>
                <w:rPr>
                  <w:sz w:val="18"/>
                  <w:szCs w:val="18"/>
                </w:rPr>
                <w:t>)</w:t>
              </w:r>
            </w:ins>
          </w:p>
        </w:tc>
      </w:tr>
      <w:tr w:rsidR="00453DFE" w:rsidRPr="000456B4" w14:paraId="4FCFD65F" w14:textId="77777777" w:rsidTr="000B1A01">
        <w:trPr>
          <w:trHeight w:val="358"/>
          <w:jc w:val="center"/>
          <w:ins w:id="3523" w:author="Yasser Syed" w:date="2019-06-25T00:16:00Z"/>
        </w:trPr>
        <w:tc>
          <w:tcPr>
            <w:tcW w:w="445" w:type="dxa"/>
            <w:vMerge/>
            <w:shd w:val="clear" w:color="auto" w:fill="auto"/>
          </w:tcPr>
          <w:p w14:paraId="7AC63576" w14:textId="77777777" w:rsidR="00453DFE" w:rsidRPr="000456B4" w:rsidRDefault="00453DFE" w:rsidP="000B1A01">
            <w:pPr>
              <w:keepNext/>
              <w:spacing w:before="0"/>
              <w:jc w:val="center"/>
              <w:rPr>
                <w:ins w:id="3524" w:author="Yasser Syed" w:date="2019-06-25T00:16:00Z"/>
                <w:b/>
                <w:sz w:val="18"/>
                <w:szCs w:val="18"/>
              </w:rPr>
            </w:pPr>
          </w:p>
        </w:tc>
        <w:tc>
          <w:tcPr>
            <w:tcW w:w="2070" w:type="dxa"/>
            <w:shd w:val="clear" w:color="auto" w:fill="auto"/>
          </w:tcPr>
          <w:p w14:paraId="20FDD9E5" w14:textId="77777777" w:rsidR="00453DFE" w:rsidRPr="000456B4" w:rsidRDefault="00453DFE" w:rsidP="000B1A01">
            <w:pPr>
              <w:keepNext/>
              <w:jc w:val="left"/>
              <w:rPr>
                <w:ins w:id="3525" w:author="Yasser Syed" w:date="2019-06-25T00:16:00Z"/>
                <w:sz w:val="18"/>
                <w:szCs w:val="18"/>
              </w:rPr>
            </w:pPr>
            <w:ins w:id="3526" w:author="Yasser Syed" w:date="2019-06-25T00:16:00Z">
              <w:r w:rsidRPr="000456B4">
                <w:rPr>
                  <w:sz w:val="18"/>
                  <w:szCs w:val="18"/>
                </w:rPr>
                <w:t xml:space="preserve">4:2:0 chroma sample </w:t>
              </w:r>
              <w:r>
                <w:rPr>
                  <w:sz w:val="18"/>
                  <w:szCs w:val="18"/>
                </w:rPr>
                <w:t>location</w:t>
              </w:r>
              <w:r w:rsidRPr="000456B4">
                <w:rPr>
                  <w:sz w:val="18"/>
                  <w:szCs w:val="18"/>
                </w:rPr>
                <w:t xml:space="preserve"> alignment</w:t>
              </w:r>
            </w:ins>
          </w:p>
        </w:tc>
        <w:tc>
          <w:tcPr>
            <w:tcW w:w="1260" w:type="dxa"/>
          </w:tcPr>
          <w:p w14:paraId="459CDA91" w14:textId="77777777" w:rsidR="00453DFE" w:rsidRPr="00FA39A5" w:rsidRDefault="00453DFE" w:rsidP="000B1A01">
            <w:pPr>
              <w:keepNext/>
              <w:jc w:val="left"/>
              <w:rPr>
                <w:ins w:id="3527" w:author="Yasser Syed" w:date="2019-06-25T00:16:00Z"/>
                <w:sz w:val="18"/>
                <w:szCs w:val="18"/>
              </w:rPr>
            </w:pPr>
            <w:ins w:id="3528" w:author="Yasser Syed" w:date="2019-06-25T00:16:00Z">
              <w:r w:rsidRPr="00FA39A5">
                <w:rPr>
                  <w:sz w:val="18"/>
                  <w:szCs w:val="18"/>
                </w:rPr>
                <w:t>N/A</w:t>
              </w:r>
            </w:ins>
          </w:p>
        </w:tc>
        <w:tc>
          <w:tcPr>
            <w:tcW w:w="1350" w:type="dxa"/>
            <w:shd w:val="clear" w:color="auto" w:fill="auto"/>
          </w:tcPr>
          <w:p w14:paraId="2D79C53E" w14:textId="77777777" w:rsidR="00453DFE" w:rsidRPr="00544495" w:rsidRDefault="00453DFE" w:rsidP="000B1A01">
            <w:pPr>
              <w:keepNext/>
              <w:jc w:val="left"/>
              <w:rPr>
                <w:ins w:id="3529" w:author="Yasser Syed" w:date="2019-06-25T00:16:00Z"/>
                <w:sz w:val="18"/>
                <w:szCs w:val="18"/>
                <w:highlight w:val="yellow"/>
              </w:rPr>
            </w:pPr>
            <w:ins w:id="3530" w:author="Yasser Syed" w:date="2019-06-25T00:16:00Z">
              <w:r w:rsidRPr="00FA39A5">
                <w:rPr>
                  <w:sz w:val="18"/>
                  <w:szCs w:val="18"/>
                </w:rPr>
                <w:t>N/A</w:t>
              </w:r>
            </w:ins>
          </w:p>
        </w:tc>
        <w:tc>
          <w:tcPr>
            <w:tcW w:w="1530" w:type="dxa"/>
            <w:shd w:val="clear" w:color="auto" w:fill="auto"/>
          </w:tcPr>
          <w:p w14:paraId="3390A9D3" w14:textId="13AF1A98" w:rsidR="00453DFE" w:rsidRPr="0058106C" w:rsidRDefault="00453DFE" w:rsidP="000B1A01">
            <w:pPr>
              <w:keepNext/>
              <w:jc w:val="left"/>
              <w:rPr>
                <w:ins w:id="3531" w:author="Yasser Syed" w:date="2019-06-25T00:16:00Z"/>
                <w:sz w:val="18"/>
                <w:szCs w:val="18"/>
              </w:rPr>
            </w:pPr>
            <w:ins w:id="3532" w:author="Yasser Syed" w:date="2019-06-25T00:16:00Z">
              <w:r w:rsidRPr="000456B4">
                <w:rPr>
                  <w:sz w:val="18"/>
                  <w:szCs w:val="18"/>
                </w:rPr>
                <w:t>Inferred (</w:t>
              </w:r>
              <w:proofErr w:type="spellStart"/>
              <w:r w:rsidRPr="000456B4">
                <w:rPr>
                  <w:sz w:val="18"/>
                  <w:szCs w:val="18"/>
                </w:rPr>
                <w:t>ChromaLoc</w:t>
              </w:r>
            </w:ins>
            <w:ins w:id="3533" w:author="Yasser Syed" w:date="2019-06-25T18:37:00Z">
              <w:r w:rsidR="000B2ED5">
                <w:rPr>
                  <w:sz w:val="18"/>
                  <w:szCs w:val="18"/>
                </w:rPr>
                <w:t>‌</w:t>
              </w:r>
            </w:ins>
            <w:ins w:id="3534" w:author="Yasser Syed" w:date="2019-06-25T00:16:00Z">
              <w:r w:rsidRPr="000456B4">
                <w:rPr>
                  <w:sz w:val="18"/>
                  <w:szCs w:val="18"/>
                </w:rPr>
                <w:t>Type</w:t>
              </w:r>
            </w:ins>
            <w:proofErr w:type="spellEnd"/>
            <w:ins w:id="3535" w:author="Yasser Syed" w:date="2019-06-25T18:37:00Z">
              <w:r w:rsidR="000B2ED5">
                <w:rPr>
                  <w:sz w:val="18"/>
                  <w:szCs w:val="18"/>
                </w:rPr>
                <w:t> </w:t>
              </w:r>
            </w:ins>
            <w:ins w:id="3536" w:author="Yasser Syed" w:date="2019-06-25T00:16:00Z">
              <w:r w:rsidRPr="000456B4">
                <w:rPr>
                  <w:sz w:val="18"/>
                  <w:szCs w:val="18"/>
                </w:rPr>
                <w:t>=</w:t>
              </w:r>
            </w:ins>
            <w:ins w:id="3537" w:author="Yasser Syed" w:date="2019-06-25T18:37:00Z">
              <w:r w:rsidR="000B2ED5">
                <w:rPr>
                  <w:sz w:val="18"/>
                  <w:szCs w:val="18"/>
                </w:rPr>
                <w:t> </w:t>
              </w:r>
            </w:ins>
            <w:ins w:id="3538" w:author="Yasser Syed" w:date="2019-06-25T00:16:00Z">
              <w:r>
                <w:rPr>
                  <w:sz w:val="18"/>
                  <w:szCs w:val="18"/>
                </w:rPr>
                <w:t>1</w:t>
              </w:r>
              <w:r w:rsidRPr="000456B4">
                <w:rPr>
                  <w:sz w:val="18"/>
                  <w:szCs w:val="18"/>
                </w:rPr>
                <w:t>)</w:t>
              </w:r>
            </w:ins>
          </w:p>
        </w:tc>
      </w:tr>
    </w:tbl>
    <w:p w14:paraId="735FE8BA" w14:textId="71DB1E66" w:rsidR="00453DFE" w:rsidRPr="000456B4" w:rsidRDefault="00453DFE" w:rsidP="00453DFE">
      <w:pPr>
        <w:rPr>
          <w:ins w:id="3539" w:author="Yasser Syed" w:date="2019-06-25T00:16:00Z"/>
        </w:rPr>
      </w:pPr>
      <w:ins w:id="3540" w:author="Yasser Syed" w:date="2019-06-25T00:16:00Z">
        <w:r w:rsidRPr="000456B4">
          <w:t xml:space="preserve">Particular aspects of the usage described </w:t>
        </w:r>
        <w:r w:rsidRPr="000B2ED5">
          <w:t xml:space="preserve">in </w:t>
        </w:r>
      </w:ins>
      <w:ins w:id="3541" w:author="Yasser Syed" w:date="2019-06-25T18:39:00Z">
        <w:r w:rsidR="000B2ED5" w:rsidRPr="000B2ED5">
          <w:fldChar w:fldCharType="begin"/>
        </w:r>
        <w:r w:rsidR="000B2ED5" w:rsidRPr="000B2ED5">
          <w:instrText xml:space="preserve"> REF _Ref12380357 \h </w:instrText>
        </w:r>
      </w:ins>
      <w:r w:rsidR="000B2ED5" w:rsidRPr="000B2ED5">
        <w:rPr>
          <w:rPrChange w:id="3542" w:author="Yasser Syed" w:date="2019-06-25T18:39:00Z">
            <w:rPr>
              <w:b/>
              <w:bCs/>
            </w:rPr>
          </w:rPrChange>
        </w:rPr>
        <w:instrText xml:space="preserve"> \* MERGEFORMAT </w:instrText>
      </w:r>
      <w:r w:rsidR="000B2ED5" w:rsidRPr="000B2ED5">
        <w:fldChar w:fldCharType="separate"/>
      </w:r>
      <w:ins w:id="3543" w:author="Yasser Syed" w:date="2019-06-25T18:39:00Z">
        <w:r w:rsidR="000B2ED5" w:rsidRPr="000B2ED5">
          <w:rPr>
            <w:rFonts w:eastAsia="Calibri"/>
            <w:rPrChange w:id="3544" w:author="Yasser Syed" w:date="2019-06-25T18:39:00Z">
              <w:rPr>
                <w:rFonts w:eastAsia="Calibri"/>
                <w:b/>
                <w:bCs/>
              </w:rPr>
            </w:rPrChange>
          </w:rPr>
          <w:t>Table </w:t>
        </w:r>
        <w:r w:rsidR="000B2ED5" w:rsidRPr="000B2ED5">
          <w:rPr>
            <w:rFonts w:eastAsia="Calibri"/>
            <w:rPrChange w:id="3545" w:author="Yasser Syed" w:date="2019-06-25T18:39:00Z">
              <w:rPr>
                <w:rFonts w:eastAsia="Calibri"/>
                <w:b/>
                <w:bCs/>
                <w:noProof/>
              </w:rPr>
            </w:rPrChange>
          </w:rPr>
          <w:t>11</w:t>
        </w:r>
        <w:r w:rsidR="000B2ED5" w:rsidRPr="000B2ED5">
          <w:fldChar w:fldCharType="end"/>
        </w:r>
      </w:ins>
      <w:ins w:id="3546" w:author="Yasser Syed" w:date="2019-06-25T18:37:00Z">
        <w:r w:rsidR="000B2ED5" w:rsidRPr="000B2ED5">
          <w:t xml:space="preserve"> </w:t>
        </w:r>
      </w:ins>
      <w:ins w:id="3547" w:author="Yasser Syed" w:date="2019-06-25T00:16:00Z">
        <w:r w:rsidRPr="000B2ED5">
          <w:t>are</w:t>
        </w:r>
        <w:r w:rsidRPr="000456B4">
          <w:t xml:space="preserve"> clarified as follows:</w:t>
        </w:r>
      </w:ins>
    </w:p>
    <w:p w14:paraId="41702F31" w14:textId="7C419E81" w:rsidR="00453DFE" w:rsidRPr="000456B4" w:rsidRDefault="00453DFE" w:rsidP="00453DFE">
      <w:pPr>
        <w:numPr>
          <w:ilvl w:val="0"/>
          <w:numId w:val="4"/>
        </w:numPr>
        <w:ind w:left="792" w:hanging="432"/>
        <w:rPr>
          <w:ins w:id="3548" w:author="Yasser Syed" w:date="2019-06-25T00:16:00Z"/>
          <w:rFonts w:eastAsia="Calibri"/>
        </w:rPr>
      </w:pPr>
      <w:ins w:id="3549" w:author="Yasser Syed" w:date="2019-06-25T00:16:00Z">
        <w:r w:rsidRPr="000456B4">
          <w:t>The transfer characteristics indicator values of 1, 6, 14, and 15 are functionally the same</w:t>
        </w:r>
        <w:r w:rsidRPr="000456B4">
          <w:rPr>
            <w:rFonts w:eastAsia="Calibri"/>
          </w:rPr>
          <w:t xml:space="preserve">. </w:t>
        </w:r>
        <w:r>
          <w:t>Blu-ray BD-ROM 3.1 (“4K”) and the DVB UHD specifications list use of the transfer characteristics value of 14 for SDR/WCG (</w:t>
        </w:r>
      </w:ins>
      <w:ins w:id="3550" w:author="Yasser Syed" w:date="2019-06-26T16:26:00Z">
        <w:r w:rsidR="00764291">
          <w:t xml:space="preserve">Recommendation ITU-R </w:t>
        </w:r>
      </w:ins>
      <w:ins w:id="3551" w:author="Yasser Syed" w:date="2019-06-25T00:16:00Z">
        <w:r>
          <w:t xml:space="preserve">BT.2020) video. </w:t>
        </w:r>
        <w:r w:rsidRPr="000456B4">
          <w:rPr>
            <w:rFonts w:eastAsia="Calibri"/>
          </w:rPr>
          <w:t>ATSC specifications list use of th</w:t>
        </w:r>
        <w:bookmarkStart w:id="3552" w:name="_GoBack"/>
        <w:bookmarkEnd w:id="3552"/>
        <w:r w:rsidRPr="000456B4">
          <w:rPr>
            <w:rFonts w:eastAsia="Calibri"/>
          </w:rPr>
          <w:t xml:space="preserve">e transfer characteristics value of 1 for SDR video. ARIB STD B32 </w:t>
        </w:r>
        <w:r w:rsidRPr="000456B4">
          <w:t>lists use of the transfer characteristics value 1</w:t>
        </w:r>
        <w:r w:rsidRPr="000456B4">
          <w:rPr>
            <w:rFonts w:eastAsia="Calibri"/>
          </w:rPr>
          <w:t xml:space="preserve"> for HD and </w:t>
        </w:r>
        <w:r w:rsidRPr="000456B4">
          <w:t>14</w:t>
        </w:r>
        <w:r w:rsidRPr="000456B4">
          <w:rPr>
            <w:rFonts w:eastAsia="Calibri"/>
          </w:rPr>
          <w:t xml:space="preserve"> for UHD for SDR WCG video.</w:t>
        </w:r>
      </w:ins>
    </w:p>
    <w:p w14:paraId="07CF3BF4" w14:textId="4BE0B606" w:rsidR="00453DFE" w:rsidRPr="009D6C50" w:rsidRDefault="00453DFE" w:rsidP="00453DFE">
      <w:pPr>
        <w:numPr>
          <w:ilvl w:val="0"/>
          <w:numId w:val="4"/>
        </w:numPr>
        <w:ind w:left="792" w:hanging="432"/>
        <w:rPr>
          <w:ins w:id="3553" w:author="Yasser Syed" w:date="2019-06-25T00:16:00Z"/>
        </w:rPr>
      </w:pPr>
      <w:ins w:id="3554" w:author="Yasser Syed" w:date="2019-06-25T00:16:00Z">
        <w:r w:rsidRPr="000456B4">
          <w:t xml:space="preserve">The indicated chroma sample </w:t>
        </w:r>
        <w:r>
          <w:t>location</w:t>
        </w:r>
        <w:r w:rsidRPr="000456B4">
          <w:t xml:space="preserve"> alignment is only applicable for 4:2:0 chroma sampling.</w:t>
        </w:r>
        <w:r w:rsidRPr="000456B4">
          <w:rPr>
            <w:color w:val="000000"/>
          </w:rPr>
          <w:t xml:space="preserve"> ChromaLocType (the generic label </w:t>
        </w:r>
        <w:r>
          <w:rPr>
            <w:color w:val="000000"/>
          </w:rPr>
          <w:t xml:space="preserve">used in this document </w:t>
        </w:r>
        <w:r w:rsidRPr="000456B4">
          <w:rPr>
            <w:color w:val="000000"/>
          </w:rPr>
          <w:t xml:space="preserve">for the HEVC </w:t>
        </w:r>
        <w:r>
          <w:rPr>
            <w:color w:val="000000"/>
          </w:rPr>
          <w:t xml:space="preserve">and AVC </w:t>
        </w:r>
        <w:r w:rsidRPr="000456B4">
          <w:rPr>
            <w:color w:val="000000"/>
          </w:rPr>
          <w:t xml:space="preserve">bitstream </w:t>
        </w:r>
        <w:r>
          <w:rPr>
            <w:color w:val="000000"/>
          </w:rPr>
          <w:t xml:space="preserve">syntax </w:t>
        </w:r>
        <w:r w:rsidRPr="000456B4">
          <w:rPr>
            <w:color w:val="000000"/>
          </w:rPr>
          <w:t xml:space="preserve">elements: chroma_sample_loc_type_top_field and chroma_sample_loc_type_bottom_field), listed in Tables 1 and </w:t>
        </w:r>
      </w:ins>
      <w:ins w:id="3555" w:author="Yasser Syed" w:date="2019-06-26T16:22:00Z">
        <w:r w:rsidR="00764291">
          <w:rPr>
            <w:color w:val="000000"/>
          </w:rPr>
          <w:t>3</w:t>
        </w:r>
      </w:ins>
      <w:ins w:id="3556" w:author="Yasser Syed" w:date="2019-06-25T00:16:00Z">
        <w:r w:rsidRPr="000456B4">
          <w:rPr>
            <w:color w:val="000000"/>
          </w:rPr>
          <w:t xml:space="preserve"> of this document, indicates the 4:2:0 chroma sample </w:t>
        </w:r>
        <w:r>
          <w:rPr>
            <w:color w:val="000000"/>
          </w:rPr>
          <w:t>position</w:t>
        </w:r>
        <w:r w:rsidRPr="000456B4">
          <w:rPr>
            <w:color w:val="000000"/>
          </w:rPr>
          <w:t xml:space="preserve"> alignment.</w:t>
        </w:r>
      </w:ins>
    </w:p>
    <w:p w14:paraId="343BA841" w14:textId="77777777" w:rsidR="00453DFE" w:rsidRPr="000456B4" w:rsidRDefault="00453DFE" w:rsidP="00453DFE">
      <w:pPr>
        <w:jc w:val="center"/>
        <w:rPr>
          <w:ins w:id="3557" w:author="Yasser Syed" w:date="2019-06-25T00:16:00Z"/>
          <w:u w:val="single"/>
        </w:rPr>
      </w:pPr>
      <w:ins w:id="3558" w:author="Yasser Syed" w:date="2019-06-25T00:16:00Z">
        <w:r w:rsidRPr="000456B4">
          <w:rPr>
            <w:u w:val="single"/>
          </w:rPr>
          <w:t>________________________</w:t>
        </w:r>
      </w:ins>
    </w:p>
    <w:p w14:paraId="53F7FA63" w14:textId="2FE496EB" w:rsidR="0014544A" w:rsidRPr="00374CBE" w:rsidRDefault="0014544A">
      <w:pPr>
        <w:tabs>
          <w:tab w:val="clear" w:pos="794"/>
          <w:tab w:val="clear" w:pos="1191"/>
          <w:tab w:val="clear" w:pos="1588"/>
          <w:tab w:val="clear" w:pos="1985"/>
        </w:tabs>
        <w:overflowPunct/>
        <w:autoSpaceDE/>
        <w:autoSpaceDN/>
        <w:adjustRightInd/>
        <w:spacing w:before="0"/>
        <w:jc w:val="left"/>
        <w:textAlignment w:val="auto"/>
      </w:pPr>
    </w:p>
    <w:p w14:paraId="580B4D90" w14:textId="77777777" w:rsidR="00D909B6" w:rsidRPr="00374CBE" w:rsidRDefault="00D909B6" w:rsidP="0014544A">
      <w:bookmarkStart w:id="3559" w:name="cov4top"/>
      <w:bookmarkEnd w:id="3559"/>
    </w:p>
    <w:sectPr w:rsidR="00D909B6" w:rsidRPr="00374CBE" w:rsidSect="0014544A">
      <w:headerReference w:type="even" r:id="rId25"/>
      <w:headerReference w:type="default" r:id="rId26"/>
      <w:footerReference w:type="even" r:id="rId27"/>
      <w:footerReference w:type="default" r:id="rId28"/>
      <w:pgSz w:w="11907" w:h="16840" w:code="9"/>
      <w:pgMar w:top="1089" w:right="1089" w:bottom="1089" w:left="1089" w:header="482" w:footer="482" w:gutter="0"/>
      <w:paperSrc w:first="15" w:other="15"/>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B033069" w14:textId="77777777" w:rsidR="00B1752F" w:rsidRDefault="00B1752F" w:rsidP="00D909B6">
      <w:pPr>
        <w:spacing w:before="0"/>
      </w:pPr>
      <w:r>
        <w:separator/>
      </w:r>
    </w:p>
  </w:endnote>
  <w:endnote w:type="continuationSeparator" w:id="0">
    <w:p w14:paraId="32A091D0" w14:textId="77777777" w:rsidR="00B1752F" w:rsidRDefault="00B1752F" w:rsidP="00D909B6">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notTrueType/>
    <w:pitch w:val="variable"/>
    <w:sig w:usb0="00000003" w:usb1="00000000" w:usb2="00000000" w:usb3="00000000" w:csb0="00000001" w:csb1="00000000"/>
  </w:font>
  <w:font w:name="C39T36Lfz">
    <w:altName w:val="Symbol"/>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Yu Mincho">
    <w:altName w:val="游明朝"/>
    <w:charset w:val="80"/>
    <w:family w:val="roman"/>
    <w:pitch w:val="variable"/>
    <w:sig w:usb0="800002E7" w:usb1="2AC7FCFF" w:usb2="00000012" w:usb3="00000000" w:csb0="0002009F" w:csb1="00000000"/>
  </w:font>
  <w:font w:name="Tahoma">
    <w:panose1 w:val="020B0604030504040204"/>
    <w:charset w:val="00"/>
    <w:family w:val="swiss"/>
    <w:pitch w:val="variable"/>
    <w:sig w:usb0="E1002EFF" w:usb1="C000605B" w:usb2="00000029" w:usb3="00000000" w:csb0="000101FF" w:csb1="00000000"/>
  </w:font>
  <w:font w:name="Times New Roman Bold">
    <w:altName w:val="Times New Roman"/>
    <w:panose1 w:val="02020803070505020304"/>
    <w:charset w:val="00"/>
    <w:family w:val="roman"/>
    <w:pitch w:val="variable"/>
    <w:sig w:usb0="00003A87" w:usb1="00000000" w:usb2="00000000" w:usb3="00000000" w:csb0="000000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EFF" w:usb1="C000247B" w:usb2="00000009" w:usb3="00000000" w:csb0="000001FF" w:csb1="00000000"/>
  </w:font>
  <w:font w:name="ArialMT">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59241D" w14:textId="5946F6BD" w:rsidR="00337205" w:rsidRPr="00DD21D4" w:rsidRDefault="00337205" w:rsidP="00DD21D4">
    <w:pPr>
      <w:pStyle w:val="FooterQP"/>
    </w:pPr>
    <w:r>
      <w:rPr>
        <w:b w:val="0"/>
      </w:rPr>
      <w:fldChar w:fldCharType="begin"/>
    </w:r>
    <w:r>
      <w:rPr>
        <w:b w:val="0"/>
      </w:rPr>
      <w:instrText xml:space="preserve"> PAGE  \* MERGEFORMAT </w:instrText>
    </w:r>
    <w:r>
      <w:rPr>
        <w:b w:val="0"/>
      </w:rPr>
      <w:fldChar w:fldCharType="separate"/>
    </w:r>
    <w:r>
      <w:rPr>
        <w:b w:val="0"/>
        <w:noProof/>
      </w:rPr>
      <w:t>12</w:t>
    </w:r>
    <w:r>
      <w:rPr>
        <w:b w:val="0"/>
      </w:rPr>
      <w:fldChar w:fldCharType="end"/>
    </w:r>
    <w:r>
      <w:tab/>
      <w:t>Draft H series – Supplement 19 revision</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E275E4" w14:textId="46383438" w:rsidR="00337205" w:rsidRPr="00DD21D4" w:rsidRDefault="00337205" w:rsidP="00DD21D4">
    <w:pPr>
      <w:pStyle w:val="FooterQP"/>
      <w:rPr>
        <w:b w:val="0"/>
      </w:rPr>
    </w:pPr>
    <w:r>
      <w:tab/>
    </w:r>
    <w:r>
      <w:tab/>
      <w:t>Draft H series – Supplement 19 revision</w:t>
    </w:r>
    <w:r>
      <w:tab/>
    </w:r>
    <w:r>
      <w:rPr>
        <w:b w:val="0"/>
      </w:rPr>
      <w:fldChar w:fldCharType="begin"/>
    </w:r>
    <w:r>
      <w:rPr>
        <w:b w:val="0"/>
      </w:rPr>
      <w:instrText xml:space="preserve"> PAGE  \* MERGEFORMAT </w:instrText>
    </w:r>
    <w:r>
      <w:rPr>
        <w:b w:val="0"/>
      </w:rPr>
      <w:fldChar w:fldCharType="separate"/>
    </w:r>
    <w:r>
      <w:rPr>
        <w:b w:val="0"/>
        <w:noProof/>
      </w:rPr>
      <w:t>13</w:t>
    </w:r>
    <w:r>
      <w:rPr>
        <w:b w:val="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137A46" w14:textId="249EDD17" w:rsidR="00337205" w:rsidRPr="000B2ED5" w:rsidRDefault="000B2ED5" w:rsidP="000B2ED5">
    <w:pPr>
      <w:pStyle w:val="FooterQP"/>
    </w:pPr>
    <w:r>
      <w:tab/>
    </w:r>
    <w:r>
      <w:tab/>
      <w:t>Draft H series – Supplement 19 revision</w:t>
    </w:r>
    <w:r>
      <w:tab/>
    </w:r>
    <w:r>
      <w:rPr>
        <w:b w:val="0"/>
      </w:rPr>
      <w:fldChar w:fldCharType="begin"/>
    </w:r>
    <w:r>
      <w:rPr>
        <w:b w:val="0"/>
      </w:rPr>
      <w:instrText xml:space="preserve"> PAGE  \* MERGEFORMAT </w:instrText>
    </w:r>
    <w:r>
      <w:rPr>
        <w:b w:val="0"/>
      </w:rPr>
      <w:fldChar w:fldCharType="separate"/>
    </w:r>
    <w:r>
      <w:rPr>
        <w:b w:val="0"/>
      </w:rPr>
      <w:t>17</w:t>
    </w:r>
    <w:r>
      <w:rPr>
        <w:b w:val="0"/>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5121C3" w14:textId="316D8415" w:rsidR="00337205" w:rsidRPr="000B2ED5" w:rsidRDefault="000B2ED5" w:rsidP="000B2ED5">
    <w:pPr>
      <w:pStyle w:val="FooterQP"/>
    </w:pPr>
    <w:r>
      <w:tab/>
    </w:r>
    <w:r>
      <w:tab/>
      <w:t>Draft H series – Supplement 19 revision</w:t>
    </w:r>
    <w:r>
      <w:tab/>
    </w:r>
    <w:r>
      <w:rPr>
        <w:b w:val="0"/>
      </w:rPr>
      <w:fldChar w:fldCharType="begin"/>
    </w:r>
    <w:r>
      <w:rPr>
        <w:b w:val="0"/>
      </w:rPr>
      <w:instrText xml:space="preserve"> PAGE  \* MERGEFORMAT </w:instrText>
    </w:r>
    <w:r>
      <w:rPr>
        <w:b w:val="0"/>
      </w:rPr>
      <w:fldChar w:fldCharType="separate"/>
    </w:r>
    <w:r>
      <w:rPr>
        <w:b w:val="0"/>
      </w:rPr>
      <w:t>17</w:t>
    </w:r>
    <w:r>
      <w:rPr>
        <w:b w:val="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A74DA21" w14:textId="77777777" w:rsidR="00B1752F" w:rsidRDefault="00B1752F">
      <w:r>
        <w:rPr>
          <w:rFonts w:ascii="Symbol" w:hAnsi="Symbol"/>
          <w:b/>
        </w:rPr>
        <w:t></w:t>
      </w:r>
      <w:r>
        <w:rPr>
          <w:rFonts w:ascii="Symbol" w:hAnsi="Symbol"/>
          <w:b/>
        </w:rPr>
        <w:t></w:t>
      </w:r>
      <w:r>
        <w:rPr>
          <w:rFonts w:ascii="Symbol" w:hAnsi="Symbol"/>
          <w:b/>
        </w:rPr>
        <w:t></w:t>
      </w:r>
      <w:r>
        <w:rPr>
          <w:rFonts w:ascii="Symbol" w:hAnsi="Symbol"/>
          <w:b/>
        </w:rPr>
        <w:t></w:t>
      </w:r>
      <w:r>
        <w:rPr>
          <w:rFonts w:ascii="Symbol" w:hAnsi="Symbol"/>
          <w:b/>
        </w:rPr>
        <w:t></w:t>
      </w:r>
      <w:r>
        <w:rPr>
          <w:rFonts w:ascii="Symbol" w:hAnsi="Symbol"/>
          <w:b/>
        </w:rPr>
        <w:t></w:t>
      </w:r>
      <w:r>
        <w:rPr>
          <w:rFonts w:ascii="Symbol" w:hAnsi="Symbol"/>
          <w:b/>
        </w:rPr>
        <w:t></w:t>
      </w:r>
      <w:r>
        <w:rPr>
          <w:rFonts w:ascii="Symbol" w:hAnsi="Symbol"/>
          <w:b/>
        </w:rPr>
        <w:t></w:t>
      </w:r>
      <w:r>
        <w:rPr>
          <w:rFonts w:ascii="Symbol" w:hAnsi="Symbol"/>
          <w:b/>
        </w:rPr>
        <w:t></w:t>
      </w:r>
      <w:r>
        <w:rPr>
          <w:rFonts w:ascii="Symbol" w:hAnsi="Symbol"/>
          <w:b/>
        </w:rPr>
        <w:t></w:t>
      </w:r>
      <w:r>
        <w:rPr>
          <w:rFonts w:ascii="Symbol" w:hAnsi="Symbol"/>
          <w:b/>
        </w:rPr>
        <w:t></w:t>
      </w:r>
      <w:r>
        <w:rPr>
          <w:rFonts w:ascii="Symbol" w:hAnsi="Symbol"/>
          <w:b/>
        </w:rPr>
        <w:t></w:t>
      </w:r>
      <w:r>
        <w:rPr>
          <w:rFonts w:ascii="Symbol" w:hAnsi="Symbol"/>
          <w:b/>
        </w:rPr>
        <w:t></w:t>
      </w:r>
      <w:r>
        <w:rPr>
          <w:rFonts w:ascii="Symbol" w:hAnsi="Symbol"/>
          <w:b/>
        </w:rPr>
        <w:t></w:t>
      </w:r>
      <w:r>
        <w:rPr>
          <w:rFonts w:ascii="Symbol" w:hAnsi="Symbol"/>
          <w:b/>
        </w:rPr>
        <w:t></w:t>
      </w:r>
    </w:p>
  </w:footnote>
  <w:footnote w:type="continuationSeparator" w:id="0">
    <w:p w14:paraId="7570BFF1" w14:textId="77777777" w:rsidR="00B1752F" w:rsidRDefault="00B1752F" w:rsidP="00D909B6">
      <w:pPr>
        <w:spacing w:before="0"/>
      </w:pPr>
      <w:r>
        <w:continuationSeparator/>
      </w:r>
    </w:p>
  </w:footnote>
  <w:footnote w:id="1">
    <w:p w14:paraId="38406FCA" w14:textId="66825A1B" w:rsidR="00337205" w:rsidRPr="000B2ED5" w:rsidRDefault="00337205">
      <w:pPr>
        <w:pStyle w:val="FootnoteText"/>
        <w:rPr>
          <w:lang w:val="en-US"/>
          <w:rPrChange w:id="2629" w:author="Yasser Syed" w:date="2019-06-25T18:32:00Z">
            <w:rPr/>
          </w:rPrChange>
        </w:rPr>
      </w:pPr>
      <w:ins w:id="2630" w:author="Yasser Syed" w:date="2019-06-25T16:54:00Z">
        <w:r w:rsidRPr="000B2ED5">
          <w:rPr>
            <w:rStyle w:val="FootnoteReference"/>
          </w:rPr>
          <w:footnoteRef/>
        </w:r>
        <w:r w:rsidRPr="000B2ED5">
          <w:t xml:space="preserve"> </w:t>
        </w:r>
      </w:ins>
      <w:ins w:id="2631" w:author="Yasser Syed" w:date="2019-06-25T16:55:00Z">
        <w:r w:rsidRPr="000B2ED5">
          <w:t xml:space="preserve">In ST.2036-4 only </w:t>
        </w:r>
        <w:r w:rsidRPr="000B2ED5">
          <w:rPr>
            <w:lang w:val="en-US"/>
            <w:rPrChange w:id="2632" w:author="Yasser Syed" w:date="2019-06-25T18:32:00Z">
              <w:rPr>
                <w:rFonts w:ascii="ArialMT" w:hAnsi="ArialMT" w:cs="ArialMT"/>
                <w:lang w:val="en-US"/>
              </w:rPr>
            </w:rPrChange>
          </w:rPr>
          <w:t>3840×2160 up to 60Hz is permitted. For BT.2077-2, no combinations</w:t>
        </w:r>
      </w:ins>
      <w:ins w:id="2633" w:author="Yasser Syed" w:date="2019-06-25T16:57:00Z">
        <w:r w:rsidRPr="000B2ED5">
          <w:rPr>
            <w:lang w:val="en-US"/>
            <w:rPrChange w:id="2634" w:author="Yasser Syed" w:date="2019-06-25T18:32:00Z">
              <w:rPr>
                <w:rFonts w:ascii="ArialMT" w:hAnsi="ArialMT" w:cs="ArialMT"/>
                <w:lang w:val="en-US"/>
              </w:rPr>
            </w:rPrChange>
          </w:rPr>
          <w:t xml:space="preserve"> </w:t>
        </w:r>
      </w:ins>
      <w:ins w:id="2635" w:author="Yasser Syed" w:date="2019-06-25T16:55:00Z">
        <w:r w:rsidRPr="000B2ED5">
          <w:rPr>
            <w:lang w:val="en-US"/>
            <w:rPrChange w:id="2636" w:author="Yasser Syed" w:date="2019-06-25T18:32:00Z">
              <w:rPr>
                <w:rFonts w:ascii="ArialMT" w:hAnsi="ArialMT" w:cs="ArialMT"/>
                <w:lang w:val="en-US"/>
              </w:rPr>
            </w:rPrChange>
          </w:rPr>
          <w:t>are permitted.</w:t>
        </w:r>
      </w:ins>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E47BB7" w14:textId="77777777" w:rsidR="00337205" w:rsidRDefault="00337205">
    <w:pPr>
      <w:pStyle w:val="Header"/>
      <w:ind w:right="360" w:firstLine="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4603AC" w14:textId="324B052E" w:rsidR="00337205" w:rsidRPr="006F1D89" w:rsidRDefault="00337205" w:rsidP="006F1D89">
    <w:pPr>
      <w:pStyle w:val="Header"/>
      <w:jc w:val="left"/>
      <w:rPr>
        <w:b/>
      </w:rPr>
    </w:pPr>
    <w:r>
      <w:rPr>
        <w:b/>
      </w:rPr>
      <w:t xml:space="preserve">Draft </w:t>
    </w:r>
    <w:r w:rsidR="00A62F9E">
      <w:rPr>
        <w:b/>
      </w:rPr>
      <w:t xml:space="preserve">ISO/IEC </w:t>
    </w:r>
    <w:r w:rsidRPr="00337205">
      <w:rPr>
        <w:b/>
      </w:rPr>
      <w:t>TR 23091-4</w:t>
    </w:r>
    <w:r>
      <w:rPr>
        <w:b/>
      </w:rPr>
      <w:t xml:space="preserve"> revision</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2DFE10" w14:textId="3201AC74" w:rsidR="00337205" w:rsidRPr="006F1D89" w:rsidRDefault="00337205" w:rsidP="006F1D89">
    <w:pPr>
      <w:pStyle w:val="Header"/>
      <w:jc w:val="right"/>
      <w:rPr>
        <w:b/>
      </w:rPr>
    </w:pPr>
    <w:r>
      <w:rPr>
        <w:b/>
      </w:rPr>
      <w:t xml:space="preserve">Draft </w:t>
    </w:r>
    <w:r w:rsidR="00A62F9E">
      <w:rPr>
        <w:b/>
      </w:rPr>
      <w:t xml:space="preserve">ISO/IEC </w:t>
    </w:r>
    <w:r w:rsidRPr="00337205">
      <w:rPr>
        <w:b/>
      </w:rPr>
      <w:t>TR 23091-4</w:t>
    </w:r>
    <w:r>
      <w:rPr>
        <w:b/>
      </w:rPr>
      <w:t xml:space="preserve"> revision</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201DC0" w14:textId="063904C5" w:rsidR="00337205" w:rsidRPr="0014544A" w:rsidRDefault="000B2ED5" w:rsidP="000B2ED5">
    <w:pPr>
      <w:pStyle w:val="Header"/>
      <w:jc w:val="right"/>
    </w:pPr>
    <w:r>
      <w:rPr>
        <w:b/>
      </w:rPr>
      <w:t xml:space="preserve">Draft </w:t>
    </w:r>
    <w:r w:rsidRPr="00337205">
      <w:rPr>
        <w:b/>
      </w:rPr>
      <w:t>TR 23091-4</w:t>
    </w:r>
    <w:r>
      <w:rPr>
        <w:b/>
      </w:rPr>
      <w:t xml:space="preserve"> revision</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02AF34" w14:textId="77777777" w:rsidR="00337205" w:rsidRPr="0014544A" w:rsidRDefault="00337205" w:rsidP="0014544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A443C4"/>
    <w:multiLevelType w:val="multilevel"/>
    <w:tmpl w:val="8A6CBFB0"/>
    <w:lvl w:ilvl="0">
      <w:start w:val="3"/>
      <w:numFmt w:val="decimal"/>
      <w:lvlText w:val="%1."/>
      <w:lvlJc w:val="left"/>
      <w:pPr>
        <w:ind w:left="360" w:hanging="36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176A7394"/>
    <w:multiLevelType w:val="hybridMultilevel"/>
    <w:tmpl w:val="8970F7B4"/>
    <w:lvl w:ilvl="0" w:tplc="0409000F">
      <w:start w:val="1"/>
      <w:numFmt w:val="decimal"/>
      <w:lvlText w:val="%1."/>
      <w:lvlJc w:val="left"/>
      <w:pPr>
        <w:ind w:left="360" w:hanging="360"/>
      </w:pPr>
      <w:rPr>
        <w:rFonts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228E489A"/>
    <w:multiLevelType w:val="hybridMultilevel"/>
    <w:tmpl w:val="FC701A96"/>
    <w:lvl w:ilvl="0" w:tplc="71ECD35E">
      <w:start w:val="1"/>
      <w:numFmt w:val="bullet"/>
      <w:lvlText w:val="•"/>
      <w:lvlJc w:val="left"/>
      <w:pPr>
        <w:tabs>
          <w:tab w:val="num" w:pos="360"/>
        </w:tabs>
        <w:ind w:left="360" w:hanging="360"/>
      </w:pPr>
      <w:rPr>
        <w:rFonts w:ascii="Arial" w:hAnsi="Arial" w:hint="default"/>
      </w:rPr>
    </w:lvl>
    <w:lvl w:ilvl="1" w:tplc="772C31F0" w:tentative="1">
      <w:start w:val="1"/>
      <w:numFmt w:val="bullet"/>
      <w:lvlText w:val="•"/>
      <w:lvlJc w:val="left"/>
      <w:pPr>
        <w:tabs>
          <w:tab w:val="num" w:pos="1080"/>
        </w:tabs>
        <w:ind w:left="1080" w:hanging="360"/>
      </w:pPr>
      <w:rPr>
        <w:rFonts w:ascii="Arial" w:hAnsi="Arial" w:hint="default"/>
      </w:rPr>
    </w:lvl>
    <w:lvl w:ilvl="2" w:tplc="104ECA9E" w:tentative="1">
      <w:start w:val="1"/>
      <w:numFmt w:val="bullet"/>
      <w:lvlText w:val="•"/>
      <w:lvlJc w:val="left"/>
      <w:pPr>
        <w:tabs>
          <w:tab w:val="num" w:pos="1800"/>
        </w:tabs>
        <w:ind w:left="1800" w:hanging="360"/>
      </w:pPr>
      <w:rPr>
        <w:rFonts w:ascii="Arial" w:hAnsi="Arial" w:hint="default"/>
      </w:rPr>
    </w:lvl>
    <w:lvl w:ilvl="3" w:tplc="832E068A" w:tentative="1">
      <w:start w:val="1"/>
      <w:numFmt w:val="bullet"/>
      <w:lvlText w:val="•"/>
      <w:lvlJc w:val="left"/>
      <w:pPr>
        <w:tabs>
          <w:tab w:val="num" w:pos="2520"/>
        </w:tabs>
        <w:ind w:left="2520" w:hanging="360"/>
      </w:pPr>
      <w:rPr>
        <w:rFonts w:ascii="Arial" w:hAnsi="Arial" w:hint="default"/>
      </w:rPr>
    </w:lvl>
    <w:lvl w:ilvl="4" w:tplc="2368B738" w:tentative="1">
      <w:start w:val="1"/>
      <w:numFmt w:val="bullet"/>
      <w:lvlText w:val="•"/>
      <w:lvlJc w:val="left"/>
      <w:pPr>
        <w:tabs>
          <w:tab w:val="num" w:pos="3240"/>
        </w:tabs>
        <w:ind w:left="3240" w:hanging="360"/>
      </w:pPr>
      <w:rPr>
        <w:rFonts w:ascii="Arial" w:hAnsi="Arial" w:hint="default"/>
      </w:rPr>
    </w:lvl>
    <w:lvl w:ilvl="5" w:tplc="97B0BA50" w:tentative="1">
      <w:start w:val="1"/>
      <w:numFmt w:val="bullet"/>
      <w:lvlText w:val="•"/>
      <w:lvlJc w:val="left"/>
      <w:pPr>
        <w:tabs>
          <w:tab w:val="num" w:pos="3960"/>
        </w:tabs>
        <w:ind w:left="3960" w:hanging="360"/>
      </w:pPr>
      <w:rPr>
        <w:rFonts w:ascii="Arial" w:hAnsi="Arial" w:hint="default"/>
      </w:rPr>
    </w:lvl>
    <w:lvl w:ilvl="6" w:tplc="26B6883C" w:tentative="1">
      <w:start w:val="1"/>
      <w:numFmt w:val="bullet"/>
      <w:lvlText w:val="•"/>
      <w:lvlJc w:val="left"/>
      <w:pPr>
        <w:tabs>
          <w:tab w:val="num" w:pos="4680"/>
        </w:tabs>
        <w:ind w:left="4680" w:hanging="360"/>
      </w:pPr>
      <w:rPr>
        <w:rFonts w:ascii="Arial" w:hAnsi="Arial" w:hint="default"/>
      </w:rPr>
    </w:lvl>
    <w:lvl w:ilvl="7" w:tplc="C742ACEC" w:tentative="1">
      <w:start w:val="1"/>
      <w:numFmt w:val="bullet"/>
      <w:lvlText w:val="•"/>
      <w:lvlJc w:val="left"/>
      <w:pPr>
        <w:tabs>
          <w:tab w:val="num" w:pos="5400"/>
        </w:tabs>
        <w:ind w:left="5400" w:hanging="360"/>
      </w:pPr>
      <w:rPr>
        <w:rFonts w:ascii="Arial" w:hAnsi="Arial" w:hint="default"/>
      </w:rPr>
    </w:lvl>
    <w:lvl w:ilvl="8" w:tplc="8A66CF64" w:tentative="1">
      <w:start w:val="1"/>
      <w:numFmt w:val="bullet"/>
      <w:lvlText w:val="•"/>
      <w:lvlJc w:val="left"/>
      <w:pPr>
        <w:tabs>
          <w:tab w:val="num" w:pos="6120"/>
        </w:tabs>
        <w:ind w:left="6120" w:hanging="360"/>
      </w:pPr>
      <w:rPr>
        <w:rFonts w:ascii="Arial" w:hAnsi="Arial" w:hint="default"/>
      </w:rPr>
    </w:lvl>
  </w:abstractNum>
  <w:abstractNum w:abstractNumId="3" w15:restartNumberingAfterBreak="0">
    <w:nsid w:val="229B421A"/>
    <w:multiLevelType w:val="hybridMultilevel"/>
    <w:tmpl w:val="596ACF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31105CF"/>
    <w:multiLevelType w:val="hybridMultilevel"/>
    <w:tmpl w:val="56EE3A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9666B26"/>
    <w:multiLevelType w:val="hybridMultilevel"/>
    <w:tmpl w:val="57501370"/>
    <w:lvl w:ilvl="0" w:tplc="A9BC0648">
      <w:start w:val="7"/>
      <w:numFmt w:val="bullet"/>
      <w:lvlText w:val="–"/>
      <w:lvlJc w:val="left"/>
      <w:pPr>
        <w:ind w:left="1154" w:hanging="360"/>
      </w:pPr>
      <w:rPr>
        <w:rFonts w:ascii="Times New Roman" w:eastAsia="Times New Roman" w:hAnsi="Times New Roman" w:cs="Times New Roman" w:hint="default"/>
      </w:rPr>
    </w:lvl>
    <w:lvl w:ilvl="1" w:tplc="04090003" w:tentative="1">
      <w:start w:val="1"/>
      <w:numFmt w:val="bullet"/>
      <w:lvlText w:val="o"/>
      <w:lvlJc w:val="left"/>
      <w:pPr>
        <w:ind w:left="1874" w:hanging="360"/>
      </w:pPr>
      <w:rPr>
        <w:rFonts w:ascii="Courier New" w:hAnsi="Courier New" w:cs="Courier New" w:hint="default"/>
      </w:rPr>
    </w:lvl>
    <w:lvl w:ilvl="2" w:tplc="04090005" w:tentative="1">
      <w:start w:val="1"/>
      <w:numFmt w:val="bullet"/>
      <w:lvlText w:val=""/>
      <w:lvlJc w:val="left"/>
      <w:pPr>
        <w:ind w:left="2594" w:hanging="360"/>
      </w:pPr>
      <w:rPr>
        <w:rFonts w:ascii="Wingdings" w:hAnsi="Wingdings" w:hint="default"/>
      </w:rPr>
    </w:lvl>
    <w:lvl w:ilvl="3" w:tplc="04090001" w:tentative="1">
      <w:start w:val="1"/>
      <w:numFmt w:val="bullet"/>
      <w:lvlText w:val=""/>
      <w:lvlJc w:val="left"/>
      <w:pPr>
        <w:ind w:left="3314" w:hanging="360"/>
      </w:pPr>
      <w:rPr>
        <w:rFonts w:ascii="Symbol" w:hAnsi="Symbol" w:hint="default"/>
      </w:rPr>
    </w:lvl>
    <w:lvl w:ilvl="4" w:tplc="04090003" w:tentative="1">
      <w:start w:val="1"/>
      <w:numFmt w:val="bullet"/>
      <w:lvlText w:val="o"/>
      <w:lvlJc w:val="left"/>
      <w:pPr>
        <w:ind w:left="4034" w:hanging="360"/>
      </w:pPr>
      <w:rPr>
        <w:rFonts w:ascii="Courier New" w:hAnsi="Courier New" w:cs="Courier New" w:hint="default"/>
      </w:rPr>
    </w:lvl>
    <w:lvl w:ilvl="5" w:tplc="04090005" w:tentative="1">
      <w:start w:val="1"/>
      <w:numFmt w:val="bullet"/>
      <w:lvlText w:val=""/>
      <w:lvlJc w:val="left"/>
      <w:pPr>
        <w:ind w:left="4754" w:hanging="360"/>
      </w:pPr>
      <w:rPr>
        <w:rFonts w:ascii="Wingdings" w:hAnsi="Wingdings" w:hint="default"/>
      </w:rPr>
    </w:lvl>
    <w:lvl w:ilvl="6" w:tplc="04090001" w:tentative="1">
      <w:start w:val="1"/>
      <w:numFmt w:val="bullet"/>
      <w:lvlText w:val=""/>
      <w:lvlJc w:val="left"/>
      <w:pPr>
        <w:ind w:left="5474" w:hanging="360"/>
      </w:pPr>
      <w:rPr>
        <w:rFonts w:ascii="Symbol" w:hAnsi="Symbol" w:hint="default"/>
      </w:rPr>
    </w:lvl>
    <w:lvl w:ilvl="7" w:tplc="04090003" w:tentative="1">
      <w:start w:val="1"/>
      <w:numFmt w:val="bullet"/>
      <w:lvlText w:val="o"/>
      <w:lvlJc w:val="left"/>
      <w:pPr>
        <w:ind w:left="6194" w:hanging="360"/>
      </w:pPr>
      <w:rPr>
        <w:rFonts w:ascii="Courier New" w:hAnsi="Courier New" w:cs="Courier New" w:hint="default"/>
      </w:rPr>
    </w:lvl>
    <w:lvl w:ilvl="8" w:tplc="04090005" w:tentative="1">
      <w:start w:val="1"/>
      <w:numFmt w:val="bullet"/>
      <w:lvlText w:val=""/>
      <w:lvlJc w:val="left"/>
      <w:pPr>
        <w:ind w:left="6914" w:hanging="360"/>
      </w:pPr>
      <w:rPr>
        <w:rFonts w:ascii="Wingdings" w:hAnsi="Wingdings" w:hint="default"/>
      </w:rPr>
    </w:lvl>
  </w:abstractNum>
  <w:abstractNum w:abstractNumId="6" w15:restartNumberingAfterBreak="0">
    <w:nsid w:val="29747C8B"/>
    <w:multiLevelType w:val="hybridMultilevel"/>
    <w:tmpl w:val="650E2C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AD853E4"/>
    <w:multiLevelType w:val="hybridMultilevel"/>
    <w:tmpl w:val="44CE13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D623752"/>
    <w:multiLevelType w:val="hybridMultilevel"/>
    <w:tmpl w:val="19F4EA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F080788"/>
    <w:multiLevelType w:val="hybridMultilevel"/>
    <w:tmpl w:val="012A094C"/>
    <w:lvl w:ilvl="0" w:tplc="06DEC818">
      <w:start w:val="12"/>
      <w:numFmt w:val="bullet"/>
      <w:lvlText w:val="–"/>
      <w:lvlJc w:val="left"/>
      <w:pPr>
        <w:ind w:left="1154" w:hanging="360"/>
      </w:pPr>
      <w:rPr>
        <w:rFonts w:ascii="Times New Roman" w:eastAsia="Times New Roman" w:hAnsi="Times New Roman" w:cs="Times New Roman" w:hint="default"/>
        <w:i w:val="0"/>
      </w:rPr>
    </w:lvl>
    <w:lvl w:ilvl="1" w:tplc="04090003" w:tentative="1">
      <w:start w:val="1"/>
      <w:numFmt w:val="bullet"/>
      <w:lvlText w:val="o"/>
      <w:lvlJc w:val="left"/>
      <w:pPr>
        <w:ind w:left="1874" w:hanging="360"/>
      </w:pPr>
      <w:rPr>
        <w:rFonts w:ascii="Courier New" w:hAnsi="Courier New" w:cs="Courier New" w:hint="default"/>
      </w:rPr>
    </w:lvl>
    <w:lvl w:ilvl="2" w:tplc="04090005" w:tentative="1">
      <w:start w:val="1"/>
      <w:numFmt w:val="bullet"/>
      <w:lvlText w:val=""/>
      <w:lvlJc w:val="left"/>
      <w:pPr>
        <w:ind w:left="2594" w:hanging="360"/>
      </w:pPr>
      <w:rPr>
        <w:rFonts w:ascii="Wingdings" w:hAnsi="Wingdings" w:hint="default"/>
      </w:rPr>
    </w:lvl>
    <w:lvl w:ilvl="3" w:tplc="04090001" w:tentative="1">
      <w:start w:val="1"/>
      <w:numFmt w:val="bullet"/>
      <w:lvlText w:val=""/>
      <w:lvlJc w:val="left"/>
      <w:pPr>
        <w:ind w:left="3314" w:hanging="360"/>
      </w:pPr>
      <w:rPr>
        <w:rFonts w:ascii="Symbol" w:hAnsi="Symbol" w:hint="default"/>
      </w:rPr>
    </w:lvl>
    <w:lvl w:ilvl="4" w:tplc="04090003" w:tentative="1">
      <w:start w:val="1"/>
      <w:numFmt w:val="bullet"/>
      <w:lvlText w:val="o"/>
      <w:lvlJc w:val="left"/>
      <w:pPr>
        <w:ind w:left="4034" w:hanging="360"/>
      </w:pPr>
      <w:rPr>
        <w:rFonts w:ascii="Courier New" w:hAnsi="Courier New" w:cs="Courier New" w:hint="default"/>
      </w:rPr>
    </w:lvl>
    <w:lvl w:ilvl="5" w:tplc="04090005" w:tentative="1">
      <w:start w:val="1"/>
      <w:numFmt w:val="bullet"/>
      <w:lvlText w:val=""/>
      <w:lvlJc w:val="left"/>
      <w:pPr>
        <w:ind w:left="4754" w:hanging="360"/>
      </w:pPr>
      <w:rPr>
        <w:rFonts w:ascii="Wingdings" w:hAnsi="Wingdings" w:hint="default"/>
      </w:rPr>
    </w:lvl>
    <w:lvl w:ilvl="6" w:tplc="04090001" w:tentative="1">
      <w:start w:val="1"/>
      <w:numFmt w:val="bullet"/>
      <w:lvlText w:val=""/>
      <w:lvlJc w:val="left"/>
      <w:pPr>
        <w:ind w:left="5474" w:hanging="360"/>
      </w:pPr>
      <w:rPr>
        <w:rFonts w:ascii="Symbol" w:hAnsi="Symbol" w:hint="default"/>
      </w:rPr>
    </w:lvl>
    <w:lvl w:ilvl="7" w:tplc="04090003" w:tentative="1">
      <w:start w:val="1"/>
      <w:numFmt w:val="bullet"/>
      <w:lvlText w:val="o"/>
      <w:lvlJc w:val="left"/>
      <w:pPr>
        <w:ind w:left="6194" w:hanging="360"/>
      </w:pPr>
      <w:rPr>
        <w:rFonts w:ascii="Courier New" w:hAnsi="Courier New" w:cs="Courier New" w:hint="default"/>
      </w:rPr>
    </w:lvl>
    <w:lvl w:ilvl="8" w:tplc="04090005" w:tentative="1">
      <w:start w:val="1"/>
      <w:numFmt w:val="bullet"/>
      <w:lvlText w:val=""/>
      <w:lvlJc w:val="left"/>
      <w:pPr>
        <w:ind w:left="6914" w:hanging="360"/>
      </w:pPr>
      <w:rPr>
        <w:rFonts w:ascii="Wingdings" w:hAnsi="Wingdings" w:hint="default"/>
      </w:rPr>
    </w:lvl>
  </w:abstractNum>
  <w:abstractNum w:abstractNumId="10" w15:restartNumberingAfterBreak="0">
    <w:nsid w:val="341C6122"/>
    <w:multiLevelType w:val="hybridMultilevel"/>
    <w:tmpl w:val="3DAA2B6C"/>
    <w:lvl w:ilvl="0" w:tplc="282C8366">
      <w:numFmt w:val="bullet"/>
      <w:lvlText w:val="–"/>
      <w:lvlJc w:val="left"/>
      <w:pPr>
        <w:ind w:left="1154" w:hanging="360"/>
      </w:pPr>
      <w:rPr>
        <w:rFonts w:ascii="Times New Roman" w:eastAsia="Times New Roman" w:hAnsi="Times New Roman" w:cs="Times New Roman" w:hint="default"/>
      </w:rPr>
    </w:lvl>
    <w:lvl w:ilvl="1" w:tplc="04090003" w:tentative="1">
      <w:start w:val="1"/>
      <w:numFmt w:val="bullet"/>
      <w:lvlText w:val="o"/>
      <w:lvlJc w:val="left"/>
      <w:pPr>
        <w:ind w:left="1874" w:hanging="360"/>
      </w:pPr>
      <w:rPr>
        <w:rFonts w:ascii="Courier New" w:hAnsi="Courier New" w:cs="Courier New" w:hint="default"/>
      </w:rPr>
    </w:lvl>
    <w:lvl w:ilvl="2" w:tplc="04090005" w:tentative="1">
      <w:start w:val="1"/>
      <w:numFmt w:val="bullet"/>
      <w:lvlText w:val=""/>
      <w:lvlJc w:val="left"/>
      <w:pPr>
        <w:ind w:left="2594" w:hanging="360"/>
      </w:pPr>
      <w:rPr>
        <w:rFonts w:ascii="Wingdings" w:hAnsi="Wingdings" w:hint="default"/>
      </w:rPr>
    </w:lvl>
    <w:lvl w:ilvl="3" w:tplc="04090001" w:tentative="1">
      <w:start w:val="1"/>
      <w:numFmt w:val="bullet"/>
      <w:lvlText w:val=""/>
      <w:lvlJc w:val="left"/>
      <w:pPr>
        <w:ind w:left="3314" w:hanging="360"/>
      </w:pPr>
      <w:rPr>
        <w:rFonts w:ascii="Symbol" w:hAnsi="Symbol" w:hint="default"/>
      </w:rPr>
    </w:lvl>
    <w:lvl w:ilvl="4" w:tplc="04090003" w:tentative="1">
      <w:start w:val="1"/>
      <w:numFmt w:val="bullet"/>
      <w:lvlText w:val="o"/>
      <w:lvlJc w:val="left"/>
      <w:pPr>
        <w:ind w:left="4034" w:hanging="360"/>
      </w:pPr>
      <w:rPr>
        <w:rFonts w:ascii="Courier New" w:hAnsi="Courier New" w:cs="Courier New" w:hint="default"/>
      </w:rPr>
    </w:lvl>
    <w:lvl w:ilvl="5" w:tplc="04090005" w:tentative="1">
      <w:start w:val="1"/>
      <w:numFmt w:val="bullet"/>
      <w:lvlText w:val=""/>
      <w:lvlJc w:val="left"/>
      <w:pPr>
        <w:ind w:left="4754" w:hanging="360"/>
      </w:pPr>
      <w:rPr>
        <w:rFonts w:ascii="Wingdings" w:hAnsi="Wingdings" w:hint="default"/>
      </w:rPr>
    </w:lvl>
    <w:lvl w:ilvl="6" w:tplc="04090001" w:tentative="1">
      <w:start w:val="1"/>
      <w:numFmt w:val="bullet"/>
      <w:lvlText w:val=""/>
      <w:lvlJc w:val="left"/>
      <w:pPr>
        <w:ind w:left="5474" w:hanging="360"/>
      </w:pPr>
      <w:rPr>
        <w:rFonts w:ascii="Symbol" w:hAnsi="Symbol" w:hint="default"/>
      </w:rPr>
    </w:lvl>
    <w:lvl w:ilvl="7" w:tplc="04090003" w:tentative="1">
      <w:start w:val="1"/>
      <w:numFmt w:val="bullet"/>
      <w:lvlText w:val="o"/>
      <w:lvlJc w:val="left"/>
      <w:pPr>
        <w:ind w:left="6194" w:hanging="360"/>
      </w:pPr>
      <w:rPr>
        <w:rFonts w:ascii="Courier New" w:hAnsi="Courier New" w:cs="Courier New" w:hint="default"/>
      </w:rPr>
    </w:lvl>
    <w:lvl w:ilvl="8" w:tplc="04090005" w:tentative="1">
      <w:start w:val="1"/>
      <w:numFmt w:val="bullet"/>
      <w:lvlText w:val=""/>
      <w:lvlJc w:val="left"/>
      <w:pPr>
        <w:ind w:left="6914" w:hanging="360"/>
      </w:pPr>
      <w:rPr>
        <w:rFonts w:ascii="Wingdings" w:hAnsi="Wingdings" w:hint="default"/>
      </w:rPr>
    </w:lvl>
  </w:abstractNum>
  <w:abstractNum w:abstractNumId="11" w15:restartNumberingAfterBreak="0">
    <w:nsid w:val="364E0A2E"/>
    <w:multiLevelType w:val="hybridMultilevel"/>
    <w:tmpl w:val="807C7254"/>
    <w:lvl w:ilvl="0" w:tplc="EAB817A0">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12" w15:restartNumberingAfterBreak="0">
    <w:nsid w:val="4E14111D"/>
    <w:multiLevelType w:val="hybridMultilevel"/>
    <w:tmpl w:val="3940A4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4230073"/>
    <w:multiLevelType w:val="multilevel"/>
    <w:tmpl w:val="0409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4" w15:restartNumberingAfterBreak="0">
    <w:nsid w:val="607239D5"/>
    <w:multiLevelType w:val="hybridMultilevel"/>
    <w:tmpl w:val="B986E540"/>
    <w:lvl w:ilvl="0" w:tplc="744622F0">
      <w:start w:val="1"/>
      <w:numFmt w:val="bullet"/>
      <w:lvlText w:val="•"/>
      <w:lvlJc w:val="left"/>
      <w:pPr>
        <w:tabs>
          <w:tab w:val="num" w:pos="360"/>
        </w:tabs>
        <w:ind w:left="360" w:hanging="360"/>
      </w:pPr>
      <w:rPr>
        <w:rFonts w:ascii="Arial" w:hAnsi="Arial" w:hint="default"/>
      </w:rPr>
    </w:lvl>
    <w:lvl w:ilvl="1" w:tplc="B6B6F948" w:tentative="1">
      <w:start w:val="1"/>
      <w:numFmt w:val="bullet"/>
      <w:lvlText w:val="•"/>
      <w:lvlJc w:val="left"/>
      <w:pPr>
        <w:tabs>
          <w:tab w:val="num" w:pos="1080"/>
        </w:tabs>
        <w:ind w:left="1080" w:hanging="360"/>
      </w:pPr>
      <w:rPr>
        <w:rFonts w:ascii="Arial" w:hAnsi="Arial" w:hint="default"/>
      </w:rPr>
    </w:lvl>
    <w:lvl w:ilvl="2" w:tplc="D994948A" w:tentative="1">
      <w:start w:val="1"/>
      <w:numFmt w:val="bullet"/>
      <w:lvlText w:val="•"/>
      <w:lvlJc w:val="left"/>
      <w:pPr>
        <w:tabs>
          <w:tab w:val="num" w:pos="1800"/>
        </w:tabs>
        <w:ind w:left="1800" w:hanging="360"/>
      </w:pPr>
      <w:rPr>
        <w:rFonts w:ascii="Arial" w:hAnsi="Arial" w:hint="default"/>
      </w:rPr>
    </w:lvl>
    <w:lvl w:ilvl="3" w:tplc="1526C8E2" w:tentative="1">
      <w:start w:val="1"/>
      <w:numFmt w:val="bullet"/>
      <w:lvlText w:val="•"/>
      <w:lvlJc w:val="left"/>
      <w:pPr>
        <w:tabs>
          <w:tab w:val="num" w:pos="2520"/>
        </w:tabs>
        <w:ind w:left="2520" w:hanging="360"/>
      </w:pPr>
      <w:rPr>
        <w:rFonts w:ascii="Arial" w:hAnsi="Arial" w:hint="default"/>
      </w:rPr>
    </w:lvl>
    <w:lvl w:ilvl="4" w:tplc="0E842434" w:tentative="1">
      <w:start w:val="1"/>
      <w:numFmt w:val="bullet"/>
      <w:lvlText w:val="•"/>
      <w:lvlJc w:val="left"/>
      <w:pPr>
        <w:tabs>
          <w:tab w:val="num" w:pos="3240"/>
        </w:tabs>
        <w:ind w:left="3240" w:hanging="360"/>
      </w:pPr>
      <w:rPr>
        <w:rFonts w:ascii="Arial" w:hAnsi="Arial" w:hint="default"/>
      </w:rPr>
    </w:lvl>
    <w:lvl w:ilvl="5" w:tplc="5B066720" w:tentative="1">
      <w:start w:val="1"/>
      <w:numFmt w:val="bullet"/>
      <w:lvlText w:val="•"/>
      <w:lvlJc w:val="left"/>
      <w:pPr>
        <w:tabs>
          <w:tab w:val="num" w:pos="3960"/>
        </w:tabs>
        <w:ind w:left="3960" w:hanging="360"/>
      </w:pPr>
      <w:rPr>
        <w:rFonts w:ascii="Arial" w:hAnsi="Arial" w:hint="default"/>
      </w:rPr>
    </w:lvl>
    <w:lvl w:ilvl="6" w:tplc="B5307400" w:tentative="1">
      <w:start w:val="1"/>
      <w:numFmt w:val="bullet"/>
      <w:lvlText w:val="•"/>
      <w:lvlJc w:val="left"/>
      <w:pPr>
        <w:tabs>
          <w:tab w:val="num" w:pos="4680"/>
        </w:tabs>
        <w:ind w:left="4680" w:hanging="360"/>
      </w:pPr>
      <w:rPr>
        <w:rFonts w:ascii="Arial" w:hAnsi="Arial" w:hint="default"/>
      </w:rPr>
    </w:lvl>
    <w:lvl w:ilvl="7" w:tplc="84F65E88" w:tentative="1">
      <w:start w:val="1"/>
      <w:numFmt w:val="bullet"/>
      <w:lvlText w:val="•"/>
      <w:lvlJc w:val="left"/>
      <w:pPr>
        <w:tabs>
          <w:tab w:val="num" w:pos="5400"/>
        </w:tabs>
        <w:ind w:left="5400" w:hanging="360"/>
      </w:pPr>
      <w:rPr>
        <w:rFonts w:ascii="Arial" w:hAnsi="Arial" w:hint="default"/>
      </w:rPr>
    </w:lvl>
    <w:lvl w:ilvl="8" w:tplc="FE407648" w:tentative="1">
      <w:start w:val="1"/>
      <w:numFmt w:val="bullet"/>
      <w:lvlText w:val="•"/>
      <w:lvlJc w:val="left"/>
      <w:pPr>
        <w:tabs>
          <w:tab w:val="num" w:pos="6120"/>
        </w:tabs>
        <w:ind w:left="6120" w:hanging="360"/>
      </w:pPr>
      <w:rPr>
        <w:rFonts w:ascii="Arial" w:hAnsi="Arial" w:hint="default"/>
      </w:rPr>
    </w:lvl>
  </w:abstractNum>
  <w:abstractNum w:abstractNumId="15" w15:restartNumberingAfterBreak="0">
    <w:nsid w:val="77887F43"/>
    <w:multiLevelType w:val="hybridMultilevel"/>
    <w:tmpl w:val="1D7803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AAC5AAD"/>
    <w:multiLevelType w:val="hybridMultilevel"/>
    <w:tmpl w:val="17F0CFD0"/>
    <w:lvl w:ilvl="0" w:tplc="F43C34A6">
      <w:start w:val="1"/>
      <w:numFmt w:val="bullet"/>
      <w:lvlText w:val="–"/>
      <w:lvlJc w:val="left"/>
      <w:pPr>
        <w:ind w:left="1154" w:hanging="360"/>
      </w:pPr>
      <w:rPr>
        <w:rFonts w:ascii="Times New Roman" w:eastAsia="Times New Roman" w:hAnsi="Times New Roman" w:cs="Times New Roman" w:hint="default"/>
        <w:i w:val="0"/>
      </w:rPr>
    </w:lvl>
    <w:lvl w:ilvl="1" w:tplc="04090003" w:tentative="1">
      <w:start w:val="1"/>
      <w:numFmt w:val="bullet"/>
      <w:lvlText w:val="o"/>
      <w:lvlJc w:val="left"/>
      <w:pPr>
        <w:ind w:left="1874" w:hanging="360"/>
      </w:pPr>
      <w:rPr>
        <w:rFonts w:ascii="Courier New" w:hAnsi="Courier New" w:cs="Courier New" w:hint="default"/>
      </w:rPr>
    </w:lvl>
    <w:lvl w:ilvl="2" w:tplc="04090005" w:tentative="1">
      <w:start w:val="1"/>
      <w:numFmt w:val="bullet"/>
      <w:lvlText w:val=""/>
      <w:lvlJc w:val="left"/>
      <w:pPr>
        <w:ind w:left="2594" w:hanging="360"/>
      </w:pPr>
      <w:rPr>
        <w:rFonts w:ascii="Wingdings" w:hAnsi="Wingdings" w:hint="default"/>
      </w:rPr>
    </w:lvl>
    <w:lvl w:ilvl="3" w:tplc="04090001" w:tentative="1">
      <w:start w:val="1"/>
      <w:numFmt w:val="bullet"/>
      <w:lvlText w:val=""/>
      <w:lvlJc w:val="left"/>
      <w:pPr>
        <w:ind w:left="3314" w:hanging="360"/>
      </w:pPr>
      <w:rPr>
        <w:rFonts w:ascii="Symbol" w:hAnsi="Symbol" w:hint="default"/>
      </w:rPr>
    </w:lvl>
    <w:lvl w:ilvl="4" w:tplc="04090003" w:tentative="1">
      <w:start w:val="1"/>
      <w:numFmt w:val="bullet"/>
      <w:lvlText w:val="o"/>
      <w:lvlJc w:val="left"/>
      <w:pPr>
        <w:ind w:left="4034" w:hanging="360"/>
      </w:pPr>
      <w:rPr>
        <w:rFonts w:ascii="Courier New" w:hAnsi="Courier New" w:cs="Courier New" w:hint="default"/>
      </w:rPr>
    </w:lvl>
    <w:lvl w:ilvl="5" w:tplc="04090005" w:tentative="1">
      <w:start w:val="1"/>
      <w:numFmt w:val="bullet"/>
      <w:lvlText w:val=""/>
      <w:lvlJc w:val="left"/>
      <w:pPr>
        <w:ind w:left="4754" w:hanging="360"/>
      </w:pPr>
      <w:rPr>
        <w:rFonts w:ascii="Wingdings" w:hAnsi="Wingdings" w:hint="default"/>
      </w:rPr>
    </w:lvl>
    <w:lvl w:ilvl="6" w:tplc="04090001" w:tentative="1">
      <w:start w:val="1"/>
      <w:numFmt w:val="bullet"/>
      <w:lvlText w:val=""/>
      <w:lvlJc w:val="left"/>
      <w:pPr>
        <w:ind w:left="5474" w:hanging="360"/>
      </w:pPr>
      <w:rPr>
        <w:rFonts w:ascii="Symbol" w:hAnsi="Symbol" w:hint="default"/>
      </w:rPr>
    </w:lvl>
    <w:lvl w:ilvl="7" w:tplc="04090003" w:tentative="1">
      <w:start w:val="1"/>
      <w:numFmt w:val="bullet"/>
      <w:lvlText w:val="o"/>
      <w:lvlJc w:val="left"/>
      <w:pPr>
        <w:ind w:left="6194" w:hanging="360"/>
      </w:pPr>
      <w:rPr>
        <w:rFonts w:ascii="Courier New" w:hAnsi="Courier New" w:cs="Courier New" w:hint="default"/>
      </w:rPr>
    </w:lvl>
    <w:lvl w:ilvl="8" w:tplc="04090005" w:tentative="1">
      <w:start w:val="1"/>
      <w:numFmt w:val="bullet"/>
      <w:lvlText w:val=""/>
      <w:lvlJc w:val="left"/>
      <w:pPr>
        <w:ind w:left="6914" w:hanging="360"/>
      </w:pPr>
      <w:rPr>
        <w:rFonts w:ascii="Wingdings" w:hAnsi="Wingdings" w:hint="default"/>
      </w:rPr>
    </w:lvl>
  </w:abstractNum>
  <w:num w:numId="1">
    <w:abstractNumId w:val="13"/>
  </w:num>
  <w:num w:numId="2">
    <w:abstractNumId w:val="0"/>
  </w:num>
  <w:num w:numId="3">
    <w:abstractNumId w:val="1"/>
  </w:num>
  <w:num w:numId="4">
    <w:abstractNumId w:val="12"/>
  </w:num>
  <w:num w:numId="5">
    <w:abstractNumId w:val="6"/>
  </w:num>
  <w:num w:numId="6">
    <w:abstractNumId w:val="7"/>
  </w:num>
  <w:num w:numId="7">
    <w:abstractNumId w:val="15"/>
  </w:num>
  <w:num w:numId="8">
    <w:abstractNumId w:val="3"/>
  </w:num>
  <w:num w:numId="9">
    <w:abstractNumId w:val="8"/>
  </w:num>
  <w:num w:numId="10">
    <w:abstractNumId w:val="14"/>
  </w:num>
  <w:num w:numId="11">
    <w:abstractNumId w:val="2"/>
  </w:num>
  <w:num w:numId="12">
    <w:abstractNumId w:val="10"/>
  </w:num>
  <w:num w:numId="13">
    <w:abstractNumId w:val="9"/>
  </w:num>
  <w:num w:numId="14">
    <w:abstractNumId w:val="16"/>
  </w:num>
  <w:num w:numId="15">
    <w:abstractNumId w:val="4"/>
  </w:num>
  <w:num w:numId="16">
    <w:abstractNumId w:val="5"/>
  </w:num>
  <w:num w:numId="1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Yasser Syed">
    <w15:presenceInfo w15:providerId="None" w15:userId="Yasser Sye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intFractionalCharacterWidth/>
  <w:activeWritingStyle w:appName="MSWord" w:lang="fr-CH" w:vendorID="64" w:dllVersion="6" w:nlCheck="1" w:checkStyle="0"/>
  <w:activeWritingStyle w:appName="MSWord" w:lang="en-GB" w:vendorID="64" w:dllVersion="6" w:nlCheck="1" w:checkStyle="1"/>
  <w:activeWritingStyle w:appName="MSWord" w:lang="fr-CH" w:vendorID="64" w:dllVersion="4096" w:nlCheck="1" w:checkStyle="0"/>
  <w:activeWritingStyle w:appName="MSWord" w:lang="en-GB" w:vendorID="64" w:dllVersion="4096" w:nlCheck="1" w:checkStyle="0"/>
  <w:activeWritingStyle w:appName="MSWord" w:lang="en-CA" w:vendorID="64" w:dllVersion="4096" w:nlCheck="1" w:checkStyle="0"/>
  <w:activeWritingStyle w:appName="MSWord" w:lang="en-US" w:vendorID="64" w:dllVersion="4096" w:nlCheck="1" w:checkStyle="0"/>
  <w:activeWritingStyle w:appName="MSWord" w:lang="en-GB" w:vendorID="64" w:dllVersion="0" w:nlCheck="1" w:checkStyle="0"/>
  <w:activeWritingStyle w:appName="MSWord" w:lang="fr-CH" w:vendorID="64" w:dllVersion="0" w:nlCheck="1" w:checkStyle="0"/>
  <w:activeWritingStyle w:appName="MSWord" w:lang="en-CA" w:vendorID="64" w:dllVersion="0" w:nlCheck="1" w:checkStyle="0"/>
  <w:activeWritingStyle w:appName="MSWord" w:lang="en-US" w:vendorID="64" w:dllVersion="0" w:nlCheck="1" w:checkStyle="0"/>
  <w:proofState w:spelling="clean" w:grammar="clean"/>
  <w:attachedTemplate r:id="rId1"/>
  <w:trackRevisions/>
  <w:defaultTabStop w:val="720"/>
  <w:doNotHyphenateCaps/>
  <w:evenAndOddHeaders/>
  <w:drawingGridHorizontalSpacing w:val="120"/>
  <w:drawingGridVerticalSpacing w:val="120"/>
  <w:displayVerticalDrawingGridEvery w:val="0"/>
  <w:doNotUseMarginsForDrawingGridOrigin/>
  <w:doNotShadeFormData/>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suppressTopSpacing/>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2009F"/>
    <w:rsid w:val="000001AB"/>
    <w:rsid w:val="00040985"/>
    <w:rsid w:val="000456B4"/>
    <w:rsid w:val="000510AF"/>
    <w:rsid w:val="00062832"/>
    <w:rsid w:val="00070C43"/>
    <w:rsid w:val="000758ED"/>
    <w:rsid w:val="00080C12"/>
    <w:rsid w:val="00091E1F"/>
    <w:rsid w:val="000A0A2E"/>
    <w:rsid w:val="000A5145"/>
    <w:rsid w:val="000A7D12"/>
    <w:rsid w:val="000B1A01"/>
    <w:rsid w:val="000B27E9"/>
    <w:rsid w:val="000B2ED5"/>
    <w:rsid w:val="000B6312"/>
    <w:rsid w:val="000C25AC"/>
    <w:rsid w:val="000C707E"/>
    <w:rsid w:val="000D2A45"/>
    <w:rsid w:val="000D6933"/>
    <w:rsid w:val="000D71C9"/>
    <w:rsid w:val="000F265D"/>
    <w:rsid w:val="000F5D13"/>
    <w:rsid w:val="00114A63"/>
    <w:rsid w:val="00120342"/>
    <w:rsid w:val="0013053F"/>
    <w:rsid w:val="0013365D"/>
    <w:rsid w:val="00140A72"/>
    <w:rsid w:val="00140BEC"/>
    <w:rsid w:val="001411C8"/>
    <w:rsid w:val="001441D4"/>
    <w:rsid w:val="0014544A"/>
    <w:rsid w:val="00153593"/>
    <w:rsid w:val="001540DB"/>
    <w:rsid w:val="001769D9"/>
    <w:rsid w:val="0018565B"/>
    <w:rsid w:val="00185660"/>
    <w:rsid w:val="0019796F"/>
    <w:rsid w:val="001A7F8E"/>
    <w:rsid w:val="001B2BEA"/>
    <w:rsid w:val="001E7D1F"/>
    <w:rsid w:val="001F05F0"/>
    <w:rsid w:val="00203065"/>
    <w:rsid w:val="00205E4A"/>
    <w:rsid w:val="00206A1B"/>
    <w:rsid w:val="00206F76"/>
    <w:rsid w:val="00216A87"/>
    <w:rsid w:val="00225C72"/>
    <w:rsid w:val="0023094A"/>
    <w:rsid w:val="00234648"/>
    <w:rsid w:val="002526A2"/>
    <w:rsid w:val="002541CB"/>
    <w:rsid w:val="00254341"/>
    <w:rsid w:val="0025527B"/>
    <w:rsid w:val="002717C1"/>
    <w:rsid w:val="0027488F"/>
    <w:rsid w:val="002800EC"/>
    <w:rsid w:val="0029095D"/>
    <w:rsid w:val="00293ECF"/>
    <w:rsid w:val="00294A7E"/>
    <w:rsid w:val="002B166D"/>
    <w:rsid w:val="002C0CFD"/>
    <w:rsid w:val="002C261B"/>
    <w:rsid w:val="002D127D"/>
    <w:rsid w:val="002D28BE"/>
    <w:rsid w:val="002D4BC6"/>
    <w:rsid w:val="002E3C91"/>
    <w:rsid w:val="002E5AB0"/>
    <w:rsid w:val="002E5EAB"/>
    <w:rsid w:val="002F5F85"/>
    <w:rsid w:val="00306A07"/>
    <w:rsid w:val="00306FC1"/>
    <w:rsid w:val="00310BA6"/>
    <w:rsid w:val="0031173B"/>
    <w:rsid w:val="00314208"/>
    <w:rsid w:val="00330567"/>
    <w:rsid w:val="00331431"/>
    <w:rsid w:val="00333D26"/>
    <w:rsid w:val="00334FD2"/>
    <w:rsid w:val="00335028"/>
    <w:rsid w:val="00337205"/>
    <w:rsid w:val="00365687"/>
    <w:rsid w:val="00373977"/>
    <w:rsid w:val="00374CBE"/>
    <w:rsid w:val="00376104"/>
    <w:rsid w:val="00382AC7"/>
    <w:rsid w:val="003932B0"/>
    <w:rsid w:val="003A776B"/>
    <w:rsid w:val="003B18DC"/>
    <w:rsid w:val="003C4D21"/>
    <w:rsid w:val="003C51FE"/>
    <w:rsid w:val="003D5EA3"/>
    <w:rsid w:val="003D738D"/>
    <w:rsid w:val="003E2F05"/>
    <w:rsid w:val="003E30A0"/>
    <w:rsid w:val="003E3C19"/>
    <w:rsid w:val="003E58E8"/>
    <w:rsid w:val="003F2BBE"/>
    <w:rsid w:val="003F57E0"/>
    <w:rsid w:val="003F76AA"/>
    <w:rsid w:val="00404C67"/>
    <w:rsid w:val="004375E3"/>
    <w:rsid w:val="00453DFE"/>
    <w:rsid w:val="004569A5"/>
    <w:rsid w:val="00467539"/>
    <w:rsid w:val="0047289E"/>
    <w:rsid w:val="0048239C"/>
    <w:rsid w:val="004900E4"/>
    <w:rsid w:val="004946AC"/>
    <w:rsid w:val="004B6C89"/>
    <w:rsid w:val="004C334B"/>
    <w:rsid w:val="004C4D1F"/>
    <w:rsid w:val="004C61AD"/>
    <w:rsid w:val="004D6633"/>
    <w:rsid w:val="004E65AA"/>
    <w:rsid w:val="004F5227"/>
    <w:rsid w:val="00504293"/>
    <w:rsid w:val="00511D6D"/>
    <w:rsid w:val="00512607"/>
    <w:rsid w:val="00515C4B"/>
    <w:rsid w:val="0051794C"/>
    <w:rsid w:val="0052009F"/>
    <w:rsid w:val="00531C85"/>
    <w:rsid w:val="0053793B"/>
    <w:rsid w:val="0055463E"/>
    <w:rsid w:val="005627C3"/>
    <w:rsid w:val="00577D86"/>
    <w:rsid w:val="00586F70"/>
    <w:rsid w:val="005879E1"/>
    <w:rsid w:val="00592104"/>
    <w:rsid w:val="00596EB9"/>
    <w:rsid w:val="005A1934"/>
    <w:rsid w:val="005A68C6"/>
    <w:rsid w:val="005B01DF"/>
    <w:rsid w:val="005B0CDE"/>
    <w:rsid w:val="005B569C"/>
    <w:rsid w:val="005F325F"/>
    <w:rsid w:val="00607AF4"/>
    <w:rsid w:val="006150AD"/>
    <w:rsid w:val="006204BE"/>
    <w:rsid w:val="00622D5C"/>
    <w:rsid w:val="006249E5"/>
    <w:rsid w:val="00630906"/>
    <w:rsid w:val="00630A88"/>
    <w:rsid w:val="006406E4"/>
    <w:rsid w:val="00645C19"/>
    <w:rsid w:val="00647A6C"/>
    <w:rsid w:val="00671361"/>
    <w:rsid w:val="0067333B"/>
    <w:rsid w:val="0067462F"/>
    <w:rsid w:val="006754C4"/>
    <w:rsid w:val="006821FE"/>
    <w:rsid w:val="0068458F"/>
    <w:rsid w:val="006A072C"/>
    <w:rsid w:val="006A55EA"/>
    <w:rsid w:val="006A7AF4"/>
    <w:rsid w:val="006B0A1D"/>
    <w:rsid w:val="006B7DB1"/>
    <w:rsid w:val="006D21F0"/>
    <w:rsid w:val="006D49A0"/>
    <w:rsid w:val="006D5C17"/>
    <w:rsid w:val="006E257D"/>
    <w:rsid w:val="006E34AF"/>
    <w:rsid w:val="006E5D9F"/>
    <w:rsid w:val="006E64CC"/>
    <w:rsid w:val="006F0427"/>
    <w:rsid w:val="006F0498"/>
    <w:rsid w:val="006F1B60"/>
    <w:rsid w:val="006F1D89"/>
    <w:rsid w:val="006F3191"/>
    <w:rsid w:val="006F3D69"/>
    <w:rsid w:val="006F7665"/>
    <w:rsid w:val="00703668"/>
    <w:rsid w:val="00703B65"/>
    <w:rsid w:val="00703D39"/>
    <w:rsid w:val="007112A8"/>
    <w:rsid w:val="007150D1"/>
    <w:rsid w:val="00717000"/>
    <w:rsid w:val="00727AAA"/>
    <w:rsid w:val="0073196A"/>
    <w:rsid w:val="00737E2E"/>
    <w:rsid w:val="0074246B"/>
    <w:rsid w:val="007548D2"/>
    <w:rsid w:val="00755ADD"/>
    <w:rsid w:val="007576B9"/>
    <w:rsid w:val="00764291"/>
    <w:rsid w:val="0076458D"/>
    <w:rsid w:val="00767691"/>
    <w:rsid w:val="00770D93"/>
    <w:rsid w:val="0077313F"/>
    <w:rsid w:val="007803EB"/>
    <w:rsid w:val="007912A5"/>
    <w:rsid w:val="00795CA1"/>
    <w:rsid w:val="007A4B0C"/>
    <w:rsid w:val="007B6112"/>
    <w:rsid w:val="007C1E1A"/>
    <w:rsid w:val="007C46F3"/>
    <w:rsid w:val="007D5FA6"/>
    <w:rsid w:val="007F1483"/>
    <w:rsid w:val="007F5C12"/>
    <w:rsid w:val="007F76B2"/>
    <w:rsid w:val="00803159"/>
    <w:rsid w:val="00813131"/>
    <w:rsid w:val="00814DD6"/>
    <w:rsid w:val="00814E57"/>
    <w:rsid w:val="00821250"/>
    <w:rsid w:val="00827B34"/>
    <w:rsid w:val="0083058A"/>
    <w:rsid w:val="00844EEE"/>
    <w:rsid w:val="008566FF"/>
    <w:rsid w:val="008727F4"/>
    <w:rsid w:val="00873DA1"/>
    <w:rsid w:val="0088031B"/>
    <w:rsid w:val="008934BC"/>
    <w:rsid w:val="00896766"/>
    <w:rsid w:val="008A14C4"/>
    <w:rsid w:val="008A454B"/>
    <w:rsid w:val="008A5EFB"/>
    <w:rsid w:val="008D15AF"/>
    <w:rsid w:val="008E4BF5"/>
    <w:rsid w:val="009066BE"/>
    <w:rsid w:val="009101F6"/>
    <w:rsid w:val="00920024"/>
    <w:rsid w:val="009274CB"/>
    <w:rsid w:val="009363E5"/>
    <w:rsid w:val="00945EFD"/>
    <w:rsid w:val="00950D65"/>
    <w:rsid w:val="009512B9"/>
    <w:rsid w:val="00956E83"/>
    <w:rsid w:val="00964BCB"/>
    <w:rsid w:val="00970B0F"/>
    <w:rsid w:val="00985E51"/>
    <w:rsid w:val="009876B7"/>
    <w:rsid w:val="009912D9"/>
    <w:rsid w:val="00995BA8"/>
    <w:rsid w:val="009C4C03"/>
    <w:rsid w:val="009D0189"/>
    <w:rsid w:val="009E300F"/>
    <w:rsid w:val="009E571E"/>
    <w:rsid w:val="009F2C03"/>
    <w:rsid w:val="00A065FC"/>
    <w:rsid w:val="00A10791"/>
    <w:rsid w:val="00A10CF3"/>
    <w:rsid w:val="00A141E3"/>
    <w:rsid w:val="00A16A4C"/>
    <w:rsid w:val="00A20ACE"/>
    <w:rsid w:val="00A24D2E"/>
    <w:rsid w:val="00A2678E"/>
    <w:rsid w:val="00A40D60"/>
    <w:rsid w:val="00A428C3"/>
    <w:rsid w:val="00A51892"/>
    <w:rsid w:val="00A62F9E"/>
    <w:rsid w:val="00A63881"/>
    <w:rsid w:val="00A655E9"/>
    <w:rsid w:val="00A70062"/>
    <w:rsid w:val="00A803AF"/>
    <w:rsid w:val="00A97FEC"/>
    <w:rsid w:val="00AA46E7"/>
    <w:rsid w:val="00AA4A84"/>
    <w:rsid w:val="00AB106E"/>
    <w:rsid w:val="00AB717A"/>
    <w:rsid w:val="00AC3636"/>
    <w:rsid w:val="00AC3AEB"/>
    <w:rsid w:val="00AC4A1F"/>
    <w:rsid w:val="00AC78D8"/>
    <w:rsid w:val="00AF72EC"/>
    <w:rsid w:val="00AF7308"/>
    <w:rsid w:val="00B04CA5"/>
    <w:rsid w:val="00B04EEB"/>
    <w:rsid w:val="00B11DFE"/>
    <w:rsid w:val="00B1752F"/>
    <w:rsid w:val="00B220B0"/>
    <w:rsid w:val="00B30148"/>
    <w:rsid w:val="00B32014"/>
    <w:rsid w:val="00B33EDD"/>
    <w:rsid w:val="00B35E6D"/>
    <w:rsid w:val="00B371D8"/>
    <w:rsid w:val="00B45B24"/>
    <w:rsid w:val="00B4635A"/>
    <w:rsid w:val="00B615A3"/>
    <w:rsid w:val="00B652E8"/>
    <w:rsid w:val="00B971D9"/>
    <w:rsid w:val="00BA2344"/>
    <w:rsid w:val="00BA2E50"/>
    <w:rsid w:val="00BC2BFC"/>
    <w:rsid w:val="00BC3582"/>
    <w:rsid w:val="00BD1C53"/>
    <w:rsid w:val="00BE09B7"/>
    <w:rsid w:val="00C067E1"/>
    <w:rsid w:val="00C124A1"/>
    <w:rsid w:val="00C15E68"/>
    <w:rsid w:val="00C16ACF"/>
    <w:rsid w:val="00C2340F"/>
    <w:rsid w:val="00C24107"/>
    <w:rsid w:val="00C407F9"/>
    <w:rsid w:val="00C53780"/>
    <w:rsid w:val="00C54087"/>
    <w:rsid w:val="00C91B9A"/>
    <w:rsid w:val="00CC462A"/>
    <w:rsid w:val="00CC50DD"/>
    <w:rsid w:val="00CD023A"/>
    <w:rsid w:val="00CD5AF1"/>
    <w:rsid w:val="00CE2A7F"/>
    <w:rsid w:val="00D039F7"/>
    <w:rsid w:val="00D063A3"/>
    <w:rsid w:val="00D114C6"/>
    <w:rsid w:val="00D148F4"/>
    <w:rsid w:val="00D25F49"/>
    <w:rsid w:val="00D31E70"/>
    <w:rsid w:val="00D520E2"/>
    <w:rsid w:val="00D67217"/>
    <w:rsid w:val="00D741F8"/>
    <w:rsid w:val="00D753E1"/>
    <w:rsid w:val="00D8612B"/>
    <w:rsid w:val="00D861CF"/>
    <w:rsid w:val="00D909B6"/>
    <w:rsid w:val="00D91BD9"/>
    <w:rsid w:val="00D947BC"/>
    <w:rsid w:val="00DA5469"/>
    <w:rsid w:val="00DB01BE"/>
    <w:rsid w:val="00DB07E0"/>
    <w:rsid w:val="00DB7E2D"/>
    <w:rsid w:val="00DD21D4"/>
    <w:rsid w:val="00DD3772"/>
    <w:rsid w:val="00DE3A2B"/>
    <w:rsid w:val="00E116F5"/>
    <w:rsid w:val="00E2070E"/>
    <w:rsid w:val="00E30A6A"/>
    <w:rsid w:val="00E40262"/>
    <w:rsid w:val="00E51AF0"/>
    <w:rsid w:val="00E55AB2"/>
    <w:rsid w:val="00E63554"/>
    <w:rsid w:val="00E66C3B"/>
    <w:rsid w:val="00E75057"/>
    <w:rsid w:val="00E75D6F"/>
    <w:rsid w:val="00E7610C"/>
    <w:rsid w:val="00E81D90"/>
    <w:rsid w:val="00E83CCF"/>
    <w:rsid w:val="00E902FB"/>
    <w:rsid w:val="00E93786"/>
    <w:rsid w:val="00EA1CD5"/>
    <w:rsid w:val="00EA50D3"/>
    <w:rsid w:val="00EA6E62"/>
    <w:rsid w:val="00EB57C6"/>
    <w:rsid w:val="00EB62A5"/>
    <w:rsid w:val="00EC4058"/>
    <w:rsid w:val="00ED6ACD"/>
    <w:rsid w:val="00ED7740"/>
    <w:rsid w:val="00ED7DEE"/>
    <w:rsid w:val="00EE09B6"/>
    <w:rsid w:val="00EF19D3"/>
    <w:rsid w:val="00F021CE"/>
    <w:rsid w:val="00F1792D"/>
    <w:rsid w:val="00F31BD7"/>
    <w:rsid w:val="00F33491"/>
    <w:rsid w:val="00F4709B"/>
    <w:rsid w:val="00F47A7C"/>
    <w:rsid w:val="00F63550"/>
    <w:rsid w:val="00F73BAB"/>
    <w:rsid w:val="00F86C9B"/>
    <w:rsid w:val="00F920E4"/>
    <w:rsid w:val="00F965DA"/>
    <w:rsid w:val="00F974CA"/>
    <w:rsid w:val="00FA3033"/>
    <w:rsid w:val="00FA4244"/>
    <w:rsid w:val="00FB6CC6"/>
    <w:rsid w:val="00FE1F3A"/>
    <w:rsid w:val="00FE5CFF"/>
  </w:rsids>
  <m:mathPr>
    <m:mathFont m:val="Cambria Math"/>
    <m:brkBin m:val="before"/>
    <m:brkBinSub m:val="--"/>
    <m:smallFrac m:val="0"/>
    <m:dispDef/>
    <m:lMargin m:val="0"/>
    <m:rMargin m:val="0"/>
    <m:defJc m:val="centerGroup"/>
    <m:wrapIndent m:val="1440"/>
    <m:intLim m:val="subSup"/>
    <m:naryLim m:val="undOvr"/>
  </m:mathPr>
  <w:themeFontLang w:val="en-US" w:bidi="mr-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50EC6A9"/>
  <w15:docId w15:val="{971316CE-3975-4D17-A87E-DC30C1B9D6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w:eastAsia="Times New Roman" w:hAnsi="Times"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iPriority="0" w:unhideWhenUsed="1"/>
    <w:lsdException w:name="index 2" w:semiHidden="1" w:uiPriority="0" w:unhideWhenUsed="1"/>
    <w:lsdException w:name="index 3" w:semiHidden="1" w:uiPriority="0"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D738D"/>
    <w:pPr>
      <w:tabs>
        <w:tab w:val="left" w:pos="794"/>
        <w:tab w:val="left" w:pos="1191"/>
        <w:tab w:val="left" w:pos="1588"/>
        <w:tab w:val="left" w:pos="1985"/>
      </w:tabs>
      <w:overflowPunct w:val="0"/>
      <w:autoSpaceDE w:val="0"/>
      <w:autoSpaceDN w:val="0"/>
      <w:adjustRightInd w:val="0"/>
      <w:spacing w:before="136"/>
      <w:jc w:val="both"/>
      <w:textAlignment w:val="baseline"/>
    </w:pPr>
    <w:rPr>
      <w:rFonts w:ascii="Times New Roman" w:hAnsi="Times New Roman"/>
      <w:lang w:val="en-GB"/>
    </w:rPr>
  </w:style>
  <w:style w:type="paragraph" w:styleId="Heading1">
    <w:name w:val="heading 1"/>
    <w:basedOn w:val="Normal"/>
    <w:next w:val="Normal"/>
    <w:qFormat/>
    <w:rsid w:val="003D738D"/>
    <w:pPr>
      <w:keepNext/>
      <w:keepLines/>
      <w:spacing w:before="480"/>
      <w:ind w:left="794" w:hanging="794"/>
      <w:jc w:val="left"/>
      <w:outlineLvl w:val="0"/>
    </w:pPr>
    <w:rPr>
      <w:b/>
      <w:sz w:val="24"/>
    </w:rPr>
  </w:style>
  <w:style w:type="paragraph" w:styleId="Heading2">
    <w:name w:val="heading 2"/>
    <w:basedOn w:val="Normal"/>
    <w:next w:val="Normal"/>
    <w:qFormat/>
    <w:rsid w:val="003D738D"/>
    <w:pPr>
      <w:keepNext/>
      <w:keepLines/>
      <w:spacing w:before="313"/>
      <w:ind w:left="794" w:hanging="794"/>
      <w:outlineLvl w:val="1"/>
    </w:pPr>
    <w:rPr>
      <w:b/>
      <w:sz w:val="22"/>
    </w:rPr>
  </w:style>
  <w:style w:type="paragraph" w:styleId="Heading3">
    <w:name w:val="heading 3"/>
    <w:basedOn w:val="Normal"/>
    <w:next w:val="Normal"/>
    <w:qFormat/>
    <w:rsid w:val="003D738D"/>
    <w:pPr>
      <w:keepNext/>
      <w:keepLines/>
      <w:spacing w:before="181"/>
      <w:ind w:left="794" w:hanging="794"/>
      <w:outlineLvl w:val="2"/>
    </w:pPr>
    <w:rPr>
      <w:b/>
    </w:rPr>
  </w:style>
  <w:style w:type="paragraph" w:styleId="Heading4">
    <w:name w:val="heading 4"/>
    <w:basedOn w:val="Heading3"/>
    <w:next w:val="Normal"/>
    <w:qFormat/>
    <w:rsid w:val="003D738D"/>
    <w:pPr>
      <w:outlineLvl w:val="3"/>
    </w:pPr>
  </w:style>
  <w:style w:type="paragraph" w:styleId="Heading5">
    <w:name w:val="heading 5"/>
    <w:basedOn w:val="Heading3"/>
    <w:next w:val="Normal"/>
    <w:qFormat/>
    <w:rsid w:val="003D738D"/>
    <w:pPr>
      <w:tabs>
        <w:tab w:val="clear" w:pos="794"/>
        <w:tab w:val="left" w:pos="907"/>
      </w:tabs>
      <w:ind w:left="907" w:hanging="907"/>
      <w:outlineLvl w:val="4"/>
    </w:pPr>
  </w:style>
  <w:style w:type="paragraph" w:styleId="Heading6">
    <w:name w:val="heading 6"/>
    <w:basedOn w:val="Heading3"/>
    <w:next w:val="Normal"/>
    <w:qFormat/>
    <w:rsid w:val="003D738D"/>
    <w:pPr>
      <w:outlineLvl w:val="5"/>
    </w:pPr>
  </w:style>
  <w:style w:type="paragraph" w:styleId="Heading7">
    <w:name w:val="heading 7"/>
    <w:basedOn w:val="Heading3"/>
    <w:next w:val="Normal"/>
    <w:qFormat/>
    <w:rsid w:val="003D738D"/>
    <w:pPr>
      <w:outlineLvl w:val="6"/>
    </w:pPr>
  </w:style>
  <w:style w:type="paragraph" w:styleId="Heading8">
    <w:name w:val="heading 8"/>
    <w:basedOn w:val="Heading9"/>
    <w:next w:val="Normal"/>
    <w:qFormat/>
    <w:rsid w:val="003D738D"/>
    <w:pPr>
      <w:outlineLvl w:val="7"/>
    </w:pPr>
  </w:style>
  <w:style w:type="paragraph" w:styleId="Heading9">
    <w:name w:val="heading 9"/>
    <w:basedOn w:val="Heading1"/>
    <w:next w:val="Normal"/>
    <w:qFormat/>
    <w:rsid w:val="003D738D"/>
    <w:pPr>
      <w:tabs>
        <w:tab w:val="clear" w:pos="794"/>
        <w:tab w:val="clear" w:pos="1191"/>
        <w:tab w:val="clear" w:pos="1588"/>
        <w:tab w:val="clear" w:pos="1985"/>
      </w:tabs>
      <w:ind w:left="0" w:firstLine="0"/>
      <w:jc w:val="cente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rsid w:val="003D738D"/>
    <w:rPr>
      <w:sz w:val="16"/>
    </w:rPr>
  </w:style>
  <w:style w:type="paragraph" w:styleId="CommentText">
    <w:name w:val="annotation text"/>
    <w:basedOn w:val="Normal"/>
    <w:link w:val="CommentTextChar"/>
    <w:semiHidden/>
    <w:rsid w:val="003D738D"/>
  </w:style>
  <w:style w:type="paragraph" w:styleId="TOC8">
    <w:name w:val="toc 8"/>
    <w:basedOn w:val="Normal"/>
    <w:next w:val="Normal"/>
    <w:semiHidden/>
    <w:rsid w:val="003D738D"/>
    <w:pPr>
      <w:tabs>
        <w:tab w:val="left" w:pos="7711"/>
        <w:tab w:val="right" w:leader="dot" w:pos="9725"/>
      </w:tabs>
      <w:spacing w:before="0"/>
      <w:ind w:left="6350"/>
    </w:pPr>
  </w:style>
  <w:style w:type="paragraph" w:styleId="TOC7">
    <w:name w:val="toc 7"/>
    <w:basedOn w:val="TOC3"/>
    <w:semiHidden/>
    <w:rsid w:val="003D738D"/>
    <w:pPr>
      <w:tabs>
        <w:tab w:val="left" w:pos="6350"/>
        <w:tab w:val="right" w:leader="dot" w:pos="9725"/>
      </w:tabs>
      <w:ind w:left="6350" w:right="652" w:hanging="1247"/>
    </w:pPr>
  </w:style>
  <w:style w:type="paragraph" w:styleId="TOC3">
    <w:name w:val="toc 3"/>
    <w:basedOn w:val="Normal"/>
    <w:next w:val="Normal"/>
    <w:semiHidden/>
    <w:rsid w:val="003D738D"/>
    <w:pPr>
      <w:tabs>
        <w:tab w:val="clear" w:pos="794"/>
        <w:tab w:val="clear" w:pos="1191"/>
        <w:tab w:val="clear" w:pos="1588"/>
        <w:tab w:val="clear" w:pos="1985"/>
        <w:tab w:val="left" w:pos="1843"/>
        <w:tab w:val="right" w:leader="dot" w:pos="9072"/>
        <w:tab w:val="right" w:pos="9639"/>
      </w:tabs>
      <w:spacing w:before="0"/>
      <w:ind w:left="1843" w:right="567" w:hanging="709"/>
    </w:pPr>
  </w:style>
  <w:style w:type="paragraph" w:styleId="TOC6">
    <w:name w:val="toc 6"/>
    <w:basedOn w:val="TOC3"/>
    <w:semiHidden/>
    <w:rsid w:val="003D738D"/>
    <w:pPr>
      <w:tabs>
        <w:tab w:val="left" w:pos="5104"/>
        <w:tab w:val="left" w:leader="dot" w:pos="9072"/>
      </w:tabs>
      <w:ind w:left="5103" w:right="652" w:hanging="1134"/>
    </w:pPr>
  </w:style>
  <w:style w:type="paragraph" w:styleId="TOC5">
    <w:name w:val="toc 5"/>
    <w:basedOn w:val="TOC3"/>
    <w:semiHidden/>
    <w:rsid w:val="003D738D"/>
    <w:pPr>
      <w:tabs>
        <w:tab w:val="left" w:pos="3969"/>
        <w:tab w:val="left" w:leader="dot" w:pos="9072"/>
      </w:tabs>
      <w:ind w:left="3969" w:right="652" w:hanging="1021"/>
    </w:pPr>
  </w:style>
  <w:style w:type="paragraph" w:styleId="TOC4">
    <w:name w:val="toc 4"/>
    <w:basedOn w:val="TOC3"/>
    <w:next w:val="TOC5"/>
    <w:semiHidden/>
    <w:rsid w:val="003D738D"/>
    <w:pPr>
      <w:tabs>
        <w:tab w:val="clear" w:pos="1843"/>
        <w:tab w:val="left" w:pos="2694"/>
      </w:tabs>
      <w:ind w:left="2694" w:hanging="851"/>
    </w:pPr>
  </w:style>
  <w:style w:type="paragraph" w:styleId="TOC2">
    <w:name w:val="toc 2"/>
    <w:basedOn w:val="TOC1"/>
    <w:next w:val="TOC3"/>
    <w:uiPriority w:val="39"/>
    <w:rsid w:val="003D738D"/>
    <w:pPr>
      <w:tabs>
        <w:tab w:val="clear" w:pos="567"/>
        <w:tab w:val="left" w:pos="1134"/>
      </w:tabs>
      <w:spacing w:before="29"/>
      <w:ind w:left="1134" w:hanging="567"/>
    </w:pPr>
  </w:style>
  <w:style w:type="paragraph" w:styleId="TOC1">
    <w:name w:val="toc 1"/>
    <w:basedOn w:val="Normal"/>
    <w:next w:val="TOC2"/>
    <w:uiPriority w:val="39"/>
    <w:rsid w:val="003D738D"/>
    <w:pPr>
      <w:tabs>
        <w:tab w:val="clear" w:pos="794"/>
        <w:tab w:val="clear" w:pos="1191"/>
        <w:tab w:val="clear" w:pos="1588"/>
        <w:tab w:val="clear" w:pos="1985"/>
        <w:tab w:val="left" w:pos="567"/>
        <w:tab w:val="right" w:leader="dot" w:pos="9072"/>
        <w:tab w:val="right" w:pos="9639"/>
      </w:tabs>
      <w:spacing w:before="86"/>
      <w:ind w:left="851" w:right="567" w:hanging="851"/>
    </w:pPr>
  </w:style>
  <w:style w:type="paragraph" w:styleId="Index7">
    <w:name w:val="index 7"/>
    <w:basedOn w:val="Normal"/>
    <w:next w:val="Normal"/>
    <w:semiHidden/>
    <w:pPr>
      <w:ind w:left="1698"/>
    </w:pPr>
  </w:style>
  <w:style w:type="paragraph" w:styleId="Index6">
    <w:name w:val="index 6"/>
    <w:basedOn w:val="Normal"/>
    <w:next w:val="Normal"/>
    <w:semiHidden/>
    <w:pPr>
      <w:ind w:left="1415"/>
    </w:pPr>
  </w:style>
  <w:style w:type="paragraph" w:styleId="Index5">
    <w:name w:val="index 5"/>
    <w:basedOn w:val="Normal"/>
    <w:next w:val="Normal"/>
    <w:semiHidden/>
    <w:pPr>
      <w:ind w:left="1132"/>
    </w:pPr>
  </w:style>
  <w:style w:type="paragraph" w:styleId="Index4">
    <w:name w:val="index 4"/>
    <w:basedOn w:val="Normal"/>
    <w:next w:val="Normal"/>
    <w:semiHidden/>
    <w:pPr>
      <w:ind w:left="849"/>
    </w:pPr>
  </w:style>
  <w:style w:type="paragraph" w:styleId="Index3">
    <w:name w:val="index 3"/>
    <w:basedOn w:val="Normal"/>
    <w:next w:val="Normal"/>
    <w:semiHidden/>
    <w:rsid w:val="003D738D"/>
    <w:pPr>
      <w:ind w:left="566"/>
    </w:pPr>
  </w:style>
  <w:style w:type="paragraph" w:styleId="Index2">
    <w:name w:val="index 2"/>
    <w:basedOn w:val="Normal"/>
    <w:next w:val="Normal"/>
    <w:semiHidden/>
    <w:rsid w:val="003D738D"/>
    <w:pPr>
      <w:ind w:left="283"/>
    </w:pPr>
  </w:style>
  <w:style w:type="paragraph" w:styleId="Index1">
    <w:name w:val="index 1"/>
    <w:basedOn w:val="Normal"/>
    <w:next w:val="Normal"/>
    <w:semiHidden/>
    <w:rsid w:val="003D738D"/>
    <w:pPr>
      <w:jc w:val="left"/>
    </w:pPr>
  </w:style>
  <w:style w:type="character" w:styleId="LineNumber">
    <w:name w:val="line number"/>
    <w:basedOn w:val="DefaultParagraphFont"/>
    <w:rsid w:val="003D738D"/>
  </w:style>
  <w:style w:type="paragraph" w:styleId="IndexHeading">
    <w:name w:val="index heading"/>
    <w:basedOn w:val="Normal"/>
    <w:next w:val="Index1"/>
    <w:semiHidden/>
    <w:pPr>
      <w:tabs>
        <w:tab w:val="clear" w:pos="794"/>
        <w:tab w:val="clear" w:pos="1191"/>
        <w:tab w:val="clear" w:pos="1588"/>
        <w:tab w:val="clear" w:pos="1985"/>
        <w:tab w:val="left" w:pos="426"/>
        <w:tab w:val="left" w:pos="851"/>
        <w:tab w:val="left" w:pos="1276"/>
        <w:tab w:val="left" w:pos="1701"/>
        <w:tab w:val="left" w:pos="2127"/>
      </w:tabs>
      <w:spacing w:before="90" w:after="180" w:line="240" w:lineRule="atLeast"/>
      <w:jc w:val="left"/>
    </w:pPr>
    <w:rPr>
      <w:b/>
      <w:sz w:val="22"/>
    </w:rPr>
  </w:style>
  <w:style w:type="paragraph" w:styleId="Footer">
    <w:name w:val="footer"/>
    <w:basedOn w:val="Normal"/>
    <w:rsid w:val="003D738D"/>
    <w:pPr>
      <w:tabs>
        <w:tab w:val="clear" w:pos="794"/>
        <w:tab w:val="clear" w:pos="1191"/>
        <w:tab w:val="clear" w:pos="1588"/>
        <w:tab w:val="clear" w:pos="1985"/>
        <w:tab w:val="left" w:pos="907"/>
        <w:tab w:val="right" w:pos="8789"/>
        <w:tab w:val="right" w:pos="9725"/>
      </w:tabs>
      <w:jc w:val="left"/>
    </w:pPr>
    <w:rPr>
      <w:b/>
    </w:rPr>
  </w:style>
  <w:style w:type="paragraph" w:styleId="Header">
    <w:name w:val="header"/>
    <w:basedOn w:val="Normal"/>
    <w:link w:val="HeaderChar"/>
    <w:rsid w:val="003D738D"/>
    <w:pPr>
      <w:tabs>
        <w:tab w:val="clear" w:pos="794"/>
        <w:tab w:val="clear" w:pos="1191"/>
        <w:tab w:val="clear" w:pos="1588"/>
        <w:tab w:val="clear" w:pos="1985"/>
        <w:tab w:val="left" w:pos="907"/>
        <w:tab w:val="center" w:pos="4849"/>
        <w:tab w:val="right" w:pos="9725"/>
      </w:tabs>
    </w:pPr>
  </w:style>
  <w:style w:type="character" w:styleId="FootnoteReference">
    <w:name w:val="footnote reference"/>
    <w:basedOn w:val="DefaultParagraphFont"/>
    <w:semiHidden/>
    <w:rsid w:val="003D738D"/>
    <w:rPr>
      <w:position w:val="6"/>
      <w:sz w:val="16"/>
    </w:rPr>
  </w:style>
  <w:style w:type="paragraph" w:styleId="FootnoteText">
    <w:name w:val="footnote text"/>
    <w:basedOn w:val="Normal"/>
    <w:semiHidden/>
    <w:rsid w:val="003D738D"/>
    <w:pPr>
      <w:tabs>
        <w:tab w:val="left" w:pos="256"/>
      </w:tabs>
    </w:pPr>
    <w:rPr>
      <w:sz w:val="18"/>
    </w:rPr>
  </w:style>
  <w:style w:type="paragraph" w:styleId="NormalIndent">
    <w:name w:val="Normal Indent"/>
    <w:basedOn w:val="Normal"/>
    <w:rsid w:val="003D738D"/>
    <w:pPr>
      <w:ind w:left="600"/>
    </w:pPr>
  </w:style>
  <w:style w:type="paragraph" w:customStyle="1" w:styleId="TableLegend">
    <w:name w:val="Table_Legend"/>
    <w:basedOn w:val="Normal"/>
    <w:next w:val="Normal"/>
    <w:pPr>
      <w:keepNext/>
      <w:tabs>
        <w:tab w:val="clear" w:pos="794"/>
        <w:tab w:val="clear" w:pos="1191"/>
        <w:tab w:val="clear" w:pos="1588"/>
        <w:tab w:val="clear" w:pos="1985"/>
        <w:tab w:val="left" w:pos="454"/>
      </w:tabs>
      <w:spacing w:before="86"/>
    </w:pPr>
    <w:rPr>
      <w:sz w:val="18"/>
    </w:rPr>
  </w:style>
  <w:style w:type="paragraph" w:customStyle="1" w:styleId="TableTitle">
    <w:name w:val="Table_Title"/>
    <w:basedOn w:val="Normal"/>
    <w:next w:val="Blanc"/>
    <w:pPr>
      <w:keepNext/>
      <w:spacing w:before="240" w:after="113"/>
      <w:jc w:val="center"/>
    </w:pPr>
    <w:rPr>
      <w:b/>
    </w:rPr>
  </w:style>
  <w:style w:type="paragraph" w:customStyle="1" w:styleId="Blanc">
    <w:name w:val="Blanc"/>
    <w:basedOn w:val="TableTitle"/>
    <w:next w:val="TableText"/>
    <w:pPr>
      <w:tabs>
        <w:tab w:val="clear" w:pos="794"/>
        <w:tab w:val="clear" w:pos="1191"/>
        <w:tab w:val="clear" w:pos="1588"/>
        <w:tab w:val="clear" w:pos="1985"/>
      </w:tabs>
      <w:spacing w:before="0" w:after="57" w:line="12" w:lineRule="exact"/>
    </w:pPr>
    <w:rPr>
      <w:b w:val="0"/>
      <w:sz w:val="8"/>
      <w:lang w:val="en-US"/>
    </w:rPr>
  </w:style>
  <w:style w:type="paragraph" w:customStyle="1" w:styleId="TableText">
    <w:name w:val="Table_Text"/>
    <w:basedOn w:val="TableLegend"/>
    <w:pPr>
      <w:keepNext w:val="0"/>
      <w:keepLines/>
      <w:tabs>
        <w:tab w:val="clear" w:pos="454"/>
      </w:tabs>
      <w:spacing w:before="100" w:after="100" w:line="190" w:lineRule="exact"/>
    </w:pPr>
  </w:style>
  <w:style w:type="paragraph" w:customStyle="1" w:styleId="enumlev1">
    <w:name w:val="enumlev1"/>
    <w:basedOn w:val="Normal"/>
    <w:rsid w:val="003D738D"/>
    <w:pPr>
      <w:spacing w:before="86"/>
      <w:ind w:left="1191" w:hanging="397"/>
    </w:pPr>
  </w:style>
  <w:style w:type="paragraph" w:customStyle="1" w:styleId="enumlev2">
    <w:name w:val="enumlev2"/>
    <w:basedOn w:val="enumlev1"/>
    <w:rsid w:val="003D738D"/>
    <w:pPr>
      <w:ind w:left="1588"/>
    </w:pPr>
  </w:style>
  <w:style w:type="paragraph" w:customStyle="1" w:styleId="enumlev3">
    <w:name w:val="enumlev3"/>
    <w:basedOn w:val="enumlev2"/>
    <w:rsid w:val="003D738D"/>
    <w:pPr>
      <w:ind w:left="1985"/>
    </w:pPr>
  </w:style>
  <w:style w:type="paragraph" w:customStyle="1" w:styleId="heading1aftertitle">
    <w:name w:val="heading 1aftertitle"/>
    <w:basedOn w:val="Heading1"/>
    <w:next w:val="Normal"/>
    <w:pPr>
      <w:spacing w:before="1134"/>
      <w:outlineLvl w:val="9"/>
    </w:pPr>
  </w:style>
  <w:style w:type="paragraph" w:customStyle="1" w:styleId="Figure">
    <w:name w:val="Figure"/>
    <w:basedOn w:val="Normal"/>
    <w:next w:val="Normal"/>
    <w:rsid w:val="003D738D"/>
    <w:pPr>
      <w:spacing w:before="240"/>
      <w:jc w:val="center"/>
    </w:pPr>
  </w:style>
  <w:style w:type="paragraph" w:customStyle="1" w:styleId="FigureLegend">
    <w:name w:val="Figure_Legend"/>
    <w:basedOn w:val="TableLegend"/>
    <w:next w:val="Normal"/>
  </w:style>
  <w:style w:type="paragraph" w:customStyle="1" w:styleId="Figure0">
    <w:name w:val="Figure_#"/>
    <w:basedOn w:val="Normal"/>
    <w:next w:val="FigureTitle"/>
    <w:pPr>
      <w:keepNext/>
      <w:tabs>
        <w:tab w:val="clear" w:pos="794"/>
        <w:tab w:val="clear" w:pos="1191"/>
        <w:tab w:val="clear" w:pos="1588"/>
        <w:tab w:val="clear" w:pos="1985"/>
      </w:tabs>
      <w:spacing w:before="567" w:after="113"/>
      <w:jc w:val="center"/>
    </w:pPr>
    <w:rPr>
      <w:lang w:val="en-US"/>
    </w:rPr>
  </w:style>
  <w:style w:type="paragraph" w:customStyle="1" w:styleId="FigureTitle">
    <w:name w:val="Figure_Title"/>
    <w:basedOn w:val="TableTitle"/>
    <w:next w:val="Normal"/>
    <w:pPr>
      <w:spacing w:after="720"/>
    </w:pPr>
  </w:style>
  <w:style w:type="paragraph" w:customStyle="1" w:styleId="AnnexRef">
    <w:name w:val="Annex_Ref"/>
    <w:basedOn w:val="Normal"/>
    <w:next w:val="AnnexTitle"/>
    <w:pPr>
      <w:spacing w:before="0"/>
      <w:jc w:val="center"/>
    </w:pPr>
  </w:style>
  <w:style w:type="paragraph" w:customStyle="1" w:styleId="AnnexTitle">
    <w:name w:val="Annex_Title"/>
    <w:basedOn w:val="Normal"/>
    <w:next w:val="Normal"/>
    <w:pPr>
      <w:spacing w:after="68"/>
      <w:jc w:val="center"/>
    </w:pPr>
    <w:rPr>
      <w:b/>
      <w:sz w:val="24"/>
    </w:rPr>
  </w:style>
  <w:style w:type="paragraph" w:customStyle="1" w:styleId="Fig">
    <w:name w:val="Fig"/>
    <w:basedOn w:val="Figure"/>
    <w:next w:val="Fig0"/>
    <w:pPr>
      <w:spacing w:before="136"/>
    </w:pPr>
    <w:rPr>
      <w:lang w:val="en-US"/>
    </w:rPr>
  </w:style>
  <w:style w:type="paragraph" w:customStyle="1" w:styleId="Fig0">
    <w:name w:val="Fig_#"/>
    <w:basedOn w:val="Fig"/>
    <w:next w:val="Normal"/>
    <w:pPr>
      <w:jc w:val="left"/>
    </w:pPr>
    <w:rPr>
      <w:color w:val="FF0000"/>
    </w:rPr>
  </w:style>
  <w:style w:type="paragraph" w:customStyle="1" w:styleId="SectionTitle">
    <w:name w:val="Section_Title"/>
    <w:basedOn w:val="Normal"/>
    <w:pPr>
      <w:tabs>
        <w:tab w:val="clear" w:pos="794"/>
        <w:tab w:val="clear" w:pos="1191"/>
        <w:tab w:val="clear" w:pos="1588"/>
        <w:tab w:val="clear" w:pos="1985"/>
      </w:tabs>
      <w:ind w:left="1418"/>
      <w:jc w:val="left"/>
    </w:pPr>
    <w:rPr>
      <w:rFonts w:ascii="Arial" w:hAnsi="Arial"/>
      <w:sz w:val="32"/>
      <w:lang w:val="en-US"/>
    </w:rPr>
  </w:style>
  <w:style w:type="paragraph" w:customStyle="1" w:styleId="CouvRecTitle">
    <w:name w:val="Couv Rec Title"/>
    <w:basedOn w:val="Normal"/>
    <w:pPr>
      <w:keepNext/>
      <w:keepLines/>
      <w:tabs>
        <w:tab w:val="clear" w:pos="794"/>
        <w:tab w:val="clear" w:pos="1191"/>
        <w:tab w:val="clear" w:pos="1588"/>
        <w:tab w:val="clear" w:pos="1985"/>
      </w:tabs>
      <w:spacing w:before="240"/>
      <w:ind w:left="1418"/>
      <w:jc w:val="left"/>
    </w:pPr>
    <w:rPr>
      <w:rFonts w:ascii="Arial" w:hAnsi="Arial"/>
      <w:b/>
      <w:sz w:val="36"/>
      <w:lang w:val="en-US"/>
    </w:rPr>
  </w:style>
  <w:style w:type="paragraph" w:customStyle="1" w:styleId="CouvRec">
    <w:name w:val="Couv Rec #"/>
    <w:basedOn w:val="Normal"/>
    <w:pPr>
      <w:tabs>
        <w:tab w:val="clear" w:pos="794"/>
        <w:tab w:val="clear" w:pos="1191"/>
        <w:tab w:val="clear" w:pos="1588"/>
        <w:tab w:val="clear" w:pos="1985"/>
      </w:tabs>
      <w:spacing w:before="6"/>
      <w:ind w:left="1418"/>
    </w:pPr>
    <w:rPr>
      <w:rFonts w:ascii="Arial" w:hAnsi="Arial"/>
      <w:sz w:val="32"/>
      <w:lang w:val="en-US"/>
    </w:rPr>
  </w:style>
  <w:style w:type="paragraph" w:customStyle="1" w:styleId="CouvNote">
    <w:name w:val="Couv Note"/>
    <w:basedOn w:val="Normal"/>
    <w:pPr>
      <w:tabs>
        <w:tab w:val="clear" w:pos="794"/>
        <w:tab w:val="clear" w:pos="1191"/>
        <w:tab w:val="clear" w:pos="1588"/>
        <w:tab w:val="clear" w:pos="1985"/>
        <w:tab w:val="left" w:pos="1134"/>
        <w:tab w:val="left" w:pos="1418"/>
      </w:tabs>
      <w:spacing w:before="200"/>
    </w:pPr>
    <w:rPr>
      <w:rFonts w:ascii="Arial" w:hAnsi="Arial"/>
      <w:lang w:val="en-US"/>
    </w:rPr>
  </w:style>
  <w:style w:type="paragraph" w:customStyle="1" w:styleId="Rec">
    <w:name w:val="Rec #"/>
    <w:basedOn w:val="Normal"/>
    <w:next w:val="headfoot"/>
    <w:pPr>
      <w:keepNext/>
      <w:keepLines/>
      <w:spacing w:before="720"/>
      <w:jc w:val="left"/>
    </w:pPr>
    <w:rPr>
      <w:b/>
    </w:rPr>
  </w:style>
  <w:style w:type="paragraph" w:customStyle="1" w:styleId="headfoot">
    <w:name w:val="head_foot"/>
    <w:basedOn w:val="Normal"/>
    <w:next w:val="Rec"/>
    <w:pPr>
      <w:tabs>
        <w:tab w:val="clear" w:pos="794"/>
        <w:tab w:val="clear" w:pos="1191"/>
        <w:tab w:val="clear" w:pos="1588"/>
        <w:tab w:val="clear" w:pos="1985"/>
      </w:tabs>
      <w:spacing w:before="0"/>
    </w:pPr>
    <w:rPr>
      <w:color w:val="FF0000"/>
      <w:sz w:val="8"/>
    </w:rPr>
  </w:style>
  <w:style w:type="paragraph" w:customStyle="1" w:styleId="SAP">
    <w:name w:val="SAP"/>
    <w:basedOn w:val="Normal"/>
    <w:rsid w:val="003D738D"/>
    <w:pPr>
      <w:spacing w:before="960" w:after="240"/>
      <w:jc w:val="right"/>
    </w:pPr>
    <w:rPr>
      <w:rFonts w:ascii="C39T36Lfz" w:hAnsi="C39T36Lfz"/>
      <w:sz w:val="104"/>
    </w:rPr>
  </w:style>
  <w:style w:type="paragraph" w:customStyle="1" w:styleId="Equation">
    <w:name w:val="Equation"/>
    <w:basedOn w:val="Normal"/>
    <w:rsid w:val="003D738D"/>
    <w:pPr>
      <w:tabs>
        <w:tab w:val="clear" w:pos="1191"/>
        <w:tab w:val="clear" w:pos="1985"/>
        <w:tab w:val="center" w:pos="4849"/>
        <w:tab w:val="right" w:pos="9696"/>
      </w:tabs>
      <w:spacing w:before="193" w:after="240"/>
      <w:jc w:val="left"/>
    </w:pPr>
    <w:rPr>
      <w:sz w:val="22"/>
    </w:rPr>
  </w:style>
  <w:style w:type="paragraph" w:customStyle="1" w:styleId="ASN1">
    <w:name w:val="ASN.1"/>
    <w:basedOn w:val="Formal"/>
    <w:rsid w:val="003D738D"/>
    <w:rPr>
      <w:b/>
      <w:bCs/>
    </w:rPr>
  </w:style>
  <w:style w:type="paragraph" w:customStyle="1" w:styleId="ASN1Continue">
    <w:name w:val="ASN.1 Continue"/>
    <w:basedOn w:val="ASN1"/>
  </w:style>
  <w:style w:type="paragraph" w:customStyle="1" w:styleId="ASN1Italic">
    <w:name w:val="ASN.1 Italic"/>
    <w:basedOn w:val="ASN1"/>
    <w:rPr>
      <w:b w:val="0"/>
      <w:i/>
      <w:sz w:val="20"/>
    </w:rPr>
  </w:style>
  <w:style w:type="paragraph" w:customStyle="1" w:styleId="Note">
    <w:name w:val="Note"/>
    <w:basedOn w:val="Normal"/>
    <w:rsid w:val="003D738D"/>
    <w:pPr>
      <w:spacing w:before="80"/>
    </w:pPr>
    <w:rPr>
      <w:sz w:val="22"/>
    </w:rPr>
  </w:style>
  <w:style w:type="paragraph" w:customStyle="1" w:styleId="head">
    <w:name w:val="head"/>
    <w:basedOn w:val="headfoot"/>
    <w:next w:val="foot"/>
    <w:rPr>
      <w:color w:val="FFFFFF"/>
    </w:rPr>
  </w:style>
  <w:style w:type="paragraph" w:customStyle="1" w:styleId="foot">
    <w:name w:val="foot"/>
    <w:basedOn w:val="head"/>
    <w:next w:val="Heading1"/>
  </w:style>
  <w:style w:type="paragraph" w:customStyle="1" w:styleId="RecISO">
    <w:name w:val="Rec_ISO_#"/>
    <w:basedOn w:val="Rec"/>
    <w:pPr>
      <w:tabs>
        <w:tab w:val="clear" w:pos="794"/>
        <w:tab w:val="clear" w:pos="1191"/>
        <w:tab w:val="clear" w:pos="1588"/>
        <w:tab w:val="clear" w:pos="1985"/>
      </w:tabs>
    </w:pPr>
  </w:style>
  <w:style w:type="paragraph" w:customStyle="1" w:styleId="RecCCITT">
    <w:name w:val="Rec_CCITT_#"/>
    <w:basedOn w:val="RecISO"/>
    <w:pPr>
      <w:spacing w:before="0"/>
    </w:pPr>
  </w:style>
  <w:style w:type="paragraph" w:styleId="Title">
    <w:name w:val="Title"/>
    <w:basedOn w:val="Normal"/>
    <w:next w:val="Normal"/>
    <w:qFormat/>
    <w:rsid w:val="003D738D"/>
    <w:pPr>
      <w:spacing w:before="840" w:after="480"/>
      <w:jc w:val="center"/>
    </w:pPr>
    <w:rPr>
      <w:b/>
      <w:sz w:val="24"/>
    </w:rPr>
  </w:style>
  <w:style w:type="paragraph" w:customStyle="1" w:styleId="IndexTitle">
    <w:name w:val="Index_Title"/>
    <w:basedOn w:val="AnnexTitle"/>
  </w:style>
  <w:style w:type="paragraph" w:customStyle="1" w:styleId="Note1">
    <w:name w:val="Note 1"/>
    <w:basedOn w:val="Normal"/>
    <w:rsid w:val="003D738D"/>
    <w:pPr>
      <w:tabs>
        <w:tab w:val="clear" w:pos="794"/>
        <w:tab w:val="clear" w:pos="1191"/>
        <w:tab w:val="clear" w:pos="1588"/>
        <w:tab w:val="clear" w:pos="1985"/>
      </w:tabs>
      <w:spacing w:before="60"/>
      <w:ind w:left="284"/>
    </w:pPr>
    <w:rPr>
      <w:sz w:val="18"/>
    </w:rPr>
  </w:style>
  <w:style w:type="paragraph" w:customStyle="1" w:styleId="Note2">
    <w:name w:val="Note 2"/>
    <w:basedOn w:val="Note1"/>
    <w:rsid w:val="003D738D"/>
    <w:pPr>
      <w:ind w:left="1077"/>
    </w:pPr>
  </w:style>
  <w:style w:type="paragraph" w:customStyle="1" w:styleId="Note3">
    <w:name w:val="Note 3"/>
    <w:basedOn w:val="Note1"/>
    <w:rsid w:val="003D738D"/>
    <w:pPr>
      <w:ind w:left="1474"/>
    </w:pPr>
  </w:style>
  <w:style w:type="character" w:styleId="PageNumber">
    <w:name w:val="page number"/>
    <w:basedOn w:val="DefaultParagraphFont"/>
    <w:rsid w:val="003D738D"/>
  </w:style>
  <w:style w:type="paragraph" w:customStyle="1" w:styleId="Normalaftertitle">
    <w:name w:val="Normal after title"/>
    <w:basedOn w:val="Normal"/>
    <w:rsid w:val="003D738D"/>
    <w:pPr>
      <w:spacing w:before="480"/>
    </w:pPr>
    <w:rPr>
      <w:rFonts w:ascii="Times" w:hAnsi="Times"/>
      <w:lang w:val="en-US"/>
    </w:rPr>
  </w:style>
  <w:style w:type="paragraph" w:customStyle="1" w:styleId="IndexTitle0">
    <w:name w:val="Index Title"/>
    <w:basedOn w:val="Normal"/>
    <w:pPr>
      <w:spacing w:before="0" w:after="68"/>
      <w:jc w:val="center"/>
    </w:pPr>
    <w:rPr>
      <w:b/>
      <w:sz w:val="24"/>
    </w:rPr>
  </w:style>
  <w:style w:type="paragraph" w:customStyle="1" w:styleId="Cov">
    <w:name w:val="Cov"/>
    <w:basedOn w:val="Normal"/>
    <w:pPr>
      <w:tabs>
        <w:tab w:val="clear" w:pos="794"/>
        <w:tab w:val="clear" w:pos="1191"/>
        <w:tab w:val="clear" w:pos="1588"/>
        <w:tab w:val="clear" w:pos="1985"/>
      </w:tabs>
      <w:spacing w:before="80" w:after="80"/>
      <w:ind w:left="57"/>
      <w:jc w:val="left"/>
    </w:pPr>
    <w:rPr>
      <w:sz w:val="24"/>
    </w:rPr>
  </w:style>
  <w:style w:type="paragraph" w:customStyle="1" w:styleId="ASN1Cont">
    <w:name w:val="ASN.1 Cont."/>
    <w:basedOn w:val="ASN1"/>
  </w:style>
  <w:style w:type="paragraph" w:customStyle="1" w:styleId="ASN1ital">
    <w:name w:val="ASN.1 ital"/>
    <w:basedOn w:val="ASN1"/>
    <w:pPr>
      <w:jc w:val="both"/>
    </w:pPr>
    <w:rPr>
      <w:b w:val="0"/>
      <w:i/>
      <w:sz w:val="20"/>
    </w:rPr>
  </w:style>
  <w:style w:type="paragraph" w:styleId="TOC9">
    <w:name w:val="toc 9"/>
    <w:basedOn w:val="TOC3"/>
    <w:semiHidden/>
    <w:rsid w:val="003D738D"/>
  </w:style>
  <w:style w:type="table" w:styleId="TableGrid">
    <w:name w:val="Table Grid"/>
    <w:basedOn w:val="TableNormal"/>
    <w:rsid w:val="00E55A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55AB2"/>
    <w:pPr>
      <w:tabs>
        <w:tab w:val="clear" w:pos="794"/>
        <w:tab w:val="clear" w:pos="1191"/>
        <w:tab w:val="clear" w:pos="1588"/>
        <w:tab w:val="clear" w:pos="1985"/>
        <w:tab w:val="left" w:pos="792"/>
        <w:tab w:val="left" w:pos="1195"/>
        <w:tab w:val="left" w:pos="1584"/>
        <w:tab w:val="left" w:pos="1987"/>
        <w:tab w:val="left" w:pos="4853"/>
        <w:tab w:val="right" w:pos="9691"/>
      </w:tabs>
      <w:overflowPunct/>
      <w:autoSpaceDE/>
      <w:autoSpaceDN/>
      <w:adjustRightInd/>
      <w:ind w:left="720"/>
      <w:contextualSpacing/>
      <w:textAlignment w:val="auto"/>
    </w:pPr>
    <w:rPr>
      <w:rFonts w:eastAsia="MS Mincho"/>
      <w:szCs w:val="24"/>
      <w:lang w:val="en-CA" w:eastAsia="ja-JP"/>
    </w:rPr>
  </w:style>
  <w:style w:type="table" w:customStyle="1" w:styleId="TableGrid1">
    <w:name w:val="Table Grid1"/>
    <w:basedOn w:val="TableNormal"/>
    <w:next w:val="TableGrid"/>
    <w:uiPriority w:val="39"/>
    <w:rsid w:val="00512607"/>
    <w:rPr>
      <w:rFonts w:ascii="Times New Roman" w:eastAsia="Yu Mincho" w:hAnsi="Times New Roman"/>
      <w:sz w:val="24"/>
      <w:szCs w:val="24"/>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6D49A0"/>
    <w:rPr>
      <w:rFonts w:ascii="Times New Roman" w:eastAsia="Yu Mincho" w:hAnsi="Times New Roman"/>
      <w:sz w:val="24"/>
      <w:szCs w:val="24"/>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rsid w:val="003D738D"/>
    <w:pPr>
      <w:spacing w:before="0"/>
    </w:pPr>
    <w:rPr>
      <w:rFonts w:ascii="Tahoma" w:hAnsi="Tahoma" w:cs="Tahoma"/>
      <w:sz w:val="16"/>
      <w:szCs w:val="16"/>
    </w:rPr>
  </w:style>
  <w:style w:type="character" w:customStyle="1" w:styleId="BalloonTextChar">
    <w:name w:val="Balloon Text Char"/>
    <w:basedOn w:val="DefaultParagraphFont"/>
    <w:link w:val="BalloonText"/>
    <w:rsid w:val="003D738D"/>
    <w:rPr>
      <w:rFonts w:ascii="Tahoma" w:hAnsi="Tahoma" w:cs="Tahoma"/>
      <w:sz w:val="16"/>
      <w:szCs w:val="16"/>
      <w:lang w:val="en-GB"/>
    </w:rPr>
  </w:style>
  <w:style w:type="paragraph" w:styleId="NormalWeb">
    <w:name w:val="Normal (Web)"/>
    <w:basedOn w:val="Normal"/>
    <w:uiPriority w:val="99"/>
    <w:unhideWhenUsed/>
    <w:rsid w:val="007C46F3"/>
    <w:pPr>
      <w:tabs>
        <w:tab w:val="clear" w:pos="794"/>
        <w:tab w:val="clear" w:pos="1191"/>
        <w:tab w:val="clear" w:pos="1588"/>
        <w:tab w:val="clear" w:pos="1985"/>
      </w:tabs>
      <w:overflowPunct/>
      <w:autoSpaceDE/>
      <w:autoSpaceDN/>
      <w:adjustRightInd/>
      <w:spacing w:before="100" w:beforeAutospacing="1" w:after="100" w:afterAutospacing="1"/>
      <w:jc w:val="left"/>
      <w:textAlignment w:val="auto"/>
    </w:pPr>
    <w:rPr>
      <w:rFonts w:eastAsiaTheme="minorEastAsia"/>
      <w:sz w:val="24"/>
      <w:szCs w:val="24"/>
      <w:lang w:val="en-US"/>
    </w:rPr>
  </w:style>
  <w:style w:type="character" w:styleId="Hyperlink">
    <w:name w:val="Hyperlink"/>
    <w:basedOn w:val="DefaultParagraphFont"/>
    <w:rsid w:val="003D738D"/>
    <w:rPr>
      <w:color w:val="0000FF"/>
      <w:u w:val="single"/>
    </w:rPr>
  </w:style>
  <w:style w:type="paragraph" w:styleId="Revision">
    <w:name w:val="Revision"/>
    <w:hidden/>
    <w:uiPriority w:val="99"/>
    <w:semiHidden/>
    <w:rsid w:val="0073196A"/>
    <w:rPr>
      <w:rFonts w:ascii="Times New Roman" w:hAnsi="Times New Roman"/>
      <w:lang w:val="en-GB"/>
    </w:rPr>
  </w:style>
  <w:style w:type="character" w:customStyle="1" w:styleId="HeaderChar">
    <w:name w:val="Header Char"/>
    <w:basedOn w:val="DefaultParagraphFont"/>
    <w:link w:val="Header"/>
    <w:rsid w:val="00C407F9"/>
    <w:rPr>
      <w:rFonts w:ascii="Times New Roman" w:hAnsi="Times New Roman"/>
      <w:lang w:val="en-GB"/>
    </w:rPr>
  </w:style>
  <w:style w:type="paragraph" w:customStyle="1" w:styleId="RecNo">
    <w:name w:val="Rec_No"/>
    <w:basedOn w:val="Normal"/>
    <w:next w:val="Title"/>
    <w:rsid w:val="003D738D"/>
    <w:pPr>
      <w:keepNext/>
      <w:keepLines/>
      <w:spacing w:before="0"/>
      <w:jc w:val="left"/>
    </w:pPr>
    <w:rPr>
      <w:rFonts w:ascii="Times New Roman Bold" w:hAnsi="Times New Roman Bold"/>
      <w:b/>
    </w:rPr>
  </w:style>
  <w:style w:type="paragraph" w:customStyle="1" w:styleId="Rectitle">
    <w:name w:val="Rec_title"/>
    <w:basedOn w:val="Normal"/>
    <w:next w:val="Recref"/>
    <w:rsid w:val="003D738D"/>
    <w:pPr>
      <w:keepNext/>
      <w:keepLines/>
      <w:spacing w:before="240"/>
      <w:jc w:val="center"/>
    </w:pPr>
    <w:rPr>
      <w:rFonts w:ascii="Times New Roman Bold" w:hAnsi="Times New Roman Bold"/>
      <w:b/>
      <w:sz w:val="24"/>
    </w:rPr>
  </w:style>
  <w:style w:type="paragraph" w:customStyle="1" w:styleId="Headingb">
    <w:name w:val="Heading_b"/>
    <w:basedOn w:val="Normal"/>
    <w:next w:val="Normal"/>
    <w:rsid w:val="003D738D"/>
    <w:pPr>
      <w:spacing w:before="181"/>
      <w:ind w:left="794" w:hanging="794"/>
    </w:pPr>
    <w:rPr>
      <w:rFonts w:ascii="Times New Roman Bold" w:hAnsi="Times New Roman Bold"/>
      <w:b/>
    </w:rPr>
  </w:style>
  <w:style w:type="character" w:styleId="PlaceholderText">
    <w:name w:val="Placeholder Text"/>
    <w:basedOn w:val="DefaultParagraphFont"/>
    <w:uiPriority w:val="99"/>
    <w:semiHidden/>
    <w:rsid w:val="000B6312"/>
  </w:style>
  <w:style w:type="paragraph" w:styleId="CommentSubject">
    <w:name w:val="annotation subject"/>
    <w:basedOn w:val="CommentText"/>
    <w:next w:val="CommentText"/>
    <w:link w:val="CommentSubjectChar"/>
    <w:uiPriority w:val="99"/>
    <w:semiHidden/>
    <w:unhideWhenUsed/>
    <w:rsid w:val="002F5F85"/>
    <w:rPr>
      <w:b/>
      <w:bCs/>
    </w:rPr>
  </w:style>
  <w:style w:type="character" w:customStyle="1" w:styleId="CommentTextChar">
    <w:name w:val="Comment Text Char"/>
    <w:basedOn w:val="DefaultParagraphFont"/>
    <w:link w:val="CommentText"/>
    <w:semiHidden/>
    <w:rsid w:val="002F5F85"/>
    <w:rPr>
      <w:rFonts w:ascii="Times New Roman" w:hAnsi="Times New Roman"/>
      <w:lang w:val="en-GB"/>
    </w:rPr>
  </w:style>
  <w:style w:type="character" w:customStyle="1" w:styleId="CommentSubjectChar">
    <w:name w:val="Comment Subject Char"/>
    <w:basedOn w:val="CommentTextChar"/>
    <w:link w:val="CommentSubject"/>
    <w:uiPriority w:val="99"/>
    <w:semiHidden/>
    <w:rsid w:val="002F5F85"/>
    <w:rPr>
      <w:rFonts w:ascii="Times New Roman" w:hAnsi="Times New Roman"/>
      <w:b/>
      <w:bCs/>
      <w:lang w:val="en-GB"/>
    </w:rPr>
  </w:style>
  <w:style w:type="paragraph" w:customStyle="1" w:styleId="toc0">
    <w:name w:val="toc 0"/>
    <w:basedOn w:val="TOC1"/>
    <w:next w:val="TOC1"/>
    <w:rsid w:val="003D738D"/>
    <w:pPr>
      <w:tabs>
        <w:tab w:val="clear" w:pos="567"/>
        <w:tab w:val="clear" w:pos="9072"/>
      </w:tabs>
      <w:spacing w:before="120"/>
      <w:ind w:left="0" w:right="0" w:firstLine="0"/>
      <w:jc w:val="right"/>
    </w:pPr>
    <w:rPr>
      <w:i/>
    </w:rPr>
  </w:style>
  <w:style w:type="paragraph" w:customStyle="1" w:styleId="FooterQP">
    <w:name w:val="Footer_QP"/>
    <w:basedOn w:val="Normal"/>
    <w:rsid w:val="003D738D"/>
    <w:pPr>
      <w:tabs>
        <w:tab w:val="clear" w:pos="794"/>
        <w:tab w:val="clear" w:pos="1191"/>
        <w:tab w:val="clear" w:pos="1588"/>
        <w:tab w:val="clear" w:pos="1985"/>
        <w:tab w:val="left" w:pos="907"/>
        <w:tab w:val="right" w:pos="8789"/>
        <w:tab w:val="right" w:pos="9639"/>
      </w:tabs>
      <w:spacing w:before="0"/>
      <w:jc w:val="left"/>
    </w:pPr>
    <w:rPr>
      <w:b/>
    </w:rPr>
  </w:style>
  <w:style w:type="paragraph" w:customStyle="1" w:styleId="Tabletext0">
    <w:name w:val="Table_text"/>
    <w:basedOn w:val="Tablelegend0"/>
    <w:rsid w:val="003D738D"/>
    <w:pPr>
      <w:keepNext w:val="0"/>
      <w:keepLines/>
      <w:tabs>
        <w:tab w:val="clear" w:pos="454"/>
      </w:tabs>
      <w:spacing w:before="40" w:after="40" w:line="190" w:lineRule="exact"/>
      <w:jc w:val="left"/>
    </w:pPr>
  </w:style>
  <w:style w:type="paragraph" w:customStyle="1" w:styleId="AnnexNoTitle">
    <w:name w:val="Annex_NoTitle"/>
    <w:basedOn w:val="Normal"/>
    <w:next w:val="Normal"/>
    <w:rsid w:val="003D738D"/>
    <w:pPr>
      <w:keepNext/>
      <w:keepLines/>
      <w:spacing w:before="720"/>
      <w:jc w:val="center"/>
    </w:pPr>
    <w:rPr>
      <w:b/>
      <w:sz w:val="24"/>
    </w:rPr>
  </w:style>
  <w:style w:type="paragraph" w:customStyle="1" w:styleId="Annexref0">
    <w:name w:val="Annex_ref"/>
    <w:basedOn w:val="Normal"/>
    <w:next w:val="Normal"/>
    <w:rsid w:val="003D738D"/>
    <w:pPr>
      <w:spacing w:before="0"/>
      <w:jc w:val="center"/>
    </w:pPr>
  </w:style>
  <w:style w:type="character" w:customStyle="1" w:styleId="Appdef">
    <w:name w:val="App_def"/>
    <w:basedOn w:val="DefaultParagraphFont"/>
    <w:rsid w:val="003D738D"/>
    <w:rPr>
      <w:rFonts w:ascii="Times New Roman" w:hAnsi="Times New Roman"/>
      <w:b/>
    </w:rPr>
  </w:style>
  <w:style w:type="character" w:customStyle="1" w:styleId="Appref">
    <w:name w:val="App_ref"/>
    <w:basedOn w:val="DefaultParagraphFont"/>
    <w:rsid w:val="003D738D"/>
  </w:style>
  <w:style w:type="paragraph" w:customStyle="1" w:styleId="AppendixNoTitle">
    <w:name w:val="Appendix_NoTitle"/>
    <w:basedOn w:val="AnnexNoTitle"/>
    <w:next w:val="Normal"/>
    <w:rsid w:val="003D738D"/>
    <w:pPr>
      <w:outlineLvl w:val="0"/>
    </w:pPr>
  </w:style>
  <w:style w:type="paragraph" w:customStyle="1" w:styleId="Appendixref">
    <w:name w:val="Appendix_ref"/>
    <w:basedOn w:val="Annexref0"/>
    <w:next w:val="Normal"/>
    <w:rsid w:val="003D738D"/>
  </w:style>
  <w:style w:type="character" w:customStyle="1" w:styleId="Artdef">
    <w:name w:val="Art_def"/>
    <w:basedOn w:val="DefaultParagraphFont"/>
    <w:rsid w:val="003D738D"/>
    <w:rPr>
      <w:rFonts w:ascii="Times New Roman" w:hAnsi="Times New Roman"/>
      <w:b/>
    </w:rPr>
  </w:style>
  <w:style w:type="paragraph" w:customStyle="1" w:styleId="Artheading">
    <w:name w:val="Art_heading"/>
    <w:basedOn w:val="Normal"/>
    <w:next w:val="Normal"/>
    <w:rsid w:val="003D738D"/>
    <w:pPr>
      <w:spacing w:before="480"/>
      <w:jc w:val="center"/>
    </w:pPr>
    <w:rPr>
      <w:b/>
      <w:sz w:val="28"/>
    </w:rPr>
  </w:style>
  <w:style w:type="paragraph" w:customStyle="1" w:styleId="ArtNo">
    <w:name w:val="Art_No"/>
    <w:basedOn w:val="Normal"/>
    <w:next w:val="Normal"/>
    <w:rsid w:val="003D738D"/>
    <w:pPr>
      <w:keepNext/>
      <w:keepLines/>
      <w:spacing w:before="480"/>
      <w:jc w:val="center"/>
    </w:pPr>
    <w:rPr>
      <w:caps/>
      <w:sz w:val="28"/>
    </w:rPr>
  </w:style>
  <w:style w:type="character" w:customStyle="1" w:styleId="Artref">
    <w:name w:val="Art_ref"/>
    <w:basedOn w:val="DefaultParagraphFont"/>
    <w:rsid w:val="003D738D"/>
  </w:style>
  <w:style w:type="paragraph" w:customStyle="1" w:styleId="Arttitle">
    <w:name w:val="Art_title"/>
    <w:basedOn w:val="Normal"/>
    <w:next w:val="Normal"/>
    <w:rsid w:val="003D738D"/>
    <w:pPr>
      <w:keepNext/>
      <w:keepLines/>
      <w:spacing w:before="240"/>
      <w:jc w:val="center"/>
    </w:pPr>
    <w:rPr>
      <w:b/>
      <w:sz w:val="28"/>
    </w:rPr>
  </w:style>
  <w:style w:type="paragraph" w:customStyle="1" w:styleId="Formal">
    <w:name w:val="Formal"/>
    <w:basedOn w:val="Normal"/>
    <w:rsid w:val="003D738D"/>
    <w:pPr>
      <w:tabs>
        <w:tab w:val="clear" w:pos="794"/>
        <w:tab w:val="clear" w:pos="1191"/>
        <w:tab w:val="clear" w:pos="1588"/>
        <w:tab w:val="clear" w:pos="1985"/>
        <w:tab w:val="left" w:pos="567"/>
        <w:tab w:val="left" w:pos="1134"/>
        <w:tab w:val="left" w:pos="1701"/>
        <w:tab w:val="left" w:pos="2268"/>
        <w:tab w:val="left" w:pos="2835"/>
        <w:tab w:val="left" w:pos="3402"/>
        <w:tab w:val="left" w:pos="3969"/>
        <w:tab w:val="left" w:pos="4536"/>
        <w:tab w:val="left" w:pos="5103"/>
        <w:tab w:val="left" w:pos="5670"/>
      </w:tabs>
      <w:snapToGrid w:val="0"/>
      <w:spacing w:before="0"/>
      <w:jc w:val="left"/>
    </w:pPr>
    <w:rPr>
      <w:rFonts w:ascii="Courier New" w:hAnsi="Courier New" w:cs="Courier New"/>
      <w:noProof/>
      <w:sz w:val="18"/>
      <w:szCs w:val="18"/>
    </w:rPr>
  </w:style>
  <w:style w:type="character" w:customStyle="1" w:styleId="ASN1boldchar">
    <w:name w:val="ASN.1 bold char"/>
    <w:basedOn w:val="DefaultParagraphFont"/>
    <w:rsid w:val="003D738D"/>
    <w:rPr>
      <w:rFonts w:ascii="Courier New" w:hAnsi="Courier New"/>
      <w:b/>
      <w:sz w:val="18"/>
    </w:rPr>
  </w:style>
  <w:style w:type="character" w:customStyle="1" w:styleId="ASN1ItalicChar">
    <w:name w:val="ASN.1 Italic Char"/>
    <w:basedOn w:val="DefaultParagraphFont"/>
    <w:rsid w:val="003D738D"/>
    <w:rPr>
      <w:rFonts w:ascii="Courier New" w:hAnsi="Courier New"/>
      <w:i/>
      <w:sz w:val="18"/>
    </w:rPr>
  </w:style>
  <w:style w:type="paragraph" w:customStyle="1" w:styleId="ASN1italic0">
    <w:name w:val="ASN.1_italic"/>
    <w:basedOn w:val="ASN1"/>
    <w:rsid w:val="003D738D"/>
    <w:rPr>
      <w:b w:val="0"/>
      <w:i/>
    </w:rPr>
  </w:style>
  <w:style w:type="paragraph" w:customStyle="1" w:styleId="Call">
    <w:name w:val="Call"/>
    <w:basedOn w:val="Normal"/>
    <w:next w:val="Normal"/>
    <w:rsid w:val="003D738D"/>
    <w:pPr>
      <w:tabs>
        <w:tab w:val="clear" w:pos="1191"/>
        <w:tab w:val="clear" w:pos="1588"/>
        <w:tab w:val="clear" w:pos="1985"/>
      </w:tabs>
      <w:spacing w:before="227"/>
      <w:ind w:left="794"/>
      <w:jc w:val="left"/>
    </w:pPr>
    <w:rPr>
      <w:i/>
    </w:rPr>
  </w:style>
  <w:style w:type="paragraph" w:customStyle="1" w:styleId="ChapNo">
    <w:name w:val="Chap_No"/>
    <w:basedOn w:val="Normal"/>
    <w:next w:val="Normal"/>
    <w:rsid w:val="003D738D"/>
    <w:pPr>
      <w:keepNext/>
      <w:keepLines/>
      <w:spacing w:before="480"/>
      <w:jc w:val="center"/>
    </w:pPr>
    <w:rPr>
      <w:b/>
      <w:caps/>
      <w:sz w:val="28"/>
    </w:rPr>
  </w:style>
  <w:style w:type="paragraph" w:customStyle="1" w:styleId="Chaptitle">
    <w:name w:val="Chap_title"/>
    <w:basedOn w:val="Normal"/>
    <w:next w:val="Normal"/>
    <w:rsid w:val="003D738D"/>
    <w:pPr>
      <w:keepNext/>
      <w:keepLines/>
      <w:spacing w:before="240"/>
      <w:jc w:val="center"/>
    </w:pPr>
    <w:rPr>
      <w:b/>
      <w:sz w:val="28"/>
    </w:rPr>
  </w:style>
  <w:style w:type="paragraph" w:customStyle="1" w:styleId="Couvnote0">
    <w:name w:val="Couv_note"/>
    <w:basedOn w:val="Normal"/>
    <w:rsid w:val="003D738D"/>
    <w:pPr>
      <w:tabs>
        <w:tab w:val="clear" w:pos="794"/>
        <w:tab w:val="clear" w:pos="1191"/>
        <w:tab w:val="clear" w:pos="1588"/>
        <w:tab w:val="clear" w:pos="1985"/>
        <w:tab w:val="left" w:pos="1134"/>
        <w:tab w:val="left" w:pos="1418"/>
      </w:tabs>
      <w:spacing w:before="200"/>
    </w:pPr>
    <w:rPr>
      <w:rFonts w:ascii="Arial" w:hAnsi="Arial"/>
    </w:rPr>
  </w:style>
  <w:style w:type="paragraph" w:customStyle="1" w:styleId="CouvrecNo">
    <w:name w:val="Couv_rec_No"/>
    <w:basedOn w:val="Normal"/>
    <w:rsid w:val="003D738D"/>
    <w:pPr>
      <w:tabs>
        <w:tab w:val="clear" w:pos="794"/>
        <w:tab w:val="clear" w:pos="1191"/>
        <w:tab w:val="clear" w:pos="1588"/>
        <w:tab w:val="clear" w:pos="1985"/>
      </w:tabs>
      <w:spacing w:before="6"/>
      <w:ind w:left="1418"/>
    </w:pPr>
    <w:rPr>
      <w:rFonts w:ascii="Arial" w:hAnsi="Arial"/>
      <w:sz w:val="32"/>
    </w:rPr>
  </w:style>
  <w:style w:type="paragraph" w:customStyle="1" w:styleId="Couvrectitle0">
    <w:name w:val="Couv_rec_title"/>
    <w:basedOn w:val="Normal"/>
    <w:rsid w:val="003D738D"/>
    <w:pPr>
      <w:keepNext/>
      <w:keepLines/>
      <w:tabs>
        <w:tab w:val="clear" w:pos="794"/>
        <w:tab w:val="clear" w:pos="1191"/>
        <w:tab w:val="clear" w:pos="1588"/>
        <w:tab w:val="clear" w:pos="1985"/>
      </w:tabs>
      <w:spacing w:before="240"/>
      <w:ind w:left="1418"/>
      <w:jc w:val="left"/>
    </w:pPr>
    <w:rPr>
      <w:rFonts w:ascii="Arial" w:hAnsi="Arial"/>
      <w:b/>
      <w:sz w:val="36"/>
    </w:rPr>
  </w:style>
  <w:style w:type="paragraph" w:customStyle="1" w:styleId="Equationlegend">
    <w:name w:val="Equation_legend"/>
    <w:basedOn w:val="Normal"/>
    <w:rsid w:val="003D738D"/>
    <w:pPr>
      <w:tabs>
        <w:tab w:val="clear" w:pos="794"/>
        <w:tab w:val="clear" w:pos="1191"/>
        <w:tab w:val="clear" w:pos="1588"/>
        <w:tab w:val="right" w:pos="1814"/>
      </w:tabs>
      <w:spacing w:before="80"/>
      <w:ind w:left="1985" w:hanging="1985"/>
    </w:pPr>
  </w:style>
  <w:style w:type="paragraph" w:customStyle="1" w:styleId="Tablelegend0">
    <w:name w:val="Table_legend"/>
    <w:basedOn w:val="Normal"/>
    <w:next w:val="Normal"/>
    <w:rsid w:val="003D738D"/>
    <w:pPr>
      <w:keepNext/>
      <w:tabs>
        <w:tab w:val="clear" w:pos="794"/>
        <w:tab w:val="clear" w:pos="1191"/>
        <w:tab w:val="clear" w:pos="1588"/>
        <w:tab w:val="clear" w:pos="1985"/>
        <w:tab w:val="left" w:pos="454"/>
      </w:tabs>
      <w:spacing w:before="86"/>
    </w:pPr>
    <w:rPr>
      <w:sz w:val="18"/>
    </w:rPr>
  </w:style>
  <w:style w:type="paragraph" w:customStyle="1" w:styleId="Figurelegend0">
    <w:name w:val="Figure_legend"/>
    <w:basedOn w:val="Tablelegend0"/>
    <w:next w:val="Normal"/>
    <w:rsid w:val="003D738D"/>
  </w:style>
  <w:style w:type="paragraph" w:customStyle="1" w:styleId="FigureNoTitle">
    <w:name w:val="Figure_NoTitle"/>
    <w:basedOn w:val="Normal"/>
    <w:next w:val="Normal"/>
    <w:rsid w:val="003D738D"/>
    <w:pPr>
      <w:keepLines/>
      <w:spacing w:before="240" w:after="120"/>
      <w:jc w:val="center"/>
    </w:pPr>
    <w:rPr>
      <w:b/>
    </w:rPr>
  </w:style>
  <w:style w:type="paragraph" w:customStyle="1" w:styleId="Figurewithouttitle">
    <w:name w:val="Figure_without_title"/>
    <w:basedOn w:val="Normal"/>
    <w:next w:val="Normal"/>
    <w:rsid w:val="003D738D"/>
    <w:pPr>
      <w:keepLines/>
      <w:spacing w:before="240" w:after="120"/>
      <w:jc w:val="center"/>
    </w:pPr>
  </w:style>
  <w:style w:type="paragraph" w:customStyle="1" w:styleId="FirstFooter">
    <w:name w:val="FirstFooter"/>
    <w:basedOn w:val="Footer"/>
    <w:rsid w:val="003D738D"/>
    <w:pPr>
      <w:overflowPunct/>
      <w:autoSpaceDE/>
      <w:autoSpaceDN/>
      <w:adjustRightInd/>
      <w:spacing w:before="40"/>
      <w:textAlignment w:val="auto"/>
    </w:pPr>
    <w:rPr>
      <w:caps/>
    </w:rPr>
  </w:style>
  <w:style w:type="character" w:customStyle="1" w:styleId="Head0">
    <w:name w:val="Head"/>
    <w:basedOn w:val="DefaultParagraphFont"/>
    <w:rsid w:val="003D738D"/>
    <w:rPr>
      <w:b/>
    </w:rPr>
  </w:style>
  <w:style w:type="paragraph" w:customStyle="1" w:styleId="Headingi">
    <w:name w:val="Heading_i"/>
    <w:basedOn w:val="Heading3"/>
    <w:next w:val="Normal"/>
    <w:rsid w:val="003D738D"/>
    <w:rPr>
      <w:b w:val="0"/>
      <w:i/>
    </w:rPr>
  </w:style>
  <w:style w:type="character" w:customStyle="1" w:styleId="href">
    <w:name w:val="href"/>
    <w:basedOn w:val="DefaultParagraphFont"/>
    <w:rsid w:val="003D738D"/>
    <w:rPr>
      <w:lang w:val="fr-FR"/>
    </w:rPr>
  </w:style>
  <w:style w:type="paragraph" w:customStyle="1" w:styleId="Indextitle1">
    <w:name w:val="Index_title"/>
    <w:basedOn w:val="Normal"/>
    <w:rsid w:val="003D738D"/>
    <w:pPr>
      <w:spacing w:after="68"/>
      <w:jc w:val="center"/>
    </w:pPr>
    <w:rPr>
      <w:b/>
      <w:sz w:val="24"/>
    </w:rPr>
  </w:style>
  <w:style w:type="paragraph" w:customStyle="1" w:styleId="Normalaftertitle0">
    <w:name w:val="Normal_after_title"/>
    <w:basedOn w:val="Normal"/>
    <w:rsid w:val="003D738D"/>
    <w:pPr>
      <w:spacing w:before="480"/>
    </w:pPr>
  </w:style>
  <w:style w:type="paragraph" w:customStyle="1" w:styleId="PartNo">
    <w:name w:val="Part_No"/>
    <w:basedOn w:val="Normal"/>
    <w:next w:val="Normal"/>
    <w:rsid w:val="003D738D"/>
    <w:pPr>
      <w:keepNext/>
      <w:keepLines/>
      <w:spacing w:before="480" w:after="80"/>
      <w:jc w:val="center"/>
    </w:pPr>
    <w:rPr>
      <w:caps/>
      <w:sz w:val="28"/>
    </w:rPr>
  </w:style>
  <w:style w:type="paragraph" w:customStyle="1" w:styleId="Partref">
    <w:name w:val="Part_ref"/>
    <w:basedOn w:val="Normal"/>
    <w:next w:val="Normal"/>
    <w:rsid w:val="003D738D"/>
    <w:pPr>
      <w:keepNext/>
      <w:keepLines/>
      <w:spacing w:before="280"/>
      <w:jc w:val="center"/>
    </w:pPr>
  </w:style>
  <w:style w:type="paragraph" w:customStyle="1" w:styleId="Parttitle">
    <w:name w:val="Part_title"/>
    <w:basedOn w:val="Normal"/>
    <w:next w:val="Normalaftertitle0"/>
    <w:rsid w:val="003D738D"/>
    <w:pPr>
      <w:keepNext/>
      <w:keepLines/>
      <w:spacing w:before="240" w:after="280"/>
      <w:jc w:val="center"/>
    </w:pPr>
    <w:rPr>
      <w:b/>
      <w:sz w:val="28"/>
    </w:rPr>
  </w:style>
  <w:style w:type="paragraph" w:customStyle="1" w:styleId="Recdate">
    <w:name w:val="Rec_date"/>
    <w:basedOn w:val="Normal"/>
    <w:next w:val="Normalaftertitle0"/>
    <w:rsid w:val="003D738D"/>
    <w:pPr>
      <w:keepNext/>
      <w:keepLines/>
      <w:tabs>
        <w:tab w:val="clear" w:pos="794"/>
        <w:tab w:val="clear" w:pos="1191"/>
        <w:tab w:val="clear" w:pos="1588"/>
        <w:tab w:val="clear" w:pos="1985"/>
      </w:tabs>
      <w:jc w:val="right"/>
    </w:pPr>
    <w:rPr>
      <w:i/>
      <w:sz w:val="22"/>
    </w:rPr>
  </w:style>
  <w:style w:type="paragraph" w:customStyle="1" w:styleId="Questiondate">
    <w:name w:val="Question_date"/>
    <w:basedOn w:val="Recdate"/>
    <w:next w:val="Normalaftertitle0"/>
    <w:rsid w:val="003D738D"/>
  </w:style>
  <w:style w:type="paragraph" w:customStyle="1" w:styleId="QuestionNo">
    <w:name w:val="Question_No"/>
    <w:basedOn w:val="RecNo"/>
    <w:next w:val="Normal"/>
    <w:rsid w:val="003D738D"/>
  </w:style>
  <w:style w:type="paragraph" w:customStyle="1" w:styleId="Recref">
    <w:name w:val="Rec_ref"/>
    <w:basedOn w:val="Normal"/>
    <w:next w:val="Heading1"/>
    <w:rsid w:val="003D738D"/>
    <w:pPr>
      <w:tabs>
        <w:tab w:val="clear" w:pos="794"/>
        <w:tab w:val="clear" w:pos="1191"/>
        <w:tab w:val="clear" w:pos="1588"/>
        <w:tab w:val="clear" w:pos="1985"/>
      </w:tabs>
      <w:jc w:val="center"/>
    </w:pPr>
    <w:rPr>
      <w:i/>
    </w:rPr>
  </w:style>
  <w:style w:type="paragraph" w:customStyle="1" w:styleId="Questionref">
    <w:name w:val="Question_ref"/>
    <w:basedOn w:val="Recref"/>
    <w:next w:val="Questiondate"/>
    <w:rsid w:val="003D738D"/>
  </w:style>
  <w:style w:type="paragraph" w:customStyle="1" w:styleId="Questiontitle">
    <w:name w:val="Question_title"/>
    <w:basedOn w:val="Rectitle"/>
    <w:next w:val="Questionref"/>
    <w:rsid w:val="003D738D"/>
  </w:style>
  <w:style w:type="paragraph" w:customStyle="1" w:styleId="Reftext">
    <w:name w:val="Ref_text"/>
    <w:basedOn w:val="Normal"/>
    <w:rsid w:val="003D738D"/>
    <w:pPr>
      <w:ind w:left="794" w:hanging="794"/>
    </w:pPr>
  </w:style>
  <w:style w:type="paragraph" w:customStyle="1" w:styleId="Reftitle">
    <w:name w:val="Ref_title"/>
    <w:basedOn w:val="Heading1"/>
    <w:next w:val="Reftext"/>
    <w:rsid w:val="003D738D"/>
    <w:pPr>
      <w:ind w:left="0" w:firstLine="0"/>
      <w:outlineLvl w:val="9"/>
    </w:pPr>
  </w:style>
  <w:style w:type="paragraph" w:customStyle="1" w:styleId="Repdate">
    <w:name w:val="Rep_date"/>
    <w:basedOn w:val="Recdate"/>
    <w:next w:val="Normalaftertitle0"/>
    <w:rsid w:val="003D738D"/>
  </w:style>
  <w:style w:type="paragraph" w:customStyle="1" w:styleId="RepNo">
    <w:name w:val="Rep_No"/>
    <w:basedOn w:val="RecNo"/>
    <w:next w:val="Normal"/>
    <w:rsid w:val="003D738D"/>
  </w:style>
  <w:style w:type="paragraph" w:customStyle="1" w:styleId="Repref">
    <w:name w:val="Rep_ref"/>
    <w:basedOn w:val="Recref"/>
    <w:next w:val="Repdate"/>
    <w:rsid w:val="003D738D"/>
  </w:style>
  <w:style w:type="paragraph" w:customStyle="1" w:styleId="Reptitle">
    <w:name w:val="Rep_title"/>
    <w:basedOn w:val="Rectitle"/>
    <w:next w:val="Repref"/>
    <w:rsid w:val="003D738D"/>
  </w:style>
  <w:style w:type="paragraph" w:customStyle="1" w:styleId="Resdate">
    <w:name w:val="Res_date"/>
    <w:basedOn w:val="Recdate"/>
    <w:next w:val="Normalaftertitle0"/>
    <w:rsid w:val="003D738D"/>
  </w:style>
  <w:style w:type="character" w:customStyle="1" w:styleId="Resdef">
    <w:name w:val="Res_def"/>
    <w:basedOn w:val="DefaultParagraphFont"/>
    <w:rsid w:val="003D738D"/>
    <w:rPr>
      <w:rFonts w:ascii="Times New Roman" w:hAnsi="Times New Roman"/>
      <w:b/>
    </w:rPr>
  </w:style>
  <w:style w:type="paragraph" w:customStyle="1" w:styleId="ResNo">
    <w:name w:val="Res_No"/>
    <w:basedOn w:val="RecNo"/>
    <w:next w:val="Normal"/>
    <w:rsid w:val="003D738D"/>
  </w:style>
  <w:style w:type="paragraph" w:customStyle="1" w:styleId="Resref">
    <w:name w:val="Res_ref"/>
    <w:basedOn w:val="Recref"/>
    <w:next w:val="Resdate"/>
    <w:rsid w:val="003D738D"/>
  </w:style>
  <w:style w:type="paragraph" w:customStyle="1" w:styleId="Restitle">
    <w:name w:val="Res_title"/>
    <w:basedOn w:val="Rectitle"/>
    <w:next w:val="Resref"/>
    <w:rsid w:val="003D738D"/>
  </w:style>
  <w:style w:type="paragraph" w:customStyle="1" w:styleId="Section1">
    <w:name w:val="Section_1"/>
    <w:basedOn w:val="Normal"/>
    <w:next w:val="Normal"/>
    <w:rsid w:val="003D738D"/>
    <w:pPr>
      <w:tabs>
        <w:tab w:val="clear" w:pos="794"/>
        <w:tab w:val="clear" w:pos="1191"/>
        <w:tab w:val="clear" w:pos="1588"/>
        <w:tab w:val="clear" w:pos="1985"/>
      </w:tabs>
      <w:spacing w:before="624"/>
      <w:jc w:val="center"/>
    </w:pPr>
    <w:rPr>
      <w:b/>
    </w:rPr>
  </w:style>
  <w:style w:type="paragraph" w:customStyle="1" w:styleId="Section2">
    <w:name w:val="Section_2"/>
    <w:basedOn w:val="Normal"/>
    <w:next w:val="Normal"/>
    <w:rsid w:val="003D738D"/>
    <w:pPr>
      <w:tabs>
        <w:tab w:val="clear" w:pos="794"/>
        <w:tab w:val="clear" w:pos="1191"/>
        <w:tab w:val="clear" w:pos="1588"/>
        <w:tab w:val="clear" w:pos="1985"/>
      </w:tabs>
      <w:spacing w:before="240"/>
      <w:jc w:val="center"/>
    </w:pPr>
    <w:rPr>
      <w:i/>
    </w:rPr>
  </w:style>
  <w:style w:type="paragraph" w:customStyle="1" w:styleId="SectionNo">
    <w:name w:val="Section_No"/>
    <w:basedOn w:val="Normal"/>
    <w:next w:val="SectionTitle"/>
    <w:rsid w:val="003D738D"/>
    <w:pPr>
      <w:keepNext/>
      <w:keepLines/>
      <w:spacing w:before="480" w:after="80"/>
      <w:jc w:val="center"/>
    </w:pPr>
    <w:rPr>
      <w:caps/>
      <w:sz w:val="24"/>
    </w:rPr>
  </w:style>
  <w:style w:type="paragraph" w:customStyle="1" w:styleId="Sectiontitle0">
    <w:name w:val="Section_title"/>
    <w:basedOn w:val="Normal"/>
    <w:rsid w:val="003D738D"/>
    <w:pPr>
      <w:tabs>
        <w:tab w:val="clear" w:pos="794"/>
        <w:tab w:val="clear" w:pos="1191"/>
        <w:tab w:val="clear" w:pos="1588"/>
        <w:tab w:val="clear" w:pos="1985"/>
      </w:tabs>
      <w:ind w:left="1418"/>
      <w:jc w:val="left"/>
    </w:pPr>
    <w:rPr>
      <w:rFonts w:ascii="Arial" w:hAnsi="Arial"/>
      <w:sz w:val="32"/>
      <w:lang w:val="en-US"/>
    </w:rPr>
  </w:style>
  <w:style w:type="paragraph" w:customStyle="1" w:styleId="Source">
    <w:name w:val="Source"/>
    <w:basedOn w:val="Normal"/>
    <w:next w:val="Normalaftertitle0"/>
    <w:rsid w:val="003D738D"/>
    <w:pPr>
      <w:spacing w:before="840" w:after="200"/>
      <w:jc w:val="center"/>
    </w:pPr>
    <w:rPr>
      <w:b/>
      <w:sz w:val="28"/>
    </w:rPr>
  </w:style>
  <w:style w:type="paragraph" w:customStyle="1" w:styleId="SpecialFooter">
    <w:name w:val="Special Footer"/>
    <w:basedOn w:val="Footer"/>
    <w:rsid w:val="003D738D"/>
    <w:pPr>
      <w:tabs>
        <w:tab w:val="left" w:pos="567"/>
        <w:tab w:val="left" w:pos="1134"/>
        <w:tab w:val="left" w:pos="1701"/>
        <w:tab w:val="left" w:pos="2268"/>
        <w:tab w:val="left" w:pos="2835"/>
      </w:tabs>
    </w:pPr>
    <w:rPr>
      <w:caps/>
    </w:rPr>
  </w:style>
  <w:style w:type="paragraph" w:customStyle="1" w:styleId="Tablefin">
    <w:name w:val="Table_fin"/>
    <w:basedOn w:val="Normal"/>
    <w:next w:val="Normal"/>
    <w:rsid w:val="003D738D"/>
    <w:pPr>
      <w:tabs>
        <w:tab w:val="clear" w:pos="794"/>
        <w:tab w:val="clear" w:pos="1191"/>
        <w:tab w:val="clear" w:pos="1588"/>
        <w:tab w:val="clear" w:pos="1985"/>
      </w:tabs>
      <w:spacing w:before="0"/>
    </w:pPr>
    <w:rPr>
      <w:sz w:val="12"/>
    </w:rPr>
  </w:style>
  <w:style w:type="character" w:customStyle="1" w:styleId="Tablefreq">
    <w:name w:val="Table_freq"/>
    <w:basedOn w:val="DefaultParagraphFont"/>
    <w:rsid w:val="003D738D"/>
    <w:rPr>
      <w:b/>
      <w:color w:val="auto"/>
    </w:rPr>
  </w:style>
  <w:style w:type="paragraph" w:customStyle="1" w:styleId="Tablehead">
    <w:name w:val="Table_head"/>
    <w:basedOn w:val="Tabletext0"/>
    <w:next w:val="Tabletext0"/>
    <w:rsid w:val="003D738D"/>
    <w:pPr>
      <w:keepLines w:val="0"/>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line="240" w:lineRule="auto"/>
      <w:jc w:val="center"/>
    </w:pPr>
    <w:rPr>
      <w:b/>
      <w:noProof/>
    </w:rPr>
  </w:style>
  <w:style w:type="paragraph" w:customStyle="1" w:styleId="TableNoTitle">
    <w:name w:val="Table_NoTitle"/>
    <w:basedOn w:val="Normal"/>
    <w:next w:val="Tablehead"/>
    <w:rsid w:val="003D738D"/>
    <w:pPr>
      <w:keepNext/>
      <w:keepLines/>
      <w:spacing w:before="360" w:after="120"/>
      <w:jc w:val="center"/>
    </w:pPr>
    <w:rPr>
      <w:b/>
    </w:rPr>
  </w:style>
  <w:style w:type="paragraph" w:customStyle="1" w:styleId="Title1">
    <w:name w:val="Title 1"/>
    <w:basedOn w:val="Source"/>
    <w:next w:val="Normal"/>
    <w:rsid w:val="003D738D"/>
    <w:pPr>
      <w:tabs>
        <w:tab w:val="clear" w:pos="794"/>
        <w:tab w:val="clear" w:pos="1191"/>
        <w:tab w:val="clear" w:pos="1588"/>
        <w:tab w:val="clear" w:pos="1985"/>
        <w:tab w:val="left" w:pos="567"/>
        <w:tab w:val="left" w:pos="1134"/>
        <w:tab w:val="left" w:pos="1701"/>
        <w:tab w:val="left" w:pos="2268"/>
        <w:tab w:val="left" w:pos="2835"/>
      </w:tabs>
      <w:spacing w:before="240" w:after="0"/>
    </w:pPr>
    <w:rPr>
      <w:b w:val="0"/>
      <w:caps/>
    </w:rPr>
  </w:style>
  <w:style w:type="paragraph" w:customStyle="1" w:styleId="Title2">
    <w:name w:val="Title 2"/>
    <w:basedOn w:val="Title1"/>
    <w:next w:val="Normal"/>
    <w:rsid w:val="003D738D"/>
  </w:style>
  <w:style w:type="paragraph" w:customStyle="1" w:styleId="Title3">
    <w:name w:val="Title 3"/>
    <w:basedOn w:val="Title2"/>
    <w:next w:val="Normal"/>
    <w:rsid w:val="003D738D"/>
    <w:rPr>
      <w:caps w:val="0"/>
    </w:rPr>
  </w:style>
  <w:style w:type="paragraph" w:customStyle="1" w:styleId="Title4">
    <w:name w:val="Title 4"/>
    <w:basedOn w:val="Title3"/>
    <w:next w:val="Heading1"/>
    <w:rsid w:val="003D738D"/>
    <w:rPr>
      <w:b/>
    </w:rPr>
  </w:style>
  <w:style w:type="paragraph" w:styleId="Caption">
    <w:name w:val="caption"/>
    <w:basedOn w:val="Normal"/>
    <w:next w:val="Normal"/>
    <w:uiPriority w:val="35"/>
    <w:unhideWhenUsed/>
    <w:qFormat/>
    <w:rsid w:val="00B04EEB"/>
    <w:pPr>
      <w:spacing w:before="0" w:after="200"/>
    </w:pPr>
    <w:rPr>
      <w:rFonts w:eastAsiaTheme="minorEastAsia"/>
      <w:i/>
      <w:iCs/>
      <w:color w:val="44546A"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5992001">
      <w:bodyDiv w:val="1"/>
      <w:marLeft w:val="0"/>
      <w:marRight w:val="0"/>
      <w:marTop w:val="0"/>
      <w:marBottom w:val="0"/>
      <w:divBdr>
        <w:top w:val="none" w:sz="0" w:space="0" w:color="auto"/>
        <w:left w:val="none" w:sz="0" w:space="0" w:color="auto"/>
        <w:bottom w:val="none" w:sz="0" w:space="0" w:color="auto"/>
        <w:right w:val="none" w:sz="0" w:space="0" w:color="auto"/>
      </w:divBdr>
    </w:div>
    <w:div w:id="234248186">
      <w:bodyDiv w:val="1"/>
      <w:marLeft w:val="0"/>
      <w:marRight w:val="0"/>
      <w:marTop w:val="0"/>
      <w:marBottom w:val="0"/>
      <w:divBdr>
        <w:top w:val="none" w:sz="0" w:space="0" w:color="auto"/>
        <w:left w:val="none" w:sz="0" w:space="0" w:color="auto"/>
        <w:bottom w:val="none" w:sz="0" w:space="0" w:color="auto"/>
        <w:right w:val="none" w:sz="0" w:space="0" w:color="auto"/>
      </w:divBdr>
    </w:div>
    <w:div w:id="933706388">
      <w:bodyDiv w:val="1"/>
      <w:marLeft w:val="0"/>
      <w:marRight w:val="0"/>
      <w:marTop w:val="0"/>
      <w:marBottom w:val="0"/>
      <w:divBdr>
        <w:top w:val="none" w:sz="0" w:space="0" w:color="auto"/>
        <w:left w:val="none" w:sz="0" w:space="0" w:color="auto"/>
        <w:bottom w:val="none" w:sz="0" w:space="0" w:color="auto"/>
        <w:right w:val="none" w:sz="0" w:space="0" w:color="auto"/>
      </w:divBdr>
    </w:div>
    <w:div w:id="1018584919">
      <w:bodyDiv w:val="1"/>
      <w:marLeft w:val="0"/>
      <w:marRight w:val="0"/>
      <w:marTop w:val="0"/>
      <w:marBottom w:val="0"/>
      <w:divBdr>
        <w:top w:val="none" w:sz="0" w:space="0" w:color="auto"/>
        <w:left w:val="none" w:sz="0" w:space="0" w:color="auto"/>
        <w:bottom w:val="none" w:sz="0" w:space="0" w:color="auto"/>
        <w:right w:val="none" w:sz="0" w:space="0" w:color="auto"/>
      </w:divBdr>
    </w:div>
    <w:div w:id="21269257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yasser_syed@comcast.com" TargetMode="External"/><Relationship Id="rId18" Type="http://schemas.openxmlformats.org/officeDocument/2006/relationships/header" Target="header1.xml"/><Relationship Id="rId26" Type="http://schemas.openxmlformats.org/officeDocument/2006/relationships/header" Target="header5.xm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yperlink" Target="mailto:garysull@miscrosoft.com" TargetMode="External"/><Relationship Id="rId25"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hyperlink" Target="mailto:alexismt@apple.com" TargetMode="External"/><Relationship Id="rId20" Type="http://schemas.openxmlformats.org/officeDocument/2006/relationships/image" Target="media/image4.png"/><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footer" Target="footer2.xml"/><Relationship Id="rId5" Type="http://schemas.openxmlformats.org/officeDocument/2006/relationships/numbering" Target="numbering.xml"/><Relationship Id="rId15" Type="http://schemas.openxmlformats.org/officeDocument/2006/relationships/hyperlink" Target="mailto:borg@adobe.com" TargetMode="External"/><Relationship Id="rId23" Type="http://schemas.openxmlformats.org/officeDocument/2006/relationships/footer" Target="footer1.xml"/><Relationship Id="rId28" Type="http://schemas.openxmlformats.org/officeDocument/2006/relationships/footer" Target="footer4.xml"/><Relationship Id="rId10" Type="http://schemas.openxmlformats.org/officeDocument/2006/relationships/endnotes" Target="endnotes.xml"/><Relationship Id="rId19" Type="http://schemas.openxmlformats.org/officeDocument/2006/relationships/image" Target="media/image3.png"/><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chad.fogg@gmail.com" TargetMode="External"/><Relationship Id="rId22" Type="http://schemas.openxmlformats.org/officeDocument/2006/relationships/header" Target="header3.xml"/><Relationship Id="rId27" Type="http://schemas.openxmlformats.org/officeDocument/2006/relationships/footer" Target="footer3.xml"/><Relationship Id="rId30" Type="http://schemas.microsoft.com/office/2011/relationships/people" Target="peop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achetc\AppData\Roaming\Microsoft\Templates\QPUB_ISO_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D089D8AEFAC1A247B7216C0DD884D876" ma:contentTypeVersion="1" ma:contentTypeDescription="Create a new document." ma:contentTypeScope="" ma:versionID="4fd4ad009aa42f07bea72a9ac54a6a46">
  <xsd:schema xmlns:xsd="http://www.w3.org/2001/XMLSchema" xmlns:xs="http://www.w3.org/2001/XMLSchema" xmlns:p="http://schemas.microsoft.com/office/2006/metadata/properties" xmlns:ns2="6048f16a-77ac-4327-be06-b0beb1ce50d8" targetNamespace="http://schemas.microsoft.com/office/2006/metadata/properties" ma:root="true" ma:fieldsID="03aa258e3c6d3b639b87b14df7afe5bb" ns2:_="">
    <xsd:import namespace="6048f16a-77ac-4327-be06-b0beb1ce50d8"/>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048f16a-77ac-4327-be06-b0beb1ce50d8"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9D4254-87B6-40F9-81BE-A8DE3AAE928B}">
  <ds:schemaRefs>
    <ds:schemaRef ds:uri="http://schemas.microsoft.com/sharepoint/v3/contenttype/forms"/>
  </ds:schemaRefs>
</ds:datastoreItem>
</file>

<file path=customXml/itemProps2.xml><?xml version="1.0" encoding="utf-8"?>
<ds:datastoreItem xmlns:ds="http://schemas.openxmlformats.org/officeDocument/2006/customXml" ds:itemID="{BFE346DB-D0E8-48B9-9F91-B4A014ED3B2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048f16a-77ac-4327-be06-b0beb1ce50d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27FA7BE-175F-4955-B5F2-AA4F0B2DFEF8}">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30C17385-A4BA-426C-A2B0-B9199D82B9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QPUB_ISO_E.dotm</Template>
  <TotalTime>58</TotalTime>
  <Pages>21</Pages>
  <Words>9022</Words>
  <Characters>51431</Characters>
  <Application>Microsoft Office Word</Application>
  <DocSecurity>0</DocSecurity>
  <Lines>428</Lines>
  <Paragraphs>120</Paragraphs>
  <ScaleCrop>false</ScaleCrop>
  <HeadingPairs>
    <vt:vector size="6" baseType="variant">
      <vt:variant>
        <vt:lpstr>Title</vt:lpstr>
      </vt:variant>
      <vt:variant>
        <vt:i4>1</vt:i4>
      </vt:variant>
      <vt:variant>
        <vt:lpstr>Titre</vt:lpstr>
      </vt:variant>
      <vt:variant>
        <vt:i4>1</vt:i4>
      </vt:variant>
      <vt:variant>
        <vt:lpstr>Template for common text  ISO/UIT-T</vt:lpstr>
      </vt:variant>
      <vt:variant>
        <vt:i4>0</vt:i4>
      </vt:variant>
    </vt:vector>
  </HeadingPairs>
  <TitlesOfParts>
    <vt:vector size="2" baseType="lpstr">
      <vt:lpstr>ITU-T Rec. Series H Supplement 19 (03/2019) Usage of video signal type code points </vt:lpstr>
      <vt:lpstr>H-series Supplement 19 (ex H.Sup.UVSTCP) "Usage of video signal type code points"</vt:lpstr>
    </vt:vector>
  </TitlesOfParts>
  <Manager>ITU-T</Manager>
  <Company>International Telecommunication Union (ITU)</Company>
  <LinksUpToDate>false</LinksUpToDate>
  <CharactersWithSpaces>60333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ITU-T Rec. Series H Supplement 19 (03/2019) Usage of video signal type code points </dc:title>
  <dc:subject>SERIES H: AUDIOVISUAL AND MULTIMEDIA SYSTEMS -</dc:subject>
  <dc:creator>ITU-T </dc:creator>
  <cp:keywords>.Series H,,Series H</cp:keywords>
  <dc:description>Yammouni, 26/04/2019, ITU51013804</dc:description>
  <cp:lastModifiedBy>Yasser Syed</cp:lastModifiedBy>
  <cp:revision>5</cp:revision>
  <cp:lastPrinted>2019-04-26T06:14:00Z</cp:lastPrinted>
  <dcterms:created xsi:type="dcterms:W3CDTF">2019-06-25T23:01:00Z</dcterms:created>
  <dcterms:modified xsi:type="dcterms:W3CDTF">2019-06-26T23:28:00Z</dcterms:modified>
  <cp:category>Folios :   1  -  18</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num">
    <vt:lpwstr>Series H Supplement 19</vt:lpwstr>
  </property>
  <property fmtid="{D5CDD505-2E9C-101B-9397-08002B2CF9AE}" pid="3" name="Docdate">
    <vt:lpwstr/>
  </property>
  <property fmtid="{D5CDD505-2E9C-101B-9397-08002B2CF9AE}" pid="4" name="Docorlang">
    <vt:lpwstr/>
  </property>
  <property fmtid="{D5CDD505-2E9C-101B-9397-08002B2CF9AE}" pid="5" name="Docbluepink">
    <vt:lpwstr/>
  </property>
  <property fmtid="{D5CDD505-2E9C-101B-9397-08002B2CF9AE}" pid="6" name="Docdest">
    <vt:lpwstr/>
  </property>
  <property fmtid="{D5CDD505-2E9C-101B-9397-08002B2CF9AE}" pid="7" name="Docauthor">
    <vt:lpwstr/>
  </property>
  <property fmtid="{D5CDD505-2E9C-101B-9397-08002B2CF9AE}" pid="8" name="ContentTypeId">
    <vt:lpwstr>0x010100D089D8AEFAC1A247B7216C0DD884D876</vt:lpwstr>
  </property>
  <property fmtid="{D5CDD505-2E9C-101B-9397-08002B2CF9AE}" pid="9" name="doctitle2">
    <vt:lpwstr>SERIES H: AUDIOVISUAL AND MULTIMEDIA SYSTEMS</vt:lpwstr>
  </property>
  <property fmtid="{D5CDD505-2E9C-101B-9397-08002B2CF9AE}" pid="10" name="doctitle">
    <vt:lpwstr>Usage of video signal type code points</vt:lpwstr>
  </property>
  <property fmtid="{D5CDD505-2E9C-101B-9397-08002B2CF9AE}" pid="11" name="Language">
    <vt:lpwstr>English</vt:lpwstr>
  </property>
  <property fmtid="{D5CDD505-2E9C-101B-9397-08002B2CF9AE}" pid="12" name="Typist">
    <vt:lpwstr>Yammouni</vt:lpwstr>
  </property>
  <property fmtid="{D5CDD505-2E9C-101B-9397-08002B2CF9AE}" pid="13" name="Date completed">
    <vt:lpwstr>26 April 2019</vt:lpwstr>
  </property>
</Properties>
</file>