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120"/>
        <w:gridCol w:w="3456"/>
      </w:tblGrid>
      <w:tr w:rsidR="007F1483" w:rsidRPr="000456B4" w14:paraId="5B62592F" w14:textId="77777777" w:rsidTr="00FA3033">
        <w:tc>
          <w:tcPr>
            <w:tcW w:w="6120" w:type="dxa"/>
          </w:tcPr>
          <w:p w14:paraId="2BFD1DDB" w14:textId="77777777" w:rsidR="007F1483" w:rsidRPr="000456B4" w:rsidRDefault="00BA2E50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0456B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7886DA4" wp14:editId="27E2FE6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8890" b="1778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14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6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9AB031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Z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VwzxmIFcrpTgJdjeyMqdhFlrAGv0t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MPjb/3pCYj406cnygZz7KcnFntyBx8spv3piVVKmr7GWWytevxXPT2x3shbD0K1&#10;NPPjGxveLbTaXs7xSmppW4vR4xN4nH1MCR3eKV1LXfUBJSjkCsKz7GNK8P1W0HIjpY8HlGBmVtB6&#10;FVCCZ24HnUvZ2wEluB52EKrsDvmEM9kOWqTs7YCS3G7tKNTQHJISM2lHlbqRI1oQw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JH&#10;qyZtTs3bGlieF3Y/vUwQ1SK3QL9bHHT0riVnpBx1RCJPLxM8lUg5SQhnakRKzkgLzLutcS4EDtuo&#10;UPcrsRwuVr/AYdjPzKpY9gXuQRCEug0V5vkUddiIhbqHChDqNtQaEpXDxcoW6rCjZzojhnSBzw3V&#10;IhBvazAm6YwNFU+zTXXGhlqjDXPqxaiVzovZOkO/2K36B3PD9UABtDA3t8X61BbmhlwMTP2DTpR/&#10;d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7RZGxqp8WRS4L49hFkU29&#10;oQQeVtNeE3mTuNtSE7l6l39VTWQpmCc0SyPjishaxVObiwoil5KuAzrg1l7RqZRLfE4H+2DFlFJf&#10;Azo4G1WMFll7Tgf2UsWgfOFwXDhTVsxSisg9p4P9rGIupcThoD+YhIopNYKfk+nqIJeCsAM6XRnk&#10;UrxzQAgHyN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98+HT2ixS3sFmtYYc5I081MaLsejmxiYjVMLCckaeaGBEj5cAjjKyBxDkjTzUxIkbKOUEYWUMw&#10;c0b6E38oceFRb+wPTAmfamKIRgWzzkaVQ4KaGMkfmEreU8/KPPzq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" strokecolor="white" strokeweight="36e-5mm">
                        <o:lock v:ext="edit" shapetype="f"/>
                      </v:line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" strokecolor="white" strokeweight="36e-5mm">
                        <o:lock v:ext="edit" shapetype="f"/>
                      </v:line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" strokecolor="white" strokeweight="36e-5mm">
                        <o:lock v:ext="edit" shapetype="f"/>
                      </v:line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" strokecolor="white" strokeweight="36e-5mm">
                        <o:lock v:ext="edit" shapetype="f"/>
                      </v:line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" strokecolor="white" strokeweight="36e-5mm">
                        <o:lock v:ext="edit" shapetype="f"/>
                      </v:line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0456B4"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4A467661" wp14:editId="0C38539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4" name="Pictur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56B4"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7EB6DFE" wp14:editId="4DE7949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3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1483" w:rsidRPr="000456B4">
              <w:rPr>
                <w:rFonts w:eastAsia="SimSun"/>
                <w:b/>
                <w:sz w:val="24"/>
                <w:szCs w:val="22"/>
              </w:rPr>
              <w:t>Joint Collaborative Team on Video Coding (JCT-VC)</w:t>
            </w:r>
          </w:p>
          <w:p w14:paraId="286F13BB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0456B4">
              <w:rPr>
                <w:rFonts w:eastAsia="SimSun"/>
                <w:b/>
                <w:sz w:val="24"/>
                <w:szCs w:val="22"/>
              </w:rPr>
              <w:t>of ITU-T SG 16 WP 3 and ISO/IEC JTC 1/SC 29/WG 11</w:t>
            </w:r>
          </w:p>
          <w:p w14:paraId="4854B71D" w14:textId="0FBD2044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0456B4">
              <w:rPr>
                <w:rFonts w:eastAsia="SimSun"/>
                <w:sz w:val="24"/>
                <w:szCs w:val="24"/>
              </w:rPr>
              <w:t>3</w:t>
            </w:r>
            <w:r w:rsidR="00CF73D0">
              <w:rPr>
                <w:rFonts w:eastAsia="SimSun"/>
                <w:sz w:val="24"/>
                <w:szCs w:val="24"/>
              </w:rPr>
              <w:t>5</w:t>
            </w:r>
            <w:r w:rsidR="00FA075B">
              <w:rPr>
                <w:rFonts w:eastAsia="SimSun"/>
                <w:sz w:val="24"/>
                <w:szCs w:val="24"/>
              </w:rPr>
              <w:t>th</w:t>
            </w:r>
            <w:r w:rsidRPr="000456B4">
              <w:rPr>
                <w:rFonts w:eastAsia="SimSun"/>
                <w:sz w:val="24"/>
                <w:szCs w:val="24"/>
              </w:rPr>
              <w:t xml:space="preserve"> Meeting: </w:t>
            </w:r>
            <w:r w:rsidR="00CF73D0">
              <w:rPr>
                <w:rFonts w:eastAsia="SimSun"/>
                <w:sz w:val="24"/>
                <w:szCs w:val="24"/>
              </w:rPr>
              <w:t>Geneva</w:t>
            </w:r>
            <w:r w:rsidRPr="000456B4">
              <w:rPr>
                <w:rFonts w:eastAsia="SimSun"/>
                <w:sz w:val="24"/>
                <w:szCs w:val="24"/>
              </w:rPr>
              <w:t xml:space="preserve">, </w:t>
            </w:r>
            <w:r w:rsidR="00CF73D0">
              <w:rPr>
                <w:rFonts w:eastAsia="SimSun"/>
                <w:sz w:val="24"/>
                <w:szCs w:val="24"/>
              </w:rPr>
              <w:t>CH</w:t>
            </w:r>
            <w:r w:rsidRPr="000456B4">
              <w:rPr>
                <w:rFonts w:eastAsia="SimSun"/>
                <w:sz w:val="24"/>
                <w:szCs w:val="24"/>
              </w:rPr>
              <w:t xml:space="preserve">, </w:t>
            </w:r>
            <w:r w:rsidR="00CF73D0">
              <w:rPr>
                <w:rFonts w:eastAsia="SimSun"/>
                <w:sz w:val="24"/>
                <w:szCs w:val="24"/>
              </w:rPr>
              <w:t>2</w:t>
            </w:r>
            <w:r w:rsidR="00F163E9">
              <w:rPr>
                <w:rFonts w:eastAsia="SimSun"/>
                <w:sz w:val="24"/>
                <w:szCs w:val="24"/>
              </w:rPr>
              <w:t>2</w:t>
            </w:r>
            <w:r w:rsidRPr="000456B4">
              <w:rPr>
                <w:rFonts w:eastAsia="SimSun"/>
                <w:sz w:val="24"/>
                <w:szCs w:val="24"/>
              </w:rPr>
              <w:t>–</w:t>
            </w:r>
            <w:r w:rsidR="00CF73D0">
              <w:rPr>
                <w:rFonts w:eastAsia="SimSun"/>
                <w:sz w:val="24"/>
                <w:szCs w:val="24"/>
              </w:rPr>
              <w:t>27</w:t>
            </w:r>
            <w:r w:rsidRPr="000456B4">
              <w:rPr>
                <w:rFonts w:eastAsia="SimSun"/>
                <w:sz w:val="24"/>
                <w:szCs w:val="24"/>
              </w:rPr>
              <w:t xml:space="preserve"> </w:t>
            </w:r>
            <w:r w:rsidR="00CF73D0">
              <w:rPr>
                <w:rFonts w:eastAsia="SimSun"/>
                <w:sz w:val="24"/>
                <w:szCs w:val="24"/>
              </w:rPr>
              <w:t>March</w:t>
            </w:r>
            <w:r w:rsidRPr="000456B4">
              <w:rPr>
                <w:rFonts w:eastAsia="SimSun"/>
                <w:sz w:val="24"/>
                <w:szCs w:val="24"/>
              </w:rPr>
              <w:t xml:space="preserve"> 201</w:t>
            </w:r>
            <w:r w:rsidR="00F163E9">
              <w:rPr>
                <w:rFonts w:eastAsia="SimSun"/>
                <w:sz w:val="24"/>
                <w:szCs w:val="24"/>
              </w:rPr>
              <w:t>9</w:t>
            </w:r>
            <w:r w:rsidRPr="000456B4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3456" w:type="dxa"/>
          </w:tcPr>
          <w:p w14:paraId="7501A6A1" w14:textId="6644D23A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4"/>
                <w:u w:val="single"/>
              </w:rPr>
            </w:pPr>
            <w:r w:rsidRPr="000456B4">
              <w:rPr>
                <w:rFonts w:eastAsia="SimSun"/>
                <w:sz w:val="24"/>
                <w:szCs w:val="24"/>
              </w:rPr>
              <w:t>Document: JCTVC-A</w:t>
            </w:r>
            <w:r w:rsidR="00CF73D0">
              <w:rPr>
                <w:rFonts w:eastAsia="SimSun"/>
                <w:sz w:val="24"/>
                <w:szCs w:val="24"/>
              </w:rPr>
              <w:t>I</w:t>
            </w:r>
            <w:r w:rsidR="00FA075B">
              <w:rPr>
                <w:rFonts w:eastAsia="SimSun"/>
                <w:sz w:val="24"/>
                <w:szCs w:val="24"/>
              </w:rPr>
              <w:t>0006</w:t>
            </w:r>
          </w:p>
        </w:tc>
      </w:tr>
    </w:tbl>
    <w:p w14:paraId="67045316" w14:textId="77777777" w:rsidR="007F1483" w:rsidRPr="000456B4" w:rsidRDefault="007F1483" w:rsidP="007F1483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rFonts w:eastAsia="SimSun"/>
          <w:sz w:val="24"/>
          <w:szCs w:val="24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7F1483" w:rsidRPr="000456B4" w14:paraId="2E88714D" w14:textId="77777777" w:rsidTr="00FA3033">
        <w:tc>
          <w:tcPr>
            <w:tcW w:w="1458" w:type="dxa"/>
          </w:tcPr>
          <w:p w14:paraId="2BF46C3A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5AE8C2DD" w14:textId="39F8F507" w:rsidR="007F1483" w:rsidRPr="000456B4" w:rsidRDefault="00FA075B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C83E44">
              <w:rPr>
                <w:b/>
                <w:szCs w:val="22"/>
                <w:lang w:val="en-CA"/>
              </w:rPr>
              <w:t>JCT-VC AHG</w:t>
            </w:r>
            <w:r>
              <w:rPr>
                <w:b/>
                <w:szCs w:val="22"/>
                <w:lang w:val="en-CA"/>
              </w:rPr>
              <w:t xml:space="preserve"> 6</w:t>
            </w:r>
            <w:r w:rsidRPr="00C83E44">
              <w:rPr>
                <w:b/>
                <w:szCs w:val="22"/>
                <w:lang w:val="en-CA"/>
              </w:rPr>
              <w:t xml:space="preserve"> report: </w:t>
            </w:r>
            <w:r w:rsidRPr="00AB1F9D">
              <w:rPr>
                <w:b/>
                <w:szCs w:val="22"/>
                <w:lang w:val="en-CA"/>
              </w:rPr>
              <w:t>Report development for usage of video signal type code points</w:t>
            </w:r>
            <w:r w:rsidRPr="008E547A">
              <w:rPr>
                <w:b/>
                <w:lang w:val="en-CA"/>
              </w:rPr>
              <w:t xml:space="preserve"> </w:t>
            </w:r>
          </w:p>
        </w:tc>
      </w:tr>
      <w:tr w:rsidR="007F1483" w:rsidRPr="000456B4" w14:paraId="441903FF" w14:textId="77777777" w:rsidTr="00FA3033">
        <w:tc>
          <w:tcPr>
            <w:tcW w:w="1458" w:type="dxa"/>
          </w:tcPr>
          <w:p w14:paraId="436F68B8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24113B34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 w:rsidRPr="000456B4">
              <w:rPr>
                <w:rFonts w:eastAsia="SimSun"/>
                <w:sz w:val="24"/>
                <w:szCs w:val="22"/>
              </w:rPr>
              <w:t>Output Document approved by JCT-VC</w:t>
            </w:r>
          </w:p>
        </w:tc>
      </w:tr>
      <w:tr w:rsidR="007F1483" w:rsidRPr="000456B4" w14:paraId="149BEBAD" w14:textId="77777777" w:rsidTr="00FA3033">
        <w:tc>
          <w:tcPr>
            <w:tcW w:w="1458" w:type="dxa"/>
          </w:tcPr>
          <w:p w14:paraId="0EBB19C4" w14:textId="54953E32" w:rsidR="00FA075B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3AD83CA9" w14:textId="2EC29C72" w:rsidR="00FA075B" w:rsidRPr="00FA075B" w:rsidRDefault="00FA075B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sz w:val="28"/>
                <w:szCs w:val="22"/>
              </w:rPr>
            </w:pPr>
            <w:r w:rsidRPr="00FA075B">
              <w:rPr>
                <w:sz w:val="21"/>
                <w:szCs w:val="22"/>
                <w:lang w:val="en-CA"/>
              </w:rPr>
              <w:t>Ad Hoc Group 6 Report</w:t>
            </w:r>
            <w:r w:rsidRPr="00FA075B">
              <w:rPr>
                <w:rFonts w:eastAsia="SimSun"/>
                <w:sz w:val="28"/>
                <w:szCs w:val="22"/>
              </w:rPr>
              <w:t xml:space="preserve"> </w:t>
            </w:r>
          </w:p>
        </w:tc>
      </w:tr>
      <w:tr w:rsidR="00FA075B" w:rsidRPr="000456B4" w14:paraId="341D88C3" w14:textId="77777777" w:rsidTr="00FA3033">
        <w:tc>
          <w:tcPr>
            <w:tcW w:w="1458" w:type="dxa"/>
          </w:tcPr>
          <w:p w14:paraId="3CACFBE1" w14:textId="20A6EC62" w:rsidR="00FA075B" w:rsidRPr="000456B4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264E67D7" w14:textId="77777777" w:rsidR="00BD276D" w:rsidRDefault="00FA075B" w:rsidP="00FA075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Yasser Syed (Comcast),</w:t>
            </w:r>
          </w:p>
          <w:p w14:paraId="34E792FF" w14:textId="514A30AF" w:rsidR="00FA075B" w:rsidRPr="000456B4" w:rsidRDefault="00FA075B" w:rsidP="00FA075B">
            <w:pPr>
              <w:spacing w:before="60" w:after="60"/>
              <w:rPr>
                <w:rFonts w:eastAsia="SimSun"/>
                <w:sz w:val="24"/>
                <w:szCs w:val="22"/>
              </w:rPr>
            </w:pPr>
            <w:r>
              <w:rPr>
                <w:b/>
                <w:szCs w:val="22"/>
                <w:lang w:val="en-CA"/>
              </w:rPr>
              <w:t>Chad Fogg (</w:t>
            </w:r>
            <w:proofErr w:type="spellStart"/>
            <w:r>
              <w:rPr>
                <w:b/>
                <w:szCs w:val="22"/>
                <w:lang w:val="en-CA"/>
              </w:rPr>
              <w:t>Movielabs</w:t>
            </w:r>
            <w:proofErr w:type="spellEnd"/>
            <w:r>
              <w:rPr>
                <w:b/>
                <w:szCs w:val="22"/>
                <w:lang w:val="en-CA"/>
              </w:rPr>
              <w:t>)</w:t>
            </w:r>
            <w:r>
              <w:rPr>
                <w:b/>
                <w:szCs w:val="22"/>
                <w:lang w:val="en-CA"/>
              </w:rPr>
              <w:br/>
            </w:r>
          </w:p>
          <w:p w14:paraId="1DE7B08E" w14:textId="056566C9" w:rsidR="00FA075B" w:rsidRPr="000456B4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</w:p>
        </w:tc>
        <w:tc>
          <w:tcPr>
            <w:tcW w:w="900" w:type="dxa"/>
          </w:tcPr>
          <w:p w14:paraId="5C6CFDA4" w14:textId="2893B02B" w:rsidR="00FA075B" w:rsidRPr="000456B4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02B147A0" w14:textId="4E80FE6C" w:rsidR="00FA075B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Style w:val="Hyperlink"/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+1</w:t>
            </w:r>
            <w:r>
              <w:rPr>
                <w:szCs w:val="22"/>
                <w:lang w:val="en-CA"/>
              </w:rPr>
              <w:t>-303-246-8413</w:t>
            </w:r>
            <w:r>
              <w:rPr>
                <w:szCs w:val="22"/>
                <w:lang w:val="en-CA"/>
              </w:rPr>
              <w:br/>
            </w:r>
            <w:hyperlink r:id="rId10" w:history="1">
              <w:r w:rsidR="00B83F31" w:rsidRPr="00A44FAC">
                <w:rPr>
                  <w:rStyle w:val="Hyperlink"/>
                  <w:szCs w:val="22"/>
                  <w:lang w:val="en-CA"/>
                </w:rPr>
                <w:t>yasser_syed@comcast.com</w:t>
              </w:r>
            </w:hyperlink>
          </w:p>
          <w:p w14:paraId="3ABB078D" w14:textId="2BF27EAE" w:rsidR="00B83F31" w:rsidRPr="000456B4" w:rsidRDefault="007854E1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hyperlink r:id="rId11" w:history="1">
              <w:r w:rsidR="00B83F31" w:rsidRPr="000229AD">
                <w:rPr>
                  <w:rStyle w:val="Hyperlink"/>
                  <w:rFonts w:eastAsia="SimSun"/>
                  <w:sz w:val="22"/>
                  <w:szCs w:val="22"/>
                </w:rPr>
                <w:t>chad.fogg@gmail.com</w:t>
              </w:r>
            </w:hyperlink>
            <w:r w:rsidR="00B83F31" w:rsidRPr="000229AD">
              <w:rPr>
                <w:rFonts w:eastAsia="SimSun"/>
                <w:sz w:val="22"/>
                <w:szCs w:val="22"/>
              </w:rPr>
              <w:t xml:space="preserve"> </w:t>
            </w:r>
          </w:p>
        </w:tc>
      </w:tr>
      <w:tr w:rsidR="00FA075B" w:rsidRPr="000456B4" w14:paraId="7E5B47CB" w14:textId="77777777" w:rsidTr="00FA3033">
        <w:tc>
          <w:tcPr>
            <w:tcW w:w="1458" w:type="dxa"/>
          </w:tcPr>
          <w:p w14:paraId="2AB471B8" w14:textId="0EDE32FB" w:rsidR="00FA075B" w:rsidRPr="005B217D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4050" w:type="dxa"/>
          </w:tcPr>
          <w:p w14:paraId="677B636D" w14:textId="7D5680F3" w:rsidR="00FA075B" w:rsidRDefault="00FA075B" w:rsidP="00FA075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Chairs</w:t>
            </w:r>
          </w:p>
        </w:tc>
        <w:tc>
          <w:tcPr>
            <w:tcW w:w="900" w:type="dxa"/>
          </w:tcPr>
          <w:p w14:paraId="03A246A9" w14:textId="77777777" w:rsidR="00FA075B" w:rsidRPr="00316072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037D70C1" w14:textId="77777777" w:rsidR="00FA075B" w:rsidRPr="00316072" w:rsidRDefault="00FA075B" w:rsidP="00FA075B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Cs w:val="22"/>
                <w:lang w:val="en-CA"/>
              </w:rPr>
            </w:pPr>
          </w:p>
        </w:tc>
      </w:tr>
    </w:tbl>
    <w:p w14:paraId="6C1460D4" w14:textId="77777777" w:rsidR="007F1483" w:rsidRPr="000456B4" w:rsidRDefault="007F1483" w:rsidP="00614046">
      <w:pPr>
        <w:tabs>
          <w:tab w:val="clear" w:pos="794"/>
          <w:tab w:val="clear" w:pos="1191"/>
          <w:tab w:val="clear" w:pos="1588"/>
          <w:tab w:val="clear" w:pos="1985"/>
          <w:tab w:val="left" w:pos="1800"/>
          <w:tab w:val="right" w:pos="9360"/>
        </w:tabs>
        <w:overflowPunct/>
        <w:autoSpaceDE/>
        <w:autoSpaceDN/>
        <w:adjustRightInd/>
        <w:spacing w:before="120" w:after="120"/>
        <w:jc w:val="center"/>
        <w:textAlignment w:val="auto"/>
        <w:rPr>
          <w:rFonts w:eastAsia="SimSun"/>
          <w:sz w:val="24"/>
          <w:szCs w:val="22"/>
        </w:rPr>
      </w:pPr>
      <w:r w:rsidRPr="000456B4">
        <w:rPr>
          <w:rFonts w:eastAsia="SimSun"/>
          <w:sz w:val="24"/>
          <w:szCs w:val="22"/>
          <w:u w:val="single"/>
        </w:rPr>
        <w:t>_____________________________</w:t>
      </w:r>
    </w:p>
    <w:p w14:paraId="01A842F0" w14:textId="77777777" w:rsidR="00150721" w:rsidRPr="005B217D" w:rsidRDefault="00150721" w:rsidP="00614046">
      <w:pPr>
        <w:pStyle w:val="Heading1"/>
        <w:numPr>
          <w:ilvl w:val="0"/>
          <w:numId w:val="0"/>
        </w:numPr>
        <w:spacing w:before="120"/>
        <w:rPr>
          <w:lang w:val="en-CA"/>
        </w:rPr>
      </w:pPr>
      <w:r w:rsidRPr="005B217D">
        <w:rPr>
          <w:lang w:val="en-CA"/>
        </w:rPr>
        <w:t>Abstract</w:t>
      </w:r>
    </w:p>
    <w:p w14:paraId="79C61557" w14:textId="0BAF6694" w:rsidR="00150721" w:rsidRPr="00614046" w:rsidRDefault="00150721" w:rsidP="00150721">
      <w:pPr>
        <w:rPr>
          <w:szCs w:val="22"/>
          <w:lang w:val="en-CA"/>
        </w:rPr>
      </w:pPr>
      <w:r w:rsidRPr="00A672BE">
        <w:rPr>
          <w:lang w:val="en-CA"/>
        </w:rPr>
        <w:t>This report summari</w:t>
      </w:r>
      <w:r>
        <w:rPr>
          <w:lang w:val="en-CA"/>
        </w:rPr>
        <w:t>z</w:t>
      </w:r>
      <w:r w:rsidRPr="00A672BE">
        <w:rPr>
          <w:lang w:val="en-CA"/>
        </w:rPr>
        <w:t xml:space="preserve">es the activities of the </w:t>
      </w:r>
      <w:proofErr w:type="spellStart"/>
      <w:r w:rsidRPr="00A672BE">
        <w:rPr>
          <w:lang w:val="en-CA"/>
        </w:rPr>
        <w:t>AhG</w:t>
      </w:r>
      <w:proofErr w:type="spellEnd"/>
      <w:r w:rsidRPr="00A672BE">
        <w:rPr>
          <w:lang w:val="en-CA"/>
        </w:rPr>
        <w:t xml:space="preserve"> </w:t>
      </w:r>
      <w:r w:rsidR="00C74305">
        <w:rPr>
          <w:lang w:val="en-CA"/>
        </w:rPr>
        <w:t>on r</w:t>
      </w:r>
      <w:r w:rsidRPr="00AB1F9D">
        <w:rPr>
          <w:lang w:val="en-CA"/>
        </w:rPr>
        <w:t xml:space="preserve">eport development for usage of video signal type code points </w:t>
      </w:r>
      <w:r w:rsidRPr="00A672BE">
        <w:rPr>
          <w:lang w:val="en-CA"/>
        </w:rPr>
        <w:t>that</w:t>
      </w:r>
      <w:r>
        <w:rPr>
          <w:lang w:val="en-CA"/>
        </w:rPr>
        <w:t xml:space="preserve"> have taken place between the</w:t>
      </w:r>
      <w:r w:rsidRPr="00A672BE">
        <w:rPr>
          <w:lang w:val="en-CA"/>
        </w:rPr>
        <w:t xml:space="preserve"> </w:t>
      </w:r>
      <w:r>
        <w:rPr>
          <w:lang w:val="en-CA"/>
        </w:rPr>
        <w:t>3</w:t>
      </w:r>
      <w:r w:rsidR="00CF73D0">
        <w:rPr>
          <w:lang w:val="en-CA"/>
        </w:rPr>
        <w:t>4th</w:t>
      </w:r>
      <w:r w:rsidRPr="00A672BE">
        <w:rPr>
          <w:lang w:val="en-CA"/>
        </w:rPr>
        <w:t xml:space="preserve"> </w:t>
      </w:r>
      <w:r>
        <w:rPr>
          <w:lang w:val="en-CA"/>
        </w:rPr>
        <w:t>and 3</w:t>
      </w:r>
      <w:r w:rsidR="00CF73D0">
        <w:rPr>
          <w:lang w:val="en-CA"/>
        </w:rPr>
        <w:t>5</w:t>
      </w:r>
      <w:r w:rsidR="0013546F">
        <w:rPr>
          <w:lang w:val="en-CA"/>
        </w:rPr>
        <w:t>th</w:t>
      </w:r>
      <w:r>
        <w:rPr>
          <w:lang w:val="en-CA"/>
        </w:rPr>
        <w:t xml:space="preserve"> </w:t>
      </w:r>
      <w:r w:rsidRPr="00A672BE">
        <w:rPr>
          <w:lang w:val="en-CA"/>
        </w:rPr>
        <w:t>JCT-VC meetings. Activities focused on</w:t>
      </w:r>
      <w:r>
        <w:rPr>
          <w:lang w:val="en-CA"/>
        </w:rPr>
        <w:t xml:space="preserve"> work on text and diagrams of the draft output document JCTVC-A</w:t>
      </w:r>
      <w:r w:rsidR="00CF73D0">
        <w:rPr>
          <w:lang w:val="en-CA"/>
        </w:rPr>
        <w:t>H</w:t>
      </w:r>
      <w:r>
        <w:rPr>
          <w:lang w:val="en-CA"/>
        </w:rPr>
        <w:t>1003 (Version 1</w:t>
      </w:r>
      <w:r w:rsidR="00C74305">
        <w:rPr>
          <w:lang w:val="en-CA"/>
        </w:rPr>
        <w:t xml:space="preserve"> draft 6</w:t>
      </w:r>
      <w:r>
        <w:rPr>
          <w:lang w:val="en-CA"/>
        </w:rPr>
        <w:t xml:space="preserve">) intended for a Technical </w:t>
      </w:r>
      <w:r w:rsidR="00C74305">
        <w:rPr>
          <w:lang w:val="en-CA"/>
        </w:rPr>
        <w:t>Report in ISO/IEC and Supplement in ITU-T</w:t>
      </w:r>
      <w:r>
        <w:rPr>
          <w:lang w:val="en-CA"/>
        </w:rPr>
        <w:t>, and a follow</w:t>
      </w:r>
      <w:r w:rsidR="00C74305">
        <w:rPr>
          <w:lang w:val="en-CA"/>
        </w:rPr>
        <w:t>-</w:t>
      </w:r>
      <w:r>
        <w:rPr>
          <w:lang w:val="en-CA"/>
        </w:rPr>
        <w:t>on draft JCTVC-A</w:t>
      </w:r>
      <w:r w:rsidR="00CF73D0">
        <w:rPr>
          <w:lang w:val="en-CA"/>
        </w:rPr>
        <w:t>H</w:t>
      </w:r>
      <w:r>
        <w:rPr>
          <w:lang w:val="en-CA"/>
        </w:rPr>
        <w:t>1011 (Version</w:t>
      </w:r>
      <w:r w:rsidR="00C74305">
        <w:rPr>
          <w:lang w:val="en-CA"/>
        </w:rPr>
        <w:t xml:space="preserve"> </w:t>
      </w:r>
      <w:r>
        <w:rPr>
          <w:lang w:val="en-CA"/>
        </w:rPr>
        <w:t>2</w:t>
      </w:r>
      <w:r w:rsidR="00C74305">
        <w:rPr>
          <w:lang w:val="en-CA"/>
        </w:rPr>
        <w:t xml:space="preserve"> draft 3</w:t>
      </w:r>
      <w:r>
        <w:rPr>
          <w:lang w:val="en-CA"/>
        </w:rPr>
        <w:t xml:space="preserve">) for future changes to this </w:t>
      </w:r>
      <w:r w:rsidR="00C74305">
        <w:rPr>
          <w:lang w:val="en-CA"/>
        </w:rPr>
        <w:t>Technical Report / Supplement</w:t>
      </w:r>
      <w:r>
        <w:rPr>
          <w:lang w:val="en-CA"/>
        </w:rPr>
        <w:t>.</w:t>
      </w:r>
    </w:p>
    <w:p w14:paraId="3F2DA753" w14:textId="77777777" w:rsidR="00150721" w:rsidRPr="005B217D" w:rsidRDefault="00150721" w:rsidP="00150721">
      <w:pPr>
        <w:pStyle w:val="Heading1"/>
        <w:keepLines w:val="0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360" w:hanging="360"/>
        <w:rPr>
          <w:lang w:val="en-CA"/>
        </w:rPr>
      </w:pPr>
      <w:r w:rsidRPr="005B217D">
        <w:rPr>
          <w:lang w:val="en-CA"/>
        </w:rPr>
        <w:t>Intr</w:t>
      </w:r>
      <w:r>
        <w:rPr>
          <w:lang w:val="en-CA"/>
        </w:rPr>
        <w:t xml:space="preserve">oduction </w:t>
      </w:r>
    </w:p>
    <w:p w14:paraId="5578EEFF" w14:textId="77777777" w:rsidR="00150721" w:rsidRDefault="00150721" w:rsidP="00150721">
      <w:pPr>
        <w:rPr>
          <w:szCs w:val="22"/>
          <w:lang w:val="en-CA"/>
        </w:rPr>
      </w:pPr>
      <w:r>
        <w:rPr>
          <w:szCs w:val="22"/>
          <w:lang w:val="en-CA"/>
        </w:rPr>
        <w:t xml:space="preserve">The mandates of this AHG were: </w:t>
      </w:r>
    </w:p>
    <w:p w14:paraId="1B75904B" w14:textId="4258C5E6" w:rsidR="00150721" w:rsidRDefault="00150721" w:rsidP="00150721">
      <w:pPr>
        <w:numPr>
          <w:ilvl w:val="0"/>
          <w:numId w:val="16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</w:pPr>
      <w:r w:rsidRPr="000D4530">
        <w:t>Produce the output draft text JCTVC-A</w:t>
      </w:r>
      <w:r w:rsidR="00CF73D0">
        <w:t>H</w:t>
      </w:r>
      <w:r w:rsidRPr="000D4530">
        <w:t>1003</w:t>
      </w:r>
      <w:r>
        <w:t xml:space="preserve"> and develop proposed improvements of its content</w:t>
      </w:r>
    </w:p>
    <w:p w14:paraId="082D570E" w14:textId="3480254E" w:rsidR="00150721" w:rsidRPr="000D4530" w:rsidRDefault="00150721" w:rsidP="00150721">
      <w:pPr>
        <w:numPr>
          <w:ilvl w:val="0"/>
          <w:numId w:val="16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</w:pPr>
      <w:r w:rsidRPr="000D4530">
        <w:t>Produce the output draft text JCTVC-A</w:t>
      </w:r>
      <w:r w:rsidR="00CF73D0">
        <w:t>H</w:t>
      </w:r>
      <w:r>
        <w:t>1011 and develop proposed improvements of its content</w:t>
      </w:r>
    </w:p>
    <w:p w14:paraId="4E716457" w14:textId="71A6B544" w:rsidR="00150721" w:rsidRPr="000D4530" w:rsidRDefault="00150721" w:rsidP="00150721">
      <w:pPr>
        <w:numPr>
          <w:ilvl w:val="0"/>
          <w:numId w:val="16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</w:pPr>
      <w:r w:rsidRPr="000D4530">
        <w:t>Study the industry usage of video signal type code points and identify the most common and important combinations of such code points (including study of the draft text JCTVC-A</w:t>
      </w:r>
      <w:r w:rsidR="00C74305">
        <w:t>H</w:t>
      </w:r>
      <w:r w:rsidRPr="000D4530">
        <w:t>1003).</w:t>
      </w:r>
    </w:p>
    <w:p w14:paraId="6F23368B" w14:textId="77777777" w:rsidR="00150721" w:rsidRDefault="00150721" w:rsidP="00150721">
      <w:pPr>
        <w:pStyle w:val="Heading1"/>
        <w:keepLines w:val="0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360" w:hanging="360"/>
        <w:rPr>
          <w:lang w:val="en-CA"/>
        </w:rPr>
      </w:pPr>
      <w:r>
        <w:rPr>
          <w:lang w:val="en-CA"/>
        </w:rPr>
        <w:t>Activities</w:t>
      </w:r>
    </w:p>
    <w:p w14:paraId="34F063A4" w14:textId="77777777" w:rsidR="00150721" w:rsidRDefault="00150721" w:rsidP="00150721">
      <w:pPr>
        <w:pStyle w:val="Heading2"/>
        <w:keepLines w:val="0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lang w:val="en-CA"/>
        </w:rPr>
      </w:pPr>
      <w:r>
        <w:rPr>
          <w:lang w:val="en-CA"/>
        </w:rPr>
        <w:t xml:space="preserve">Reflector </w:t>
      </w:r>
    </w:p>
    <w:p w14:paraId="052B48D9" w14:textId="77777777" w:rsidR="00150721" w:rsidRDefault="00150721" w:rsidP="00150721">
      <w:pPr>
        <w:rPr>
          <w:lang w:eastAsia="ko-KR"/>
        </w:rPr>
      </w:pPr>
      <w:r w:rsidRPr="008932B9">
        <w:rPr>
          <w:lang w:eastAsia="ja-JP"/>
        </w:rPr>
        <w:t>The</w:t>
      </w:r>
      <w:r w:rsidRPr="008932B9">
        <w:rPr>
          <w:lang w:eastAsia="ko-KR"/>
        </w:rPr>
        <w:t xml:space="preserve"> e-mail reflector is </w:t>
      </w:r>
      <w:r>
        <w:rPr>
          <w:lang w:eastAsia="ko-KR"/>
        </w:rPr>
        <w:t xml:space="preserve">[jct-vc@lists.rwth-aachen.de]. </w:t>
      </w:r>
      <w:r w:rsidRPr="008932B9">
        <w:rPr>
          <w:lang w:eastAsia="ko-KR"/>
        </w:rPr>
        <w:t xml:space="preserve">To </w:t>
      </w:r>
      <w:r w:rsidRPr="008932B9">
        <w:rPr>
          <w:lang w:eastAsia="ja-JP"/>
        </w:rPr>
        <w:t>receive email</w:t>
      </w:r>
      <w:r w:rsidRPr="008932B9">
        <w:rPr>
          <w:lang w:eastAsia="ko-KR"/>
        </w:rPr>
        <w:t xml:space="preserve">, please subscribe to the e-mail reflector: </w:t>
      </w:r>
      <w:hyperlink r:id="rId12" w:history="1">
        <w:r w:rsidRPr="008932B9">
          <w:rPr>
            <w:rStyle w:val="Hyperlink"/>
            <w:szCs w:val="22"/>
            <w:lang w:eastAsia="ko-KR"/>
          </w:rPr>
          <w:t>http://mailman.rwth-aachen.de/mailman/listinfo/jct-vc</w:t>
        </w:r>
      </w:hyperlink>
      <w:r w:rsidRPr="008932B9">
        <w:rPr>
          <w:lang w:eastAsia="ko-KR"/>
        </w:rPr>
        <w:t xml:space="preserve">. For e-mail exchange, </w:t>
      </w:r>
      <w:r w:rsidRPr="008932B9">
        <w:rPr>
          <w:lang w:eastAsia="ja-JP"/>
        </w:rPr>
        <w:t>it is recommended to</w:t>
      </w:r>
      <w:r w:rsidRPr="008932B9">
        <w:rPr>
          <w:lang w:eastAsia="ko-KR"/>
        </w:rPr>
        <w:t xml:space="preserve"> put [</w:t>
      </w:r>
      <w:r w:rsidRPr="008932B9">
        <w:rPr>
          <w:lang w:eastAsia="ja-JP"/>
        </w:rPr>
        <w:t>AHG6</w:t>
      </w:r>
      <w:r w:rsidRPr="008932B9">
        <w:rPr>
          <w:lang w:eastAsia="ko-KR"/>
        </w:rPr>
        <w:t>] in the subject line for easy grouping.</w:t>
      </w:r>
    </w:p>
    <w:p w14:paraId="6BA62C1F" w14:textId="04FECDC6" w:rsidR="00150721" w:rsidRDefault="00CF73D0" w:rsidP="00150721">
      <w:pPr>
        <w:pStyle w:val="Heading2"/>
        <w:keepLines w:val="0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lang w:eastAsia="ko-KR"/>
        </w:rPr>
      </w:pPr>
      <w:r>
        <w:rPr>
          <w:lang w:eastAsia="ko-KR"/>
        </w:rPr>
        <w:t>Activities</w:t>
      </w:r>
    </w:p>
    <w:p w14:paraId="3CA3C7ED" w14:textId="5DED3FE0" w:rsidR="00CF73D0" w:rsidRDefault="00CF73D0" w:rsidP="00150721">
      <w:pPr>
        <w:rPr>
          <w:lang w:eastAsia="ko-KR"/>
        </w:rPr>
      </w:pPr>
      <w:r>
        <w:rPr>
          <w:lang w:eastAsia="ko-KR"/>
        </w:rPr>
        <w:t xml:space="preserve">The group worked on producing </w:t>
      </w:r>
      <w:r w:rsidR="00C74305">
        <w:rPr>
          <w:lang w:eastAsia="ko-KR"/>
        </w:rPr>
        <w:t>two</w:t>
      </w:r>
      <w:r>
        <w:rPr>
          <w:lang w:eastAsia="ko-KR"/>
        </w:rPr>
        <w:t xml:space="preserve"> output documents (</w:t>
      </w:r>
      <w:r w:rsidR="00C74305">
        <w:rPr>
          <w:lang w:eastAsia="ko-KR"/>
        </w:rPr>
        <w:t>JCTVC-</w:t>
      </w:r>
      <w:r>
        <w:rPr>
          <w:lang w:eastAsia="ko-KR"/>
        </w:rPr>
        <w:t>AH1003 version 1</w:t>
      </w:r>
      <w:r w:rsidR="00C74305">
        <w:rPr>
          <w:lang w:eastAsia="ko-KR"/>
        </w:rPr>
        <w:t xml:space="preserve"> draft 6</w:t>
      </w:r>
      <w:r>
        <w:rPr>
          <w:lang w:eastAsia="ko-KR"/>
        </w:rPr>
        <w:t xml:space="preserve">, and </w:t>
      </w:r>
      <w:r w:rsidR="00C74305">
        <w:rPr>
          <w:lang w:eastAsia="ko-KR"/>
        </w:rPr>
        <w:t>JCTVC-</w:t>
      </w:r>
      <w:r>
        <w:rPr>
          <w:lang w:eastAsia="ko-KR"/>
        </w:rPr>
        <w:t>AH1011 version 2</w:t>
      </w:r>
      <w:r w:rsidR="00C74305">
        <w:rPr>
          <w:lang w:eastAsia="ko-KR"/>
        </w:rPr>
        <w:t xml:space="preserve"> draft 2</w:t>
      </w:r>
      <w:r>
        <w:rPr>
          <w:lang w:eastAsia="ko-KR"/>
        </w:rPr>
        <w:t>)</w:t>
      </w:r>
      <w:r w:rsidR="00A51034">
        <w:rPr>
          <w:lang w:eastAsia="ko-KR"/>
        </w:rPr>
        <w:t xml:space="preserve"> based </w:t>
      </w:r>
      <w:r w:rsidR="00C74305">
        <w:rPr>
          <w:lang w:eastAsia="ko-KR"/>
        </w:rPr>
        <w:t>on</w:t>
      </w:r>
      <w:r w:rsidR="00A51034">
        <w:rPr>
          <w:lang w:eastAsia="ko-KR"/>
        </w:rPr>
        <w:t xml:space="preserve"> the 34</w:t>
      </w:r>
      <w:r w:rsidR="00A51034" w:rsidRPr="00A51034">
        <w:rPr>
          <w:vertAlign w:val="superscript"/>
          <w:lang w:eastAsia="ko-KR"/>
        </w:rPr>
        <w:t>th</w:t>
      </w:r>
      <w:r w:rsidR="00A51034">
        <w:rPr>
          <w:lang w:eastAsia="ko-KR"/>
        </w:rPr>
        <w:t xml:space="preserve"> meeting discussions. For </w:t>
      </w:r>
      <w:r w:rsidR="00C74305">
        <w:rPr>
          <w:lang w:eastAsia="ko-KR"/>
        </w:rPr>
        <w:t>JCTVC-</w:t>
      </w:r>
      <w:r w:rsidR="00A51034">
        <w:rPr>
          <w:lang w:eastAsia="ko-KR"/>
        </w:rPr>
        <w:t xml:space="preserve">AH1003, The TR report version 1 </w:t>
      </w:r>
      <w:r w:rsidR="00C74305">
        <w:rPr>
          <w:lang w:eastAsia="ko-KR"/>
        </w:rPr>
        <w:t xml:space="preserve">draft </w:t>
      </w:r>
      <w:r w:rsidR="00A51034">
        <w:rPr>
          <w:lang w:eastAsia="ko-KR"/>
        </w:rPr>
        <w:t xml:space="preserve">had some minor edits to the output document. For </w:t>
      </w:r>
      <w:r w:rsidR="00C74305">
        <w:rPr>
          <w:lang w:eastAsia="ko-KR"/>
        </w:rPr>
        <w:t>JCTVC-</w:t>
      </w:r>
      <w:r w:rsidR="00A51034">
        <w:rPr>
          <w:lang w:eastAsia="ko-KR"/>
        </w:rPr>
        <w:t xml:space="preserve">AH1011, at the meeting it was decided to include </w:t>
      </w:r>
      <w:r w:rsidR="00C74305">
        <w:rPr>
          <w:lang w:eastAsia="ko-KR"/>
        </w:rPr>
        <w:t xml:space="preserve">the proposed </w:t>
      </w:r>
      <w:r w:rsidR="00C74305">
        <w:rPr>
          <w:lang w:eastAsia="ko-KR"/>
        </w:rPr>
        <w:t>JCTVC-</w:t>
      </w:r>
      <w:r w:rsidR="00A51034">
        <w:rPr>
          <w:lang w:eastAsia="ko-KR"/>
        </w:rPr>
        <w:t>AH1021</w:t>
      </w:r>
      <w:r w:rsidR="00C74305">
        <w:rPr>
          <w:lang w:eastAsia="ko-KR"/>
        </w:rPr>
        <w:t xml:space="preserve"> format proposed by Apple</w:t>
      </w:r>
      <w:r w:rsidR="00614046">
        <w:rPr>
          <w:lang w:eastAsia="ko-KR"/>
        </w:rPr>
        <w:t xml:space="preserve"> in a new annex</w:t>
      </w:r>
      <w:r w:rsidR="00A51034">
        <w:rPr>
          <w:lang w:eastAsia="ko-KR"/>
        </w:rPr>
        <w:t xml:space="preserve">, </w:t>
      </w:r>
      <w:r w:rsidR="00C74305">
        <w:rPr>
          <w:lang w:eastAsia="ko-KR"/>
        </w:rPr>
        <w:t>JCTVC-</w:t>
      </w:r>
      <w:r w:rsidR="00A51034">
        <w:rPr>
          <w:lang w:eastAsia="ko-KR"/>
        </w:rPr>
        <w:t>AH1026 (IC</w:t>
      </w:r>
      <w:r w:rsidR="00A51034" w:rsidRPr="00C74305">
        <w:rPr>
          <w:vertAlign w:val="subscript"/>
          <w:lang w:eastAsia="ko-KR"/>
        </w:rPr>
        <w:t>T</w:t>
      </w:r>
      <w:r w:rsidR="00A51034">
        <w:rPr>
          <w:lang w:eastAsia="ko-KR"/>
        </w:rPr>
        <w:t>C</w:t>
      </w:r>
      <w:r w:rsidR="00A51034" w:rsidRPr="00C74305">
        <w:rPr>
          <w:vertAlign w:val="subscript"/>
          <w:lang w:eastAsia="ko-KR"/>
        </w:rPr>
        <w:t>P</w:t>
      </w:r>
      <w:r w:rsidR="00A51034">
        <w:rPr>
          <w:lang w:eastAsia="ko-KR"/>
        </w:rPr>
        <w:t xml:space="preserve"> </w:t>
      </w:r>
      <w:r w:rsidR="00C74305">
        <w:rPr>
          <w:lang w:eastAsia="ko-KR"/>
        </w:rPr>
        <w:t>usage</w:t>
      </w:r>
      <w:r w:rsidR="00614046">
        <w:rPr>
          <w:lang w:eastAsia="ko-KR"/>
        </w:rPr>
        <w:t xml:space="preserve"> in the HDR-WCG table</w:t>
      </w:r>
      <w:r w:rsidR="00A51034">
        <w:rPr>
          <w:lang w:eastAsia="ko-KR"/>
        </w:rPr>
        <w:t xml:space="preserve">), and </w:t>
      </w:r>
      <w:r w:rsidR="00C74305">
        <w:rPr>
          <w:lang w:eastAsia="ko-KR"/>
        </w:rPr>
        <w:t>JCTVC-</w:t>
      </w:r>
      <w:r w:rsidR="00A51034">
        <w:rPr>
          <w:lang w:eastAsia="ko-KR"/>
        </w:rPr>
        <w:t>AH1022 (</w:t>
      </w:r>
      <w:r w:rsidR="00C74305">
        <w:rPr>
          <w:lang w:eastAsia="ko-KR"/>
        </w:rPr>
        <w:t>b</w:t>
      </w:r>
      <w:r w:rsidR="00A51034">
        <w:rPr>
          <w:lang w:eastAsia="ko-KR"/>
        </w:rPr>
        <w:t>aseband topics</w:t>
      </w:r>
      <w:r w:rsidR="00614046">
        <w:rPr>
          <w:lang w:eastAsia="ko-KR"/>
        </w:rPr>
        <w:t xml:space="preserve"> in </w:t>
      </w:r>
      <w:r w:rsidR="00C74305">
        <w:rPr>
          <w:lang w:eastAsia="ko-KR"/>
        </w:rPr>
        <w:t>two</w:t>
      </w:r>
      <w:r w:rsidR="00614046">
        <w:rPr>
          <w:lang w:eastAsia="ko-KR"/>
        </w:rPr>
        <w:t xml:space="preserve"> additional tables</w:t>
      </w:r>
      <w:r w:rsidR="00A51034">
        <w:rPr>
          <w:lang w:eastAsia="ko-KR"/>
        </w:rPr>
        <w:t xml:space="preserve">) </w:t>
      </w:r>
      <w:r w:rsidR="00C74305">
        <w:rPr>
          <w:lang w:eastAsia="ko-KR"/>
        </w:rPr>
        <w:t>in</w:t>
      </w:r>
      <w:r w:rsidR="00A51034">
        <w:rPr>
          <w:lang w:eastAsia="ko-KR"/>
        </w:rPr>
        <w:t xml:space="preserve"> the </w:t>
      </w:r>
      <w:r w:rsidR="00BB0DD0">
        <w:rPr>
          <w:lang w:eastAsia="ko-KR"/>
        </w:rPr>
        <w:t xml:space="preserve">output document for the </w:t>
      </w:r>
      <w:r w:rsidR="00C74305">
        <w:rPr>
          <w:lang w:eastAsia="ko-KR"/>
        </w:rPr>
        <w:t>Version 2</w:t>
      </w:r>
      <w:r w:rsidR="00C74305">
        <w:rPr>
          <w:lang w:eastAsia="ko-KR"/>
        </w:rPr>
        <w:t xml:space="preserve"> of the </w:t>
      </w:r>
      <w:r w:rsidR="00BB0DD0">
        <w:rPr>
          <w:lang w:eastAsia="ko-KR"/>
        </w:rPr>
        <w:t>TR (</w:t>
      </w:r>
      <w:r w:rsidR="00C74305">
        <w:rPr>
          <w:lang w:eastAsia="ko-KR"/>
        </w:rPr>
        <w:t>JCTVC-</w:t>
      </w:r>
      <w:r w:rsidR="00BB0DD0">
        <w:rPr>
          <w:lang w:eastAsia="ko-KR"/>
        </w:rPr>
        <w:t>AH1011)</w:t>
      </w:r>
      <w:r w:rsidR="00C74305">
        <w:rPr>
          <w:lang w:eastAsia="ko-KR"/>
        </w:rPr>
        <w:t>,</w:t>
      </w:r>
      <w:r w:rsidR="00BB0DD0">
        <w:rPr>
          <w:lang w:eastAsia="ko-KR"/>
        </w:rPr>
        <w:t xml:space="preserve"> whose </w:t>
      </w:r>
      <w:r w:rsidR="00C74305">
        <w:rPr>
          <w:lang w:eastAsia="ko-KR"/>
        </w:rPr>
        <w:t xml:space="preserve">planned approval </w:t>
      </w:r>
      <w:r w:rsidR="00BB0DD0">
        <w:rPr>
          <w:lang w:eastAsia="ko-KR"/>
        </w:rPr>
        <w:t xml:space="preserve">timeline </w:t>
      </w:r>
      <w:r w:rsidR="00614046">
        <w:rPr>
          <w:lang w:eastAsia="ko-KR"/>
        </w:rPr>
        <w:t>i</w:t>
      </w:r>
      <w:r w:rsidR="00BB0DD0">
        <w:rPr>
          <w:lang w:eastAsia="ko-KR"/>
        </w:rPr>
        <w:t>s about a year after the release of TR version 1 document.</w:t>
      </w:r>
      <w:r w:rsidR="00614046">
        <w:rPr>
          <w:lang w:eastAsia="ko-KR"/>
        </w:rPr>
        <w:t xml:space="preserve"> Other edits were to improve the reference section, cite ST 2113 for P3 </w:t>
      </w:r>
      <w:proofErr w:type="spellStart"/>
      <w:r w:rsidR="00C74305">
        <w:rPr>
          <w:lang w:eastAsia="ko-KR"/>
        </w:rPr>
        <w:t>c</w:t>
      </w:r>
      <w:r w:rsidR="00614046">
        <w:rPr>
          <w:lang w:eastAsia="ko-KR"/>
        </w:rPr>
        <w:t>olorspaces</w:t>
      </w:r>
      <w:proofErr w:type="spellEnd"/>
      <w:r w:rsidR="00614046">
        <w:rPr>
          <w:lang w:eastAsia="ko-KR"/>
        </w:rPr>
        <w:t xml:space="preserve">, and </w:t>
      </w:r>
      <w:r w:rsidR="00C74305">
        <w:rPr>
          <w:lang w:eastAsia="ko-KR"/>
        </w:rPr>
        <w:t xml:space="preserve">make editorial refinements </w:t>
      </w:r>
      <w:r w:rsidR="00614046">
        <w:rPr>
          <w:lang w:eastAsia="ko-KR"/>
        </w:rPr>
        <w:t>to make the document more readable.</w:t>
      </w:r>
    </w:p>
    <w:p w14:paraId="46E4900E" w14:textId="772361A1" w:rsidR="003868AD" w:rsidRPr="00614046" w:rsidRDefault="00CC18BA" w:rsidP="003868AD">
      <w:pPr>
        <w:pStyle w:val="Heading2"/>
        <w:keepLines w:val="0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lang w:eastAsia="ko-KR"/>
        </w:rPr>
      </w:pPr>
      <w:r>
        <w:rPr>
          <w:lang w:eastAsia="ko-KR"/>
        </w:rPr>
        <w:t>Input Documents</w:t>
      </w:r>
    </w:p>
    <w:p w14:paraId="7650B328" w14:textId="759BB5C8" w:rsidR="00150721" w:rsidRDefault="00150721" w:rsidP="008C4E0C">
      <w:pPr>
        <w:pStyle w:val="Heading3"/>
        <w:rPr>
          <w:lang w:eastAsia="ko-KR"/>
        </w:rPr>
      </w:pPr>
      <w:r>
        <w:rPr>
          <w:lang w:eastAsia="ko-KR"/>
        </w:rPr>
        <w:t>Activities and output</w:t>
      </w:r>
    </w:p>
    <w:p w14:paraId="6BBEAE7F" w14:textId="0A1E8F01" w:rsidR="00A04F0D" w:rsidRPr="000456B4" w:rsidRDefault="0048722B" w:rsidP="00C74305">
      <w:pPr>
        <w:jc w:val="left"/>
        <w:rPr>
          <w:rFonts w:eastAsia="Calibri"/>
        </w:rPr>
      </w:pPr>
      <w:r>
        <w:rPr>
          <w:shd w:val="clear" w:color="auto" w:fill="FFFFFF"/>
        </w:rPr>
        <w:t xml:space="preserve">At the </w:t>
      </w:r>
      <w:bookmarkStart w:id="0" w:name="_GoBack"/>
      <w:bookmarkEnd w:id="0"/>
      <w:r>
        <w:rPr>
          <w:shd w:val="clear" w:color="auto" w:fill="FFFFFF"/>
        </w:rPr>
        <w:t>meeting, JCT</w:t>
      </w:r>
      <w:r w:rsidR="00C74305">
        <w:rPr>
          <w:shd w:val="clear" w:color="auto" w:fill="FFFFFF"/>
        </w:rPr>
        <w:t>-</w:t>
      </w:r>
      <w:r>
        <w:rPr>
          <w:shd w:val="clear" w:color="auto" w:fill="FFFFFF"/>
        </w:rPr>
        <w:t xml:space="preserve">VC </w:t>
      </w:r>
      <w:r w:rsidR="00C74305">
        <w:rPr>
          <w:shd w:val="clear" w:color="auto" w:fill="FFFFFF"/>
        </w:rPr>
        <w:t>should</w:t>
      </w:r>
      <w:r>
        <w:rPr>
          <w:shd w:val="clear" w:color="auto" w:fill="FFFFFF"/>
        </w:rPr>
        <w:t xml:space="preserve"> review input contributions</w:t>
      </w:r>
      <w:r w:rsidR="00C74305">
        <w:rPr>
          <w:shd w:val="clear" w:color="auto" w:fill="FFFFFF"/>
        </w:rPr>
        <w:t xml:space="preserve">, </w:t>
      </w:r>
      <w:r>
        <w:rPr>
          <w:shd w:val="clear" w:color="auto" w:fill="FFFFFF"/>
        </w:rPr>
        <w:t>resolve comment</w:t>
      </w:r>
      <w:r w:rsidR="00C74305">
        <w:rPr>
          <w:shd w:val="clear" w:color="auto" w:fill="FFFFFF"/>
        </w:rPr>
        <w:t>s, and finalize the version 1 text for approval.</w:t>
      </w:r>
    </w:p>
    <w:p w14:paraId="355D4E0F" w14:textId="46DC59B0" w:rsidR="00D909B6" w:rsidRPr="006C5A3D" w:rsidRDefault="00F33491" w:rsidP="006C5A3D">
      <w:pPr>
        <w:jc w:val="center"/>
        <w:rPr>
          <w:u w:val="single"/>
        </w:rPr>
      </w:pPr>
      <w:r w:rsidRPr="000456B4">
        <w:rPr>
          <w:u w:val="single"/>
        </w:rPr>
        <w:t>________________________</w:t>
      </w:r>
    </w:p>
    <w:sectPr w:rsidR="00D909B6" w:rsidRPr="006C5A3D" w:rsidSect="0077313F">
      <w:headerReference w:type="default" r:id="rId13"/>
      <w:footerReference w:type="even" r:id="rId14"/>
      <w:footerReference w:type="default" r:id="rId15"/>
      <w:pgSz w:w="11907" w:h="16840" w:code="9"/>
      <w:pgMar w:top="1094" w:right="1094" w:bottom="1094" w:left="1094" w:header="475" w:footer="4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9A961" w14:textId="77777777" w:rsidR="007854E1" w:rsidRDefault="007854E1" w:rsidP="00D909B6">
      <w:pPr>
        <w:spacing w:before="0"/>
      </w:pPr>
      <w:r>
        <w:separator/>
      </w:r>
    </w:p>
  </w:endnote>
  <w:endnote w:type="continuationSeparator" w:id="0">
    <w:p w14:paraId="362DDE72" w14:textId="77777777" w:rsidR="007854E1" w:rsidRDefault="007854E1" w:rsidP="00D909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39T36Lfz">
    <w:altName w:val="Symbol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6B7A9" w14:textId="4100FDD5" w:rsidR="00542C3C" w:rsidRDefault="00542C3C">
    <w:pPr>
      <w:pStyle w:val="Footer"/>
    </w:pPr>
    <w:r>
      <w:rPr>
        <w:b w:val="0"/>
      </w:rPr>
      <w:fldChar w:fldCharType="begin"/>
    </w:r>
    <w:r>
      <w:rPr>
        <w:b w:val="0"/>
      </w:rPr>
      <w:instrText>PAGE</w:instrText>
    </w:r>
    <w:r>
      <w:rPr>
        <w:b w:val="0"/>
      </w:rPr>
      <w:fldChar w:fldCharType="separate"/>
    </w:r>
    <w:r>
      <w:rPr>
        <w:b w:val="0"/>
        <w:noProof/>
      </w:rPr>
      <w:t>12</w:t>
    </w:r>
    <w:r>
      <w:rPr>
        <w:b w:val="0"/>
      </w:rPr>
      <w:fldChar w:fldCharType="end"/>
    </w:r>
    <w:r>
      <w:tab/>
    </w:r>
    <w:r>
      <w:fldChar w:fldCharType="begin"/>
    </w:r>
    <w:r>
      <w:instrText>styleref foot</w:instrText>
    </w:r>
    <w:r>
      <w:fldChar w:fldCharType="separate"/>
    </w:r>
    <w:r w:rsidR="00C74305">
      <w:rPr>
        <w:b w:val="0"/>
        <w:bCs/>
        <w:noProof/>
        <w:lang w:val="en-US"/>
      </w:rPr>
      <w:t>Error! No text of specified style in document.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91396" w14:textId="69A85A60" w:rsidR="00542C3C" w:rsidRDefault="00542C3C">
    <w:pPr>
      <w:pStyle w:val="Footer"/>
    </w:pPr>
    <w:r>
      <w:tab/>
    </w:r>
    <w:r>
      <w:tab/>
    </w:r>
    <w:r>
      <w:tab/>
    </w:r>
    <w:r>
      <w:fldChar w:fldCharType="begin"/>
    </w:r>
    <w:r>
      <w:instrText>styleref foot</w:instrText>
    </w:r>
    <w:r>
      <w:fldChar w:fldCharType="separate"/>
    </w:r>
    <w:r w:rsidR="00C74305">
      <w:rPr>
        <w:b w:val="0"/>
        <w:bCs/>
        <w:noProof/>
        <w:lang w:val="en-US"/>
      </w:rPr>
      <w:t>Error! No text of specified style in document.</w:t>
    </w:r>
    <w:r>
      <w:fldChar w:fldCharType="end"/>
    </w:r>
    <w:r>
      <w:tab/>
    </w:r>
    <w:r>
      <w:rPr>
        <w:b w:val="0"/>
      </w:rPr>
      <w:fldChar w:fldCharType="begin"/>
    </w:r>
    <w:r>
      <w:rPr>
        <w:b w:val="0"/>
      </w:rPr>
      <w:instrText>PAGE</w:instrText>
    </w:r>
    <w:r>
      <w:rPr>
        <w:b w:val="0"/>
      </w:rPr>
      <w:fldChar w:fldCharType="separate"/>
    </w:r>
    <w:r>
      <w:rPr>
        <w:b w:val="0"/>
        <w:noProof/>
      </w:rPr>
      <w:t>13</w:t>
    </w:r>
    <w:r>
      <w:rPr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C3B28" w14:textId="77777777" w:rsidR="007854E1" w:rsidRDefault="007854E1"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</w:p>
  </w:footnote>
  <w:footnote w:type="continuationSeparator" w:id="0">
    <w:p w14:paraId="5F5BCB9E" w14:textId="77777777" w:rsidR="007854E1" w:rsidRDefault="007854E1" w:rsidP="00D909B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BF72" w14:textId="4FBA84D8" w:rsidR="00542C3C" w:rsidRDefault="00542C3C">
    <w:pPr>
      <w:pStyle w:val="Header"/>
    </w:pP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11726D25"/>
    <w:multiLevelType w:val="multilevel"/>
    <w:tmpl w:val="E43083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D44D8C"/>
    <w:multiLevelType w:val="multilevel"/>
    <w:tmpl w:val="6588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A443C4"/>
    <w:multiLevelType w:val="multilevel"/>
    <w:tmpl w:val="8A6CBF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6A7394"/>
    <w:multiLevelType w:val="hybridMultilevel"/>
    <w:tmpl w:val="8970F7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E489A"/>
    <w:multiLevelType w:val="hybridMultilevel"/>
    <w:tmpl w:val="FC701A96"/>
    <w:lvl w:ilvl="0" w:tplc="71ECD3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72C31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04ECA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32E068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368B73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7B0BA5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6B688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42AC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66CF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229B421A"/>
    <w:multiLevelType w:val="hybridMultilevel"/>
    <w:tmpl w:val="596AC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F4BB9"/>
    <w:multiLevelType w:val="multilevel"/>
    <w:tmpl w:val="69008D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5A7DEF"/>
    <w:multiLevelType w:val="multilevel"/>
    <w:tmpl w:val="16728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747C8B"/>
    <w:multiLevelType w:val="hybridMultilevel"/>
    <w:tmpl w:val="650E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853E4"/>
    <w:multiLevelType w:val="hybridMultilevel"/>
    <w:tmpl w:val="44CE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23752"/>
    <w:multiLevelType w:val="hybridMultilevel"/>
    <w:tmpl w:val="19F4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B7504"/>
    <w:multiLevelType w:val="hybridMultilevel"/>
    <w:tmpl w:val="EFE47D5E"/>
    <w:lvl w:ilvl="0" w:tplc="CB840610">
      <w:start w:val="12"/>
      <w:numFmt w:val="bullet"/>
      <w:lvlText w:val=""/>
      <w:lvlJc w:val="left"/>
      <w:pPr>
        <w:ind w:left="115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14C7377"/>
    <w:multiLevelType w:val="multilevel"/>
    <w:tmpl w:val="BCF46F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EA4266"/>
    <w:multiLevelType w:val="hybridMultilevel"/>
    <w:tmpl w:val="EBE07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0F2FA3"/>
    <w:multiLevelType w:val="multilevel"/>
    <w:tmpl w:val="8DAC70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4454AD"/>
    <w:multiLevelType w:val="multilevel"/>
    <w:tmpl w:val="80A22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B44DB"/>
    <w:multiLevelType w:val="multilevel"/>
    <w:tmpl w:val="8548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A51BC"/>
    <w:multiLevelType w:val="multilevel"/>
    <w:tmpl w:val="A860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76421"/>
    <w:multiLevelType w:val="multilevel"/>
    <w:tmpl w:val="7A08F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44CA3E65"/>
    <w:multiLevelType w:val="multilevel"/>
    <w:tmpl w:val="D6E6D0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990E62"/>
    <w:multiLevelType w:val="multilevel"/>
    <w:tmpl w:val="06D6AB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3746A9"/>
    <w:multiLevelType w:val="multilevel"/>
    <w:tmpl w:val="E6841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253CCA"/>
    <w:multiLevelType w:val="multilevel"/>
    <w:tmpl w:val="BB16C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6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14111D"/>
    <w:multiLevelType w:val="hybridMultilevel"/>
    <w:tmpl w:val="64B85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76B50"/>
    <w:multiLevelType w:val="hybridMultilevel"/>
    <w:tmpl w:val="E962180C"/>
    <w:lvl w:ilvl="0" w:tplc="06DEC818">
      <w:start w:val="1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423007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5D29426D"/>
    <w:multiLevelType w:val="multilevel"/>
    <w:tmpl w:val="33942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226263"/>
    <w:multiLevelType w:val="hybridMultilevel"/>
    <w:tmpl w:val="338E3C2C"/>
    <w:lvl w:ilvl="0" w:tplc="24A2C4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239D5"/>
    <w:multiLevelType w:val="hybridMultilevel"/>
    <w:tmpl w:val="B986E540"/>
    <w:lvl w:ilvl="0" w:tplc="744622F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6B6F94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994948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526C8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E84243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B06672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53074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4F65E8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E4076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0" w15:restartNumberingAfterBreak="0">
    <w:nsid w:val="64C4026C"/>
    <w:multiLevelType w:val="multilevel"/>
    <w:tmpl w:val="2B606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FA5022"/>
    <w:multiLevelType w:val="hybridMultilevel"/>
    <w:tmpl w:val="E0E07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D3BFB"/>
    <w:multiLevelType w:val="hybridMultilevel"/>
    <w:tmpl w:val="7018B456"/>
    <w:lvl w:ilvl="0" w:tplc="7BBEC2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F1B1E"/>
    <w:multiLevelType w:val="hybridMultilevel"/>
    <w:tmpl w:val="F55A1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1680B"/>
    <w:multiLevelType w:val="hybridMultilevel"/>
    <w:tmpl w:val="F55A1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87F43"/>
    <w:multiLevelType w:val="hybridMultilevel"/>
    <w:tmpl w:val="1D78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B561B"/>
    <w:multiLevelType w:val="multilevel"/>
    <w:tmpl w:val="0AA4AA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E2D27"/>
    <w:multiLevelType w:val="multilevel"/>
    <w:tmpl w:val="E20209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D02ACD"/>
    <w:multiLevelType w:val="hybridMultilevel"/>
    <w:tmpl w:val="BF76C8CC"/>
    <w:lvl w:ilvl="0" w:tplc="D3980B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4"/>
  </w:num>
  <w:num w:numId="4">
    <w:abstractNumId w:val="24"/>
  </w:num>
  <w:num w:numId="5">
    <w:abstractNumId w:val="9"/>
  </w:num>
  <w:num w:numId="6">
    <w:abstractNumId w:val="10"/>
  </w:num>
  <w:num w:numId="7">
    <w:abstractNumId w:val="35"/>
  </w:num>
  <w:num w:numId="8">
    <w:abstractNumId w:val="6"/>
  </w:num>
  <w:num w:numId="9">
    <w:abstractNumId w:val="11"/>
  </w:num>
  <w:num w:numId="10">
    <w:abstractNumId w:val="29"/>
  </w:num>
  <w:num w:numId="11">
    <w:abstractNumId w:val="5"/>
  </w:num>
  <w:num w:numId="12">
    <w:abstractNumId w:val="12"/>
  </w:num>
  <w:num w:numId="13">
    <w:abstractNumId w:val="25"/>
  </w:num>
  <w:num w:numId="14">
    <w:abstractNumId w:val="19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6">
    <w:abstractNumId w:val="14"/>
  </w:num>
  <w:num w:numId="17">
    <w:abstractNumId w:val="38"/>
  </w:num>
  <w:num w:numId="18">
    <w:abstractNumId w:val="31"/>
  </w:num>
  <w:num w:numId="19">
    <w:abstractNumId w:val="8"/>
  </w:num>
  <w:num w:numId="20">
    <w:abstractNumId w:val="16"/>
  </w:num>
  <w:num w:numId="21">
    <w:abstractNumId w:val="18"/>
  </w:num>
  <w:num w:numId="22">
    <w:abstractNumId w:val="2"/>
  </w:num>
  <w:num w:numId="23">
    <w:abstractNumId w:val="23"/>
  </w:num>
  <w:num w:numId="24">
    <w:abstractNumId w:val="27"/>
  </w:num>
  <w:num w:numId="25">
    <w:abstractNumId w:val="1"/>
  </w:num>
  <w:num w:numId="26">
    <w:abstractNumId w:val="13"/>
  </w:num>
  <w:num w:numId="27">
    <w:abstractNumId w:val="36"/>
  </w:num>
  <w:num w:numId="28">
    <w:abstractNumId w:val="37"/>
  </w:num>
  <w:num w:numId="29">
    <w:abstractNumId w:val="21"/>
  </w:num>
  <w:num w:numId="30">
    <w:abstractNumId w:val="20"/>
  </w:num>
  <w:num w:numId="31">
    <w:abstractNumId w:val="30"/>
  </w:num>
  <w:num w:numId="32">
    <w:abstractNumId w:val="30"/>
    <w:lvlOverride w:ilvl="1">
      <w:startOverride w:val="1"/>
    </w:lvlOverride>
  </w:num>
  <w:num w:numId="33">
    <w:abstractNumId w:val="17"/>
  </w:num>
  <w:num w:numId="34">
    <w:abstractNumId w:val="22"/>
  </w:num>
  <w:num w:numId="35">
    <w:abstractNumId w:val="7"/>
  </w:num>
  <w:num w:numId="36">
    <w:abstractNumId w:val="15"/>
  </w:num>
  <w:num w:numId="37">
    <w:abstractNumId w:val="33"/>
  </w:num>
  <w:num w:numId="38">
    <w:abstractNumId w:val="34"/>
  </w:num>
  <w:num w:numId="39">
    <w:abstractNumId w:val="28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proofState w:spelling="clean" w:grammar="clean"/>
  <w:attachedTemplate r:id="rId1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9F"/>
    <w:rsid w:val="0000010F"/>
    <w:rsid w:val="000229AD"/>
    <w:rsid w:val="000456B4"/>
    <w:rsid w:val="000510AF"/>
    <w:rsid w:val="00057406"/>
    <w:rsid w:val="00062832"/>
    <w:rsid w:val="000758ED"/>
    <w:rsid w:val="0008681F"/>
    <w:rsid w:val="000A5145"/>
    <w:rsid w:val="000A7D12"/>
    <w:rsid w:val="000B27E9"/>
    <w:rsid w:val="000B5E37"/>
    <w:rsid w:val="000C25AC"/>
    <w:rsid w:val="000D2A45"/>
    <w:rsid w:val="000D71C9"/>
    <w:rsid w:val="000E1759"/>
    <w:rsid w:val="000F265D"/>
    <w:rsid w:val="000F5D13"/>
    <w:rsid w:val="001240BC"/>
    <w:rsid w:val="0013053F"/>
    <w:rsid w:val="0013546F"/>
    <w:rsid w:val="001411C8"/>
    <w:rsid w:val="001441D4"/>
    <w:rsid w:val="00150721"/>
    <w:rsid w:val="0017445E"/>
    <w:rsid w:val="001769D9"/>
    <w:rsid w:val="0018431D"/>
    <w:rsid w:val="00186B34"/>
    <w:rsid w:val="001A21E6"/>
    <w:rsid w:val="001C1B2B"/>
    <w:rsid w:val="001C50F7"/>
    <w:rsid w:val="001E20C3"/>
    <w:rsid w:val="001E7D1F"/>
    <w:rsid w:val="00205E4A"/>
    <w:rsid w:val="00206A1B"/>
    <w:rsid w:val="00216A87"/>
    <w:rsid w:val="002269B0"/>
    <w:rsid w:val="00226CDE"/>
    <w:rsid w:val="00234648"/>
    <w:rsid w:val="00234FF6"/>
    <w:rsid w:val="002526A2"/>
    <w:rsid w:val="0025527B"/>
    <w:rsid w:val="00285477"/>
    <w:rsid w:val="002A1AAC"/>
    <w:rsid w:val="002B166D"/>
    <w:rsid w:val="002C261B"/>
    <w:rsid w:val="002D127D"/>
    <w:rsid w:val="002D175A"/>
    <w:rsid w:val="002D28BE"/>
    <w:rsid w:val="002E3C91"/>
    <w:rsid w:val="00306A07"/>
    <w:rsid w:val="00306FC1"/>
    <w:rsid w:val="0031173B"/>
    <w:rsid w:val="00311C3B"/>
    <w:rsid w:val="00331431"/>
    <w:rsid w:val="00333D26"/>
    <w:rsid w:val="00334FD2"/>
    <w:rsid w:val="00365687"/>
    <w:rsid w:val="00376104"/>
    <w:rsid w:val="003868AD"/>
    <w:rsid w:val="003932B0"/>
    <w:rsid w:val="003A776B"/>
    <w:rsid w:val="003C4D21"/>
    <w:rsid w:val="003E2F05"/>
    <w:rsid w:val="003F10D5"/>
    <w:rsid w:val="004203BA"/>
    <w:rsid w:val="004375E3"/>
    <w:rsid w:val="0048722B"/>
    <w:rsid w:val="004900E4"/>
    <w:rsid w:val="004946AC"/>
    <w:rsid w:val="004A2BAC"/>
    <w:rsid w:val="004B6C89"/>
    <w:rsid w:val="004C542C"/>
    <w:rsid w:val="004D4CA5"/>
    <w:rsid w:val="004F55C6"/>
    <w:rsid w:val="00504293"/>
    <w:rsid w:val="00511D6D"/>
    <w:rsid w:val="00512607"/>
    <w:rsid w:val="0052009F"/>
    <w:rsid w:val="005247C1"/>
    <w:rsid w:val="00531C85"/>
    <w:rsid w:val="00542C3C"/>
    <w:rsid w:val="005627C3"/>
    <w:rsid w:val="005728BB"/>
    <w:rsid w:val="00592104"/>
    <w:rsid w:val="005A5BAE"/>
    <w:rsid w:val="005A68C6"/>
    <w:rsid w:val="005B569C"/>
    <w:rsid w:val="005D2781"/>
    <w:rsid w:val="005D4219"/>
    <w:rsid w:val="005F325F"/>
    <w:rsid w:val="00603683"/>
    <w:rsid w:val="00607AF4"/>
    <w:rsid w:val="00614046"/>
    <w:rsid w:val="006150AD"/>
    <w:rsid w:val="006220B6"/>
    <w:rsid w:val="00630A88"/>
    <w:rsid w:val="00631E67"/>
    <w:rsid w:val="00640081"/>
    <w:rsid w:val="006406E4"/>
    <w:rsid w:val="00671361"/>
    <w:rsid w:val="0067333B"/>
    <w:rsid w:val="0068458F"/>
    <w:rsid w:val="006A072C"/>
    <w:rsid w:val="006A55EA"/>
    <w:rsid w:val="006A7AF4"/>
    <w:rsid w:val="006B0A1D"/>
    <w:rsid w:val="006C5A3D"/>
    <w:rsid w:val="006D49A0"/>
    <w:rsid w:val="006E257D"/>
    <w:rsid w:val="006E5D9F"/>
    <w:rsid w:val="00703668"/>
    <w:rsid w:val="00703D39"/>
    <w:rsid w:val="0071157C"/>
    <w:rsid w:val="00727AAA"/>
    <w:rsid w:val="0073196A"/>
    <w:rsid w:val="00751FCE"/>
    <w:rsid w:val="007576B9"/>
    <w:rsid w:val="00763EC7"/>
    <w:rsid w:val="0076458D"/>
    <w:rsid w:val="0077313F"/>
    <w:rsid w:val="0078067D"/>
    <w:rsid w:val="007854E1"/>
    <w:rsid w:val="007912A5"/>
    <w:rsid w:val="00795CA1"/>
    <w:rsid w:val="007A4B0C"/>
    <w:rsid w:val="007C44CE"/>
    <w:rsid w:val="007C46F3"/>
    <w:rsid w:val="007E5136"/>
    <w:rsid w:val="007F1483"/>
    <w:rsid w:val="007F76B2"/>
    <w:rsid w:val="00803159"/>
    <w:rsid w:val="00813131"/>
    <w:rsid w:val="00814DD6"/>
    <w:rsid w:val="008253AC"/>
    <w:rsid w:val="0083058A"/>
    <w:rsid w:val="00837A30"/>
    <w:rsid w:val="008566FF"/>
    <w:rsid w:val="0088031B"/>
    <w:rsid w:val="008A454B"/>
    <w:rsid w:val="008B10AC"/>
    <w:rsid w:val="008C4E0C"/>
    <w:rsid w:val="008D15AF"/>
    <w:rsid w:val="008E4BF5"/>
    <w:rsid w:val="00903E3F"/>
    <w:rsid w:val="009066BE"/>
    <w:rsid w:val="00920024"/>
    <w:rsid w:val="009363E5"/>
    <w:rsid w:val="009512B9"/>
    <w:rsid w:val="00970B0F"/>
    <w:rsid w:val="009813A7"/>
    <w:rsid w:val="009912D9"/>
    <w:rsid w:val="00995BA8"/>
    <w:rsid w:val="009B29C1"/>
    <w:rsid w:val="009E300F"/>
    <w:rsid w:val="009E571E"/>
    <w:rsid w:val="00A04F0D"/>
    <w:rsid w:val="00A10CF3"/>
    <w:rsid w:val="00A141E3"/>
    <w:rsid w:val="00A16A4C"/>
    <w:rsid w:val="00A27EF8"/>
    <w:rsid w:val="00A32FAF"/>
    <w:rsid w:val="00A40D60"/>
    <w:rsid w:val="00A51034"/>
    <w:rsid w:val="00A70062"/>
    <w:rsid w:val="00A803AF"/>
    <w:rsid w:val="00A95A19"/>
    <w:rsid w:val="00AA46E7"/>
    <w:rsid w:val="00AB106E"/>
    <w:rsid w:val="00AB1D3F"/>
    <w:rsid w:val="00AB717A"/>
    <w:rsid w:val="00AC4A1F"/>
    <w:rsid w:val="00AC4DD7"/>
    <w:rsid w:val="00AE14BE"/>
    <w:rsid w:val="00AF7308"/>
    <w:rsid w:val="00B04CA5"/>
    <w:rsid w:val="00B11DFE"/>
    <w:rsid w:val="00B1620A"/>
    <w:rsid w:val="00B30148"/>
    <w:rsid w:val="00B35E6D"/>
    <w:rsid w:val="00B615A3"/>
    <w:rsid w:val="00B652E8"/>
    <w:rsid w:val="00B83F31"/>
    <w:rsid w:val="00B85DB2"/>
    <w:rsid w:val="00BA2E50"/>
    <w:rsid w:val="00BB0C48"/>
    <w:rsid w:val="00BB0DD0"/>
    <w:rsid w:val="00BB7F33"/>
    <w:rsid w:val="00BD276D"/>
    <w:rsid w:val="00BF1311"/>
    <w:rsid w:val="00C00397"/>
    <w:rsid w:val="00C02E90"/>
    <w:rsid w:val="00C124A1"/>
    <w:rsid w:val="00C16ACF"/>
    <w:rsid w:val="00C2340F"/>
    <w:rsid w:val="00C24107"/>
    <w:rsid w:val="00C46F40"/>
    <w:rsid w:val="00C53780"/>
    <w:rsid w:val="00C54897"/>
    <w:rsid w:val="00C668F8"/>
    <w:rsid w:val="00C72099"/>
    <w:rsid w:val="00C74305"/>
    <w:rsid w:val="00C91B9A"/>
    <w:rsid w:val="00CA02E7"/>
    <w:rsid w:val="00CC18BA"/>
    <w:rsid w:val="00CC462A"/>
    <w:rsid w:val="00CC50DD"/>
    <w:rsid w:val="00CD023A"/>
    <w:rsid w:val="00CD25E2"/>
    <w:rsid w:val="00CE2A7F"/>
    <w:rsid w:val="00CF73D0"/>
    <w:rsid w:val="00D063A3"/>
    <w:rsid w:val="00D114C6"/>
    <w:rsid w:val="00D148F4"/>
    <w:rsid w:val="00D25F49"/>
    <w:rsid w:val="00D3555A"/>
    <w:rsid w:val="00D520E2"/>
    <w:rsid w:val="00D67217"/>
    <w:rsid w:val="00D861CF"/>
    <w:rsid w:val="00D909B6"/>
    <w:rsid w:val="00D912C0"/>
    <w:rsid w:val="00DA1172"/>
    <w:rsid w:val="00DA28DE"/>
    <w:rsid w:val="00DA5469"/>
    <w:rsid w:val="00DB01BE"/>
    <w:rsid w:val="00DC64FC"/>
    <w:rsid w:val="00E30A6A"/>
    <w:rsid w:val="00E33D6D"/>
    <w:rsid w:val="00E40262"/>
    <w:rsid w:val="00E51AF0"/>
    <w:rsid w:val="00E54322"/>
    <w:rsid w:val="00E55AB2"/>
    <w:rsid w:val="00E63554"/>
    <w:rsid w:val="00E6366B"/>
    <w:rsid w:val="00E66C3B"/>
    <w:rsid w:val="00E7610C"/>
    <w:rsid w:val="00E81D90"/>
    <w:rsid w:val="00E87681"/>
    <w:rsid w:val="00E93786"/>
    <w:rsid w:val="00EA6E62"/>
    <w:rsid w:val="00EB62A5"/>
    <w:rsid w:val="00EC4058"/>
    <w:rsid w:val="00ED7DEE"/>
    <w:rsid w:val="00F0767B"/>
    <w:rsid w:val="00F137A2"/>
    <w:rsid w:val="00F163E9"/>
    <w:rsid w:val="00F213BB"/>
    <w:rsid w:val="00F31BD7"/>
    <w:rsid w:val="00F33491"/>
    <w:rsid w:val="00F50EF7"/>
    <w:rsid w:val="00F7241C"/>
    <w:rsid w:val="00F974CA"/>
    <w:rsid w:val="00FA075B"/>
    <w:rsid w:val="00FA3033"/>
    <w:rsid w:val="00FE1F3A"/>
    <w:rsid w:val="00FE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45630"/>
  <w15:chartTrackingRefBased/>
  <w15:docId w15:val="{89E60330-6045-4247-9413-6FA179B1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hAnsi="Times New Roman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480"/>
      <w:jc w:val="left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313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</w:style>
  <w:style w:type="paragraph" w:styleId="Heading5">
    <w:name w:val="heading 5"/>
    <w:basedOn w:val="Heading3"/>
    <w:next w:val="Normal"/>
    <w:qFormat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basedOn w:val="Heading3"/>
    <w:next w:val="Normal"/>
    <w:qFormat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qFormat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Heading1"/>
    <w:next w:val="Normal"/>
    <w:qFormat/>
    <w:rsid w:val="00C91B9A"/>
    <w:pPr>
      <w:numPr>
        <w:numId w:val="0"/>
      </w:numPr>
      <w:tabs>
        <w:tab w:val="clear" w:pos="794"/>
        <w:tab w:val="clear" w:pos="1191"/>
        <w:tab w:val="clear" w:pos="1588"/>
        <w:tab w:val="clear" w:pos="1985"/>
      </w:tabs>
      <w:jc w:val="center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Pr>
      <w:sz w:val="16"/>
    </w:rPr>
  </w:style>
  <w:style w:type="paragraph" w:styleId="CommentText">
    <w:name w:val="annotation text"/>
    <w:basedOn w:val="Normal"/>
    <w:link w:val="CommentTextChar"/>
    <w:uiPriority w:val="99"/>
  </w:style>
  <w:style w:type="paragraph" w:styleId="TOC8">
    <w:name w:val="toc 8"/>
    <w:basedOn w:val="Normal"/>
    <w:next w:val="Normal"/>
    <w:semiHidden/>
    <w:pPr>
      <w:tabs>
        <w:tab w:val="clear" w:pos="794"/>
        <w:tab w:val="clear" w:pos="1191"/>
        <w:tab w:val="clear" w:pos="1588"/>
        <w:tab w:val="clear" w:pos="1985"/>
        <w:tab w:val="left" w:pos="798"/>
        <w:tab w:val="left" w:pos="1195"/>
        <w:tab w:val="left" w:pos="1592"/>
        <w:tab w:val="left" w:pos="1989"/>
        <w:tab w:val="left" w:pos="7715"/>
        <w:tab w:val="right" w:leader="dot" w:pos="9729"/>
      </w:tabs>
      <w:spacing w:before="0"/>
      <w:ind w:left="6350"/>
    </w:pPr>
  </w:style>
  <w:style w:type="paragraph" w:styleId="TOC7">
    <w:name w:val="toc 7"/>
    <w:basedOn w:val="TOC3"/>
    <w:semiHidden/>
    <w:pPr>
      <w:tabs>
        <w:tab w:val="clear" w:pos="2045"/>
        <w:tab w:val="left" w:pos="6354"/>
        <w:tab w:val="right" w:leader="dot" w:pos="9729"/>
      </w:tabs>
      <w:ind w:left="6350" w:right="652" w:hanging="1247"/>
    </w:pPr>
  </w:style>
  <w:style w:type="paragraph" w:styleId="TOC3">
    <w:name w:val="toc 3"/>
    <w:basedOn w:val="Normal"/>
    <w:next w:val="Normal"/>
    <w:semiHidden/>
    <w:pPr>
      <w:tabs>
        <w:tab w:val="clear" w:pos="794"/>
        <w:tab w:val="clear" w:pos="1191"/>
        <w:tab w:val="clear" w:pos="1588"/>
        <w:tab w:val="clear" w:pos="1985"/>
        <w:tab w:val="left" w:pos="2045"/>
        <w:tab w:val="right" w:leader="dot" w:pos="9076"/>
        <w:tab w:val="right" w:pos="9729"/>
      </w:tabs>
      <w:spacing w:before="0"/>
      <w:ind w:left="2041" w:right="653" w:hanging="907"/>
    </w:pPr>
  </w:style>
  <w:style w:type="paragraph" w:styleId="TOC6">
    <w:name w:val="toc 6"/>
    <w:basedOn w:val="TOC3"/>
    <w:semiHidden/>
    <w:pPr>
      <w:tabs>
        <w:tab w:val="clear" w:pos="2045"/>
        <w:tab w:val="left" w:pos="5108"/>
        <w:tab w:val="left" w:leader="dot" w:pos="9076"/>
      </w:tabs>
      <w:ind w:left="5103" w:right="652" w:hanging="1134"/>
    </w:pPr>
  </w:style>
  <w:style w:type="paragraph" w:styleId="TOC5">
    <w:name w:val="toc 5"/>
    <w:basedOn w:val="TOC3"/>
    <w:semiHidden/>
    <w:pPr>
      <w:tabs>
        <w:tab w:val="clear" w:pos="2045"/>
        <w:tab w:val="left" w:pos="3973"/>
        <w:tab w:val="left" w:leader="dot" w:pos="9076"/>
      </w:tabs>
      <w:ind w:left="3969" w:right="652" w:hanging="1021"/>
    </w:pPr>
  </w:style>
  <w:style w:type="paragraph" w:styleId="TOC4">
    <w:name w:val="toc 4"/>
    <w:basedOn w:val="TOC3"/>
    <w:next w:val="TOC5"/>
    <w:semiHidden/>
    <w:pPr>
      <w:tabs>
        <w:tab w:val="left" w:pos="2952"/>
      </w:tabs>
      <w:ind w:left="2948"/>
    </w:pPr>
  </w:style>
  <w:style w:type="paragraph" w:styleId="TOC2">
    <w:name w:val="toc 2"/>
    <w:basedOn w:val="TOC1"/>
    <w:next w:val="TOC3"/>
    <w:semiHidden/>
    <w:pPr>
      <w:tabs>
        <w:tab w:val="left" w:pos="1138"/>
      </w:tabs>
      <w:spacing w:before="29"/>
      <w:ind w:left="1134"/>
    </w:pPr>
  </w:style>
  <w:style w:type="paragraph" w:styleId="TOC1">
    <w:name w:val="toc 1"/>
    <w:basedOn w:val="Normal"/>
    <w:next w:val="TOC2"/>
    <w:semiHidden/>
    <w:pPr>
      <w:tabs>
        <w:tab w:val="clear" w:pos="794"/>
        <w:tab w:val="clear" w:pos="1191"/>
        <w:tab w:val="clear" w:pos="1588"/>
        <w:tab w:val="clear" w:pos="1985"/>
        <w:tab w:val="left" w:pos="571"/>
        <w:tab w:val="right" w:leader="dot" w:pos="9076"/>
        <w:tab w:val="right" w:pos="9729"/>
      </w:tabs>
      <w:spacing w:before="86"/>
      <w:ind w:left="567" w:right="653" w:hanging="567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  <w:pPr>
      <w:jc w:val="left"/>
    </w:pPr>
  </w:style>
  <w:style w:type="character" w:styleId="LineNumber">
    <w:name w:val="line number"/>
    <w:basedOn w:val="DefaultParagraphFont"/>
    <w:semiHidden/>
  </w:style>
  <w:style w:type="paragraph" w:styleId="IndexHeading">
    <w:name w:val="index heading"/>
    <w:basedOn w:val="Normal"/>
    <w:next w:val="Index1"/>
    <w:semiHidden/>
    <w:pPr>
      <w:tabs>
        <w:tab w:val="clear" w:pos="794"/>
        <w:tab w:val="clear" w:pos="1191"/>
        <w:tab w:val="clear" w:pos="1588"/>
        <w:tab w:val="clear" w:pos="1985"/>
        <w:tab w:val="left" w:pos="426"/>
        <w:tab w:val="left" w:pos="851"/>
        <w:tab w:val="left" w:pos="1276"/>
        <w:tab w:val="left" w:pos="1701"/>
        <w:tab w:val="left" w:pos="2127"/>
      </w:tabs>
      <w:spacing w:before="90" w:after="180" w:line="240" w:lineRule="atLeast"/>
      <w:jc w:val="left"/>
    </w:pPr>
    <w:rPr>
      <w:b/>
      <w:sz w:val="22"/>
    </w:rPr>
  </w:style>
  <w:style w:type="paragraph" w:styleId="Footer">
    <w:name w:val="footer"/>
    <w:basedOn w:val="Normal"/>
    <w:semiHidden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8789"/>
        <w:tab w:val="right" w:pos="9725"/>
      </w:tabs>
      <w:jc w:val="left"/>
    </w:pPr>
    <w:rPr>
      <w:b/>
    </w:rPr>
  </w:style>
  <w:style w:type="paragraph" w:styleId="Header">
    <w:name w:val="header"/>
    <w:basedOn w:val="Normal"/>
    <w:semiHidden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9725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tabs>
        <w:tab w:val="left" w:pos="256"/>
      </w:tabs>
    </w:pPr>
    <w:rPr>
      <w:sz w:val="18"/>
    </w:rPr>
  </w:style>
  <w:style w:type="paragraph" w:styleId="NormalIndent">
    <w:name w:val="Normal Indent"/>
    <w:basedOn w:val="Normal"/>
    <w:semiHidden/>
    <w:pPr>
      <w:ind w:left="600"/>
    </w:pPr>
  </w:style>
  <w:style w:type="paragraph" w:customStyle="1" w:styleId="TableLegend">
    <w:name w:val="Table_Legend"/>
    <w:basedOn w:val="Normal"/>
    <w:next w:val="Normal"/>
    <w:pPr>
      <w:keepNext/>
      <w:tabs>
        <w:tab w:val="clear" w:pos="794"/>
        <w:tab w:val="clear" w:pos="1191"/>
        <w:tab w:val="clear" w:pos="1588"/>
        <w:tab w:val="clear" w:pos="1985"/>
        <w:tab w:val="left" w:pos="454"/>
      </w:tabs>
      <w:spacing w:before="86"/>
    </w:pPr>
    <w:rPr>
      <w:sz w:val="18"/>
    </w:rPr>
  </w:style>
  <w:style w:type="paragraph" w:customStyle="1" w:styleId="TableTitle">
    <w:name w:val="Table_Title"/>
    <w:basedOn w:val="Normal"/>
    <w:next w:val="Blanc"/>
    <w:pPr>
      <w:keepNext/>
      <w:spacing w:before="240" w:after="113"/>
      <w:jc w:val="center"/>
    </w:pPr>
    <w:rPr>
      <w:b/>
    </w:rPr>
  </w:style>
  <w:style w:type="paragraph" w:customStyle="1" w:styleId="Blanc">
    <w:name w:val="Blanc"/>
    <w:basedOn w:val="TableTitle"/>
    <w:next w:val="TableText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sz w:val="8"/>
      <w:lang w:val="en-US"/>
    </w:rPr>
  </w:style>
  <w:style w:type="paragraph" w:customStyle="1" w:styleId="TableText">
    <w:name w:val="Table_Text"/>
    <w:basedOn w:val="TableLegend"/>
    <w:pPr>
      <w:keepNext w:val="0"/>
      <w:keepLines/>
      <w:tabs>
        <w:tab w:val="clear" w:pos="454"/>
      </w:tabs>
      <w:spacing w:before="100" w:after="100" w:line="190" w:lineRule="exact"/>
    </w:pPr>
  </w:style>
  <w:style w:type="paragraph" w:customStyle="1" w:styleId="enumlev1">
    <w:name w:val="enumlev1"/>
    <w:basedOn w:val="Normal"/>
    <w:pPr>
      <w:spacing w:before="86"/>
      <w:ind w:left="1191" w:hanging="397"/>
    </w:pPr>
  </w:style>
  <w:style w:type="paragraph" w:customStyle="1" w:styleId="enumlev2">
    <w:name w:val="enumlev2"/>
    <w:basedOn w:val="enumlev1"/>
    <w:pPr>
      <w:ind w:left="1588"/>
    </w:pPr>
  </w:style>
  <w:style w:type="paragraph" w:customStyle="1" w:styleId="enumlev3">
    <w:name w:val="enumlev3"/>
    <w:basedOn w:val="enumlev2"/>
    <w:pPr>
      <w:ind w:left="1985"/>
    </w:pPr>
  </w:style>
  <w:style w:type="paragraph" w:customStyle="1" w:styleId="heading1aftertitle">
    <w:name w:val="heading 1aftertitle"/>
    <w:basedOn w:val="Heading1"/>
    <w:next w:val="Normal"/>
    <w:pPr>
      <w:spacing w:before="1134"/>
      <w:outlineLvl w:val="9"/>
    </w:pPr>
  </w:style>
  <w:style w:type="paragraph" w:customStyle="1" w:styleId="Figure">
    <w:name w:val="Figure"/>
    <w:basedOn w:val="Normal"/>
    <w:next w:val="Normal"/>
    <w:pPr>
      <w:spacing w:before="240" w:after="480"/>
      <w:jc w:val="center"/>
    </w:pPr>
  </w:style>
  <w:style w:type="paragraph" w:customStyle="1" w:styleId="FigureLegend">
    <w:name w:val="Figure_Legend"/>
    <w:basedOn w:val="TableLegend"/>
    <w:next w:val="Normal"/>
  </w:style>
  <w:style w:type="paragraph" w:customStyle="1" w:styleId="Figure0">
    <w:name w:val="Figure_#"/>
    <w:basedOn w:val="Normal"/>
    <w:next w:val="FigureTitle"/>
    <w:pPr>
      <w:keepNext/>
      <w:tabs>
        <w:tab w:val="clear" w:pos="794"/>
        <w:tab w:val="clear" w:pos="1191"/>
        <w:tab w:val="clear" w:pos="1588"/>
        <w:tab w:val="clear" w:pos="1985"/>
      </w:tabs>
      <w:spacing w:before="567" w:after="113"/>
      <w:jc w:val="center"/>
    </w:pPr>
    <w:rPr>
      <w:lang w:val="en-US"/>
    </w:rPr>
  </w:style>
  <w:style w:type="paragraph" w:customStyle="1" w:styleId="FigureTitle">
    <w:name w:val="Figure_Title"/>
    <w:basedOn w:val="TableTitle"/>
    <w:next w:val="Normal"/>
    <w:pPr>
      <w:spacing w:after="720"/>
    </w:pPr>
  </w:style>
  <w:style w:type="paragraph" w:customStyle="1" w:styleId="AnnexRef">
    <w:name w:val="Annex_Ref"/>
    <w:basedOn w:val="Normal"/>
    <w:next w:val="AnnexTitle"/>
    <w:pPr>
      <w:spacing w:before="0"/>
      <w:jc w:val="center"/>
    </w:pPr>
  </w:style>
  <w:style w:type="paragraph" w:customStyle="1" w:styleId="AnnexTitle">
    <w:name w:val="Annex_Title"/>
    <w:basedOn w:val="Normal"/>
    <w:next w:val="Normal"/>
    <w:pPr>
      <w:spacing w:after="68"/>
      <w:jc w:val="center"/>
    </w:pPr>
    <w:rPr>
      <w:b/>
      <w:sz w:val="24"/>
    </w:rPr>
  </w:style>
  <w:style w:type="paragraph" w:customStyle="1" w:styleId="Fig">
    <w:name w:val="Fig"/>
    <w:basedOn w:val="Figure"/>
    <w:next w:val="Fig0"/>
    <w:pPr>
      <w:spacing w:before="136" w:after="0"/>
    </w:pPr>
    <w:rPr>
      <w:lang w:val="en-US"/>
    </w:rPr>
  </w:style>
  <w:style w:type="paragraph" w:customStyle="1" w:styleId="Fig0">
    <w:name w:val="Fig_#"/>
    <w:basedOn w:val="Fig"/>
    <w:next w:val="Normal"/>
    <w:pPr>
      <w:jc w:val="left"/>
    </w:pPr>
    <w:rPr>
      <w:color w:val="FF0000"/>
    </w:rPr>
  </w:style>
  <w:style w:type="paragraph" w:customStyle="1" w:styleId="SectionTitle">
    <w:name w:val="Section_Title"/>
    <w:basedOn w:val="Normal"/>
    <w:pPr>
      <w:tabs>
        <w:tab w:val="clear" w:pos="794"/>
        <w:tab w:val="clear" w:pos="1191"/>
        <w:tab w:val="clear" w:pos="1588"/>
        <w:tab w:val="clear" w:pos="1985"/>
      </w:tabs>
      <w:ind w:left="1418"/>
      <w:jc w:val="left"/>
    </w:pPr>
    <w:rPr>
      <w:rFonts w:ascii="Arial" w:hAnsi="Arial"/>
      <w:sz w:val="32"/>
      <w:lang w:val="en-US"/>
    </w:rPr>
  </w:style>
  <w:style w:type="paragraph" w:customStyle="1" w:styleId="CouvRecTitle">
    <w:name w:val="Couv Rec Title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40"/>
      <w:ind w:left="1418"/>
      <w:jc w:val="left"/>
    </w:pPr>
    <w:rPr>
      <w:rFonts w:ascii="Arial" w:hAnsi="Arial"/>
      <w:b/>
      <w:sz w:val="36"/>
      <w:lang w:val="en-US"/>
    </w:rPr>
  </w:style>
  <w:style w:type="paragraph" w:customStyle="1" w:styleId="CouvRec">
    <w:name w:val="Couv Rec #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6"/>
      <w:ind w:left="1418"/>
    </w:pPr>
    <w:rPr>
      <w:rFonts w:ascii="Arial" w:hAnsi="Arial"/>
      <w:sz w:val="32"/>
      <w:lang w:val="en-US"/>
    </w:rPr>
  </w:style>
  <w:style w:type="paragraph" w:customStyle="1" w:styleId="CouvNote">
    <w:name w:val="Couv Note"/>
    <w:basedOn w:val="Normal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418"/>
      </w:tabs>
      <w:spacing w:before="200"/>
    </w:pPr>
    <w:rPr>
      <w:rFonts w:ascii="Arial" w:hAnsi="Arial"/>
      <w:lang w:val="en-US"/>
    </w:rPr>
  </w:style>
  <w:style w:type="paragraph" w:customStyle="1" w:styleId="Rec">
    <w:name w:val="Rec #"/>
    <w:basedOn w:val="Normal"/>
    <w:next w:val="headfoot"/>
    <w:pPr>
      <w:keepNext/>
      <w:keepLines/>
      <w:spacing w:before="720"/>
      <w:jc w:val="left"/>
    </w:pPr>
    <w:rPr>
      <w:b/>
    </w:rPr>
  </w:style>
  <w:style w:type="paragraph" w:customStyle="1" w:styleId="headfoot">
    <w:name w:val="head_foot"/>
    <w:basedOn w:val="Normal"/>
    <w:next w:val="Rec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color w:val="FF0000"/>
      <w:sz w:val="8"/>
    </w:rPr>
  </w:style>
  <w:style w:type="paragraph" w:customStyle="1" w:styleId="SAP">
    <w:name w:val="SAP"/>
    <w:basedOn w:val="Normal"/>
    <w:pPr>
      <w:spacing w:before="960" w:after="240"/>
      <w:jc w:val="right"/>
    </w:pPr>
    <w:rPr>
      <w:rFonts w:ascii="C39T36Lfz" w:hAnsi="C39T36Lfz"/>
      <w:sz w:val="104"/>
    </w:rPr>
  </w:style>
  <w:style w:type="paragraph" w:customStyle="1" w:styleId="Equation">
    <w:name w:val="Equation"/>
    <w:basedOn w:val="Normal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</w:rPr>
  </w:style>
  <w:style w:type="paragraph" w:customStyle="1" w:styleId="ASN1">
    <w:name w:val="ASN.1"/>
    <w:basedOn w:val="Normal"/>
    <w:next w:val="ASN1Continue"/>
    <w:pPr>
      <w:tabs>
        <w:tab w:val="left" w:pos="2381"/>
        <w:tab w:val="left" w:pos="2778"/>
        <w:tab w:val="left" w:pos="3175"/>
        <w:tab w:val="left" w:pos="3572"/>
        <w:tab w:val="left" w:pos="3969"/>
        <w:tab w:val="left" w:pos="4366"/>
        <w:tab w:val="left" w:pos="4763"/>
        <w:tab w:val="left" w:pos="5160"/>
        <w:tab w:val="left" w:pos="5557"/>
        <w:tab w:val="left" w:pos="5954"/>
        <w:tab w:val="left" w:pos="6350"/>
        <w:tab w:val="right" w:pos="9735"/>
      </w:tabs>
      <w:jc w:val="left"/>
    </w:pPr>
    <w:rPr>
      <w:b/>
      <w:sz w:val="18"/>
    </w:rPr>
  </w:style>
  <w:style w:type="paragraph" w:customStyle="1" w:styleId="ASN1Continue">
    <w:name w:val="ASN.1 Continue"/>
    <w:basedOn w:val="ASN1"/>
    <w:pPr>
      <w:spacing w:before="0"/>
    </w:pPr>
  </w:style>
  <w:style w:type="paragraph" w:customStyle="1" w:styleId="ASN1Italic">
    <w:name w:val="ASN.1 Italic"/>
    <w:basedOn w:val="ASN1"/>
    <w:pPr>
      <w:spacing w:before="0"/>
    </w:pPr>
    <w:rPr>
      <w:b w:val="0"/>
      <w:i/>
      <w:sz w:val="20"/>
    </w:rPr>
  </w:style>
  <w:style w:type="paragraph" w:customStyle="1" w:styleId="Note">
    <w:name w:val="Note"/>
    <w:basedOn w:val="Normal"/>
    <w:next w:val="Normal"/>
    <w:pPr>
      <w:tabs>
        <w:tab w:val="clear" w:pos="794"/>
      </w:tabs>
      <w:spacing w:before="60" w:line="199" w:lineRule="exact"/>
      <w:ind w:firstLine="794"/>
    </w:pPr>
    <w:rPr>
      <w:sz w:val="18"/>
    </w:rPr>
  </w:style>
  <w:style w:type="paragraph" w:customStyle="1" w:styleId="head">
    <w:name w:val="head"/>
    <w:basedOn w:val="headfoot"/>
    <w:next w:val="foot"/>
    <w:rPr>
      <w:color w:val="FFFFFF"/>
    </w:rPr>
  </w:style>
  <w:style w:type="paragraph" w:customStyle="1" w:styleId="foot">
    <w:name w:val="foot"/>
    <w:basedOn w:val="head"/>
    <w:next w:val="Heading1"/>
  </w:style>
  <w:style w:type="paragraph" w:customStyle="1" w:styleId="RecISO">
    <w:name w:val="Rec_ISO_#"/>
    <w:basedOn w:val="Rec"/>
    <w:pPr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RecCCITT">
    <w:name w:val="Rec_CCITT_#"/>
    <w:basedOn w:val="RecISO"/>
    <w:pPr>
      <w:spacing w:before="0"/>
    </w:pPr>
  </w:style>
  <w:style w:type="paragraph" w:styleId="Title">
    <w:name w:val="Title"/>
    <w:basedOn w:val="Normal"/>
    <w:next w:val="heading1aftertitle"/>
    <w:qFormat/>
    <w:pPr>
      <w:spacing w:before="840" w:after="480"/>
      <w:jc w:val="center"/>
    </w:pPr>
    <w:rPr>
      <w:b/>
      <w:sz w:val="24"/>
    </w:rPr>
  </w:style>
  <w:style w:type="paragraph" w:customStyle="1" w:styleId="IndexTitle">
    <w:name w:val="Index_Title"/>
    <w:basedOn w:val="AnnexTitle"/>
  </w:style>
  <w:style w:type="paragraph" w:customStyle="1" w:styleId="Note1">
    <w:name w:val="Note 1"/>
    <w:basedOn w:val="Note"/>
    <w:pPr>
      <w:tabs>
        <w:tab w:val="clear" w:pos="1191"/>
        <w:tab w:val="clear" w:pos="1588"/>
        <w:tab w:val="clear" w:pos="1985"/>
      </w:tabs>
      <w:ind w:left="284" w:firstLine="0"/>
    </w:pPr>
  </w:style>
  <w:style w:type="paragraph" w:customStyle="1" w:styleId="Note2">
    <w:name w:val="Note 2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1077"/>
    </w:pPr>
    <w:rPr>
      <w:sz w:val="18"/>
    </w:rPr>
  </w:style>
  <w:style w:type="paragraph" w:customStyle="1" w:styleId="Note3">
    <w:name w:val="Note 3"/>
    <w:basedOn w:val="Note1"/>
    <w:pPr>
      <w:ind w:left="1474"/>
    </w:pPr>
  </w:style>
  <w:style w:type="character" w:styleId="PageNumber">
    <w:name w:val="page number"/>
    <w:basedOn w:val="DefaultParagraphFont"/>
    <w:semiHidden/>
  </w:style>
  <w:style w:type="paragraph" w:customStyle="1" w:styleId="Normalaftertitle">
    <w:name w:val="Normal after title"/>
    <w:basedOn w:val="Normal"/>
    <w:pPr>
      <w:spacing w:before="480"/>
    </w:pPr>
    <w:rPr>
      <w:rFonts w:ascii="Times" w:hAnsi="Times"/>
      <w:lang w:val="en-US"/>
    </w:rPr>
  </w:style>
  <w:style w:type="paragraph" w:customStyle="1" w:styleId="IndexTitle0">
    <w:name w:val="Index Title"/>
    <w:basedOn w:val="Normal"/>
    <w:pPr>
      <w:spacing w:before="0" w:after="68"/>
      <w:jc w:val="center"/>
    </w:pPr>
    <w:rPr>
      <w:b/>
      <w:sz w:val="24"/>
    </w:rPr>
  </w:style>
  <w:style w:type="paragraph" w:customStyle="1" w:styleId="Cov">
    <w:name w:val="Cov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80" w:after="80"/>
      <w:ind w:left="57"/>
      <w:jc w:val="left"/>
    </w:pPr>
    <w:rPr>
      <w:sz w:val="24"/>
    </w:rPr>
  </w:style>
  <w:style w:type="paragraph" w:customStyle="1" w:styleId="ASN1Cont">
    <w:name w:val="ASN.1 Cont."/>
    <w:basedOn w:val="ASN1"/>
    <w:pPr>
      <w:spacing w:before="0"/>
    </w:pPr>
  </w:style>
  <w:style w:type="paragraph" w:customStyle="1" w:styleId="ASN1ital">
    <w:name w:val="ASN.1 ital"/>
    <w:basedOn w:val="ASN1"/>
    <w:pPr>
      <w:spacing w:before="0"/>
      <w:jc w:val="both"/>
    </w:pPr>
    <w:rPr>
      <w:b w:val="0"/>
      <w:i/>
      <w:sz w:val="20"/>
    </w:rPr>
  </w:style>
  <w:style w:type="paragraph" w:styleId="TOC9">
    <w:name w:val="toc 9"/>
    <w:basedOn w:val="Normal"/>
    <w:next w:val="Normal"/>
    <w:semiHidden/>
    <w:pPr>
      <w:tabs>
        <w:tab w:val="clear" w:pos="794"/>
        <w:tab w:val="clear" w:pos="1191"/>
        <w:tab w:val="clear" w:pos="1588"/>
        <w:tab w:val="clear" w:pos="1985"/>
        <w:tab w:val="right" w:leader="dot" w:pos="9729"/>
      </w:tabs>
      <w:ind w:left="1600"/>
    </w:pPr>
  </w:style>
  <w:style w:type="table" w:styleId="TableGrid">
    <w:name w:val="Table Grid"/>
    <w:basedOn w:val="TableNormal"/>
    <w:uiPriority w:val="39"/>
    <w:rsid w:val="00E55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5AB2"/>
    <w:pPr>
      <w:tabs>
        <w:tab w:val="clear" w:pos="794"/>
        <w:tab w:val="clear" w:pos="1191"/>
        <w:tab w:val="clear" w:pos="1588"/>
        <w:tab w:val="clear" w:pos="1985"/>
        <w:tab w:val="left" w:pos="792"/>
        <w:tab w:val="left" w:pos="1195"/>
        <w:tab w:val="left" w:pos="1584"/>
        <w:tab w:val="left" w:pos="1987"/>
        <w:tab w:val="left" w:pos="4853"/>
        <w:tab w:val="right" w:pos="9691"/>
      </w:tabs>
      <w:overflowPunct/>
      <w:autoSpaceDE/>
      <w:autoSpaceDN/>
      <w:adjustRightInd/>
      <w:ind w:left="720"/>
      <w:contextualSpacing/>
      <w:textAlignment w:val="auto"/>
    </w:pPr>
    <w:rPr>
      <w:rFonts w:eastAsia="MS Mincho"/>
      <w:szCs w:val="24"/>
      <w:lang w:val="en-CA" w:eastAsia="ja-JP"/>
    </w:rPr>
  </w:style>
  <w:style w:type="table" w:customStyle="1" w:styleId="TableGrid1">
    <w:name w:val="Table Grid1"/>
    <w:basedOn w:val="TableNormal"/>
    <w:next w:val="TableGrid"/>
    <w:uiPriority w:val="39"/>
    <w:rsid w:val="00512607"/>
    <w:rPr>
      <w:rFonts w:ascii="Times New Roman" w:eastAsia="Yu Mincho" w:hAnsi="Times New Rom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D49A0"/>
    <w:rPr>
      <w:rFonts w:ascii="Times New Roman" w:eastAsia="Yu Mincho" w:hAnsi="Times New Rom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D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11DFE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7C46F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Theme="minorEastAsia"/>
      <w:sz w:val="24"/>
      <w:szCs w:val="24"/>
      <w:lang w:val="en-US"/>
    </w:rPr>
  </w:style>
  <w:style w:type="character" w:styleId="Hyperlink">
    <w:name w:val="Hyperlink"/>
    <w:rsid w:val="00814DD6"/>
    <w:rPr>
      <w:color w:val="0000FF"/>
      <w:u w:val="single"/>
    </w:rPr>
  </w:style>
  <w:style w:type="paragraph" w:styleId="Revision">
    <w:name w:val="Revision"/>
    <w:hidden/>
    <w:uiPriority w:val="99"/>
    <w:semiHidden/>
    <w:rsid w:val="0073196A"/>
    <w:rPr>
      <w:rFonts w:ascii="Times New Roman" w:hAnsi="Times New Roman"/>
      <w:lang w:val="en-GB"/>
    </w:rPr>
  </w:style>
  <w:style w:type="paragraph" w:styleId="Caption">
    <w:name w:val="caption"/>
    <w:basedOn w:val="Normal"/>
    <w:next w:val="Normal"/>
    <w:link w:val="CaptionChar"/>
    <w:qFormat/>
    <w:rsid w:val="00631E67"/>
    <w:pPr>
      <w:tabs>
        <w:tab w:val="clear" w:pos="794"/>
        <w:tab w:val="clear" w:pos="1191"/>
        <w:tab w:val="clear" w:pos="1588"/>
        <w:tab w:val="clear" w:pos="1985"/>
        <w:tab w:val="left" w:pos="792"/>
        <w:tab w:val="left" w:pos="1195"/>
        <w:tab w:val="left" w:pos="1584"/>
        <w:tab w:val="left" w:pos="1987"/>
        <w:tab w:val="left" w:pos="4853"/>
        <w:tab w:val="right" w:pos="9691"/>
      </w:tabs>
      <w:overflowPunct/>
      <w:autoSpaceDE/>
      <w:autoSpaceDN/>
      <w:adjustRightInd/>
      <w:spacing w:before="120" w:after="120"/>
      <w:jc w:val="center"/>
      <w:textAlignment w:val="auto"/>
    </w:pPr>
    <w:rPr>
      <w:rFonts w:eastAsia="SimSun"/>
      <w:b/>
      <w:bCs/>
      <w:szCs w:val="24"/>
      <w:lang w:val="fr-FR" w:eastAsia="ja-JP"/>
    </w:rPr>
  </w:style>
  <w:style w:type="character" w:customStyle="1" w:styleId="CaptionChar">
    <w:name w:val="Caption Char"/>
    <w:link w:val="Caption"/>
    <w:locked/>
    <w:rsid w:val="00631E67"/>
    <w:rPr>
      <w:rFonts w:ascii="Times New Roman" w:eastAsia="SimSun" w:hAnsi="Times New Roman"/>
      <w:b/>
      <w:bCs/>
      <w:szCs w:val="24"/>
      <w:lang w:val="fr-FR" w:eastAsia="ja-JP"/>
    </w:rPr>
  </w:style>
  <w:style w:type="character" w:customStyle="1" w:styleId="CommentTextChar">
    <w:name w:val="Comment Text Char"/>
    <w:link w:val="CommentText"/>
    <w:uiPriority w:val="99"/>
    <w:rsid w:val="00A04F0D"/>
    <w:rPr>
      <w:rFonts w:ascii="Times New Roman" w:hAnsi="Times New Roman"/>
      <w:lang w:val="en-GB"/>
    </w:rPr>
  </w:style>
  <w:style w:type="character" w:customStyle="1" w:styleId="apple-converted-space">
    <w:name w:val="apple-converted-space"/>
    <w:basedOn w:val="DefaultParagraphFont"/>
    <w:rsid w:val="00CA02E7"/>
  </w:style>
  <w:style w:type="paragraph" w:customStyle="1" w:styleId="p1">
    <w:name w:val="p1"/>
    <w:basedOn w:val="Normal"/>
    <w:rsid w:val="00F163E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83F31"/>
    <w:rPr>
      <w:color w:val="605E5C"/>
      <w:shd w:val="clear" w:color="auto" w:fill="E1DFDD"/>
    </w:rPr>
  </w:style>
  <w:style w:type="paragraph" w:customStyle="1" w:styleId="ISOMB">
    <w:name w:val="ISO_MB"/>
    <w:basedOn w:val="Normal"/>
    <w:rsid w:val="007C44C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10" w:line="210" w:lineRule="exact"/>
      <w:jc w:val="left"/>
      <w:textAlignment w:val="auto"/>
    </w:pPr>
    <w:rPr>
      <w:rFonts w:ascii="Arial" w:hAnsi="Arial"/>
      <w:sz w:val="18"/>
    </w:rPr>
  </w:style>
  <w:style w:type="paragraph" w:customStyle="1" w:styleId="ISOClause">
    <w:name w:val="ISO_Clause"/>
    <w:basedOn w:val="Normal"/>
    <w:rsid w:val="007C44C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10" w:line="210" w:lineRule="exact"/>
      <w:jc w:val="left"/>
      <w:textAlignment w:val="auto"/>
    </w:pPr>
    <w:rPr>
      <w:rFonts w:ascii="Arial" w:hAnsi="Arial"/>
      <w:sz w:val="18"/>
    </w:rPr>
  </w:style>
  <w:style w:type="paragraph" w:customStyle="1" w:styleId="isoclause0">
    <w:name w:val="isoclause"/>
    <w:basedOn w:val="Normal"/>
    <w:rsid w:val="007C44C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10" w:line="210" w:lineRule="atLeast"/>
      <w:jc w:val="left"/>
      <w:textAlignment w:val="auto"/>
    </w:pPr>
    <w:rPr>
      <w:rFonts w:ascii="Arial" w:hAnsi="Arial" w:cs="Arial"/>
      <w:sz w:val="18"/>
      <w:szCs w:val="18"/>
      <w:lang w:val="en-US"/>
    </w:rPr>
  </w:style>
  <w:style w:type="paragraph" w:customStyle="1" w:styleId="isoparagraph">
    <w:name w:val="isoparagraph"/>
    <w:basedOn w:val="Normal"/>
    <w:rsid w:val="007C44C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10" w:line="210" w:lineRule="atLeast"/>
      <w:jc w:val="left"/>
      <w:textAlignment w:val="auto"/>
    </w:pPr>
    <w:rPr>
      <w:rFonts w:ascii="Arial" w:hAnsi="Arial" w:cs="Aria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7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ailman.rwth-aachen.de/mailman/listinfo/jct-v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ad.fogg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yasser_syed@comcas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WINNT32\COMPO\ISO_TS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349DF-C228-47A6-A86B-DB6FB5B1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ISO_TSB.DOT</Template>
  <TotalTime>24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Template for common text  ISO/UIT-T</vt:lpstr>
      </vt:variant>
      <vt:variant>
        <vt:i4>0</vt:i4>
      </vt:variant>
    </vt:vector>
  </HeadingPairs>
  <TitlesOfParts>
    <vt:vector size="1" baseType="lpstr">
      <vt:lpstr>Template for common text  ISO/UIT-T</vt:lpstr>
    </vt:vector>
  </TitlesOfParts>
  <Company>ITU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common text  ISO/UIT-T</dc:title>
  <dc:subject>1.12.95 (title blanc bef.et aft)</dc:subject>
  <dc:creator>Composition des Publications</dc:creator>
  <cp:keywords>WW2 le 5 août 1993/zr - 2.10.96: ww7/zr</cp:keywords>
  <dc:description>22.1.97 nouveau style: Note 1, 2 et 3 accessibles avec la fonction CTRL+n  et répondre 1, 2 ou 3_x000d_
Saisie :   31.01.97     PC_x000d_
Corr. BAT: 13.3.97/YA_x000d_
Corr. Ult. 3.4.97/YA_x000d_
Corr. 18.06.97/ ...._x000d_
Corr. Ult. 2.7.97/YA</dc:description>
  <cp:lastModifiedBy>Gary Sullivan</cp:lastModifiedBy>
  <cp:revision>6</cp:revision>
  <cp:lastPrinted>1997-07-02T21:02:00Z</cp:lastPrinted>
  <dcterms:created xsi:type="dcterms:W3CDTF">2019-03-19T05:12:00Z</dcterms:created>
  <dcterms:modified xsi:type="dcterms:W3CDTF">2019-03-21T02:46:00Z</dcterms:modified>
  <cp:category>Folios :   1  -  18</cp:category>
</cp:coreProperties>
</file>