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6116"/>
        <w:gridCol w:w="3454"/>
      </w:tblGrid>
      <w:tr w:rsidR="004B4932" w14:paraId="01E774BA" w14:textId="77777777" w:rsidTr="004B4932">
        <w:tc>
          <w:tcPr>
            <w:tcW w:w="6120" w:type="dxa"/>
            <w:hideMark/>
          </w:tcPr>
          <w:p w14:paraId="3D424A22" w14:textId="25F04131" w:rsidR="004B4932" w:rsidRDefault="004B4932">
            <w:pPr>
              <w:tabs>
                <w:tab w:val="left" w:pos="7200"/>
              </w:tabs>
              <w:jc w:val="left"/>
              <w:rPr>
                <w:rFonts w:eastAsia="SimSun"/>
                <w:b/>
                <w:szCs w:val="22"/>
                <w:lang w:val="en-GB"/>
              </w:rPr>
            </w:pPr>
            <w:r>
              <w:rPr>
                <w:noProof/>
                <w:lang w:val="en-GB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3A349E3B" wp14:editId="0BFA8C97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46990" b="30480"/>
                      <wp:wrapNone/>
                      <wp:docPr id="13" name="Group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295910" cy="312420"/>
                                <a:chOff x="0" y="0"/>
                                <a:chExt cx="466" cy="492"/>
                              </a:xfrm>
                            </wpg:grpSpPr>
                            <wps:wsp>
                              <wps:cNvPr id="4" name="Line 3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0" y="7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4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0" y="491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5"/>
                              <wps:cNvCnPr>
                                <a:cxnSpLocks/>
                              </wps:cNvCnPr>
                              <wps:spPr bwMode="auto">
                                <a:xfrm flipV="1">
                                  <a:off x="465" y="7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6"/>
                              <wps:cNvCnPr>
                                <a:cxnSpLocks/>
                              </wps:cNvCnPr>
                              <wps:spPr bwMode="auto">
                                <a:xfrm flipH="1">
                                  <a:off x="0" y="7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7"/>
                              <wps:cNvCnPr>
                                <a:cxnSpLocks/>
                              </wps:cNvCnPr>
                              <wps:spPr bwMode="auto">
                                <a:xfrm>
                                  <a:off x="0" y="7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" y="102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2" y="46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45" y="65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7" y="44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81" y="65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" y="38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" y="41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8" y="38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" y="68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" y="97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18" y="194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55" y="0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4" y="179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67" y="182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59" y="179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65" y="182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7" y="179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1" y="182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E5EFB6F" id="Group 13" o:spid="_x0000_s1026" style="position:absolute;margin-left:-4.15pt;margin-top:-27.5pt;width:23.3pt;height:24.6pt;z-index:251658240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">
                      <v:line id="Line 3" o:spid="_x0000_s1027" style="position:absolute;visibility:visible;mso-wrap-style:square" from="0,7" to="1,4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EhxpwQAAANoAAAAPAAAAZHJzL2Rvd25yZXYueG1sRI9fa8JA&#10;EMTfC36HY4W+1YtFWo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GYSHGnBAAAA2gAAAA8AAAAA&#10;AAAAAAAAAAAABwIAAGRycy9kb3ducmV2LnhtbFBLBQYAAAAAAwADALcAAAD1AgAAAAA=&#10;" strokecolor="white" strokeweight="36e-5mm">
                        <o:lock v:ext="edit" shapetype="f"/>
                      </v:line>
                      <v:line id="Line 4" o:spid="_x0000_s1028" style="position:absolute;visibility:visible;mso-wrap-style:square" from="0,491" to="465,4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" strokecolor="white" strokeweight="36e-5mm">
                        <o:lock v:ext="edit" shapetype="f"/>
                      </v:line>
                      <v:line id="Line 5" o:spid="_x0000_s1029" style="position:absolute;flip:y;visibility:visible;mso-wrap-style:square" from="465,7" to="466,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" strokecolor="white" strokeweight="36e-5mm">
                        <o:lock v:ext="edit" shapetype="f"/>
                      </v:line>
                      <v:line id="Line 6" o:spid="_x0000_s1030" style="position:absolute;flip:x;visibility:visible;mso-wrap-style:square" from="0,7" to="462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" strokecolor="white" strokeweight="36e-5mm">
                        <o:lock v:ext="edit" shapetype="f"/>
                      </v:line>
                      <v:line id="Line 7" o:spid="_x0000_s1031" style="position:absolute;visibility:visible;mso-wrap-style:square" from="0,7" to="1,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" strokecolor="white" strokeweight="36e-5mm">
                        <o:lock v:ext="edit" shapetype="f"/>
                      </v:line>
                      <v:shape id="Freeform 8" o:spid="_x0000_s1032" style="position:absolute;left:65;top:102;width:309;height:297;visibility:visible;mso-wrap-style:square;v-text-anchor:top" coordsize="309,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62;top:46;width:171;height:411;visibility:visible;mso-wrap-style:square;v-text-anchor:top" coordsize="171,4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45;top:65;width:126;height:101;visibility:visible;mso-wrap-style:square;v-text-anchor:top" coordsize="126,1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37;top:44;width:293;height:234;visibility:visible;mso-wrap-style:square;v-text-anchor:top" coordsize="293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81;top:65;width:349;height:244;visibility:visible;mso-wrap-style:square;v-text-anchor:top" coordsize="349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12;top:38;width:425;height:427;visibility:visible;mso-wrap-style:square;v-text-anchor:top" coordsize="425,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12;top:41;width:337;height:421;visibility:visible;mso-wrap-style:square;v-text-anchor:top" coordsize="337,4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8;top:38;width:425;height:386;visibility:visible;mso-wrap-style:square;v-text-anchor:top" coordsize="425,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12;top:68;width:425;height:397;visibility:visible;mso-wrap-style:square;v-text-anchor:top" coordsize="425,3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59;top:97;width:366;height:274;visibility:visible;mso-wrap-style:square;v-text-anchor:top" coordsize="366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18;top:194;width:346;height:244;visibility:visible;mso-wrap-style:square;v-text-anchor:top" coordsize="346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55;width:382;height:469;visibility:visible;mso-wrap-style:square;v-text-anchor:top" coordsize="382,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64;top:179;width:132;height:145;visibility:visible;mso-wrap-style:square;v-text-anchor:top" coordsize="132,1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67;top:182;width:126;height:140;visibility:visible;mso-wrap-style:square;v-text-anchor:top" coordsize="126,1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59;top:179;width:65;height:143;visibility:visible;mso-wrap-style:square;v-text-anchor:top" coordsize="65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65;top:182;width:57;height:136;visibility:visible;mso-wrap-style:square;v-text-anchor:top" coordsize="57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37;top:179;width:118;height:143;visibility:visible;mso-wrap-style:square;v-text-anchor:top" coordsize="118,1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41;top:182;width:111;height:136;visibility:visible;mso-wrap-style:square;v-text-anchor:top" coordsize="111,1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GB"/>
              </w:rPr>
              <w:drawing>
                <wp:anchor distT="0" distB="0" distL="114300" distR="114300" simplePos="0" relativeHeight="251658240" behindDoc="0" locked="0" layoutInCell="1" allowOverlap="1" wp14:anchorId="0FA71A7F" wp14:editId="22A6CA8E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" name="Pictur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val="en-GB"/>
              </w:rPr>
              <w:drawing>
                <wp:anchor distT="0" distB="0" distL="114300" distR="114300" simplePos="0" relativeHeight="251658240" behindDoc="0" locked="0" layoutInCell="1" allowOverlap="1" wp14:anchorId="18B0448B" wp14:editId="63970809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eastAsia="SimSun"/>
                <w:b/>
                <w:szCs w:val="22"/>
              </w:rPr>
              <w:t>Joint Collaborative Team on Video Coding (JCT-VC)</w:t>
            </w:r>
          </w:p>
          <w:p w14:paraId="3322D8B0" w14:textId="77777777" w:rsidR="004B4932" w:rsidRDefault="004B4932">
            <w:pPr>
              <w:tabs>
                <w:tab w:val="left" w:pos="7200"/>
              </w:tabs>
              <w:jc w:val="left"/>
              <w:rPr>
                <w:rFonts w:eastAsia="SimSun"/>
                <w:b/>
                <w:szCs w:val="22"/>
              </w:rPr>
            </w:pPr>
            <w:r>
              <w:rPr>
                <w:rFonts w:eastAsia="SimSun"/>
                <w:b/>
                <w:szCs w:val="22"/>
              </w:rPr>
              <w:t>of ITU-T SG 16 WP 3 and ISO/IEC JTC 1/SC 29/WG 11</w:t>
            </w:r>
          </w:p>
          <w:p w14:paraId="5ADFA5B6" w14:textId="77777777" w:rsidR="004B4932" w:rsidRDefault="004B4932">
            <w:pPr>
              <w:tabs>
                <w:tab w:val="left" w:pos="7200"/>
              </w:tabs>
              <w:jc w:val="left"/>
              <w:rPr>
                <w:rFonts w:eastAsia="SimSun"/>
                <w:b/>
                <w:szCs w:val="22"/>
              </w:rPr>
            </w:pPr>
            <w:r>
              <w:rPr>
                <w:rFonts w:eastAsia="SimSun"/>
              </w:rPr>
              <w:t xml:space="preserve">34th Meeting: Marrakech, MA, 12–18 Jan. 2019 </w:t>
            </w:r>
          </w:p>
        </w:tc>
        <w:tc>
          <w:tcPr>
            <w:tcW w:w="3456" w:type="dxa"/>
            <w:hideMark/>
          </w:tcPr>
          <w:p w14:paraId="50E525C9" w14:textId="43BF4147" w:rsidR="004B4932" w:rsidRDefault="004B4932">
            <w:pPr>
              <w:tabs>
                <w:tab w:val="left" w:pos="7200"/>
              </w:tabs>
              <w:jc w:val="left"/>
              <w:rPr>
                <w:rFonts w:eastAsia="SimSun"/>
                <w:u w:val="single"/>
              </w:rPr>
            </w:pPr>
            <w:r>
              <w:rPr>
                <w:rFonts w:eastAsia="SimSun"/>
              </w:rPr>
              <w:t>Document: JCTVC-AH00</w:t>
            </w:r>
            <w:r>
              <w:rPr>
                <w:rFonts w:eastAsia="SimSun"/>
              </w:rPr>
              <w:t>27</w:t>
            </w:r>
          </w:p>
        </w:tc>
      </w:tr>
    </w:tbl>
    <w:p w14:paraId="2775BBD8" w14:textId="77777777" w:rsidR="004B4932" w:rsidRDefault="004B4932" w:rsidP="004B4932">
      <w:pPr>
        <w:tabs>
          <w:tab w:val="left" w:pos="708"/>
        </w:tabs>
        <w:jc w:val="left"/>
        <w:rPr>
          <w:rFonts w:eastAsia="SimSun"/>
          <w:lang w:val="en-GB"/>
        </w:rPr>
      </w:pP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1457"/>
        <w:gridCol w:w="4047"/>
        <w:gridCol w:w="900"/>
        <w:gridCol w:w="3166"/>
      </w:tblGrid>
      <w:tr w:rsidR="004B4932" w:rsidRPr="004B4932" w14:paraId="57E5B41B" w14:textId="77777777" w:rsidTr="004B4932">
        <w:tc>
          <w:tcPr>
            <w:tcW w:w="1458" w:type="dxa"/>
            <w:hideMark/>
          </w:tcPr>
          <w:p w14:paraId="6AB410C1" w14:textId="77777777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rFonts w:eastAsia="SimSun"/>
                <w:i/>
                <w:szCs w:val="22"/>
              </w:rPr>
            </w:pPr>
            <w:r>
              <w:rPr>
                <w:rFonts w:eastAsia="SimSun"/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  <w:hideMark/>
          </w:tcPr>
          <w:p w14:paraId="18F3B14E" w14:textId="72DB3D41" w:rsidR="004B4932" w:rsidRPr="004B4932" w:rsidRDefault="004B4932">
            <w:pPr>
              <w:tabs>
                <w:tab w:val="left" w:pos="708"/>
              </w:tabs>
              <w:jc w:val="left"/>
              <w:rPr>
                <w:rFonts w:eastAsia="SimSun"/>
                <w:b/>
                <w:szCs w:val="22"/>
                <w:lang w:val="de-DE"/>
              </w:rPr>
            </w:pPr>
            <w:r w:rsidRPr="004B4932">
              <w:rPr>
                <w:rFonts w:eastAsia="SimSun"/>
                <w:b/>
                <w:szCs w:val="22"/>
                <w:lang w:val="de-DE"/>
              </w:rPr>
              <w:t xml:space="preserve">HEVC: SEI manifest SEI </w:t>
            </w:r>
            <w:proofErr w:type="spellStart"/>
            <w:r w:rsidRPr="004B4932">
              <w:rPr>
                <w:rFonts w:eastAsia="SimSun"/>
                <w:b/>
                <w:szCs w:val="22"/>
                <w:lang w:val="de-DE"/>
              </w:rPr>
              <w:t>message</w:t>
            </w:r>
            <w:proofErr w:type="spellEnd"/>
            <w:r w:rsidRPr="004B4932">
              <w:rPr>
                <w:rFonts w:eastAsia="SimSun"/>
                <w:b/>
                <w:szCs w:val="22"/>
                <w:lang w:val="de-DE"/>
              </w:rPr>
              <w:t xml:space="preserve"> </w:t>
            </w:r>
            <w:proofErr w:type="spellStart"/>
            <w:r w:rsidRPr="004B4932">
              <w:rPr>
                <w:rFonts w:eastAsia="SimSun"/>
                <w:b/>
                <w:szCs w:val="22"/>
                <w:lang w:val="de-DE"/>
              </w:rPr>
              <w:t>implementation</w:t>
            </w:r>
            <w:proofErr w:type="spellEnd"/>
            <w:r w:rsidRPr="004B4932">
              <w:rPr>
                <w:rFonts w:eastAsia="SimSun"/>
                <w:b/>
                <w:szCs w:val="22"/>
                <w:lang w:val="de-DE"/>
              </w:rPr>
              <w:t xml:space="preserve"> in </w:t>
            </w:r>
            <w:proofErr w:type="spellStart"/>
            <w:r w:rsidRPr="004B4932">
              <w:rPr>
                <w:rFonts w:eastAsia="SimSun"/>
                <w:b/>
                <w:szCs w:val="22"/>
                <w:lang w:val="de-DE"/>
              </w:rPr>
              <w:t>reference</w:t>
            </w:r>
            <w:proofErr w:type="spellEnd"/>
            <w:r w:rsidRPr="004B4932">
              <w:rPr>
                <w:rFonts w:eastAsia="SimSun"/>
                <w:b/>
                <w:szCs w:val="22"/>
                <w:lang w:val="de-DE"/>
              </w:rPr>
              <w:t xml:space="preserve"> </w:t>
            </w:r>
            <w:proofErr w:type="spellStart"/>
            <w:r w:rsidRPr="004B4932">
              <w:rPr>
                <w:rFonts w:eastAsia="SimSun"/>
                <w:b/>
                <w:szCs w:val="22"/>
                <w:lang w:val="de-DE"/>
              </w:rPr>
              <w:t>software</w:t>
            </w:r>
            <w:proofErr w:type="spellEnd"/>
          </w:p>
        </w:tc>
      </w:tr>
      <w:tr w:rsidR="004B4932" w:rsidRPr="004B4932" w14:paraId="0C59F896" w14:textId="77777777" w:rsidTr="004B4932">
        <w:tc>
          <w:tcPr>
            <w:tcW w:w="1458" w:type="dxa"/>
            <w:hideMark/>
          </w:tcPr>
          <w:p w14:paraId="223B678C" w14:textId="77777777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rFonts w:eastAsia="SimSun"/>
                <w:i/>
                <w:szCs w:val="22"/>
              </w:rPr>
            </w:pPr>
            <w:r>
              <w:rPr>
                <w:rFonts w:eastAsia="SimSun"/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  <w:hideMark/>
          </w:tcPr>
          <w:p w14:paraId="5C002360" w14:textId="6CBBE7A9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rFonts w:eastAsia="SimSun"/>
                <w:szCs w:val="22"/>
              </w:rPr>
            </w:pPr>
            <w:r>
              <w:rPr>
                <w:rFonts w:eastAsia="SimSun"/>
                <w:szCs w:val="22"/>
              </w:rPr>
              <w:t>Input Document</w:t>
            </w:r>
          </w:p>
        </w:tc>
      </w:tr>
      <w:tr w:rsidR="004B4932" w14:paraId="248B5382" w14:textId="77777777" w:rsidTr="004B4932">
        <w:tc>
          <w:tcPr>
            <w:tcW w:w="1458" w:type="dxa"/>
            <w:hideMark/>
          </w:tcPr>
          <w:p w14:paraId="72A25CBE" w14:textId="77777777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rFonts w:eastAsia="SimSun"/>
                <w:i/>
                <w:szCs w:val="22"/>
              </w:rPr>
            </w:pPr>
            <w:r>
              <w:rPr>
                <w:rFonts w:eastAsia="SimSun"/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  <w:hideMark/>
          </w:tcPr>
          <w:p w14:paraId="59CCE573" w14:textId="46E2BD60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rFonts w:eastAsia="SimSun"/>
                <w:sz w:val="28"/>
                <w:szCs w:val="22"/>
              </w:rPr>
            </w:pPr>
            <w:r>
              <w:rPr>
                <w:sz w:val="21"/>
                <w:szCs w:val="22"/>
                <w:lang w:val="en-CA"/>
              </w:rPr>
              <w:t>Discussion and Agreement</w:t>
            </w:r>
          </w:p>
        </w:tc>
      </w:tr>
      <w:tr w:rsidR="004B4932" w:rsidRPr="004B4932" w14:paraId="7A8FE304" w14:textId="77777777" w:rsidTr="004B4932">
        <w:tc>
          <w:tcPr>
            <w:tcW w:w="1458" w:type="dxa"/>
            <w:hideMark/>
          </w:tcPr>
          <w:p w14:paraId="100F56D4" w14:textId="77777777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rFonts w:eastAsia="SimSun"/>
                <w:i/>
                <w:szCs w:val="22"/>
              </w:rPr>
            </w:pPr>
            <w:r>
              <w:rPr>
                <w:i/>
                <w:szCs w:val="22"/>
                <w:lang w:val="en-CA"/>
              </w:rPr>
              <w:t>Author(s) or</w:t>
            </w:r>
            <w:r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14:paraId="78B6A99F" w14:textId="77777777" w:rsidR="004B4932" w:rsidRDefault="004B4932" w:rsidP="004B4932">
            <w:pPr>
              <w:spacing w:before="60" w:after="60"/>
              <w:jc w:val="left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Thomas Stockhammer</w:t>
            </w:r>
          </w:p>
          <w:p w14:paraId="17CE40A2" w14:textId="77777777" w:rsidR="004B4932" w:rsidRDefault="004B4932" w:rsidP="004B4932">
            <w:pPr>
              <w:spacing w:before="60" w:after="60"/>
              <w:jc w:val="left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Waqar Zia</w:t>
            </w:r>
          </w:p>
          <w:p w14:paraId="66433B28" w14:textId="75B82E6B" w:rsidR="004B4932" w:rsidRPr="004B4932" w:rsidRDefault="004B4932" w:rsidP="004B4932">
            <w:pPr>
              <w:spacing w:before="60" w:after="60"/>
              <w:jc w:val="left"/>
              <w:rPr>
                <w:b/>
                <w:szCs w:val="22"/>
                <w:lang w:val="en-CA"/>
              </w:rPr>
            </w:pPr>
            <w:r w:rsidRPr="004B4932">
              <w:rPr>
                <w:b/>
                <w:szCs w:val="22"/>
                <w:lang w:val="en-CA"/>
              </w:rPr>
              <w:t>Ece Öztürk</w:t>
            </w:r>
          </w:p>
        </w:tc>
        <w:tc>
          <w:tcPr>
            <w:tcW w:w="900" w:type="dxa"/>
            <w:hideMark/>
          </w:tcPr>
          <w:p w14:paraId="3C415130" w14:textId="77777777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rFonts w:eastAsia="SimSun"/>
                <w:szCs w:val="22"/>
              </w:rPr>
            </w:pPr>
            <w:r>
              <w:rPr>
                <w:szCs w:val="22"/>
                <w:lang w:val="en-CA"/>
              </w:rPr>
              <w:t>Tel:</w:t>
            </w:r>
            <w:r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  <w:hideMark/>
          </w:tcPr>
          <w:p w14:paraId="2F6A14AD" w14:textId="77777777" w:rsidR="004B4932" w:rsidRDefault="004B4932">
            <w:pPr>
              <w:tabs>
                <w:tab w:val="left" w:pos="708"/>
              </w:tabs>
              <w:jc w:val="left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+49 1725702667</w:t>
            </w:r>
          </w:p>
          <w:p w14:paraId="4874BC46" w14:textId="1A282E91" w:rsidR="004B4932" w:rsidRDefault="004B4932">
            <w:pPr>
              <w:tabs>
                <w:tab w:val="left" w:pos="708"/>
              </w:tabs>
              <w:jc w:val="left"/>
              <w:rPr>
                <w:rFonts w:eastAsia="SimSun"/>
                <w:lang w:val="en-GB"/>
              </w:rPr>
            </w:pPr>
            <w:hyperlink r:id="rId10" w:history="1">
              <w:r w:rsidRPr="00D83D35">
                <w:rPr>
                  <w:rStyle w:val="Hyperlink"/>
                  <w:rFonts w:eastAsia="SimSun"/>
                  <w:lang w:val="en-GB"/>
                </w:rPr>
                <w:t>tsto@qti.qualcomm.com</w:t>
              </w:r>
            </w:hyperlink>
          </w:p>
          <w:p w14:paraId="5FAFE924" w14:textId="3B6083C5" w:rsidR="004B4932" w:rsidRDefault="004B4932">
            <w:pPr>
              <w:tabs>
                <w:tab w:val="left" w:pos="708"/>
              </w:tabs>
              <w:jc w:val="left"/>
              <w:rPr>
                <w:rFonts w:eastAsia="SimSun"/>
                <w:lang w:val="en-GB"/>
              </w:rPr>
            </w:pPr>
            <w:r>
              <w:rPr>
                <w:rFonts w:eastAsia="SimSun"/>
                <w:lang w:val="en-GB"/>
              </w:rPr>
              <w:t>zia@nomor.de</w:t>
            </w:r>
            <w:bookmarkStart w:id="0" w:name="_GoBack"/>
            <w:bookmarkEnd w:id="0"/>
          </w:p>
        </w:tc>
      </w:tr>
      <w:tr w:rsidR="004B4932" w14:paraId="24C070FC" w14:textId="77777777" w:rsidTr="004B4932">
        <w:tc>
          <w:tcPr>
            <w:tcW w:w="1458" w:type="dxa"/>
            <w:hideMark/>
          </w:tcPr>
          <w:p w14:paraId="7D050197" w14:textId="77777777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rFonts w:eastAsia="Times New Roman"/>
                <w:i/>
                <w:sz w:val="20"/>
                <w:szCs w:val="22"/>
                <w:lang w:val="en-CA"/>
              </w:rPr>
            </w:pPr>
            <w:r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4050" w:type="dxa"/>
            <w:hideMark/>
          </w:tcPr>
          <w:p w14:paraId="6305E92C" w14:textId="77777777" w:rsidR="004B4932" w:rsidRDefault="004B493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 xml:space="preserve">Qualcomm Incorporated, </w:t>
            </w:r>
          </w:p>
          <w:p w14:paraId="441B08D9" w14:textId="02A08473" w:rsidR="004B4932" w:rsidRDefault="004B4932">
            <w:pPr>
              <w:spacing w:before="60" w:after="60"/>
              <w:rPr>
                <w:b/>
                <w:szCs w:val="22"/>
                <w:lang w:val="en-CA"/>
              </w:rPr>
            </w:pPr>
            <w:proofErr w:type="spellStart"/>
            <w:r>
              <w:rPr>
                <w:szCs w:val="22"/>
                <w:lang w:val="en-CA"/>
              </w:rPr>
              <w:t>Nomor</w:t>
            </w:r>
            <w:proofErr w:type="spellEnd"/>
            <w:r>
              <w:rPr>
                <w:szCs w:val="22"/>
                <w:lang w:val="en-CA"/>
              </w:rPr>
              <w:t xml:space="preserve"> Research</w:t>
            </w:r>
          </w:p>
        </w:tc>
        <w:tc>
          <w:tcPr>
            <w:tcW w:w="900" w:type="dxa"/>
          </w:tcPr>
          <w:p w14:paraId="5C2F4492" w14:textId="77777777" w:rsidR="004B4932" w:rsidRDefault="004B4932">
            <w:pPr>
              <w:tabs>
                <w:tab w:val="left" w:pos="708"/>
              </w:tabs>
              <w:spacing w:before="60" w:after="60"/>
              <w:jc w:val="left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14:paraId="1C6689C8" w14:textId="77777777" w:rsidR="004B4932" w:rsidRDefault="004B4932">
            <w:pPr>
              <w:tabs>
                <w:tab w:val="left" w:pos="708"/>
              </w:tabs>
              <w:jc w:val="left"/>
              <w:rPr>
                <w:szCs w:val="22"/>
                <w:lang w:val="en-CA"/>
              </w:rPr>
            </w:pPr>
          </w:p>
        </w:tc>
      </w:tr>
    </w:tbl>
    <w:p w14:paraId="0B897B36" w14:textId="34487812" w:rsidR="00531502" w:rsidRPr="00204A1A" w:rsidRDefault="00531502"/>
    <w:p w14:paraId="5B331FE2" w14:textId="5EDBC5D5" w:rsidR="00531502" w:rsidRPr="00204A1A" w:rsidRDefault="00531502" w:rsidP="00531502">
      <w:pPr>
        <w:pStyle w:val="Heading1"/>
      </w:pPr>
      <w:r w:rsidRPr="00204A1A">
        <w:t>Introduction</w:t>
      </w:r>
    </w:p>
    <w:p w14:paraId="568E0CCF" w14:textId="38F18877" w:rsidR="00FB0471" w:rsidRDefault="00031B84" w:rsidP="00BB43FF">
      <w:r w:rsidRPr="00204A1A">
        <w:t>In</w:t>
      </w:r>
      <w:r w:rsidR="00157FCD">
        <w:t xml:space="preserve"> this document</w:t>
      </w:r>
      <w:r w:rsidRPr="00204A1A">
        <w:t>, information about the contribution made – in accordance with the HEVC specification [1] – to the reference HEVC codec software [2], specifically “SEI Manifest SEI Messages” and “SEI Prefix Indication Messages” is provided.</w:t>
      </w:r>
    </w:p>
    <w:p w14:paraId="66A2000B" w14:textId="77777777" w:rsidR="0008647B" w:rsidRPr="00204A1A" w:rsidRDefault="0008647B" w:rsidP="00BB43FF"/>
    <w:p w14:paraId="3DDC295C" w14:textId="0EB486AB" w:rsidR="00D82480" w:rsidRPr="00204A1A" w:rsidRDefault="00A8061A" w:rsidP="00BB43FF">
      <w:r w:rsidRPr="00204A1A">
        <w:t>This document</w:t>
      </w:r>
      <w:r w:rsidR="0008647B">
        <w:t>:</w:t>
      </w:r>
    </w:p>
    <w:p w14:paraId="73871B97" w14:textId="70BFF967" w:rsidR="008B5D7F" w:rsidRPr="00204A1A" w:rsidRDefault="008B5D7F" w:rsidP="00D82480">
      <w:pPr>
        <w:pStyle w:val="ListParagraph"/>
        <w:numPr>
          <w:ilvl w:val="0"/>
          <w:numId w:val="18"/>
        </w:numPr>
      </w:pPr>
      <w:r w:rsidRPr="00204A1A">
        <w:t>gives information on the implemented SEI messages</w:t>
      </w:r>
    </w:p>
    <w:p w14:paraId="4ECF607F" w14:textId="28EBA78A" w:rsidR="0022695D" w:rsidRPr="00204A1A" w:rsidRDefault="008B5D7F" w:rsidP="00D82480">
      <w:pPr>
        <w:pStyle w:val="ListParagraph"/>
        <w:numPr>
          <w:ilvl w:val="0"/>
          <w:numId w:val="18"/>
        </w:numPr>
      </w:pPr>
      <w:r w:rsidRPr="00204A1A">
        <w:t>provides the details of the implementation</w:t>
      </w:r>
    </w:p>
    <w:p w14:paraId="4D02EC46" w14:textId="792F2F1B" w:rsidR="00811746" w:rsidRDefault="008B5D7F" w:rsidP="00D82480">
      <w:pPr>
        <w:pStyle w:val="ListParagraph"/>
        <w:numPr>
          <w:ilvl w:val="0"/>
          <w:numId w:val="18"/>
        </w:numPr>
      </w:pPr>
      <w:r w:rsidRPr="00204A1A">
        <w:t>explains the future outlook regarding this work</w:t>
      </w:r>
    </w:p>
    <w:p w14:paraId="6B6539BE" w14:textId="77777777" w:rsidR="0008647B" w:rsidRDefault="0008647B" w:rsidP="0008647B"/>
    <w:p w14:paraId="222F2083" w14:textId="452EF14E" w:rsidR="0008647B" w:rsidRPr="00204A1A" w:rsidRDefault="0008647B" w:rsidP="0008647B">
      <w:r>
        <w:t>This work is done as a contribution to th</w:t>
      </w:r>
      <w:r w:rsidR="00EA1408">
        <w:t>e reference HEVC codec software, which is hosted at</w:t>
      </w:r>
      <w:r w:rsidR="00F30DCE">
        <w:t xml:space="preserve"> [2]</w:t>
      </w:r>
      <w:r>
        <w:t>. The work comprises of the abovementioned SEI messages being implemented in this software.</w:t>
      </w:r>
    </w:p>
    <w:p w14:paraId="64B41706" w14:textId="13C128EE" w:rsidR="00A24FCE" w:rsidRPr="00204A1A" w:rsidRDefault="00DE6089" w:rsidP="00A24FCE">
      <w:pPr>
        <w:pStyle w:val="Heading1"/>
      </w:pPr>
      <w:r w:rsidRPr="00204A1A">
        <w:t>Background</w:t>
      </w:r>
    </w:p>
    <w:p w14:paraId="20644945" w14:textId="50659C56" w:rsidR="002932DF" w:rsidRPr="00204A1A" w:rsidRDefault="004925A7" w:rsidP="00DE6089">
      <w:r w:rsidRPr="00204A1A">
        <w:t xml:space="preserve">SEI messages provides information </w:t>
      </w:r>
      <w:r w:rsidR="00AA5E7D" w:rsidRPr="00204A1A">
        <w:t>to</w:t>
      </w:r>
      <w:r w:rsidRPr="00204A1A">
        <w:t xml:space="preserve"> </w:t>
      </w:r>
      <w:r w:rsidR="00AA5E7D" w:rsidRPr="00204A1A">
        <w:t>decoding, display</w:t>
      </w:r>
      <w:r w:rsidR="001B641F" w:rsidRPr="00204A1A">
        <w:t xml:space="preserve"> processes, a</w:t>
      </w:r>
      <w:r w:rsidR="00AA5E7D" w:rsidRPr="00204A1A">
        <w:t xml:space="preserve">lthough they are optional and </w:t>
      </w:r>
      <w:r w:rsidR="001B641F" w:rsidRPr="00204A1A">
        <w:t>hence,</w:t>
      </w:r>
      <w:r w:rsidR="00AA5E7D" w:rsidRPr="00204A1A">
        <w:t xml:space="preserve"> </w:t>
      </w:r>
      <w:r w:rsidR="00AC1BE7" w:rsidRPr="00204A1A">
        <w:t>they do not need to be processed by the decoder</w:t>
      </w:r>
      <w:r w:rsidR="001B641F" w:rsidRPr="00204A1A">
        <w:t xml:space="preserve">. </w:t>
      </w:r>
      <w:r w:rsidR="009B3F8A" w:rsidRPr="00204A1A">
        <w:t>Defined by the payload type, they are located in access units.</w:t>
      </w:r>
      <w:r w:rsidR="004D410F" w:rsidRPr="00204A1A">
        <w:t xml:space="preserve"> </w:t>
      </w:r>
      <w:r w:rsidR="002932DF" w:rsidRPr="00204A1A">
        <w:t>This document focuses on two SEI messages, namely:</w:t>
      </w:r>
    </w:p>
    <w:p w14:paraId="652B80FB" w14:textId="77777777" w:rsidR="002932DF" w:rsidRPr="00204A1A" w:rsidRDefault="002932DF" w:rsidP="00DE6089"/>
    <w:p w14:paraId="074A34FD" w14:textId="6DA366D4" w:rsidR="002932DF" w:rsidRPr="00204A1A" w:rsidRDefault="002932DF" w:rsidP="002932DF">
      <w:pPr>
        <w:pStyle w:val="ListParagraph"/>
        <w:numPr>
          <w:ilvl w:val="0"/>
          <w:numId w:val="33"/>
        </w:numPr>
      </w:pPr>
      <w:r w:rsidRPr="00204A1A">
        <w:t>SEI Manifest SEI messages</w:t>
      </w:r>
    </w:p>
    <w:p w14:paraId="30ACCDAD" w14:textId="771F5679" w:rsidR="002932DF" w:rsidRPr="00204A1A" w:rsidRDefault="002932DF" w:rsidP="002932DF">
      <w:pPr>
        <w:pStyle w:val="ListParagraph"/>
        <w:numPr>
          <w:ilvl w:val="0"/>
          <w:numId w:val="33"/>
        </w:numPr>
      </w:pPr>
      <w:r w:rsidRPr="00204A1A">
        <w:t>SEI Prefix Indication SEI messages</w:t>
      </w:r>
    </w:p>
    <w:p w14:paraId="0AE7827D" w14:textId="77777777" w:rsidR="002932DF" w:rsidRPr="00204A1A" w:rsidRDefault="002932DF" w:rsidP="002932DF"/>
    <w:p w14:paraId="29E7443B" w14:textId="6F72438B" w:rsidR="00C60755" w:rsidRDefault="002932DF" w:rsidP="002932DF">
      <w:r w:rsidRPr="00204A1A">
        <w:t xml:space="preserve">SEI Manifest SEI messages carries </w:t>
      </w:r>
      <w:r w:rsidR="009001D9" w:rsidRPr="00204A1A">
        <w:t>dat</w:t>
      </w:r>
      <w:r w:rsidR="004569B0" w:rsidRPr="00204A1A">
        <w:t xml:space="preserve">a </w:t>
      </w:r>
      <w:r w:rsidR="0082466B" w:rsidRPr="00204A1A">
        <w:t>about the SEI messages that are expected to be present or not presen</w:t>
      </w:r>
      <w:r w:rsidR="002C558E" w:rsidRPr="00204A1A">
        <w:t>t and that are necessary or unnecessary</w:t>
      </w:r>
      <w:r w:rsidR="00F85762" w:rsidRPr="00204A1A">
        <w:t xml:space="preserve"> for the decoding or display processes</w:t>
      </w:r>
      <w:r w:rsidR="002C558E" w:rsidRPr="00204A1A">
        <w:t xml:space="preserve"> </w:t>
      </w:r>
      <w:r w:rsidR="0082466B" w:rsidRPr="00204A1A">
        <w:t>if expected to be present.</w:t>
      </w:r>
    </w:p>
    <w:p w14:paraId="077D5D55" w14:textId="77777777" w:rsidR="00C60755" w:rsidRDefault="00C60755" w:rsidP="002932DF"/>
    <w:p w14:paraId="47DDF36D" w14:textId="62DB2825" w:rsidR="00E01B2B" w:rsidRDefault="00204A1A" w:rsidP="002932DF">
      <w:r w:rsidRPr="00204A1A">
        <w:t xml:space="preserve">SEI Prefix Indication SEI messages </w:t>
      </w:r>
      <w:r w:rsidR="006B077B">
        <w:t>conveys prefix indication information in which it states that SEI messages of a particular payload type are expected to be present starting with the provided data.</w:t>
      </w:r>
    </w:p>
    <w:p w14:paraId="77D08C69" w14:textId="01380B08" w:rsidR="00700E5A" w:rsidRPr="00204A1A" w:rsidRDefault="00862B3C" w:rsidP="00700E5A">
      <w:pPr>
        <w:pStyle w:val="Heading1"/>
      </w:pPr>
      <w:r w:rsidRPr="00204A1A">
        <w:lastRenderedPageBreak/>
        <w:t>Implementation</w:t>
      </w:r>
    </w:p>
    <w:p w14:paraId="5E0BF185" w14:textId="6F4ACF29" w:rsidR="00862B3C" w:rsidRPr="00204A1A" w:rsidRDefault="00862B3C" w:rsidP="00862B3C">
      <w:pPr>
        <w:pStyle w:val="Heading2"/>
      </w:pPr>
      <w:r w:rsidRPr="00204A1A">
        <w:t>Environment</w:t>
      </w:r>
    </w:p>
    <w:p w14:paraId="23FA4BA9" w14:textId="76BDD839" w:rsidR="00862B3C" w:rsidRPr="00204A1A" w:rsidRDefault="00862B3C" w:rsidP="00862B3C">
      <w:r w:rsidRPr="00204A1A">
        <w:t xml:space="preserve">The information about the implementation environment is provided in </w:t>
      </w:r>
      <w:r w:rsidR="00F3400E" w:rsidRPr="00204A1A">
        <w:fldChar w:fldCharType="begin"/>
      </w:r>
      <w:r w:rsidR="00F3400E" w:rsidRPr="00204A1A">
        <w:instrText xml:space="preserve"> REF _Ref534797271 \h </w:instrText>
      </w:r>
      <w:r w:rsidR="00F3400E" w:rsidRPr="00204A1A">
        <w:fldChar w:fldCharType="separate"/>
      </w:r>
      <w:r w:rsidR="00F3400E" w:rsidRPr="00204A1A">
        <w:t xml:space="preserve">Table </w:t>
      </w:r>
      <w:r w:rsidR="00F3400E" w:rsidRPr="00204A1A">
        <w:rPr>
          <w:noProof/>
        </w:rPr>
        <w:t>1</w:t>
      </w:r>
      <w:r w:rsidR="00F3400E" w:rsidRPr="00204A1A">
        <w:fldChar w:fldCharType="end"/>
      </w:r>
      <w:r w:rsidRPr="00204A1A">
        <w:t xml:space="preserve"> below.</w:t>
      </w:r>
    </w:p>
    <w:p w14:paraId="037F3CF7" w14:textId="77777777" w:rsidR="00862B3C" w:rsidRPr="00204A1A" w:rsidRDefault="00862B3C" w:rsidP="00862B3C"/>
    <w:p w14:paraId="125CF163" w14:textId="3FAAC4A7" w:rsidR="00862B3C" w:rsidRPr="00204A1A" w:rsidRDefault="00862B3C" w:rsidP="00862B3C">
      <w:pPr>
        <w:pStyle w:val="Caption"/>
        <w:keepNext/>
      </w:pPr>
      <w:bookmarkStart w:id="1" w:name="_Ref534797271"/>
      <w:r w:rsidRPr="00204A1A">
        <w:t xml:space="preserve">Table </w:t>
      </w:r>
      <w:r w:rsidRPr="00204A1A">
        <w:fldChar w:fldCharType="begin"/>
      </w:r>
      <w:r w:rsidRPr="00204A1A">
        <w:instrText xml:space="preserve"> SEQ Table \* ARABIC </w:instrText>
      </w:r>
      <w:r w:rsidRPr="00204A1A">
        <w:fldChar w:fldCharType="separate"/>
      </w:r>
      <w:r w:rsidRPr="00204A1A">
        <w:rPr>
          <w:noProof/>
        </w:rPr>
        <w:t>1</w:t>
      </w:r>
      <w:r w:rsidRPr="00204A1A">
        <w:fldChar w:fldCharType="end"/>
      </w:r>
      <w:bookmarkEnd w:id="1"/>
      <w:r w:rsidRPr="00204A1A">
        <w:t>: Implementation environment 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6030"/>
      </w:tblGrid>
      <w:tr w:rsidR="00862B3C" w:rsidRPr="00204A1A" w14:paraId="1F6B2EAA" w14:textId="77777777" w:rsidTr="00AA1763">
        <w:tc>
          <w:tcPr>
            <w:tcW w:w="1435" w:type="dxa"/>
          </w:tcPr>
          <w:p w14:paraId="3EDC876B" w14:textId="77777777" w:rsidR="00862B3C" w:rsidRPr="00204A1A" w:rsidRDefault="00862B3C" w:rsidP="00862B3C">
            <w:pPr>
              <w:jc w:val="center"/>
              <w:rPr>
                <w:b/>
              </w:rPr>
            </w:pPr>
            <w:r w:rsidRPr="00204A1A">
              <w:rPr>
                <w:b/>
              </w:rPr>
              <w:t>Category</w:t>
            </w:r>
          </w:p>
        </w:tc>
        <w:tc>
          <w:tcPr>
            <w:tcW w:w="6030" w:type="dxa"/>
          </w:tcPr>
          <w:p w14:paraId="2D43DC67" w14:textId="77777777" w:rsidR="00862B3C" w:rsidRPr="00204A1A" w:rsidRDefault="00862B3C" w:rsidP="00862B3C">
            <w:pPr>
              <w:jc w:val="center"/>
              <w:rPr>
                <w:b/>
              </w:rPr>
            </w:pPr>
            <w:r w:rsidRPr="00204A1A">
              <w:rPr>
                <w:b/>
              </w:rPr>
              <w:t>Information</w:t>
            </w:r>
          </w:p>
        </w:tc>
      </w:tr>
      <w:tr w:rsidR="00862B3C" w:rsidRPr="00204A1A" w14:paraId="100B4420" w14:textId="77777777" w:rsidTr="00AA1763">
        <w:tc>
          <w:tcPr>
            <w:tcW w:w="1435" w:type="dxa"/>
          </w:tcPr>
          <w:p w14:paraId="6DEA0207" w14:textId="77777777" w:rsidR="00862B3C" w:rsidRPr="00204A1A" w:rsidRDefault="00862B3C" w:rsidP="00AA1763">
            <w:r w:rsidRPr="00204A1A">
              <w:t>OS</w:t>
            </w:r>
          </w:p>
        </w:tc>
        <w:tc>
          <w:tcPr>
            <w:tcW w:w="6030" w:type="dxa"/>
          </w:tcPr>
          <w:p w14:paraId="455CB151" w14:textId="77777777" w:rsidR="00862B3C" w:rsidRPr="00204A1A" w:rsidRDefault="00862B3C" w:rsidP="00AA1763">
            <w:r w:rsidRPr="00204A1A">
              <w:t>Ubuntu 16.04</w:t>
            </w:r>
          </w:p>
        </w:tc>
      </w:tr>
      <w:tr w:rsidR="00862B3C" w:rsidRPr="00204A1A" w14:paraId="50051E4D" w14:textId="77777777" w:rsidTr="00AA1763">
        <w:tc>
          <w:tcPr>
            <w:tcW w:w="1435" w:type="dxa"/>
          </w:tcPr>
          <w:p w14:paraId="1B412EFB" w14:textId="77777777" w:rsidR="00862B3C" w:rsidRPr="00204A1A" w:rsidRDefault="00862B3C" w:rsidP="00AA1763">
            <w:r w:rsidRPr="00204A1A">
              <w:t>Compiler</w:t>
            </w:r>
          </w:p>
        </w:tc>
        <w:tc>
          <w:tcPr>
            <w:tcW w:w="6030" w:type="dxa"/>
          </w:tcPr>
          <w:p w14:paraId="2EB4253B" w14:textId="77777777" w:rsidR="00862B3C" w:rsidRPr="00204A1A" w:rsidRDefault="00862B3C" w:rsidP="00AA1763">
            <w:r w:rsidRPr="00204A1A">
              <w:t>g++ 5.4.0</w:t>
            </w:r>
          </w:p>
        </w:tc>
      </w:tr>
      <w:tr w:rsidR="00862B3C" w:rsidRPr="00204A1A" w14:paraId="4BB03DC4" w14:textId="77777777" w:rsidTr="00AA1763">
        <w:tc>
          <w:tcPr>
            <w:tcW w:w="1435" w:type="dxa"/>
          </w:tcPr>
          <w:p w14:paraId="6F684FF4" w14:textId="77777777" w:rsidR="00862B3C" w:rsidRPr="00204A1A" w:rsidRDefault="00862B3C" w:rsidP="00AA1763">
            <w:r w:rsidRPr="00204A1A">
              <w:t>Content</w:t>
            </w:r>
          </w:p>
        </w:tc>
        <w:tc>
          <w:tcPr>
            <w:tcW w:w="6030" w:type="dxa"/>
          </w:tcPr>
          <w:p w14:paraId="0FD037A2" w14:textId="77777777" w:rsidR="00862B3C" w:rsidRPr="00204A1A" w:rsidRDefault="00862B3C" w:rsidP="00AA1763">
            <w:proofErr w:type="spellStart"/>
            <w:r w:rsidRPr="00204A1A">
              <w:t>ShakeNDry</w:t>
            </w:r>
            <w:proofErr w:type="spellEnd"/>
            <w:r w:rsidRPr="00204A1A">
              <w:t>:</w:t>
            </w:r>
          </w:p>
          <w:p w14:paraId="41F2FC39" w14:textId="77777777" w:rsidR="00862B3C" w:rsidRPr="00204A1A" w:rsidRDefault="00862B3C" w:rsidP="00862B3C">
            <w:pPr>
              <w:pStyle w:val="ListParagraph"/>
              <w:numPr>
                <w:ilvl w:val="0"/>
                <w:numId w:val="28"/>
              </w:numPr>
              <w:contextualSpacing w:val="0"/>
            </w:pPr>
            <w:r w:rsidRPr="00204A1A">
              <w:t>1080p, 8 bit-depth, YUV format, Raw container</w:t>
            </w:r>
          </w:p>
          <w:p w14:paraId="21C2DD4B" w14:textId="77777777" w:rsidR="00862B3C" w:rsidRPr="00204A1A" w:rsidRDefault="00862B3C" w:rsidP="00862B3C">
            <w:pPr>
              <w:pStyle w:val="ListParagraph"/>
              <w:numPr>
                <w:ilvl w:val="0"/>
                <w:numId w:val="28"/>
              </w:numPr>
              <w:contextualSpacing w:val="0"/>
            </w:pPr>
            <w:r w:rsidRPr="00204A1A">
              <w:t xml:space="preserve">Taken from </w:t>
            </w:r>
            <w:hyperlink r:id="rId11" w:anchor="testsequences" w:history="1">
              <w:r w:rsidRPr="00204A1A">
                <w:rPr>
                  <w:rStyle w:val="Hyperlink"/>
                </w:rPr>
                <w:t>http://ultravideo.cs.tut.fi/#testsequences</w:t>
              </w:r>
            </w:hyperlink>
            <w:r w:rsidRPr="00204A1A">
              <w:t xml:space="preserve"> </w:t>
            </w:r>
          </w:p>
        </w:tc>
      </w:tr>
    </w:tbl>
    <w:p w14:paraId="2C65222B" w14:textId="77777777" w:rsidR="00862B3C" w:rsidRPr="00204A1A" w:rsidRDefault="00862B3C" w:rsidP="00862B3C"/>
    <w:p w14:paraId="7345827E" w14:textId="77777777" w:rsidR="00527C5B" w:rsidRPr="00204A1A" w:rsidRDefault="00527C5B" w:rsidP="00527C5B">
      <w:pPr>
        <w:pStyle w:val="Heading2"/>
      </w:pPr>
      <w:r w:rsidRPr="00204A1A">
        <w:t>Current Status</w:t>
      </w:r>
    </w:p>
    <w:p w14:paraId="4E0D79AC" w14:textId="6C8CF7CF" w:rsidR="00633FFB" w:rsidRPr="00204A1A" w:rsidRDefault="00633FFB" w:rsidP="00633FFB">
      <w:r w:rsidRPr="00204A1A">
        <w:t>The syntax and semantic for the SEI messages are provided in Section D2.45, D2.46 and D3.45, D3.46 in the HEVC specification</w:t>
      </w:r>
      <w:r w:rsidR="005A65AE" w:rsidRPr="00204A1A">
        <w:t>, respectively</w:t>
      </w:r>
      <w:r w:rsidRPr="00204A1A">
        <w:t xml:space="preserve"> [1]. Accordingly, </w:t>
      </w:r>
      <w:r w:rsidR="003F2F50" w:rsidRPr="00204A1A">
        <w:t>both messages</w:t>
      </w:r>
      <w:r w:rsidRPr="00204A1A">
        <w:t xml:space="preserve"> are integrated into the software, following</w:t>
      </w:r>
      <w:r w:rsidR="002F57AE" w:rsidRPr="00204A1A">
        <w:t xml:space="preserve"> the examples of</w:t>
      </w:r>
      <w:r w:rsidRPr="00204A1A">
        <w:t xml:space="preserve"> other</w:t>
      </w:r>
      <w:r w:rsidR="00B76D01" w:rsidRPr="00204A1A">
        <w:t xml:space="preserve"> existing</w:t>
      </w:r>
      <w:r w:rsidRPr="00204A1A">
        <w:t xml:space="preserve"> SEI message implementations.</w:t>
      </w:r>
      <w:r w:rsidR="005B39B9" w:rsidRPr="00204A1A">
        <w:t xml:space="preserve"> The difference information of the software files </w:t>
      </w:r>
      <w:r w:rsidR="00AB4AC8" w:rsidRPr="00204A1A">
        <w:t>is</w:t>
      </w:r>
      <w:r w:rsidR="005B39B9" w:rsidRPr="00204A1A">
        <w:t xml:space="preserve"> provided in the attached zip folder.</w:t>
      </w:r>
    </w:p>
    <w:p w14:paraId="7601922C" w14:textId="77777777" w:rsidR="00633FFB" w:rsidRPr="00204A1A" w:rsidRDefault="00633FFB" w:rsidP="00633FFB"/>
    <w:p w14:paraId="49627241" w14:textId="3343F923" w:rsidR="008E72AE" w:rsidRPr="00204A1A" w:rsidRDefault="00633FFB" w:rsidP="00633FFB">
      <w:r w:rsidRPr="00204A1A">
        <w:t>Currently</w:t>
      </w:r>
      <w:r w:rsidR="00717600" w:rsidRPr="00204A1A">
        <w:t>,</w:t>
      </w:r>
      <w:r w:rsidRPr="00204A1A">
        <w:t xml:space="preserve"> encoding and decoding of both of the messages are possible.</w:t>
      </w:r>
      <w:r w:rsidR="00717600" w:rsidRPr="00204A1A">
        <w:t xml:space="preserve"> Given the configuration information to the encoder, SEI messages will be added to the bitstream and will afterwards be parsed by the decoder.</w:t>
      </w:r>
      <w:r w:rsidRPr="00204A1A">
        <w:t xml:space="preserve"> </w:t>
      </w:r>
    </w:p>
    <w:p w14:paraId="4CB8544F" w14:textId="14166957" w:rsidR="00AB4AC8" w:rsidRPr="00204A1A" w:rsidRDefault="0012236E" w:rsidP="0012236E">
      <w:pPr>
        <w:pStyle w:val="Heading2"/>
      </w:pPr>
      <w:r w:rsidRPr="00204A1A">
        <w:t xml:space="preserve">Introduced Changes to </w:t>
      </w:r>
      <w:r w:rsidR="001F0AD8" w:rsidRPr="00204A1A">
        <w:t xml:space="preserve">the </w:t>
      </w:r>
      <w:r w:rsidRPr="00204A1A">
        <w:t>Software</w:t>
      </w:r>
    </w:p>
    <w:p w14:paraId="44209F3A" w14:textId="523240DB" w:rsidR="00810B08" w:rsidRPr="00204A1A" w:rsidRDefault="00810B08" w:rsidP="00810B08">
      <w:r w:rsidRPr="00204A1A">
        <w:t>A</w:t>
      </w:r>
      <w:r w:rsidR="00C23BCF" w:rsidRPr="00204A1A">
        <w:t>s aforementioned the difference files are provided in the zip file attached with this document. A</w:t>
      </w:r>
      <w:r w:rsidRPr="00204A1A">
        <w:t>ccording to these the following header and source files in the Fraunhofer HHI HEVC codec software have been modified:</w:t>
      </w:r>
    </w:p>
    <w:p w14:paraId="05BC1BD4" w14:textId="77777777" w:rsidR="00810B08" w:rsidRPr="00204A1A" w:rsidRDefault="00810B08" w:rsidP="00810B08">
      <w:pPr>
        <w:pStyle w:val="ListParagraph"/>
        <w:numPr>
          <w:ilvl w:val="0"/>
          <w:numId w:val="30"/>
        </w:numPr>
      </w:pPr>
      <w:r w:rsidRPr="00204A1A">
        <w:t>Common:</w:t>
      </w:r>
    </w:p>
    <w:p w14:paraId="0C5D7F9E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TLibCommon</w:t>
      </w:r>
      <w:proofErr w:type="spellEnd"/>
      <w:r w:rsidRPr="00204A1A">
        <w:t>/</w:t>
      </w:r>
      <w:proofErr w:type="spellStart"/>
      <w:r w:rsidRPr="00204A1A">
        <w:t>SEI.h</w:t>
      </w:r>
      <w:proofErr w:type="spellEnd"/>
    </w:p>
    <w:p w14:paraId="46C39DF5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Additional two classes for the two SEI messages</w:t>
      </w:r>
    </w:p>
    <w:p w14:paraId="1D325AB2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Defining the payload type for the two SEI messages</w:t>
      </w:r>
    </w:p>
    <w:p w14:paraId="3A692DAB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TLibCommon</w:t>
      </w:r>
      <w:proofErr w:type="spellEnd"/>
      <w:r w:rsidRPr="00204A1A">
        <w:t>/SEI.cpp</w:t>
      </w:r>
    </w:p>
    <w:p w14:paraId="5E2C726B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Adding the SEI messages to prefix SEI definition</w:t>
      </w:r>
    </w:p>
    <w:p w14:paraId="517B7F11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proofErr w:type="spellStart"/>
      <w:r w:rsidRPr="00204A1A">
        <w:t>cfg</w:t>
      </w:r>
      <w:proofErr w:type="spellEnd"/>
      <w:r w:rsidRPr="00204A1A">
        <w:t>/sei/</w:t>
      </w:r>
      <w:proofErr w:type="spellStart"/>
      <w:r w:rsidRPr="00204A1A">
        <w:t>sei_manifest.cfg</w:t>
      </w:r>
      <w:proofErr w:type="spellEnd"/>
    </w:p>
    <w:p w14:paraId="58649998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Creating the example configuration file for using sei manifest sei message</w:t>
      </w:r>
    </w:p>
    <w:p w14:paraId="52B74EBF" w14:textId="4975D6CC" w:rsidR="00810B08" w:rsidRPr="004B4932" w:rsidRDefault="00810B08" w:rsidP="00810B08">
      <w:pPr>
        <w:pStyle w:val="ListParagraph"/>
        <w:numPr>
          <w:ilvl w:val="1"/>
          <w:numId w:val="30"/>
        </w:numPr>
        <w:rPr>
          <w:lang w:val="de-DE"/>
        </w:rPr>
      </w:pPr>
      <w:proofErr w:type="spellStart"/>
      <w:r w:rsidRPr="004B4932">
        <w:rPr>
          <w:lang w:val="de-DE"/>
        </w:rPr>
        <w:t>cfg</w:t>
      </w:r>
      <w:proofErr w:type="spellEnd"/>
      <w:r w:rsidRPr="004B4932">
        <w:rPr>
          <w:lang w:val="de-DE"/>
        </w:rPr>
        <w:t>/sei/</w:t>
      </w:r>
      <w:proofErr w:type="spellStart"/>
      <w:r w:rsidRPr="004B4932">
        <w:rPr>
          <w:lang w:val="de-DE"/>
        </w:rPr>
        <w:t>sei_prefix_indication.cfg</w:t>
      </w:r>
      <w:proofErr w:type="spellEnd"/>
      <w:r w:rsidRPr="00204A1A">
        <w:rPr>
          <w:rStyle w:val="FootnoteReference"/>
        </w:rPr>
        <w:footnoteReference w:id="1"/>
      </w:r>
    </w:p>
    <w:p w14:paraId="5523C04A" w14:textId="1BD4EDE6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lastRenderedPageBreak/>
        <w:t>Creating the example configuration file for using sei prefix indication sei message</w:t>
      </w:r>
    </w:p>
    <w:p w14:paraId="4987488B" w14:textId="77777777" w:rsidR="00810B08" w:rsidRPr="00204A1A" w:rsidRDefault="00810B08" w:rsidP="00810B08">
      <w:pPr>
        <w:pStyle w:val="ListParagraph"/>
        <w:numPr>
          <w:ilvl w:val="0"/>
          <w:numId w:val="30"/>
        </w:numPr>
      </w:pPr>
      <w:r w:rsidRPr="00204A1A">
        <w:t>Encoder-related:</w:t>
      </w:r>
    </w:p>
    <w:p w14:paraId="35CA05C4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Source/App/</w:t>
      </w:r>
      <w:proofErr w:type="spellStart"/>
      <w:r w:rsidRPr="00204A1A">
        <w:t>TAppEncoder</w:t>
      </w:r>
      <w:proofErr w:type="spellEnd"/>
      <w:r w:rsidRPr="00204A1A">
        <w:t>/TAppEncTop.cpp</w:t>
      </w:r>
    </w:p>
    <w:p w14:paraId="4184D3DE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 xml:space="preserve">Adding the parameter setting function calls for the two SEI messages </w:t>
      </w:r>
    </w:p>
    <w:p w14:paraId="2258EEEA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Source/App/</w:t>
      </w:r>
      <w:proofErr w:type="spellStart"/>
      <w:r w:rsidRPr="00204A1A">
        <w:t>TAppEncoder</w:t>
      </w:r>
      <w:proofErr w:type="spellEnd"/>
      <w:r w:rsidRPr="00204A1A">
        <w:t>/</w:t>
      </w:r>
      <w:proofErr w:type="spellStart"/>
      <w:r w:rsidRPr="00204A1A">
        <w:t>TAppEncCfg.h</w:t>
      </w:r>
      <w:proofErr w:type="spellEnd"/>
    </w:p>
    <w:p w14:paraId="0786D94E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Adding the parameters defined for the two SEI messages to application configuration class</w:t>
      </w:r>
    </w:p>
    <w:p w14:paraId="7A2517F7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Source/App/</w:t>
      </w:r>
      <w:proofErr w:type="spellStart"/>
      <w:r w:rsidRPr="00204A1A">
        <w:t>TAppEncoder</w:t>
      </w:r>
      <w:proofErr w:type="spellEnd"/>
      <w:r w:rsidRPr="00204A1A">
        <w:t>/TAppEncCfg.cpp</w:t>
      </w:r>
    </w:p>
    <w:p w14:paraId="2265D035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Adding the functions and helper options for setting the parameter values provided in the configuration files</w:t>
      </w:r>
    </w:p>
    <w:p w14:paraId="0849ACB2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TLibEncoder</w:t>
      </w:r>
      <w:proofErr w:type="spellEnd"/>
      <w:r w:rsidRPr="00204A1A">
        <w:t>/</w:t>
      </w:r>
      <w:proofErr w:type="spellStart"/>
      <w:r w:rsidRPr="00204A1A">
        <w:t>TEncCfg.h</w:t>
      </w:r>
      <w:proofErr w:type="spellEnd"/>
    </w:p>
    <w:p w14:paraId="37159F63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Defining the get and set functions for the sei message class parameters</w:t>
      </w:r>
    </w:p>
    <w:p w14:paraId="3F2F1015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TLibEncoder</w:t>
      </w:r>
      <w:proofErr w:type="spellEnd"/>
      <w:r w:rsidRPr="00204A1A">
        <w:t>/</w:t>
      </w:r>
      <w:proofErr w:type="spellStart"/>
      <w:r w:rsidRPr="00204A1A">
        <w:t>SEIEncoder.h</w:t>
      </w:r>
      <w:proofErr w:type="spellEnd"/>
    </w:p>
    <w:p w14:paraId="3E16C2A1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Adding the function definitions that initiate the respective sei message objects with the configuration parameter values</w:t>
      </w:r>
    </w:p>
    <w:p w14:paraId="19467441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TLibEncoder</w:t>
      </w:r>
      <w:proofErr w:type="spellEnd"/>
      <w:r w:rsidRPr="00204A1A">
        <w:t>/SEIEncoder.cpp</w:t>
      </w:r>
    </w:p>
    <w:p w14:paraId="49567541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Adding the functions that initiate the respective sei message objects with the configuration parameter values</w:t>
      </w:r>
    </w:p>
    <w:p w14:paraId="47D4046E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TLibEncoder</w:t>
      </w:r>
      <w:proofErr w:type="spellEnd"/>
      <w:r w:rsidRPr="00204A1A">
        <w:t>/TEncGOP.cpp</w:t>
      </w:r>
    </w:p>
    <w:p w14:paraId="3D49B8A9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Adding the function call for initiating the sei object generation with the configuration parameter values</w:t>
      </w:r>
    </w:p>
    <w:p w14:paraId="5112989C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TLibEncoder</w:t>
      </w:r>
      <w:proofErr w:type="spellEnd"/>
      <w:r w:rsidRPr="00204A1A">
        <w:t>/</w:t>
      </w:r>
      <w:proofErr w:type="spellStart"/>
      <w:r w:rsidRPr="00204A1A">
        <w:t>SEIwrite.h</w:t>
      </w:r>
      <w:proofErr w:type="spellEnd"/>
    </w:p>
    <w:p w14:paraId="69BD5F7E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Defining the function that writes the SEI message to the bitstream</w:t>
      </w:r>
    </w:p>
    <w:p w14:paraId="570A9D0C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TLibEncoder</w:t>
      </w:r>
      <w:proofErr w:type="spellEnd"/>
      <w:r w:rsidRPr="00204A1A">
        <w:t>/SEIwrite.cpp</w:t>
      </w:r>
    </w:p>
    <w:p w14:paraId="3139AE07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Adding the function that writes the SEI message to the bitstream and the call to this function</w:t>
      </w:r>
    </w:p>
    <w:p w14:paraId="1B82CCF2" w14:textId="77777777" w:rsidR="00810B08" w:rsidRPr="00204A1A" w:rsidRDefault="00810B08" w:rsidP="00810B08">
      <w:pPr>
        <w:pStyle w:val="ListParagraph"/>
        <w:numPr>
          <w:ilvl w:val="0"/>
          <w:numId w:val="30"/>
        </w:numPr>
      </w:pPr>
      <w:r w:rsidRPr="00204A1A">
        <w:t>Decoder-related:</w:t>
      </w:r>
    </w:p>
    <w:p w14:paraId="38A9A1C0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TLibDecoder</w:t>
      </w:r>
      <w:proofErr w:type="spellEnd"/>
      <w:r w:rsidRPr="00204A1A">
        <w:t>/</w:t>
      </w:r>
      <w:proofErr w:type="spellStart"/>
      <w:r w:rsidRPr="00204A1A">
        <w:t>SEIread.h</w:t>
      </w:r>
      <w:proofErr w:type="spellEnd"/>
    </w:p>
    <w:p w14:paraId="56A9F0A3" w14:textId="77777777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>Defining the parsing function for the two SEI messages</w:t>
      </w:r>
    </w:p>
    <w:p w14:paraId="2B2DEF7E" w14:textId="77777777" w:rsidR="00810B08" w:rsidRPr="00204A1A" w:rsidRDefault="00810B08" w:rsidP="00810B08">
      <w:pPr>
        <w:pStyle w:val="ListParagraph"/>
        <w:numPr>
          <w:ilvl w:val="1"/>
          <w:numId w:val="30"/>
        </w:numPr>
      </w:pPr>
      <w:r w:rsidRPr="00204A1A">
        <w:t>Source/Lib/</w:t>
      </w:r>
      <w:proofErr w:type="spellStart"/>
      <w:r w:rsidRPr="00204A1A">
        <w:t>TLibDecoder</w:t>
      </w:r>
      <w:proofErr w:type="spellEnd"/>
      <w:r w:rsidRPr="00204A1A">
        <w:t>/SEIread.cpp</w:t>
      </w:r>
    </w:p>
    <w:p w14:paraId="18A4B1AD" w14:textId="4232329D" w:rsidR="00810B08" w:rsidRPr="00204A1A" w:rsidRDefault="00810B08" w:rsidP="00810B08">
      <w:pPr>
        <w:pStyle w:val="ListParagraph"/>
        <w:numPr>
          <w:ilvl w:val="2"/>
          <w:numId w:val="30"/>
        </w:numPr>
      </w:pPr>
      <w:r w:rsidRPr="00204A1A">
        <w:t xml:space="preserve">Adding the parsing function for the two SEI messages and the call to this function </w:t>
      </w:r>
    </w:p>
    <w:p w14:paraId="7DA39489" w14:textId="6A8D9985" w:rsidR="00700E5A" w:rsidRPr="00204A1A" w:rsidRDefault="006061A3" w:rsidP="00700E5A">
      <w:pPr>
        <w:pStyle w:val="Heading2"/>
      </w:pPr>
      <w:r w:rsidRPr="00204A1A">
        <w:t>How to Use</w:t>
      </w:r>
    </w:p>
    <w:p w14:paraId="7F76AC1B" w14:textId="77777777" w:rsidR="00770167" w:rsidRPr="00204A1A" w:rsidRDefault="00680E77" w:rsidP="00770167">
      <w:r w:rsidRPr="00204A1A">
        <w:t>For using these</w:t>
      </w:r>
      <w:r w:rsidR="003E3CBB" w:rsidRPr="00204A1A">
        <w:t xml:space="preserve"> SEI</w:t>
      </w:r>
      <w:r w:rsidRPr="00204A1A">
        <w:t xml:space="preserve"> messages, </w:t>
      </w:r>
      <w:r w:rsidR="003E3CBB" w:rsidRPr="00204A1A">
        <w:t xml:space="preserve">appropriate configuration files need to be provided to the encoder application. </w:t>
      </w:r>
      <w:r w:rsidR="00064EEC" w:rsidRPr="00204A1A">
        <w:t>There are</w:t>
      </w:r>
      <w:r w:rsidR="003E3CBB" w:rsidRPr="00204A1A">
        <w:t xml:space="preserve"> </w:t>
      </w:r>
      <w:r w:rsidRPr="00204A1A">
        <w:t>example configuration files</w:t>
      </w:r>
      <w:r w:rsidR="00064EEC" w:rsidRPr="00204A1A">
        <w:t xml:space="preserve"> provided for these messages; so, if desired these files can be used either directly or for reference to create different configuration files.</w:t>
      </w:r>
      <w:r w:rsidRPr="00204A1A">
        <w:t xml:space="preserve"> </w:t>
      </w:r>
      <w:r w:rsidR="00064EEC" w:rsidRPr="00204A1A">
        <w:t>Some example command line arguments are provided below:</w:t>
      </w:r>
    </w:p>
    <w:p w14:paraId="45157A26" w14:textId="65747973" w:rsidR="00770167" w:rsidRPr="00204A1A" w:rsidRDefault="00770167" w:rsidP="00770167">
      <w:pPr>
        <w:pStyle w:val="ListParagraph"/>
        <w:numPr>
          <w:ilvl w:val="0"/>
          <w:numId w:val="32"/>
        </w:numPr>
      </w:pPr>
      <w:r w:rsidRPr="00204A1A">
        <w:t>Enable SEI Manifest SEI messages</w:t>
      </w:r>
    </w:p>
    <w:p w14:paraId="40640E10" w14:textId="231A7245" w:rsidR="00C55075" w:rsidRPr="00204A1A" w:rsidRDefault="00C55075" w:rsidP="00C55075">
      <w:pPr>
        <w:pStyle w:val="ListParagraph"/>
        <w:numPr>
          <w:ilvl w:val="1"/>
          <w:numId w:val="32"/>
        </w:numPr>
      </w:pPr>
      <w:proofErr w:type="spellStart"/>
      <w:r w:rsidRPr="00204A1A">
        <w:t>TAppEncoderStatic</w:t>
      </w:r>
      <w:proofErr w:type="spellEnd"/>
      <w:r w:rsidRPr="00204A1A">
        <w:t xml:space="preserve"> -i &lt;</w:t>
      </w:r>
      <w:proofErr w:type="spellStart"/>
      <w:r w:rsidRPr="00204A1A">
        <w:rPr>
          <w:i/>
        </w:rPr>
        <w:t>Input_File</w:t>
      </w:r>
      <w:proofErr w:type="spellEnd"/>
      <w:r w:rsidRPr="00204A1A">
        <w:t>&gt; -c &lt;</w:t>
      </w:r>
      <w:proofErr w:type="spellStart"/>
      <w:r w:rsidR="00C36EBE" w:rsidRPr="00204A1A">
        <w:rPr>
          <w:i/>
        </w:rPr>
        <w:t>Config_file_location</w:t>
      </w:r>
      <w:proofErr w:type="spellEnd"/>
      <w:r w:rsidR="00C36EBE" w:rsidRPr="00204A1A">
        <w:t>/</w:t>
      </w:r>
      <w:proofErr w:type="spellStart"/>
      <w:r w:rsidR="00914C6B" w:rsidRPr="00204A1A">
        <w:t>sei_manifest.cfg</w:t>
      </w:r>
      <w:proofErr w:type="spellEnd"/>
      <w:r w:rsidR="00914C6B" w:rsidRPr="00204A1A">
        <w:t xml:space="preserve">&gt; </w:t>
      </w:r>
      <w:r w:rsidR="00492DBC" w:rsidRPr="00204A1A">
        <w:t xml:space="preserve">    </w:t>
      </w:r>
      <w:r w:rsidR="004924A7" w:rsidRPr="00204A1A">
        <w:t xml:space="preserve"> </w:t>
      </w:r>
      <w:r w:rsidR="00914C6B" w:rsidRPr="00204A1A">
        <w:t>-o &lt;</w:t>
      </w:r>
      <w:proofErr w:type="spellStart"/>
      <w:r w:rsidR="00914C6B" w:rsidRPr="00204A1A">
        <w:rPr>
          <w:i/>
        </w:rPr>
        <w:t>Output_File</w:t>
      </w:r>
      <w:proofErr w:type="spellEnd"/>
      <w:r w:rsidR="00914C6B" w:rsidRPr="00204A1A">
        <w:t xml:space="preserve">&gt; </w:t>
      </w:r>
    </w:p>
    <w:p w14:paraId="5130EBDB" w14:textId="2C2FF0F1" w:rsidR="00770167" w:rsidRPr="00204A1A" w:rsidRDefault="00770167" w:rsidP="00770167">
      <w:pPr>
        <w:pStyle w:val="ListParagraph"/>
        <w:numPr>
          <w:ilvl w:val="0"/>
          <w:numId w:val="32"/>
        </w:numPr>
      </w:pPr>
      <w:r w:rsidRPr="00204A1A">
        <w:t>Enable SEI Prefix Indication SEI messages</w:t>
      </w:r>
    </w:p>
    <w:p w14:paraId="463B1EA0" w14:textId="46B3E6EB" w:rsidR="00914C6B" w:rsidRPr="00204A1A" w:rsidRDefault="00914C6B" w:rsidP="00492DBC">
      <w:pPr>
        <w:pStyle w:val="ListParagraph"/>
        <w:numPr>
          <w:ilvl w:val="1"/>
          <w:numId w:val="32"/>
        </w:numPr>
        <w:jc w:val="left"/>
      </w:pPr>
      <w:proofErr w:type="spellStart"/>
      <w:r w:rsidRPr="00204A1A">
        <w:t>TAppEncoderStatic</w:t>
      </w:r>
      <w:proofErr w:type="spellEnd"/>
      <w:r w:rsidRPr="00204A1A">
        <w:t xml:space="preserve"> -i &lt;</w:t>
      </w:r>
      <w:proofErr w:type="spellStart"/>
      <w:r w:rsidRPr="00204A1A">
        <w:rPr>
          <w:i/>
        </w:rPr>
        <w:t>Input_File</w:t>
      </w:r>
      <w:proofErr w:type="spellEnd"/>
      <w:r w:rsidRPr="00204A1A">
        <w:t>&gt; -c</w:t>
      </w:r>
      <w:r w:rsidR="00492DBC" w:rsidRPr="00204A1A">
        <w:t xml:space="preserve"> </w:t>
      </w:r>
      <w:r w:rsidRPr="00204A1A">
        <w:t>&lt;</w:t>
      </w:r>
      <w:proofErr w:type="spellStart"/>
      <w:r w:rsidRPr="00204A1A">
        <w:rPr>
          <w:i/>
        </w:rPr>
        <w:t>Config_file_location</w:t>
      </w:r>
      <w:proofErr w:type="spellEnd"/>
      <w:r w:rsidRPr="00204A1A">
        <w:t>/</w:t>
      </w:r>
      <w:proofErr w:type="spellStart"/>
      <w:r w:rsidRPr="00204A1A">
        <w:t>sei_prefix_indication.cfg</w:t>
      </w:r>
      <w:proofErr w:type="spellEnd"/>
      <w:r w:rsidRPr="00204A1A">
        <w:t>&gt; -o &lt;</w:t>
      </w:r>
      <w:proofErr w:type="spellStart"/>
      <w:r w:rsidRPr="00204A1A">
        <w:rPr>
          <w:i/>
        </w:rPr>
        <w:t>Output_File</w:t>
      </w:r>
      <w:proofErr w:type="spellEnd"/>
      <w:r w:rsidRPr="00204A1A">
        <w:t xml:space="preserve">&gt; </w:t>
      </w:r>
    </w:p>
    <w:p w14:paraId="2C9DFAE6" w14:textId="7B95633E" w:rsidR="00680E77" w:rsidRPr="00204A1A" w:rsidRDefault="00770167" w:rsidP="00770167">
      <w:pPr>
        <w:pStyle w:val="ListParagraph"/>
        <w:numPr>
          <w:ilvl w:val="0"/>
          <w:numId w:val="32"/>
        </w:numPr>
      </w:pPr>
      <w:r w:rsidRPr="00204A1A">
        <w:t>Enable both SEI Manifest SEI messages and SEI Prefix Indication SEI messages</w:t>
      </w:r>
    </w:p>
    <w:p w14:paraId="531CD8ED" w14:textId="3CBBCB61" w:rsidR="0016782C" w:rsidRPr="00204A1A" w:rsidRDefault="00914C6B" w:rsidP="0016782C">
      <w:pPr>
        <w:pStyle w:val="ListParagraph"/>
        <w:numPr>
          <w:ilvl w:val="1"/>
          <w:numId w:val="32"/>
        </w:numPr>
      </w:pPr>
      <w:proofErr w:type="spellStart"/>
      <w:r w:rsidRPr="00204A1A">
        <w:t>TAppEncoderStatic</w:t>
      </w:r>
      <w:proofErr w:type="spellEnd"/>
      <w:r w:rsidRPr="00204A1A">
        <w:t xml:space="preserve"> -i &lt;</w:t>
      </w:r>
      <w:proofErr w:type="spellStart"/>
      <w:r w:rsidRPr="00204A1A">
        <w:rPr>
          <w:i/>
        </w:rPr>
        <w:t>Input_File</w:t>
      </w:r>
      <w:proofErr w:type="spellEnd"/>
      <w:r w:rsidRPr="00204A1A">
        <w:t>&gt; -c &lt;</w:t>
      </w:r>
      <w:proofErr w:type="spellStart"/>
      <w:r w:rsidRPr="00204A1A">
        <w:rPr>
          <w:i/>
        </w:rPr>
        <w:t>Config_file_location</w:t>
      </w:r>
      <w:proofErr w:type="spellEnd"/>
      <w:r w:rsidRPr="00204A1A">
        <w:t>/</w:t>
      </w:r>
      <w:proofErr w:type="spellStart"/>
      <w:r w:rsidRPr="00204A1A">
        <w:t>sei_manifest.cfg</w:t>
      </w:r>
      <w:proofErr w:type="spellEnd"/>
      <w:r w:rsidRPr="00204A1A">
        <w:t xml:space="preserve">&gt;  </w:t>
      </w:r>
      <w:r w:rsidR="00492DBC" w:rsidRPr="00204A1A">
        <w:t xml:space="preserve">  </w:t>
      </w:r>
      <w:r w:rsidR="00201A0E" w:rsidRPr="00204A1A">
        <w:t xml:space="preserve"> </w:t>
      </w:r>
      <w:r w:rsidR="00492DBC" w:rsidRPr="00204A1A">
        <w:t xml:space="preserve"> </w:t>
      </w:r>
      <w:r w:rsidRPr="00204A1A">
        <w:t>-c &lt;</w:t>
      </w:r>
      <w:proofErr w:type="spellStart"/>
      <w:r w:rsidRPr="00204A1A">
        <w:rPr>
          <w:i/>
        </w:rPr>
        <w:t>Config_file_location</w:t>
      </w:r>
      <w:proofErr w:type="spellEnd"/>
      <w:r w:rsidRPr="00204A1A">
        <w:t>/</w:t>
      </w:r>
      <w:proofErr w:type="spellStart"/>
      <w:r w:rsidRPr="00204A1A">
        <w:t>sei_prefix_indication.cfg</w:t>
      </w:r>
      <w:proofErr w:type="spellEnd"/>
      <w:r w:rsidRPr="00204A1A">
        <w:t>&gt; -o &lt;</w:t>
      </w:r>
      <w:proofErr w:type="spellStart"/>
      <w:r w:rsidRPr="00204A1A">
        <w:rPr>
          <w:i/>
        </w:rPr>
        <w:t>Output_File</w:t>
      </w:r>
      <w:proofErr w:type="spellEnd"/>
      <w:r w:rsidRPr="00204A1A">
        <w:t xml:space="preserve">&gt; </w:t>
      </w:r>
    </w:p>
    <w:p w14:paraId="33C61E07" w14:textId="4E33FE6D" w:rsidR="00D82480" w:rsidRPr="00204A1A" w:rsidRDefault="00EA1408" w:rsidP="00B658AC">
      <w:pPr>
        <w:pStyle w:val="Heading1"/>
      </w:pPr>
      <w:r>
        <w:lastRenderedPageBreak/>
        <w:t>Next Steps</w:t>
      </w:r>
    </w:p>
    <w:p w14:paraId="107FD6CB" w14:textId="4EE740BD" w:rsidR="00EE42F4" w:rsidRPr="00204A1A" w:rsidRDefault="00EA1408" w:rsidP="00EE42F4">
      <w:r>
        <w:t>Next steps are</w:t>
      </w:r>
      <w:r w:rsidR="00EE42F4" w:rsidRPr="00204A1A">
        <w:t xml:space="preserve"> thorough check of their locations in the access units and their relation to each other. Some examples Depending on this:</w:t>
      </w:r>
    </w:p>
    <w:p w14:paraId="135FEE62" w14:textId="77777777" w:rsidR="00EE42F4" w:rsidRPr="00204A1A" w:rsidRDefault="00EE42F4" w:rsidP="00EE42F4">
      <w:pPr>
        <w:pStyle w:val="ListParagraph"/>
        <w:numPr>
          <w:ilvl w:val="0"/>
          <w:numId w:val="29"/>
        </w:numPr>
        <w:contextualSpacing w:val="0"/>
      </w:pPr>
      <w:r w:rsidRPr="00204A1A">
        <w:t>The related function calls might need to be moved to somewhere else</w:t>
      </w:r>
    </w:p>
    <w:p w14:paraId="4EFF7912" w14:textId="3BB46F12" w:rsidR="001D333F" w:rsidRDefault="00EE42F4" w:rsidP="00EE42F4">
      <w:pPr>
        <w:pStyle w:val="ListParagraph"/>
        <w:numPr>
          <w:ilvl w:val="0"/>
          <w:numId w:val="29"/>
        </w:numPr>
        <w:contextualSpacing w:val="0"/>
      </w:pPr>
      <w:r w:rsidRPr="00204A1A">
        <w:t>Additional assert functions might need to be added</w:t>
      </w:r>
    </w:p>
    <w:p w14:paraId="1415C65B" w14:textId="0853C8EA" w:rsidR="00EA1408" w:rsidRDefault="00EA1408" w:rsidP="00EA1408"/>
    <w:p w14:paraId="114F7374" w14:textId="3BE37858" w:rsidR="00EA1408" w:rsidRDefault="00EA1408" w:rsidP="00EA1408">
      <w:pPr>
        <w:pStyle w:val="Heading1"/>
      </w:pPr>
      <w:r>
        <w:t>Proposal</w:t>
      </w:r>
    </w:p>
    <w:p w14:paraId="208C936C" w14:textId="2650D80E" w:rsidR="00EA1408" w:rsidRDefault="00EA1408" w:rsidP="00EA1408">
      <w:r>
        <w:t>SVN Diff is provided as associated resource, to be integrated in the reference software after review.</w:t>
      </w:r>
    </w:p>
    <w:p w14:paraId="01692267" w14:textId="2410280C" w:rsidR="00A179FE" w:rsidRDefault="00A179FE" w:rsidP="00A179FE">
      <w:pPr>
        <w:pStyle w:val="Heading1"/>
      </w:pPr>
      <w:r>
        <w:t>References</w:t>
      </w:r>
    </w:p>
    <w:p w14:paraId="1ADD1FBD" w14:textId="0C1C19AA" w:rsidR="00A179FE" w:rsidRDefault="00A179FE" w:rsidP="00A179FE">
      <w:r>
        <w:t xml:space="preserve">[1] </w:t>
      </w:r>
      <w:r w:rsidR="000257F4">
        <w:t>–</w:t>
      </w:r>
      <w:r>
        <w:t xml:space="preserve"> </w:t>
      </w:r>
      <w:r w:rsidR="000257F4">
        <w:t>ISO/IEC 23008-2 DIS 4</w:t>
      </w:r>
      <w:r w:rsidR="000257F4" w:rsidRPr="000257F4">
        <w:rPr>
          <w:vertAlign w:val="superscript"/>
        </w:rPr>
        <w:t>th</w:t>
      </w:r>
      <w:r w:rsidR="000257F4">
        <w:t xml:space="preserve"> Edition – </w:t>
      </w:r>
      <w:r w:rsidR="000257F4" w:rsidRPr="000257F4">
        <w:rPr>
          <w:i/>
        </w:rPr>
        <w:t>High efficiency coding and media delivery in heterogeneous environments — Part 2: High Efficiency Video Coding</w:t>
      </w:r>
      <w:r w:rsidR="000257F4">
        <w:t xml:space="preserve">. </w:t>
      </w:r>
    </w:p>
    <w:p w14:paraId="6E9EBD46" w14:textId="6F7C3272" w:rsidR="00A179FE" w:rsidRPr="00A179FE" w:rsidRDefault="00A179FE" w:rsidP="00A179FE">
      <w:r>
        <w:t>[2]</w:t>
      </w:r>
      <w:r w:rsidR="00AC4C22">
        <w:t xml:space="preserve"> – Fraunhofer HHI – </w:t>
      </w:r>
      <w:r w:rsidR="00AC4C22" w:rsidRPr="00AC4C22">
        <w:rPr>
          <w:i/>
        </w:rPr>
        <w:t>HEVC codec reference software</w:t>
      </w:r>
      <w:r w:rsidR="00AC4C22">
        <w:t>.</w:t>
      </w:r>
    </w:p>
    <w:sectPr w:rsidR="00A179FE" w:rsidRPr="00A179FE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F9962B" w14:textId="77777777" w:rsidR="00567B44" w:rsidRDefault="00567B44">
      <w:r>
        <w:separator/>
      </w:r>
    </w:p>
  </w:endnote>
  <w:endnote w:type="continuationSeparator" w:id="0">
    <w:p w14:paraId="7D4A8AC4" w14:textId="77777777" w:rsidR="00567B44" w:rsidRDefault="00567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800F3F" w14:textId="77777777" w:rsidR="00567B44" w:rsidRDefault="00567B44">
      <w:r>
        <w:separator/>
      </w:r>
    </w:p>
  </w:footnote>
  <w:footnote w:type="continuationSeparator" w:id="0">
    <w:p w14:paraId="6C4CA0B5" w14:textId="77777777" w:rsidR="00567B44" w:rsidRDefault="00567B44">
      <w:r>
        <w:continuationSeparator/>
      </w:r>
    </w:p>
  </w:footnote>
  <w:footnote w:id="1">
    <w:p w14:paraId="48BE350A" w14:textId="4B7B4075" w:rsidR="00810B08" w:rsidRDefault="00810B08">
      <w:pPr>
        <w:pStyle w:val="FootnoteText"/>
      </w:pPr>
      <w:r>
        <w:rPr>
          <w:rStyle w:val="FootnoteReference"/>
        </w:rPr>
        <w:footnoteRef/>
      </w:r>
      <w:r>
        <w:t xml:space="preserve"> The </w:t>
      </w:r>
      <w:proofErr w:type="spellStart"/>
      <w:r>
        <w:t>SEISpiSeiPrefixDataBit</w:t>
      </w:r>
      <w:proofErr w:type="spellEnd"/>
      <w:r>
        <w:t xml:space="preserve"> corresponding to the configuration for </w:t>
      </w:r>
      <w:proofErr w:type="spellStart"/>
      <w:r>
        <w:t>sei_prefix_data_bit</w:t>
      </w:r>
      <w:proofErr w:type="spellEnd"/>
      <w:r>
        <w:t xml:space="preserve"> parameter in the </w:t>
      </w:r>
      <w:proofErr w:type="spellStart"/>
      <w:r>
        <w:t>conguration</w:t>
      </w:r>
      <w:proofErr w:type="spellEnd"/>
      <w:r>
        <w:t xml:space="preserve"> file for SEI prefix indication SEI message should be provided as follows:</w:t>
      </w:r>
    </w:p>
    <w:p w14:paraId="5264ABA2" w14:textId="77777777" w:rsidR="00810B08" w:rsidRDefault="00810B08">
      <w:pPr>
        <w:pStyle w:val="FootnoteText"/>
      </w:pPr>
    </w:p>
    <w:p w14:paraId="26E5FC0F" w14:textId="63CF4C7A" w:rsidR="00810B08" w:rsidRPr="00C23BCF" w:rsidRDefault="00810B08" w:rsidP="00810B08">
      <w:pPr>
        <w:pStyle w:val="FootnoteText"/>
        <w:rPr>
          <w:i/>
        </w:rPr>
      </w:pPr>
      <w:r w:rsidRPr="005A527C">
        <w:rPr>
          <w:i/>
          <w:lang w:val="de-DE"/>
        </w:rPr>
        <w:t>NUM_BITS</w:t>
      </w:r>
      <w:r w:rsidRPr="005A527C">
        <w:rPr>
          <w:i/>
          <w:vertAlign w:val="subscript"/>
          <w:lang w:val="de-DE"/>
        </w:rPr>
        <w:t>1</w:t>
      </w:r>
      <w:r w:rsidRPr="005A527C">
        <w:rPr>
          <w:i/>
          <w:lang w:val="de-DE"/>
        </w:rPr>
        <w:t xml:space="preserve"> BIT</w:t>
      </w:r>
      <w:r w:rsidRPr="005A527C">
        <w:rPr>
          <w:i/>
          <w:vertAlign w:val="subscript"/>
          <w:lang w:val="de-DE"/>
        </w:rPr>
        <w:t>11</w:t>
      </w:r>
      <w:r w:rsidRPr="005A527C">
        <w:rPr>
          <w:i/>
          <w:lang w:val="de-DE"/>
        </w:rPr>
        <w:t xml:space="preserve"> BIT</w:t>
      </w:r>
      <w:r w:rsidR="005A527C" w:rsidRPr="005A527C">
        <w:rPr>
          <w:i/>
          <w:vertAlign w:val="subscript"/>
          <w:lang w:val="de-DE"/>
        </w:rPr>
        <w:t>12</w:t>
      </w:r>
      <w:r w:rsidR="005A527C" w:rsidRPr="005A527C">
        <w:rPr>
          <w:i/>
          <w:lang w:val="de-DE"/>
        </w:rPr>
        <w:t xml:space="preserve"> …</w:t>
      </w:r>
      <w:r w:rsidRPr="005A527C">
        <w:rPr>
          <w:i/>
          <w:lang w:val="de-DE"/>
        </w:rPr>
        <w:t xml:space="preserve"> BIT</w:t>
      </w:r>
      <w:r w:rsidRPr="005A527C">
        <w:rPr>
          <w:i/>
          <w:vertAlign w:val="subscript"/>
          <w:lang w:val="de-DE"/>
        </w:rPr>
        <w:t>1NUM_BITS1</w:t>
      </w:r>
      <w:r w:rsidRPr="005A527C">
        <w:rPr>
          <w:i/>
          <w:lang w:val="de-DE"/>
        </w:rPr>
        <w:t xml:space="preserve"> NUM_BITS</w:t>
      </w:r>
      <w:r w:rsidRPr="005A527C">
        <w:rPr>
          <w:i/>
          <w:vertAlign w:val="subscript"/>
          <w:lang w:val="de-DE"/>
        </w:rPr>
        <w:t>2</w:t>
      </w:r>
      <w:r w:rsidRPr="005A527C">
        <w:rPr>
          <w:i/>
          <w:lang w:val="de-DE"/>
        </w:rPr>
        <w:t xml:space="preserve"> BIT</w:t>
      </w:r>
      <w:r w:rsidRPr="005A527C">
        <w:rPr>
          <w:i/>
          <w:vertAlign w:val="subscript"/>
          <w:lang w:val="de-DE"/>
        </w:rPr>
        <w:t>21</w:t>
      </w:r>
      <w:r w:rsidRPr="005A527C">
        <w:rPr>
          <w:i/>
          <w:lang w:val="de-DE"/>
        </w:rPr>
        <w:t xml:space="preserve"> BIT</w:t>
      </w:r>
      <w:r w:rsidR="005A527C" w:rsidRPr="005A527C">
        <w:rPr>
          <w:i/>
          <w:vertAlign w:val="subscript"/>
          <w:lang w:val="de-DE"/>
        </w:rPr>
        <w:t>22</w:t>
      </w:r>
      <w:r w:rsidR="005A527C" w:rsidRPr="005A527C">
        <w:rPr>
          <w:i/>
          <w:lang w:val="de-DE"/>
        </w:rPr>
        <w:t xml:space="preserve"> …</w:t>
      </w:r>
      <w:r w:rsidRPr="005A527C">
        <w:rPr>
          <w:i/>
          <w:lang w:val="de-DE"/>
        </w:rPr>
        <w:t xml:space="preserve"> BIT</w:t>
      </w:r>
      <w:r w:rsidRPr="005A527C">
        <w:rPr>
          <w:i/>
          <w:vertAlign w:val="subscript"/>
          <w:lang w:val="de-DE"/>
        </w:rPr>
        <w:t>2NUM_BITS2</w:t>
      </w:r>
      <w:r w:rsidRPr="005A527C">
        <w:rPr>
          <w:i/>
          <w:lang w:val="de-DE"/>
        </w:rPr>
        <w:t xml:space="preserve"> NUM_BITS</w:t>
      </w:r>
      <w:r w:rsidRPr="005A527C">
        <w:rPr>
          <w:i/>
          <w:vertAlign w:val="subscript"/>
          <w:lang w:val="de-DE"/>
        </w:rPr>
        <w:t>3</w:t>
      </w:r>
      <w:r w:rsidRPr="005A527C">
        <w:rPr>
          <w:i/>
          <w:lang w:val="de-DE"/>
        </w:rPr>
        <w:t xml:space="preserve"> BIT</w:t>
      </w:r>
      <w:r w:rsidRPr="005A527C">
        <w:rPr>
          <w:i/>
          <w:vertAlign w:val="subscript"/>
          <w:lang w:val="de-DE"/>
        </w:rPr>
        <w:t>31</w:t>
      </w:r>
      <w:r w:rsidRPr="005A527C">
        <w:rPr>
          <w:i/>
          <w:lang w:val="de-DE"/>
        </w:rPr>
        <w:t xml:space="preserve"> BIT</w:t>
      </w:r>
      <w:r w:rsidR="005A527C" w:rsidRPr="005A527C">
        <w:rPr>
          <w:i/>
          <w:vertAlign w:val="subscript"/>
          <w:lang w:val="de-DE"/>
        </w:rPr>
        <w:t>32</w:t>
      </w:r>
      <w:r w:rsidR="005A527C" w:rsidRPr="005A527C">
        <w:rPr>
          <w:i/>
          <w:lang w:val="de-DE"/>
        </w:rPr>
        <w:t xml:space="preserve"> …</w:t>
      </w:r>
      <w:r w:rsidRPr="005A527C">
        <w:rPr>
          <w:i/>
          <w:lang w:val="de-DE"/>
        </w:rPr>
        <w:t xml:space="preserve"> </w:t>
      </w:r>
      <w:r w:rsidRPr="005A527C">
        <w:rPr>
          <w:i/>
        </w:rPr>
        <w:t>BIT</w:t>
      </w:r>
      <w:r w:rsidRPr="005A527C">
        <w:rPr>
          <w:i/>
          <w:vertAlign w:val="subscript"/>
        </w:rPr>
        <w:t>3NUM_BITS3</w:t>
      </w:r>
      <w:r w:rsidRPr="005A527C">
        <w:rPr>
          <w:i/>
        </w:rPr>
        <w:t xml:space="preserve"> … NUM_BITS</w:t>
      </w:r>
      <w:r w:rsidRPr="005A527C">
        <w:rPr>
          <w:i/>
          <w:vertAlign w:val="subscript"/>
        </w:rPr>
        <w:t>N</w:t>
      </w:r>
      <w:r w:rsidRPr="005A527C">
        <w:rPr>
          <w:i/>
        </w:rPr>
        <w:t xml:space="preserve"> BIT</w:t>
      </w:r>
      <w:r w:rsidRPr="005A527C">
        <w:rPr>
          <w:i/>
          <w:vertAlign w:val="subscript"/>
        </w:rPr>
        <w:t>N1</w:t>
      </w:r>
      <w:r w:rsidRPr="005A527C">
        <w:rPr>
          <w:i/>
        </w:rPr>
        <w:t xml:space="preserve"> BIT</w:t>
      </w:r>
      <w:r w:rsidRPr="005A527C">
        <w:rPr>
          <w:i/>
          <w:vertAlign w:val="subscript"/>
        </w:rPr>
        <w:t>N</w:t>
      </w:r>
      <w:r w:rsidR="005A527C" w:rsidRPr="005A527C">
        <w:rPr>
          <w:i/>
          <w:vertAlign w:val="subscript"/>
        </w:rPr>
        <w:t>2</w:t>
      </w:r>
      <w:r w:rsidR="005A527C" w:rsidRPr="005A527C">
        <w:rPr>
          <w:i/>
        </w:rPr>
        <w:t xml:space="preserve"> …</w:t>
      </w:r>
      <w:r w:rsidRPr="005A527C">
        <w:rPr>
          <w:i/>
        </w:rPr>
        <w:t xml:space="preserve"> BIT</w:t>
      </w:r>
      <w:r w:rsidRPr="005A527C">
        <w:rPr>
          <w:i/>
          <w:vertAlign w:val="subscript"/>
        </w:rPr>
        <w:t>NNUM_BITSN</w:t>
      </w:r>
    </w:p>
    <w:p w14:paraId="60038152" w14:textId="77777777" w:rsidR="00810B08" w:rsidRDefault="00810B08" w:rsidP="00810B08">
      <w:pPr>
        <w:pStyle w:val="FootnoteText"/>
      </w:pPr>
    </w:p>
    <w:p w14:paraId="018517A3" w14:textId="016A09CC" w:rsidR="00810B08" w:rsidRDefault="00810B08" w:rsidP="00810B08">
      <w:pPr>
        <w:pStyle w:val="FootnoteText"/>
      </w:pPr>
      <w:r>
        <w:t>, where N is equal to the num_sei_prefix_indication_minus1 plus 1, NUM_BITS</w:t>
      </w:r>
      <w:r w:rsidRPr="00C23BCF">
        <w:rPr>
          <w:vertAlign w:val="subscript"/>
        </w:rPr>
        <w:t>X</w:t>
      </w:r>
      <w:r>
        <w:t xml:space="preserve"> is equal to </w:t>
      </w:r>
      <w:r w:rsidR="00C23BCF">
        <w:t>X</w:t>
      </w:r>
      <w:r>
        <w:t>-</w:t>
      </w:r>
      <w:proofErr w:type="spellStart"/>
      <w:r>
        <w:t>th</w:t>
      </w:r>
      <w:proofErr w:type="spellEnd"/>
      <w:r>
        <w:t xml:space="preserve"> num_bits_in_prefix_indications_minus1 plus 1, and BIT</w:t>
      </w:r>
      <w:r w:rsidRPr="00C23BCF">
        <w:rPr>
          <w:vertAlign w:val="subscript"/>
        </w:rPr>
        <w:t>XY</w:t>
      </w:r>
      <w:r>
        <w:t xml:space="preserve"> corresponds to the </w:t>
      </w:r>
      <w:r w:rsidR="00C23BCF">
        <w:t>Y</w:t>
      </w:r>
      <w:r>
        <w:t>-</w:t>
      </w:r>
      <w:proofErr w:type="spellStart"/>
      <w:r>
        <w:t>th</w:t>
      </w:r>
      <w:proofErr w:type="spellEnd"/>
      <w:r>
        <w:t xml:space="preserve"> prefix data bit in the </w:t>
      </w:r>
      <w:r w:rsidR="00C23BCF">
        <w:t>X</w:t>
      </w:r>
      <w:r>
        <w:t>-</w:t>
      </w:r>
      <w:proofErr w:type="spellStart"/>
      <w:r>
        <w:t>th</w:t>
      </w:r>
      <w:proofErr w:type="spellEnd"/>
      <w:r>
        <w:t xml:space="preserve"> prefix indication message.</w:t>
      </w:r>
    </w:p>
    <w:p w14:paraId="69E86A74" w14:textId="77777777" w:rsidR="00810B08" w:rsidRDefault="00810B08" w:rsidP="00810B08">
      <w:pPr>
        <w:pStyle w:val="FootnoteText"/>
      </w:pPr>
    </w:p>
    <w:p w14:paraId="5FB8A7D6" w14:textId="1448E4B9" w:rsidR="00810B08" w:rsidRPr="00810B08" w:rsidRDefault="00810B08" w:rsidP="00810B08">
      <w:pPr>
        <w:pStyle w:val="FootnoteText"/>
      </w:pPr>
      <w:r>
        <w:t>This method is chosen since it adds no additional change or complexity to the software.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111335"/>
    <w:multiLevelType w:val="hybridMultilevel"/>
    <w:tmpl w:val="33D4D576"/>
    <w:lvl w:ilvl="0" w:tplc="C2A4C1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DE9726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B1800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5F8A7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5479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102B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8412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868BA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435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636DE7"/>
    <w:multiLevelType w:val="hybridMultilevel"/>
    <w:tmpl w:val="AFC6DA14"/>
    <w:lvl w:ilvl="0" w:tplc="AEC4484A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7376BD"/>
    <w:multiLevelType w:val="hybridMultilevel"/>
    <w:tmpl w:val="EE3C2A90"/>
    <w:lvl w:ilvl="0" w:tplc="42CAACF4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Tw Cen MT" w:hAnsi="Tw Cen MT" w:hint="default"/>
      </w:rPr>
    </w:lvl>
    <w:lvl w:ilvl="1" w:tplc="777E8B36">
      <w:start w:val="110"/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3A0C4480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Tw Cen MT" w:hAnsi="Tw Cen MT" w:hint="default"/>
      </w:rPr>
    </w:lvl>
    <w:lvl w:ilvl="3" w:tplc="4E9636CA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Tw Cen MT" w:hAnsi="Tw Cen MT" w:hint="default"/>
      </w:rPr>
    </w:lvl>
    <w:lvl w:ilvl="4" w:tplc="3840428C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Tw Cen MT" w:hAnsi="Tw Cen MT" w:hint="default"/>
      </w:rPr>
    </w:lvl>
    <w:lvl w:ilvl="5" w:tplc="89D08B20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Tw Cen MT" w:hAnsi="Tw Cen MT" w:hint="default"/>
      </w:rPr>
    </w:lvl>
    <w:lvl w:ilvl="6" w:tplc="D0CC9A66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Tw Cen MT" w:hAnsi="Tw Cen MT" w:hint="default"/>
      </w:rPr>
    </w:lvl>
    <w:lvl w:ilvl="7" w:tplc="C936BC2C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Tw Cen MT" w:hAnsi="Tw Cen MT" w:hint="default"/>
      </w:rPr>
    </w:lvl>
    <w:lvl w:ilvl="8" w:tplc="6A70A2F6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Tw Cen MT" w:hAnsi="Tw Cen MT" w:hint="default"/>
      </w:rPr>
    </w:lvl>
  </w:abstractNum>
  <w:abstractNum w:abstractNumId="3" w15:restartNumberingAfterBreak="0">
    <w:nsid w:val="132E6E7F"/>
    <w:multiLevelType w:val="hybridMultilevel"/>
    <w:tmpl w:val="F656E102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B4713C"/>
    <w:multiLevelType w:val="hybridMultilevel"/>
    <w:tmpl w:val="90800E92"/>
    <w:lvl w:ilvl="0" w:tplc="49D02C2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F206D4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BDACEC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5D81C0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C99CE54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AACCF38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CB2CB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2CEE09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5A6AFC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1B14A6"/>
    <w:multiLevelType w:val="hybridMultilevel"/>
    <w:tmpl w:val="A5F6606C"/>
    <w:lvl w:ilvl="0" w:tplc="14545B78">
      <w:start w:val="6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257F0"/>
    <w:multiLevelType w:val="hybridMultilevel"/>
    <w:tmpl w:val="98DA562E"/>
    <w:lvl w:ilvl="0" w:tplc="0742E8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7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B44EBB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E2A5B0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CD45F3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990C1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A7E988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02063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7EAE9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D75497F"/>
    <w:multiLevelType w:val="hybridMultilevel"/>
    <w:tmpl w:val="B5701B1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7D3D13"/>
    <w:multiLevelType w:val="hybridMultilevel"/>
    <w:tmpl w:val="62D267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91413C"/>
    <w:multiLevelType w:val="hybridMultilevel"/>
    <w:tmpl w:val="DC52BF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380B07"/>
    <w:multiLevelType w:val="hybridMultilevel"/>
    <w:tmpl w:val="677EE8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8573E"/>
    <w:multiLevelType w:val="hybridMultilevel"/>
    <w:tmpl w:val="D63EBA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C70ADC"/>
    <w:multiLevelType w:val="hybridMultilevel"/>
    <w:tmpl w:val="91C82E96"/>
    <w:lvl w:ilvl="0" w:tplc="8ED2B4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C32154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837223B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D9C2793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01C509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EEC860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5DBEB37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D47AFB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3B520C1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A65817"/>
    <w:multiLevelType w:val="hybridMultilevel"/>
    <w:tmpl w:val="5642ABCA"/>
    <w:lvl w:ilvl="0" w:tplc="0742E8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B6F8F9B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B44EBBE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3E2A5B0A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CD45F30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2990C1F8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DA7E988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A020638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D7EAE9D2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0CF03C4"/>
    <w:multiLevelType w:val="hybridMultilevel"/>
    <w:tmpl w:val="2BB8871A"/>
    <w:lvl w:ilvl="0" w:tplc="8D3849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3EA0F4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AA8B72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C33EC08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7D21C96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8A2FBF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7D4409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09D6A84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293AECD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27D7436"/>
    <w:multiLevelType w:val="hybridMultilevel"/>
    <w:tmpl w:val="0C60280C"/>
    <w:lvl w:ilvl="0" w:tplc="CC2A01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C04025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F24B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36E5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62CA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EC893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BE65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7AA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A6C26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4DE4B3F"/>
    <w:multiLevelType w:val="hybridMultilevel"/>
    <w:tmpl w:val="EB941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0206A8"/>
    <w:multiLevelType w:val="hybridMultilevel"/>
    <w:tmpl w:val="36EC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F2087D"/>
    <w:multiLevelType w:val="hybridMultilevel"/>
    <w:tmpl w:val="943426D2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10027DC"/>
    <w:multiLevelType w:val="hybridMultilevel"/>
    <w:tmpl w:val="A44A4FD4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4A0752"/>
    <w:multiLevelType w:val="hybridMultilevel"/>
    <w:tmpl w:val="0A3E592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7674C5"/>
    <w:multiLevelType w:val="hybridMultilevel"/>
    <w:tmpl w:val="B0BA5AF2"/>
    <w:lvl w:ilvl="0" w:tplc="AA4E0D0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DD0BB1"/>
    <w:multiLevelType w:val="hybridMultilevel"/>
    <w:tmpl w:val="4B2AE382"/>
    <w:lvl w:ilvl="0" w:tplc="B56EE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C084C18">
      <w:start w:val="110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147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23486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82EA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24CD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8AED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FA00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D9215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B767698"/>
    <w:multiLevelType w:val="hybridMultilevel"/>
    <w:tmpl w:val="0B68E5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57316A"/>
    <w:multiLevelType w:val="hybridMultilevel"/>
    <w:tmpl w:val="CD2818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766D14"/>
    <w:multiLevelType w:val="hybridMultilevel"/>
    <w:tmpl w:val="A90CB0E8"/>
    <w:lvl w:ilvl="0" w:tplc="D3EA4B96">
      <w:start w:val="1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181949"/>
    <w:multiLevelType w:val="hybridMultilevel"/>
    <w:tmpl w:val="859AE1F4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6738173C"/>
    <w:multiLevelType w:val="hybridMultilevel"/>
    <w:tmpl w:val="2B445D74"/>
    <w:lvl w:ilvl="0" w:tplc="A4F48C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C062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8A4809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5C35B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0D6320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4F8CC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8C7D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88CE1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212DF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8D5087D"/>
    <w:multiLevelType w:val="hybridMultilevel"/>
    <w:tmpl w:val="8F423B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9C51AE"/>
    <w:multiLevelType w:val="hybridMultilevel"/>
    <w:tmpl w:val="781AFF5C"/>
    <w:lvl w:ilvl="0" w:tplc="048A9964">
      <w:start w:val="1"/>
      <w:numFmt w:val="bullet"/>
      <w:lvlText w:val="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0F32366A">
      <w:start w:val="1"/>
      <w:numFmt w:val="bullet"/>
      <w:lvlText w:val="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2DC1392">
      <w:start w:val="110"/>
      <w:numFmt w:val="bullet"/>
      <w:lvlText w:val="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E48FE90" w:tentative="1">
      <w:start w:val="1"/>
      <w:numFmt w:val="bullet"/>
      <w:lvlText w:val="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C66C99A" w:tentative="1">
      <w:start w:val="1"/>
      <w:numFmt w:val="bullet"/>
      <w:lvlText w:val="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48CFBC" w:tentative="1">
      <w:start w:val="1"/>
      <w:numFmt w:val="bullet"/>
      <w:lvlText w:val="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194F1BC" w:tentative="1">
      <w:start w:val="1"/>
      <w:numFmt w:val="bullet"/>
      <w:lvlText w:val="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80E1BF8" w:tentative="1">
      <w:start w:val="1"/>
      <w:numFmt w:val="bullet"/>
      <w:lvlText w:val="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1420DEE" w:tentative="1">
      <w:start w:val="1"/>
      <w:numFmt w:val="bullet"/>
      <w:lvlText w:val="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0" w15:restartNumberingAfterBreak="0">
    <w:nsid w:val="6CC63976"/>
    <w:multiLevelType w:val="hybridMultilevel"/>
    <w:tmpl w:val="DC52BF50"/>
    <w:lvl w:ilvl="0" w:tplc="040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32" w15:restartNumberingAfterBreak="0">
    <w:nsid w:val="7C40752F"/>
    <w:multiLevelType w:val="hybridMultilevel"/>
    <w:tmpl w:val="AE44D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8"/>
  </w:num>
  <w:num w:numId="3">
    <w:abstractNumId w:val="2"/>
  </w:num>
  <w:num w:numId="4">
    <w:abstractNumId w:val="10"/>
  </w:num>
  <w:num w:numId="5">
    <w:abstractNumId w:val="29"/>
  </w:num>
  <w:num w:numId="6">
    <w:abstractNumId w:val="26"/>
  </w:num>
  <w:num w:numId="7">
    <w:abstractNumId w:val="18"/>
  </w:num>
  <w:num w:numId="8">
    <w:abstractNumId w:val="0"/>
  </w:num>
  <w:num w:numId="9">
    <w:abstractNumId w:val="22"/>
  </w:num>
  <w:num w:numId="10">
    <w:abstractNumId w:val="15"/>
  </w:num>
  <w:num w:numId="11">
    <w:abstractNumId w:val="3"/>
  </w:num>
  <w:num w:numId="12">
    <w:abstractNumId w:val="8"/>
  </w:num>
  <w:num w:numId="13">
    <w:abstractNumId w:val="25"/>
  </w:num>
  <w:num w:numId="14">
    <w:abstractNumId w:val="21"/>
  </w:num>
  <w:num w:numId="15">
    <w:abstractNumId w:val="19"/>
  </w:num>
  <w:num w:numId="16">
    <w:abstractNumId w:val="27"/>
  </w:num>
  <w:num w:numId="17">
    <w:abstractNumId w:val="23"/>
  </w:num>
  <w:num w:numId="18">
    <w:abstractNumId w:val="5"/>
  </w:num>
  <w:num w:numId="19">
    <w:abstractNumId w:val="20"/>
  </w:num>
  <w:num w:numId="20">
    <w:abstractNumId w:val="1"/>
  </w:num>
  <w:num w:numId="21">
    <w:abstractNumId w:val="30"/>
  </w:num>
  <w:num w:numId="22">
    <w:abstractNumId w:val="9"/>
  </w:num>
  <w:num w:numId="23">
    <w:abstractNumId w:val="13"/>
  </w:num>
  <w:num w:numId="24">
    <w:abstractNumId w:val="12"/>
  </w:num>
  <w:num w:numId="25">
    <w:abstractNumId w:val="14"/>
  </w:num>
  <w:num w:numId="26">
    <w:abstractNumId w:val="6"/>
  </w:num>
  <w:num w:numId="27">
    <w:abstractNumId w:val="4"/>
  </w:num>
  <w:num w:numId="28">
    <w:abstractNumId w:val="24"/>
  </w:num>
  <w:num w:numId="29">
    <w:abstractNumId w:val="17"/>
  </w:num>
  <w:num w:numId="30">
    <w:abstractNumId w:val="11"/>
  </w:num>
  <w:num w:numId="31">
    <w:abstractNumId w:val="7"/>
  </w:num>
  <w:num w:numId="32">
    <w:abstractNumId w:val="32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2061"/>
    <w:rsid w:val="00005D45"/>
    <w:rsid w:val="00006F8A"/>
    <w:rsid w:val="00012F9D"/>
    <w:rsid w:val="00020097"/>
    <w:rsid w:val="000257F4"/>
    <w:rsid w:val="00030781"/>
    <w:rsid w:val="00031B84"/>
    <w:rsid w:val="0006231A"/>
    <w:rsid w:val="00064EEC"/>
    <w:rsid w:val="0008647B"/>
    <w:rsid w:val="00096052"/>
    <w:rsid w:val="000A0D2B"/>
    <w:rsid w:val="000A1111"/>
    <w:rsid w:val="000A1293"/>
    <w:rsid w:val="000C455E"/>
    <w:rsid w:val="000F0890"/>
    <w:rsid w:val="000F2904"/>
    <w:rsid w:val="000F4948"/>
    <w:rsid w:val="0012236E"/>
    <w:rsid w:val="00123D7C"/>
    <w:rsid w:val="00157FCD"/>
    <w:rsid w:val="00160C8F"/>
    <w:rsid w:val="0016306D"/>
    <w:rsid w:val="00164AEF"/>
    <w:rsid w:val="001669C1"/>
    <w:rsid w:val="0016782C"/>
    <w:rsid w:val="001871C6"/>
    <w:rsid w:val="00192E7A"/>
    <w:rsid w:val="001B641F"/>
    <w:rsid w:val="001D333F"/>
    <w:rsid w:val="001E279B"/>
    <w:rsid w:val="001E2BDD"/>
    <w:rsid w:val="001E2F28"/>
    <w:rsid w:val="001F0AD8"/>
    <w:rsid w:val="001F0C77"/>
    <w:rsid w:val="001F5C54"/>
    <w:rsid w:val="00201A0E"/>
    <w:rsid w:val="00203572"/>
    <w:rsid w:val="00204A1A"/>
    <w:rsid w:val="00214E9F"/>
    <w:rsid w:val="00217BB7"/>
    <w:rsid w:val="00222F1A"/>
    <w:rsid w:val="0022420F"/>
    <w:rsid w:val="0022695D"/>
    <w:rsid w:val="00265814"/>
    <w:rsid w:val="00267B83"/>
    <w:rsid w:val="00272F69"/>
    <w:rsid w:val="0027515E"/>
    <w:rsid w:val="00284918"/>
    <w:rsid w:val="002932DF"/>
    <w:rsid w:val="002A094E"/>
    <w:rsid w:val="002C51CC"/>
    <w:rsid w:val="002C558E"/>
    <w:rsid w:val="002C6666"/>
    <w:rsid w:val="002D4DAE"/>
    <w:rsid w:val="002F57AE"/>
    <w:rsid w:val="00314C91"/>
    <w:rsid w:val="003154E8"/>
    <w:rsid w:val="003321DF"/>
    <w:rsid w:val="003471F2"/>
    <w:rsid w:val="0035676B"/>
    <w:rsid w:val="00362123"/>
    <w:rsid w:val="00365886"/>
    <w:rsid w:val="003668A1"/>
    <w:rsid w:val="003679F8"/>
    <w:rsid w:val="003763EC"/>
    <w:rsid w:val="00380EF6"/>
    <w:rsid w:val="003A6B31"/>
    <w:rsid w:val="003B3267"/>
    <w:rsid w:val="003C276F"/>
    <w:rsid w:val="003C7923"/>
    <w:rsid w:val="003D0E88"/>
    <w:rsid w:val="003D2516"/>
    <w:rsid w:val="003D6C43"/>
    <w:rsid w:val="003E0B55"/>
    <w:rsid w:val="003E3CBB"/>
    <w:rsid w:val="003F2F50"/>
    <w:rsid w:val="003F307D"/>
    <w:rsid w:val="003F48E0"/>
    <w:rsid w:val="003F661C"/>
    <w:rsid w:val="004023F4"/>
    <w:rsid w:val="004055FC"/>
    <w:rsid w:val="00414EFA"/>
    <w:rsid w:val="00431657"/>
    <w:rsid w:val="00437B64"/>
    <w:rsid w:val="00441EB7"/>
    <w:rsid w:val="004464AA"/>
    <w:rsid w:val="00447305"/>
    <w:rsid w:val="0045083D"/>
    <w:rsid w:val="004569B0"/>
    <w:rsid w:val="00462B17"/>
    <w:rsid w:val="00464ADF"/>
    <w:rsid w:val="00465D67"/>
    <w:rsid w:val="00471621"/>
    <w:rsid w:val="00492356"/>
    <w:rsid w:val="004924A7"/>
    <w:rsid w:val="004925A7"/>
    <w:rsid w:val="00492DBC"/>
    <w:rsid w:val="004B4236"/>
    <w:rsid w:val="004B4932"/>
    <w:rsid w:val="004C34D8"/>
    <w:rsid w:val="004D410F"/>
    <w:rsid w:val="004E46DB"/>
    <w:rsid w:val="00503B5E"/>
    <w:rsid w:val="0051267B"/>
    <w:rsid w:val="005135DA"/>
    <w:rsid w:val="00526C51"/>
    <w:rsid w:val="00527C5B"/>
    <w:rsid w:val="00531502"/>
    <w:rsid w:val="00544B26"/>
    <w:rsid w:val="0055176A"/>
    <w:rsid w:val="00551C17"/>
    <w:rsid w:val="00552356"/>
    <w:rsid w:val="0056598F"/>
    <w:rsid w:val="00567B44"/>
    <w:rsid w:val="00584D71"/>
    <w:rsid w:val="005A527C"/>
    <w:rsid w:val="005A65AE"/>
    <w:rsid w:val="005B39B9"/>
    <w:rsid w:val="006021AE"/>
    <w:rsid w:val="006061A3"/>
    <w:rsid w:val="006239F5"/>
    <w:rsid w:val="0063076A"/>
    <w:rsid w:val="00633FFB"/>
    <w:rsid w:val="00643384"/>
    <w:rsid w:val="00662343"/>
    <w:rsid w:val="0066546E"/>
    <w:rsid w:val="00666F98"/>
    <w:rsid w:val="00680E77"/>
    <w:rsid w:val="00694EAA"/>
    <w:rsid w:val="00695E7D"/>
    <w:rsid w:val="006A2DBB"/>
    <w:rsid w:val="006A568B"/>
    <w:rsid w:val="006B077B"/>
    <w:rsid w:val="006C08C7"/>
    <w:rsid w:val="006C56D6"/>
    <w:rsid w:val="006C7DB4"/>
    <w:rsid w:val="006D45FD"/>
    <w:rsid w:val="006F258E"/>
    <w:rsid w:val="006F6A5B"/>
    <w:rsid w:val="00700E5A"/>
    <w:rsid w:val="00714C0C"/>
    <w:rsid w:val="00717600"/>
    <w:rsid w:val="00723C60"/>
    <w:rsid w:val="00725DCC"/>
    <w:rsid w:val="00754613"/>
    <w:rsid w:val="007577F8"/>
    <w:rsid w:val="00770167"/>
    <w:rsid w:val="00774252"/>
    <w:rsid w:val="007804E5"/>
    <w:rsid w:val="007852E8"/>
    <w:rsid w:val="007C262C"/>
    <w:rsid w:val="007D302A"/>
    <w:rsid w:val="007E15F2"/>
    <w:rsid w:val="007E2D92"/>
    <w:rsid w:val="007E460B"/>
    <w:rsid w:val="007F2B09"/>
    <w:rsid w:val="007F40C1"/>
    <w:rsid w:val="007F58A3"/>
    <w:rsid w:val="00805342"/>
    <w:rsid w:val="00810B08"/>
    <w:rsid w:val="00811746"/>
    <w:rsid w:val="00812EAB"/>
    <w:rsid w:val="00814D30"/>
    <w:rsid w:val="0082466B"/>
    <w:rsid w:val="00841053"/>
    <w:rsid w:val="00854B99"/>
    <w:rsid w:val="00862B3C"/>
    <w:rsid w:val="008645FA"/>
    <w:rsid w:val="00882831"/>
    <w:rsid w:val="008B5D7F"/>
    <w:rsid w:val="008C44EA"/>
    <w:rsid w:val="008C53CC"/>
    <w:rsid w:val="008D2852"/>
    <w:rsid w:val="008E08B4"/>
    <w:rsid w:val="008E0997"/>
    <w:rsid w:val="008E72AE"/>
    <w:rsid w:val="009001D9"/>
    <w:rsid w:val="00903BF8"/>
    <w:rsid w:val="00914C6B"/>
    <w:rsid w:val="0092479C"/>
    <w:rsid w:val="00926A0F"/>
    <w:rsid w:val="009428E3"/>
    <w:rsid w:val="00942DF6"/>
    <w:rsid w:val="00952079"/>
    <w:rsid w:val="00980D4D"/>
    <w:rsid w:val="009A2068"/>
    <w:rsid w:val="009A42E6"/>
    <w:rsid w:val="009B23FE"/>
    <w:rsid w:val="009B3F8A"/>
    <w:rsid w:val="009D66B4"/>
    <w:rsid w:val="009E0DD2"/>
    <w:rsid w:val="009E40A0"/>
    <w:rsid w:val="00A061BE"/>
    <w:rsid w:val="00A179FE"/>
    <w:rsid w:val="00A2454B"/>
    <w:rsid w:val="00A24FCE"/>
    <w:rsid w:val="00A346A3"/>
    <w:rsid w:val="00A45EC6"/>
    <w:rsid w:val="00A4725E"/>
    <w:rsid w:val="00A53CEC"/>
    <w:rsid w:val="00A55917"/>
    <w:rsid w:val="00A604A9"/>
    <w:rsid w:val="00A65867"/>
    <w:rsid w:val="00A75BFA"/>
    <w:rsid w:val="00A8061A"/>
    <w:rsid w:val="00A9712F"/>
    <w:rsid w:val="00AA5E7D"/>
    <w:rsid w:val="00AB4AC8"/>
    <w:rsid w:val="00AC1BE7"/>
    <w:rsid w:val="00AC4C22"/>
    <w:rsid w:val="00AD0B0E"/>
    <w:rsid w:val="00AE4079"/>
    <w:rsid w:val="00AE5389"/>
    <w:rsid w:val="00B16660"/>
    <w:rsid w:val="00B34E81"/>
    <w:rsid w:val="00B4256B"/>
    <w:rsid w:val="00B5702A"/>
    <w:rsid w:val="00B658AC"/>
    <w:rsid w:val="00B76D01"/>
    <w:rsid w:val="00B91FD8"/>
    <w:rsid w:val="00B9313F"/>
    <w:rsid w:val="00BB43FF"/>
    <w:rsid w:val="00BC0349"/>
    <w:rsid w:val="00BC3B07"/>
    <w:rsid w:val="00BD27B0"/>
    <w:rsid w:val="00BF4FDD"/>
    <w:rsid w:val="00C125FA"/>
    <w:rsid w:val="00C133F4"/>
    <w:rsid w:val="00C23BCF"/>
    <w:rsid w:val="00C36EBE"/>
    <w:rsid w:val="00C41861"/>
    <w:rsid w:val="00C469FF"/>
    <w:rsid w:val="00C55075"/>
    <w:rsid w:val="00C60755"/>
    <w:rsid w:val="00C90E91"/>
    <w:rsid w:val="00CA257A"/>
    <w:rsid w:val="00CA71AB"/>
    <w:rsid w:val="00CD4DC7"/>
    <w:rsid w:val="00D03120"/>
    <w:rsid w:val="00D058F4"/>
    <w:rsid w:val="00D471A4"/>
    <w:rsid w:val="00D522F3"/>
    <w:rsid w:val="00D6071C"/>
    <w:rsid w:val="00D63059"/>
    <w:rsid w:val="00D63F1E"/>
    <w:rsid w:val="00D667CE"/>
    <w:rsid w:val="00D7564A"/>
    <w:rsid w:val="00D82480"/>
    <w:rsid w:val="00D842D7"/>
    <w:rsid w:val="00DC64A5"/>
    <w:rsid w:val="00DD1D7A"/>
    <w:rsid w:val="00DE2984"/>
    <w:rsid w:val="00DE6089"/>
    <w:rsid w:val="00DF4D7B"/>
    <w:rsid w:val="00DF7B31"/>
    <w:rsid w:val="00E00495"/>
    <w:rsid w:val="00E01B2B"/>
    <w:rsid w:val="00E14D63"/>
    <w:rsid w:val="00E210B8"/>
    <w:rsid w:val="00E3421B"/>
    <w:rsid w:val="00E364AB"/>
    <w:rsid w:val="00E42061"/>
    <w:rsid w:val="00E4614F"/>
    <w:rsid w:val="00E54C41"/>
    <w:rsid w:val="00E62540"/>
    <w:rsid w:val="00E871B6"/>
    <w:rsid w:val="00E87C20"/>
    <w:rsid w:val="00EA1408"/>
    <w:rsid w:val="00EA6689"/>
    <w:rsid w:val="00EB4E27"/>
    <w:rsid w:val="00EC19F8"/>
    <w:rsid w:val="00EC4EEC"/>
    <w:rsid w:val="00ED2156"/>
    <w:rsid w:val="00EE42F4"/>
    <w:rsid w:val="00F109F7"/>
    <w:rsid w:val="00F149DF"/>
    <w:rsid w:val="00F30DCE"/>
    <w:rsid w:val="00F32841"/>
    <w:rsid w:val="00F3400E"/>
    <w:rsid w:val="00F4735D"/>
    <w:rsid w:val="00F57CF4"/>
    <w:rsid w:val="00F84C05"/>
    <w:rsid w:val="00F85762"/>
    <w:rsid w:val="00F95C69"/>
    <w:rsid w:val="00FA34E8"/>
    <w:rsid w:val="00FA754D"/>
    <w:rsid w:val="00FB0471"/>
    <w:rsid w:val="00FB1A25"/>
    <w:rsid w:val="00FB6B8D"/>
    <w:rsid w:val="00FC52C7"/>
    <w:rsid w:val="00FD5D5E"/>
    <w:rsid w:val="00FD6503"/>
    <w:rsid w:val="00FD6C7B"/>
    <w:rsid w:val="00FD6F20"/>
    <w:rsid w:val="00FE3975"/>
    <w:rsid w:val="00FE617B"/>
    <w:rsid w:val="00FF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  <o:rules v:ext="edit">
        <o:r id="V:Rule1" type="connector" idref="#Line 3"/>
        <o:r id="V:Rule2" type="connector" idref="#Line 5"/>
        <o:r id="V:Rule3" type="connector" idref="#Line 4"/>
        <o:r id="V:Rule4" type="connector" idref="#Line 6"/>
        <o:r id="V:Rule5" type="connector" idref="#Line 7"/>
      </o:rules>
    </o:shapelayout>
  </w:shapeDefaults>
  <w:decimalSymbol w:val=","/>
  <w:listSeparator w:val=";"/>
  <w14:docId w14:val="535C673D"/>
  <w15:chartTrackingRefBased/>
  <w15:docId w15:val="{3AEF01D4-5C9C-48A7-A006-6B6CEB96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E4,RFQ3,4H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basedOn w:val="Normal"/>
    <w:next w:val="Normal"/>
    <w:link w:val="Heading8Char"/>
    <w:uiPriority w:val="9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link w:val="Heading1"/>
    <w:uiPriority w:val="9"/>
    <w:rPr>
      <w:rFonts w:ascii="Calibri" w:eastAsia="Times New Roman" w:hAnsi="Calibri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Pr>
      <w:rFonts w:ascii="Calibri" w:eastAsia="Times New Roman" w:hAnsi="Calibri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libri" w:eastAsia="Times New Roman" w:hAnsi="Calibri" w:cs="Times New Roman"/>
      <w:b/>
      <w:bCs/>
      <w:sz w:val="26"/>
      <w:szCs w:val="26"/>
    </w:rPr>
  </w:style>
  <w:style w:type="character" w:customStyle="1" w:styleId="Heading4Char">
    <w:name w:val="Heading 4 Char"/>
    <w:aliases w:val="h4 Char,H4 Char,E4 Char,RFQ3 Char,4H Char"/>
    <w:link w:val="Heading4"/>
    <w:uiPriority w:val="9"/>
    <w:semiHidden/>
    <w:rPr>
      <w:rFonts w:ascii="Cambria" w:eastAsia="Times New Roman" w:hAnsi="Cambria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mbria" w:eastAsia="Times New Roman" w:hAnsi="Cambria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mbria" w:eastAsia="Times New Roman" w:hAnsi="Cambria" w:cs="Times New Roman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mbria" w:eastAsia="Times New Roman" w:hAnsi="Cambria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mbria" w:eastAsia="Times New Roman" w:hAnsi="Cambria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libri" w:eastAsia="Times New Roman" w:hAnsi="Calibri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7E460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B16660"/>
    <w:pPr>
      <w:spacing w:after="200"/>
    </w:pPr>
    <w:rPr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E29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E2984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15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15E"/>
    <w:rPr>
      <w:rFonts w:ascii="Segoe UI" w:hAnsi="Segoe UI" w:cs="Segoe UI"/>
      <w:sz w:val="18"/>
      <w:szCs w:val="18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10B0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10B08"/>
    <w:rPr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10B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6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80259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467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703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9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8336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466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60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584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9079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0406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0026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96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59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119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47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964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4811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50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141192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3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3564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38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384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831416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06544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358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472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1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705938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02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1450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98283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929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29610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48286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24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252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234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8904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7375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52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7439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41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461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078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36423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2362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8787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2935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3401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35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20874">
          <w:marLeft w:val="418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7170">
          <w:marLeft w:val="706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58426">
          <w:marLeft w:val="706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0859">
          <w:marLeft w:val="706"/>
          <w:marRight w:val="0"/>
          <w:marTop w:val="4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94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83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719601">
          <w:marLeft w:val="1526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ltravideo.cs.tut.f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tsto@qti.qualcomm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sto\Downloads\mxxxx%20(1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5D8713-E74B-43AF-B943-A2F93A2BB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 (1)</Template>
  <TotalTime>0</TotalTime>
  <Pages>4</Pages>
  <Words>896</Words>
  <Characters>5589</Characters>
  <Application>Microsoft Office Word</Application>
  <DocSecurity>4</DocSecurity>
  <Lines>46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subject/>
  <dc:creator>Thomas Stockhammer</dc:creator>
  <cp:keywords/>
  <cp:lastModifiedBy>Thomas Stockhammer</cp:lastModifiedBy>
  <cp:revision>2</cp:revision>
  <cp:lastPrinted>1900-01-01T00:00:00Z</cp:lastPrinted>
  <dcterms:created xsi:type="dcterms:W3CDTF">2019-01-09T21:19:00Z</dcterms:created>
  <dcterms:modified xsi:type="dcterms:W3CDTF">2019-01-09T21:19:00Z</dcterms:modified>
</cp:coreProperties>
</file>